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D185F" w14:textId="77777777" w:rsidR="00E563A1" w:rsidRPr="009D268D" w:rsidRDefault="00E563A1" w:rsidP="00E563A1">
      <w:pPr>
        <w:rPr>
          <w:rFonts w:asciiTheme="minorHAnsi" w:hAnsiTheme="minorHAnsi" w:cstheme="minorHAnsi"/>
        </w:rPr>
      </w:pPr>
      <w:bookmarkStart w:id="0" w:name="_GoBack"/>
      <w:bookmarkEnd w:id="0"/>
    </w:p>
    <w:p w14:paraId="04ECB062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0737581A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713B8F45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Ind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3"/>
      </w:tblGrid>
      <w:tr w:rsidR="00E563A1" w:rsidRPr="009D268D" w14:paraId="5219F808" w14:textId="77777777" w:rsidTr="003C633C">
        <w:trPr>
          <w:trHeight w:val="1868"/>
        </w:trPr>
        <w:tc>
          <w:tcPr>
            <w:tcW w:w="1953" w:type="dxa"/>
            <w:shd w:val="clear" w:color="auto" w:fill="D9D9D9"/>
          </w:tcPr>
          <w:p w14:paraId="14F44241" w14:textId="77777777" w:rsidR="00E563A1" w:rsidRPr="009D268D" w:rsidRDefault="00E563A1" w:rsidP="003C633C">
            <w:pPr>
              <w:ind w:left="-476"/>
              <w:jc w:val="center"/>
              <w:rPr>
                <w:rFonts w:asciiTheme="minorHAnsi" w:hAnsiTheme="minorHAnsi" w:cstheme="minorHAnsi"/>
                <w:b/>
              </w:rPr>
            </w:pPr>
          </w:p>
          <w:p w14:paraId="799E7893" w14:textId="77777777" w:rsidR="00E563A1" w:rsidRPr="009D268D" w:rsidRDefault="00E563A1" w:rsidP="003C633C">
            <w:pPr>
              <w:ind w:left="-476"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F848BBF" w14:textId="28351F84" w:rsidR="00E563A1" w:rsidRPr="009D268D" w:rsidRDefault="003C633C" w:rsidP="003C633C">
            <w:pPr>
              <w:ind w:left="-476" w:right="-56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9D268D">
              <w:rPr>
                <w:rFonts w:asciiTheme="minorHAnsi" w:hAnsiTheme="minorHAnsi" w:cstheme="minorHAnsi"/>
                <w:b/>
              </w:rPr>
              <w:t xml:space="preserve"> </w:t>
            </w:r>
            <w:r w:rsidR="00E563A1" w:rsidRPr="009D268D">
              <w:rPr>
                <w:rFonts w:asciiTheme="minorHAnsi" w:hAnsiTheme="minorHAnsi" w:cstheme="minorHAnsi"/>
                <w:b/>
              </w:rPr>
              <w:t>Inserire</w:t>
            </w:r>
          </w:p>
          <w:p w14:paraId="2AF21167" w14:textId="77777777" w:rsidR="00E563A1" w:rsidRPr="009D268D" w:rsidRDefault="00E563A1" w:rsidP="003C633C">
            <w:pPr>
              <w:ind w:left="-476" w:right="-56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9D268D">
              <w:rPr>
                <w:rFonts w:asciiTheme="minorHAnsi" w:hAnsiTheme="minorHAnsi" w:cstheme="minorHAnsi"/>
                <w:b/>
              </w:rPr>
              <w:t>il</w:t>
            </w:r>
          </w:p>
          <w:p w14:paraId="23926F4A" w14:textId="77777777" w:rsidR="00E563A1" w:rsidRPr="009D268D" w:rsidRDefault="00E563A1" w:rsidP="003C633C">
            <w:pPr>
              <w:ind w:left="-476" w:right="-56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9D268D">
              <w:rPr>
                <w:rFonts w:asciiTheme="minorHAnsi" w:hAnsiTheme="minorHAnsi" w:cstheme="minorHAnsi"/>
                <w:b/>
              </w:rPr>
              <w:t>logo</w:t>
            </w:r>
          </w:p>
          <w:p w14:paraId="43C43FAD" w14:textId="77777777" w:rsidR="00E563A1" w:rsidRPr="009D268D" w:rsidRDefault="00E563A1" w:rsidP="003C633C">
            <w:pPr>
              <w:ind w:left="-476" w:right="-563"/>
              <w:jc w:val="center"/>
              <w:rPr>
                <w:rFonts w:asciiTheme="minorHAnsi" w:hAnsiTheme="minorHAnsi" w:cstheme="minorHAnsi"/>
                <w:b/>
              </w:rPr>
            </w:pPr>
          </w:p>
          <w:p w14:paraId="5ACBA8DC" w14:textId="77777777" w:rsidR="00E563A1" w:rsidRPr="009D268D" w:rsidRDefault="00E563A1" w:rsidP="003C633C">
            <w:pPr>
              <w:ind w:left="-4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94D2B44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308199CF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76F66653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65C06CF8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222158D0" w14:textId="77777777" w:rsidR="00E563A1" w:rsidRPr="009D268D" w:rsidRDefault="00E563A1" w:rsidP="00E563A1">
      <w:pPr>
        <w:jc w:val="center"/>
        <w:rPr>
          <w:rFonts w:asciiTheme="minorHAnsi" w:hAnsiTheme="minorHAnsi" w:cstheme="minorHAnsi"/>
        </w:rPr>
      </w:pPr>
    </w:p>
    <w:p w14:paraId="56BCB991" w14:textId="77777777" w:rsidR="00230933" w:rsidRPr="009D268D" w:rsidRDefault="00230933" w:rsidP="00230933">
      <w:pPr>
        <w:pStyle w:val="Titolo3"/>
        <w:numPr>
          <w:ilvl w:val="0"/>
          <w:numId w:val="0"/>
        </w:numPr>
        <w:spacing w:before="0" w:after="0" w:line="240" w:lineRule="atLeast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40"/>
          <w:szCs w:val="40"/>
        </w:rPr>
      </w:pPr>
      <w:r w:rsidRPr="009D268D">
        <w:rPr>
          <w:rFonts w:asciiTheme="minorHAnsi" w:hAnsiTheme="minorHAnsi" w:cstheme="minorHAnsi"/>
          <w:b w:val="0"/>
          <w:bCs w:val="0"/>
          <w:color w:val="000000" w:themeColor="text1"/>
          <w:sz w:val="40"/>
          <w:szCs w:val="40"/>
        </w:rPr>
        <w:t>CONFERIMENTO INCARICO PER</w:t>
      </w:r>
    </w:p>
    <w:p w14:paraId="2127D907" w14:textId="77777777" w:rsidR="00230933" w:rsidRPr="009D268D" w:rsidRDefault="00230933" w:rsidP="00230933">
      <w:pPr>
        <w:pStyle w:val="Titolo3"/>
        <w:numPr>
          <w:ilvl w:val="0"/>
          <w:numId w:val="0"/>
        </w:numPr>
        <w:spacing w:before="0" w:after="0" w:line="240" w:lineRule="atLeast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40"/>
          <w:szCs w:val="40"/>
        </w:rPr>
      </w:pPr>
      <w:r w:rsidRPr="009D268D">
        <w:rPr>
          <w:rFonts w:asciiTheme="minorHAnsi" w:hAnsiTheme="minorHAnsi" w:cstheme="minorHAnsi"/>
          <w:b w:val="0"/>
          <w:bCs w:val="0"/>
          <w:color w:val="000000" w:themeColor="text1"/>
          <w:sz w:val="40"/>
          <w:szCs w:val="40"/>
        </w:rPr>
        <w:t>PAGAMENTO IMPOSTE/CONTRIBUTI/PREMI IN MODALITA’ TELEMATICA (F24 CUMULATIVO)</w:t>
      </w:r>
    </w:p>
    <w:p w14:paraId="5264FA11" w14:textId="77777777" w:rsidR="00E563A1" w:rsidRPr="009D268D" w:rsidRDefault="00E563A1" w:rsidP="00E563A1">
      <w:pPr>
        <w:jc w:val="center"/>
        <w:rPr>
          <w:rFonts w:asciiTheme="minorHAnsi" w:hAnsiTheme="minorHAnsi" w:cstheme="minorHAnsi"/>
        </w:rPr>
      </w:pPr>
    </w:p>
    <w:p w14:paraId="06DA46DB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EDCE984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BF7625D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5C857BE6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07EF18F9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A9DC9F1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12591951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F2CE827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8D3150E" w14:textId="77777777" w:rsidR="00E563A1" w:rsidRPr="009D268D" w:rsidRDefault="00E563A1" w:rsidP="00E563A1">
      <w:pPr>
        <w:jc w:val="center"/>
        <w:rPr>
          <w:rFonts w:asciiTheme="minorHAnsi" w:hAnsiTheme="minorHAnsi" w:cstheme="minorHAnsi"/>
          <w:color w:val="000000" w:themeColor="text1"/>
          <w:sz w:val="40"/>
          <w:szCs w:val="40"/>
        </w:rPr>
        <w:sectPr w:rsidR="00E563A1" w:rsidRPr="009D268D" w:rsidSect="003C63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0" w:h="16838"/>
          <w:pgMar w:top="300" w:right="1455" w:bottom="1440" w:left="1231" w:header="300" w:footer="505" w:gutter="0"/>
          <w:cols w:space="0" w:equalWidth="0">
            <w:col w:w="9214"/>
          </w:cols>
          <w:docGrid w:linePitch="360"/>
        </w:sectPr>
      </w:pPr>
    </w:p>
    <w:p w14:paraId="7BE04746" w14:textId="4CBB257B" w:rsidR="004F0AA3" w:rsidRPr="009D268D" w:rsidRDefault="004F0AA3" w:rsidP="004F0AA3">
      <w:pPr>
        <w:pStyle w:val="Titolo3"/>
        <w:numPr>
          <w:ilvl w:val="0"/>
          <w:numId w:val="0"/>
        </w:numPr>
        <w:spacing w:before="0" w:after="0" w:line="240" w:lineRule="atLeast"/>
        <w:jc w:val="center"/>
        <w:rPr>
          <w:rFonts w:asciiTheme="minorHAnsi" w:hAnsiTheme="minorHAnsi" w:cstheme="minorHAnsi"/>
          <w:color w:val="000000" w:themeColor="text1"/>
          <w:spacing w:val="0"/>
          <w:kern w:val="0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pacing w:val="0"/>
          <w:kern w:val="0"/>
          <w:sz w:val="24"/>
          <w:szCs w:val="24"/>
        </w:rPr>
        <w:lastRenderedPageBreak/>
        <w:t>CONFERIMENTO INCARICO PER</w:t>
      </w:r>
      <w:r w:rsidR="00571945" w:rsidRPr="009D268D">
        <w:rPr>
          <w:rFonts w:asciiTheme="minorHAnsi" w:hAnsiTheme="minorHAnsi" w:cstheme="minorHAnsi"/>
          <w:color w:val="000000" w:themeColor="text1"/>
          <w:spacing w:val="0"/>
          <w:kern w:val="0"/>
          <w:sz w:val="24"/>
          <w:szCs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pacing w:val="0"/>
          <w:kern w:val="0"/>
          <w:sz w:val="24"/>
          <w:szCs w:val="24"/>
        </w:rPr>
        <w:t>PAGAMENTO IMPOSTE/CONTRIBUTI/PREMI IN MODALITA’ TELEMATICA (F24 CUMULATIVO)</w:t>
      </w:r>
    </w:p>
    <w:p w14:paraId="3D4CC36A" w14:textId="25EC4E69" w:rsidR="00CB0634" w:rsidRPr="009D268D" w:rsidRDefault="00CB0634" w:rsidP="004F0AA3">
      <w:pPr>
        <w:ind w:firstLine="0"/>
        <w:rPr>
          <w:rFonts w:asciiTheme="minorHAnsi" w:hAnsiTheme="minorHAnsi" w:cstheme="minorHAnsi"/>
          <w:b/>
          <w:color w:val="000000" w:themeColor="text1"/>
          <w:sz w:val="24"/>
        </w:rPr>
      </w:pPr>
    </w:p>
    <w:p w14:paraId="7588E8CC" w14:textId="77777777" w:rsidR="009D268D" w:rsidRPr="009D268D" w:rsidRDefault="009D268D" w:rsidP="004F0AA3">
      <w:pPr>
        <w:ind w:firstLine="0"/>
        <w:rPr>
          <w:rFonts w:asciiTheme="minorHAnsi" w:hAnsiTheme="minorHAnsi" w:cstheme="minorHAnsi"/>
          <w:b/>
          <w:color w:val="000000" w:themeColor="text1"/>
          <w:sz w:val="24"/>
        </w:rPr>
      </w:pPr>
    </w:p>
    <w:p w14:paraId="02774FF2" w14:textId="75D9BDA1" w:rsidR="009A04A7" w:rsidRPr="009D268D" w:rsidRDefault="009A04A7" w:rsidP="004F0AA3">
      <w:pPr>
        <w:ind w:firstLine="0"/>
        <w:rPr>
          <w:rFonts w:asciiTheme="minorHAnsi" w:hAnsiTheme="minorHAnsi" w:cstheme="minorHAnsi"/>
          <w:bCs/>
          <w:color w:val="FF0000"/>
          <w:sz w:val="24"/>
        </w:rPr>
      </w:pPr>
      <w:r w:rsidRPr="009D268D">
        <w:rPr>
          <w:rFonts w:asciiTheme="minorHAnsi" w:hAnsiTheme="minorHAnsi" w:cstheme="minorHAnsi"/>
          <w:bCs/>
          <w:color w:val="FF0000"/>
          <w:sz w:val="24"/>
        </w:rPr>
        <w:t>{#</w:t>
      </w:r>
      <w:proofErr w:type="spellStart"/>
      <w:r w:rsidRPr="009D268D">
        <w:rPr>
          <w:rFonts w:asciiTheme="minorHAnsi" w:hAnsiTheme="minorHAnsi" w:cstheme="minorHAnsi"/>
          <w:bCs/>
          <w:color w:val="FF0000"/>
          <w:sz w:val="24"/>
        </w:rPr>
        <w:t>phCondClientePF</w:t>
      </w:r>
      <w:proofErr w:type="spellEnd"/>
      <w:r w:rsidRPr="009D268D">
        <w:rPr>
          <w:rFonts w:asciiTheme="minorHAnsi" w:hAnsiTheme="minorHAnsi" w:cstheme="minorHAnsi"/>
          <w:bCs/>
          <w:color w:val="FF0000"/>
          <w:sz w:val="24"/>
        </w:rPr>
        <w:t>}</w:t>
      </w:r>
    </w:p>
    <w:p w14:paraId="2DEC025D" w14:textId="269E54AF" w:rsidR="007055E1" w:rsidRPr="009D268D" w:rsidRDefault="739CEC46" w:rsidP="004F0AA3">
      <w:pPr>
        <w:pStyle w:val="Nessunaspaziatura1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Il sottoscritto </w:t>
      </w:r>
      <w:r w:rsidR="00803A96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803A96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phClienteDenominazione</w:t>
      </w:r>
      <w:proofErr w:type="spellEnd"/>
      <w:r w:rsidR="00803A96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nato a 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30CFAD7F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LuogoNascita</w:t>
      </w:r>
      <w:proofErr w:type="spellEnd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il 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5EBAD7FD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DataNascita</w:t>
      </w:r>
      <w:proofErr w:type="spellEnd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CF. </w:t>
      </w:r>
      <w:r w:rsidR="00AA5F23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AA5F23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phClienteCodiceFiscale</w:t>
      </w:r>
      <w:proofErr w:type="spellEnd"/>
      <w:r w:rsidR="00AA5F23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="00933321"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, residente in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055E1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7055E1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phClienteIndirizzo</w:t>
      </w:r>
      <w:proofErr w:type="spellEnd"/>
      <w:r w:rsidR="007055E1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</w:p>
    <w:p w14:paraId="055D5C1D" w14:textId="76DF3D88" w:rsidR="009A04A7" w:rsidRPr="009D268D" w:rsidRDefault="739CEC46" w:rsidP="6E5F1E9C">
      <w:pPr>
        <w:pStyle w:val="Nessunaspaziatura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P. Iva 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phClientePartitaIva</w:t>
      </w:r>
      <w:proofErr w:type="spellEnd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="00642208"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(di seguito il Contribuente)</w:t>
      </w:r>
    </w:p>
    <w:p w14:paraId="292E432E" w14:textId="2C53520F" w:rsidR="009A04A7" w:rsidRPr="009D268D" w:rsidRDefault="009A04A7" w:rsidP="6E5F1E9C">
      <w:pPr>
        <w:ind w:firstLine="0"/>
        <w:rPr>
          <w:rFonts w:asciiTheme="minorHAnsi" w:hAnsiTheme="minorHAnsi" w:cstheme="minorHAnsi"/>
          <w:color w:val="FF0000"/>
          <w:sz w:val="24"/>
        </w:rPr>
      </w:pPr>
      <w:r w:rsidRPr="009D268D">
        <w:rPr>
          <w:rFonts w:asciiTheme="minorHAnsi" w:hAnsiTheme="minorHAnsi" w:cstheme="minorHAnsi"/>
          <w:color w:val="FF0000"/>
          <w:sz w:val="24"/>
        </w:rPr>
        <w:t>{/</w:t>
      </w:r>
      <w:proofErr w:type="spellStart"/>
      <w:r w:rsidRPr="009D268D">
        <w:rPr>
          <w:rFonts w:asciiTheme="minorHAnsi" w:hAnsiTheme="minorHAnsi" w:cstheme="minorHAnsi"/>
          <w:color w:val="FF0000"/>
          <w:sz w:val="24"/>
        </w:rPr>
        <w:t>phCondClientePF</w:t>
      </w:r>
      <w:proofErr w:type="spellEnd"/>
      <w:r w:rsidRPr="009D268D">
        <w:rPr>
          <w:rFonts w:asciiTheme="minorHAnsi" w:hAnsiTheme="minorHAnsi" w:cstheme="minorHAnsi"/>
          <w:color w:val="FF0000"/>
          <w:sz w:val="24"/>
        </w:rPr>
        <w:t>}</w:t>
      </w:r>
    </w:p>
    <w:p w14:paraId="32724668" w14:textId="419DF27F" w:rsidR="00CB0634" w:rsidRPr="009D268D" w:rsidRDefault="00AD7FC3" w:rsidP="6E5F1E9C">
      <w:pPr>
        <w:ind w:firstLine="0"/>
        <w:rPr>
          <w:rFonts w:asciiTheme="minorHAnsi" w:hAnsiTheme="minorHAnsi" w:cstheme="minorHAnsi"/>
          <w:color w:val="FF0000"/>
          <w:sz w:val="24"/>
        </w:rPr>
      </w:pPr>
      <w:r w:rsidRPr="009D268D">
        <w:rPr>
          <w:rFonts w:asciiTheme="minorHAnsi" w:hAnsiTheme="minorHAnsi" w:cstheme="minorHAnsi"/>
          <w:color w:val="FF0000"/>
          <w:sz w:val="24"/>
        </w:rPr>
        <w:t>{^</w:t>
      </w:r>
      <w:proofErr w:type="spellStart"/>
      <w:r w:rsidRPr="009D268D">
        <w:rPr>
          <w:rFonts w:asciiTheme="minorHAnsi" w:hAnsiTheme="minorHAnsi" w:cstheme="minorHAnsi"/>
          <w:color w:val="FF0000"/>
          <w:sz w:val="24"/>
        </w:rPr>
        <w:t>phCondClientePF</w:t>
      </w:r>
      <w:proofErr w:type="spellEnd"/>
      <w:r w:rsidRPr="009D268D">
        <w:rPr>
          <w:rFonts w:asciiTheme="minorHAnsi" w:hAnsiTheme="minorHAnsi" w:cstheme="minorHAnsi"/>
          <w:color w:val="FF0000"/>
          <w:sz w:val="24"/>
        </w:rPr>
        <w:t>}</w:t>
      </w:r>
    </w:p>
    <w:p w14:paraId="25D163FE" w14:textId="43DF0FFA" w:rsidR="00AD7FC3" w:rsidRPr="009D268D" w:rsidRDefault="00AD7FC3" w:rsidP="6E5F1E9C">
      <w:pPr>
        <w:pStyle w:val="Nessunaspaziatura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Il sottoscritto </w:t>
      </w:r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phClienteDenominazioneRapprLegale</w:t>
      </w:r>
      <w:proofErr w:type="spellEnd"/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60C97"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nato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</w:t>
      </w:r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2E345676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LR</w:t>
      </w:r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Luogo</w:t>
      </w:r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Nascita</w:t>
      </w:r>
      <w:proofErr w:type="spellEnd"/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il </w:t>
      </w:r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34F52979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LRDataNascita</w:t>
      </w:r>
      <w:proofErr w:type="spellEnd"/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CF. </w:t>
      </w:r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248E9369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LRCodiceFiscale</w:t>
      </w:r>
      <w:proofErr w:type="spellEnd"/>
      <w:proofErr w:type="gramStart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in</w:t>
      </w:r>
      <w:proofErr w:type="gramEnd"/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qualità di titolare/rappresentante legale della ditta/società </w:t>
      </w:r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phClienteDenominazione</w:t>
      </w:r>
      <w:proofErr w:type="spellEnd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sede legale </w:t>
      </w:r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phClienteIndirizzo</w:t>
      </w:r>
      <w:proofErr w:type="spellEnd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P. Iva </w:t>
      </w:r>
      <w:r w:rsidR="00CB063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CB063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phClientePartitaIva</w:t>
      </w:r>
      <w:proofErr w:type="spellEnd"/>
      <w:r w:rsidR="00CB063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="00CB0634"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(di seguito il Contribuente)</w:t>
      </w:r>
    </w:p>
    <w:p w14:paraId="554A3020" w14:textId="3C1F5539" w:rsidR="00AD7FC3" w:rsidRPr="009D268D" w:rsidRDefault="00AD7FC3" w:rsidP="6E5F1E9C">
      <w:pPr>
        <w:ind w:firstLine="0"/>
        <w:rPr>
          <w:rFonts w:asciiTheme="minorHAnsi" w:hAnsiTheme="minorHAnsi" w:cstheme="minorHAnsi"/>
          <w:color w:val="FF0000"/>
          <w:sz w:val="24"/>
        </w:rPr>
      </w:pPr>
      <w:r w:rsidRPr="009D268D">
        <w:rPr>
          <w:rFonts w:asciiTheme="minorHAnsi" w:hAnsiTheme="minorHAnsi" w:cstheme="minorHAnsi"/>
          <w:color w:val="FF0000"/>
          <w:sz w:val="24"/>
        </w:rPr>
        <w:t>{/</w:t>
      </w:r>
      <w:proofErr w:type="spellStart"/>
      <w:r w:rsidRPr="009D268D">
        <w:rPr>
          <w:rFonts w:asciiTheme="minorHAnsi" w:hAnsiTheme="minorHAnsi" w:cstheme="minorHAnsi"/>
          <w:color w:val="FF0000"/>
          <w:sz w:val="24"/>
        </w:rPr>
        <w:t>phCondClientePF</w:t>
      </w:r>
      <w:proofErr w:type="spellEnd"/>
      <w:r w:rsidRPr="009D268D">
        <w:rPr>
          <w:rFonts w:asciiTheme="minorHAnsi" w:hAnsiTheme="minorHAnsi" w:cstheme="minorHAnsi"/>
          <w:color w:val="FF0000"/>
          <w:sz w:val="24"/>
        </w:rPr>
        <w:t>}</w:t>
      </w:r>
    </w:p>
    <w:p w14:paraId="7B15FD7F" w14:textId="77777777" w:rsidR="00AD7CAF" w:rsidRPr="009D268D" w:rsidRDefault="00AD7CAF" w:rsidP="004F0AA3">
      <w:pPr>
        <w:pStyle w:val="Titolo3"/>
        <w:numPr>
          <w:ilvl w:val="0"/>
          <w:numId w:val="0"/>
        </w:numPr>
        <w:spacing w:line="360" w:lineRule="auto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PREMESSO</w:t>
      </w:r>
    </w:p>
    <w:p w14:paraId="15AAE355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che il Contribuente è a conoscenza che:</w:t>
      </w:r>
    </w:p>
    <w:p w14:paraId="57DFE076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1) l'art. 37, comma 49, del D.L. N. 223/06, convertito nella L. 248/2006 stabilisce, a decorrere dall’1/10/2006 che i titolari di Partita IVA sono tenuti a effettuare i versamenti fiscali, contributivi e previdenziali - dovuti ai sensi degli art. 17, comma 2 e 28, comma 1 del d.lgs. 9 Luglio 1997 N. 241 - esclusivamente mediante modalità telematiche;</w:t>
      </w:r>
    </w:p>
    <w:p w14:paraId="42B2EBA1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2) condizione essenziale e imprescindibile per eseguire i versamenti suddetti in via telematica è quella di essere titolare di un conto corrente bancario presso una banca convenzionata con l'Agenzia stessa;</w:t>
      </w:r>
    </w:p>
    <w:p w14:paraId="65065461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3EE005B9" w14:textId="77777777" w:rsidR="00AD7CAF" w:rsidRPr="009D268D" w:rsidRDefault="00AD7CAF" w:rsidP="004F0AA3">
      <w:pPr>
        <w:pStyle w:val="Titolo1"/>
        <w:numPr>
          <w:ilvl w:val="0"/>
          <w:numId w:val="0"/>
        </w:numPr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CON LA PRESENTE CONFERISCE</w:t>
      </w:r>
    </w:p>
    <w:p w14:paraId="3348670B" w14:textId="5DFD8E59" w:rsidR="00AD7CAF" w:rsidRPr="009D268D" w:rsidRDefault="739CEC46" w:rsidP="004F0AA3">
      <w:pPr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a decorrere dal </w:t>
      </w:r>
      <w:r w:rsidR="009B68D9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{</w:t>
      </w:r>
      <w:proofErr w:type="spellStart"/>
      <w:r w:rsidR="009B68D9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phIncaricoDataInizioContratto</w:t>
      </w:r>
      <w:proofErr w:type="spellEnd"/>
      <w:r w:rsidR="009B68D9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}</w:t>
      </w:r>
      <w:r w:rsidR="009B68D9" w:rsidRPr="009D268D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allo studio </w:t>
      </w:r>
      <w:r w:rsidR="00D20FA6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{</w:t>
      </w:r>
      <w:proofErr w:type="spellStart"/>
      <w:r w:rsidR="00D20FA6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phAziendaDenominazione</w:t>
      </w:r>
      <w:proofErr w:type="spellEnd"/>
      <w:r w:rsidR="00D20FA6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}</w:t>
      </w:r>
      <w:r w:rsidR="00D20FA6" w:rsidRPr="009D268D">
        <w:rPr>
          <w:rFonts w:asciiTheme="minorHAnsi" w:hAnsiTheme="minorHAnsi" w:cstheme="minorHAnsi"/>
          <w:color w:val="000000" w:themeColor="text1"/>
          <w:sz w:val="24"/>
        </w:rPr>
        <w:fldChar w:fldCharType="begin"/>
      </w:r>
      <w:r w:rsidR="00D20FA6" w:rsidRPr="009D268D">
        <w:rPr>
          <w:rFonts w:asciiTheme="minorHAnsi" w:hAnsiTheme="minorHAnsi" w:cstheme="minorHAnsi"/>
          <w:color w:val="000000" w:themeColor="text1"/>
          <w:sz w:val="24"/>
        </w:rPr>
        <w:instrText>DOCVARIABLE DENOMINAZIONESTUDIO-SIMPLE</w:instrText>
      </w:r>
      <w:r w:rsidR="00D20FA6" w:rsidRPr="009D268D">
        <w:rPr>
          <w:rFonts w:asciiTheme="minorHAnsi" w:hAnsiTheme="minorHAnsi" w:cstheme="minorHAnsi"/>
          <w:color w:val="000000" w:themeColor="text1"/>
          <w:sz w:val="24"/>
        </w:rPr>
        <w:fldChar w:fldCharType="end"/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, con sede in </w:t>
      </w:r>
      <w:r w:rsidR="004E7913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{</w:t>
      </w:r>
      <w:proofErr w:type="spellStart"/>
      <w:r w:rsidR="004E7913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phAziendaIndirizzo</w:t>
      </w:r>
      <w:proofErr w:type="spellEnd"/>
      <w:r w:rsidR="004E7913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}</w:t>
      </w:r>
      <w:r w:rsidR="004E7913" w:rsidRPr="009D268D">
        <w:rPr>
          <w:rFonts w:asciiTheme="minorHAnsi" w:hAnsiTheme="minorHAnsi" w:cstheme="minorHAnsi"/>
          <w:color w:val="000000" w:themeColor="text1"/>
          <w:sz w:val="24"/>
        </w:rPr>
        <w:t xml:space="preserve">, 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C.F. </w:t>
      </w:r>
      <w:r w:rsidR="000C1941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{</w:t>
      </w:r>
      <w:proofErr w:type="spellStart"/>
      <w:r w:rsidR="000C1941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phClientePartitaIva</w:t>
      </w:r>
      <w:proofErr w:type="spellEnd"/>
      <w:r w:rsidR="000C1941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}</w:t>
      </w:r>
      <w:r w:rsidR="000C1941" w:rsidRPr="009D268D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(di seguito lo Studio) in qualità di intermediario abilitato di cui all’articolo 3, comma 3, del D.P.R. 322/1998 </w:t>
      </w:r>
    </w:p>
    <w:p w14:paraId="634AE291" w14:textId="77777777" w:rsidR="000C1941" w:rsidRPr="009D268D" w:rsidRDefault="000C1941" w:rsidP="004F0AA3">
      <w:pPr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7BA5ECDB" w14:textId="77777777" w:rsidR="00AD7CAF" w:rsidRPr="009D268D" w:rsidRDefault="00AD7CAF" w:rsidP="004F0AA3">
      <w:pPr>
        <w:pStyle w:val="Corpodeltesto3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L’INCARICO PERMANENTE (SALVO REVOCA)</w:t>
      </w:r>
    </w:p>
    <w:p w14:paraId="277C81ED" w14:textId="77777777" w:rsidR="00AD7CAF" w:rsidRPr="009D268D" w:rsidRDefault="00AD7CAF" w:rsidP="004F0AA3">
      <w:pPr>
        <w:ind w:firstLine="0"/>
        <w:rPr>
          <w:rFonts w:asciiTheme="minorHAnsi" w:hAnsiTheme="minorHAnsi" w:cstheme="minorHAnsi"/>
          <w:color w:val="000000" w:themeColor="text1"/>
          <w:sz w:val="24"/>
          <w:lang w:eastAsia="en-US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di effettuare in nome e per conto del Contribuente, il servizio di pagamento con modalità telematiche dei versamenti fiscali,</w:t>
      </w:r>
    </w:p>
    <w:p w14:paraId="6E911805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4F535720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4B424243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47F4E3CC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18D3F2B0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1611FACB" w14:textId="77777777" w:rsidR="00AD7CAF" w:rsidRPr="009D268D" w:rsidRDefault="00AD7CAF" w:rsidP="004F0AA3">
      <w:pPr>
        <w:pStyle w:val="Nessunaspaziatura1"/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  <w:lang w:eastAsia="it-IT"/>
        </w:rPr>
      </w:pPr>
      <w:r w:rsidRPr="009D268D"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  <w:lang w:eastAsia="it-IT"/>
        </w:rPr>
        <w:t xml:space="preserve">contributivi e previdenziali unificati tramite i modelli F24 predisposti dallo Studio medesimo. </w:t>
      </w:r>
    </w:p>
    <w:p w14:paraId="62E24D6A" w14:textId="77777777" w:rsidR="009D268D" w:rsidRPr="009D268D" w:rsidRDefault="009D268D">
      <w:pPr>
        <w:spacing w:line="240" w:lineRule="auto"/>
        <w:ind w:firstLine="0"/>
        <w:jc w:val="left"/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lang w:eastAsia="en-US"/>
        </w:rPr>
      </w:pPr>
      <w:r w:rsidRPr="009D268D"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</w:rPr>
        <w:br w:type="page"/>
      </w:r>
    </w:p>
    <w:p w14:paraId="4ACF01B5" w14:textId="2057C9B8" w:rsidR="00AD7CAF" w:rsidRPr="009D268D" w:rsidRDefault="00AD7CAF" w:rsidP="004F0AA3">
      <w:pPr>
        <w:pStyle w:val="Corpodeltesto3"/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</w:rPr>
      </w:pPr>
      <w:r w:rsidRPr="009D268D"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</w:rPr>
        <w:lastRenderedPageBreak/>
        <w:t>A tal fine, il Contribuente</w:t>
      </w:r>
    </w:p>
    <w:p w14:paraId="02814CEE" w14:textId="77777777" w:rsidR="00AD7CAF" w:rsidRPr="009D268D" w:rsidRDefault="00AD7CAF" w:rsidP="6E5F1E9C">
      <w:pPr>
        <w:pStyle w:val="Corpodeltesto3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b/>
          <w:bCs/>
          <w:color w:val="000000" w:themeColor="text1"/>
          <w:spacing w:val="8"/>
          <w:kern w:val="32"/>
          <w:sz w:val="24"/>
          <w:szCs w:val="24"/>
        </w:rPr>
        <w:t>DICHIARA</w:t>
      </w:r>
    </w:p>
    <w:p w14:paraId="35710793" w14:textId="77777777" w:rsidR="00AD7CAF" w:rsidRPr="009D268D" w:rsidRDefault="00AD7CAF" w:rsidP="004F0AA3">
      <w:pPr>
        <w:pStyle w:val="Corpodeltesto3"/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</w:rPr>
      </w:pPr>
      <w:r w:rsidRPr="009D268D"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</w:rPr>
        <w:t>a) che i versamenti fiscali, contributivi e previdenziali saranno effettuati tramite modello F24 telematico addebitando il seguente conto corrente bancario, intestato al Contribuente:</w:t>
      </w:r>
    </w:p>
    <w:p w14:paraId="4C3C6653" w14:textId="405B0A28" w:rsidR="00AD7CAF" w:rsidRPr="009D268D" w:rsidRDefault="739CEC46" w:rsidP="004F0AA3">
      <w:pPr>
        <w:pStyle w:val="Titolo4"/>
        <w:spacing w:line="360" w:lineRule="auto"/>
        <w:ind w:firstLine="0"/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Banca/Ufficio Postale: </w:t>
      </w:r>
      <w:r w:rsidR="009D268D" w:rsidRP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............................................</w:t>
      </w:r>
    </w:p>
    <w:p w14:paraId="442E596A" w14:textId="49692828" w:rsidR="00AD7CAF" w:rsidRPr="009D268D" w:rsidRDefault="002F0A78" w:rsidP="004F0AA3">
      <w:pPr>
        <w:pStyle w:val="Titolo4"/>
        <w:spacing w:line="360" w:lineRule="auto"/>
        <w:ind w:firstLine="0"/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Agenzia: </w:t>
      </w:r>
      <w:r w:rsidR="009D268D" w:rsidRP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..............................................................</w:t>
      </w:r>
      <w:r w:rsid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....</w:t>
      </w:r>
    </w:p>
    <w:p w14:paraId="41291A7D" w14:textId="72EFA233" w:rsidR="00AD7CAF" w:rsidRPr="009D268D" w:rsidRDefault="739CEC46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Indirizzo: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..................................................................</w:t>
      </w:r>
    </w:p>
    <w:p w14:paraId="60EA0539" w14:textId="0709BA2A" w:rsidR="00AD7CAF" w:rsidRPr="009D268D" w:rsidRDefault="00AD7CAF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C/C: N</w:t>
      </w:r>
      <w:r w:rsidR="009D268D">
        <w:rPr>
          <w:rFonts w:asciiTheme="minorHAnsi" w:hAnsiTheme="minorHAnsi" w:cstheme="minorHAnsi"/>
          <w:color w:val="000000" w:themeColor="text1"/>
          <w:sz w:val="24"/>
        </w:rPr>
        <w:t xml:space="preserve">°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............................................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ab/>
        <w:t xml:space="preserve">CIN: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</w:t>
      </w:r>
    </w:p>
    <w:p w14:paraId="0CD7576B" w14:textId="70EDCECD" w:rsidR="00AD7CAF" w:rsidRPr="009D268D" w:rsidRDefault="739CEC46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Intestato a: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...............................................................</w:t>
      </w:r>
    </w:p>
    <w:p w14:paraId="3C415314" w14:textId="58489F59" w:rsidR="00AD7CAF" w:rsidRPr="009D268D" w:rsidRDefault="739CEC46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ABI: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CAB: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</w:t>
      </w:r>
    </w:p>
    <w:p w14:paraId="311CEA60" w14:textId="41BA32FF" w:rsidR="00AD7CAF" w:rsidRPr="009D268D" w:rsidRDefault="739CEC46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IBAN: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..............................................................</w:t>
      </w:r>
      <w:r w:rsidR="009D268D">
        <w:rPr>
          <w:rFonts w:asciiTheme="minorHAnsi" w:hAnsiTheme="minorHAnsi" w:cstheme="minorHAnsi"/>
          <w:color w:val="000000" w:themeColor="text1"/>
          <w:sz w:val="24"/>
        </w:rPr>
        <w:t>..........</w:t>
      </w:r>
    </w:p>
    <w:p w14:paraId="3D5842FC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pacing w:val="8"/>
          <w:kern w:val="32"/>
          <w:sz w:val="24"/>
        </w:rPr>
      </w:pPr>
    </w:p>
    <w:p w14:paraId="7E0E9CC7" w14:textId="77777777" w:rsidR="00AD7CAF" w:rsidRPr="009D268D" w:rsidRDefault="00AD7CAF" w:rsidP="004F0AA3">
      <w:pPr>
        <w:ind w:firstLine="0"/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11A17954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b) di essere informato che gli eventuali </w:t>
      </w:r>
      <w:r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tributi/contributi/premi 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>da inserire nel modello F24</w:t>
      </w:r>
      <w:r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 NON elaborati dallo Studio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, dovranno essere inseriti su </w:t>
      </w:r>
      <w:proofErr w:type="spellStart"/>
      <w:r w:rsidRPr="009D268D">
        <w:rPr>
          <w:rFonts w:asciiTheme="minorHAnsi" w:hAnsiTheme="minorHAnsi" w:cstheme="minorHAnsi"/>
          <w:color w:val="000000" w:themeColor="text1"/>
          <w:sz w:val="24"/>
        </w:rPr>
        <w:t>mod</w:t>
      </w:r>
      <w:proofErr w:type="spellEnd"/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. F24 cartaceo scritto in modo chiaro e leggibile, da inviare allo Studio almeno </w:t>
      </w:r>
      <w:r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5 giorni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 prima della scadenza di pagamento;</w:t>
      </w:r>
    </w:p>
    <w:p w14:paraId="7AB848E1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c) che l'istituto di credito suddetto è convenzionato con l'Agenzia delle Entrate e pertanto è idoneo ad interagire e recepire l'addebito dei versamenti telematici effettuati mediante F24 cumulativo;</w:t>
      </w:r>
    </w:p>
    <w:p w14:paraId="0AD0D6E1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d) di tenere indenne lo Studio da qualsiasi responsabilità derivante dall'esecuzione delle disposizioni di pagamento nonché da ogni conseguenza dannosa o molestia che possa derivare anche da parte di terzi facendosene direttamente carico;</w:t>
      </w:r>
    </w:p>
    <w:p w14:paraId="08D02206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e) di tenere indenne lo Studio da qualsiasi responsabilità derivante dall'impossibilità, per cause di forza maggiore, di connettersi al servizio Entratel e/o di effettuare i versamenti nei termini di legge;</w:t>
      </w:r>
    </w:p>
    <w:p w14:paraId="33B60112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f) di essere consapevole che l'assenza o l'insufficienza di fondi sul conto corrente sopra indicato comporta il mancato pagamento del Modello F24, con conseguente irrogazione di sanzioni e interessi a carico del Contribuente. Di ciò non potrà essere ritenuto responsabile lo Studio, che pertanto il Contribuente esonera da qualsiasi responsabilità al riguardo;</w:t>
      </w:r>
    </w:p>
    <w:p w14:paraId="6853CE8D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g) di dover provvedere a comunicare tempestivamente allo Studio ogni variazione che possa rilevare ai fini della fornitura del presente incarico;</w:t>
      </w:r>
    </w:p>
    <w:p w14:paraId="7227EE35" w14:textId="77777777" w:rsidR="00AD7CAF" w:rsidRPr="009D268D" w:rsidRDefault="00AD7CAF" w:rsidP="004F0AA3">
      <w:pPr>
        <w:tabs>
          <w:tab w:val="left" w:pos="1478"/>
        </w:tabs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00EA522E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h) di essere consapevole che l'incarico è a tempo indeterminato e può essere revocato, dietro formale comunicazione da inviarsi a mezzo lettera raccomandata AR indirizzata allo Studio e che tale revoca ha effetto dal giorno successivo al ricevimento della predetta comunicazione da parte dello Studio;</w:t>
      </w:r>
    </w:p>
    <w:p w14:paraId="385F69FB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lastRenderedPageBreak/>
        <w:t>i) di essere consapevole che l'eventuale interruzione, rescissione o risoluzione del rapporto professionale in essere costituisce causa di automatica, immediata e contestuale revoca del presente incarico.</w:t>
      </w:r>
    </w:p>
    <w:p w14:paraId="3F718FA9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02A124A9" w14:textId="1F060317" w:rsidR="00AD7CAF" w:rsidRPr="00811EA9" w:rsidRDefault="008719DA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811EA9">
        <w:rPr>
          <w:rFonts w:asciiTheme="minorHAnsi" w:hAnsiTheme="minorHAnsi" w:cstheme="minorHAnsi"/>
          <w:color w:val="000000" w:themeColor="text1"/>
          <w:sz w:val="24"/>
        </w:rPr>
        <w:t>{</w:t>
      </w:r>
      <w:proofErr w:type="spellStart"/>
      <w:r w:rsidRPr="00811EA9">
        <w:rPr>
          <w:rFonts w:asciiTheme="minorHAnsi" w:hAnsiTheme="minorHAnsi" w:cstheme="minorHAnsi"/>
          <w:color w:val="000000" w:themeColor="text1"/>
          <w:sz w:val="24"/>
        </w:rPr>
        <w:t>ph</w:t>
      </w:r>
      <w:r w:rsidR="1E22FD01" w:rsidRPr="00811EA9">
        <w:rPr>
          <w:rFonts w:asciiTheme="minorHAnsi" w:hAnsiTheme="minorHAnsi" w:cstheme="minorHAnsi"/>
          <w:color w:val="000000" w:themeColor="text1"/>
          <w:sz w:val="24"/>
        </w:rPr>
        <w:t>Incarico_</w:t>
      </w:r>
      <w:r w:rsidRPr="00811EA9">
        <w:rPr>
          <w:rFonts w:asciiTheme="minorHAnsi" w:hAnsiTheme="minorHAnsi" w:cstheme="minorHAnsi"/>
          <w:color w:val="000000" w:themeColor="text1"/>
          <w:sz w:val="24"/>
        </w:rPr>
        <w:t>C</w:t>
      </w:r>
      <w:r w:rsidR="7BA4A50B" w:rsidRPr="00811EA9">
        <w:rPr>
          <w:rFonts w:asciiTheme="minorHAnsi" w:hAnsiTheme="minorHAnsi" w:cstheme="minorHAnsi"/>
          <w:color w:val="000000" w:themeColor="text1"/>
          <w:sz w:val="24"/>
        </w:rPr>
        <w:t>omune</w:t>
      </w:r>
      <w:r w:rsidRPr="00811EA9">
        <w:rPr>
          <w:rFonts w:asciiTheme="minorHAnsi" w:hAnsiTheme="minorHAnsi" w:cstheme="minorHAnsi"/>
          <w:color w:val="000000" w:themeColor="text1"/>
          <w:sz w:val="24"/>
        </w:rPr>
        <w:t>Sede</w:t>
      </w:r>
      <w:proofErr w:type="spellEnd"/>
      <w:r w:rsidRPr="00811EA9">
        <w:rPr>
          <w:rFonts w:asciiTheme="minorHAnsi" w:hAnsiTheme="minorHAnsi" w:cstheme="minorHAnsi"/>
          <w:color w:val="000000" w:themeColor="text1"/>
          <w:sz w:val="24"/>
        </w:rPr>
        <w:t>}</w:t>
      </w:r>
      <w:r w:rsidR="739CEC46" w:rsidRPr="00811EA9">
        <w:rPr>
          <w:rFonts w:asciiTheme="minorHAnsi" w:hAnsiTheme="minorHAnsi" w:cstheme="minorHAnsi"/>
          <w:color w:val="000000" w:themeColor="text1"/>
          <w:sz w:val="24"/>
        </w:rPr>
        <w:t xml:space="preserve">, </w:t>
      </w:r>
      <w:r w:rsidR="00EE18E8" w:rsidRPr="00811EA9">
        <w:rPr>
          <w:rFonts w:asciiTheme="minorHAnsi" w:hAnsiTheme="minorHAnsi" w:cstheme="minorHAnsi"/>
          <w:color w:val="000000" w:themeColor="text1"/>
          <w:sz w:val="24"/>
        </w:rPr>
        <w:fldChar w:fldCharType="begin"/>
      </w:r>
      <w:r w:rsidR="00EE18E8" w:rsidRPr="00811EA9">
        <w:rPr>
          <w:rFonts w:asciiTheme="minorHAnsi" w:hAnsiTheme="minorHAnsi" w:cstheme="minorHAnsi"/>
          <w:color w:val="000000" w:themeColor="text1"/>
          <w:sz w:val="24"/>
        </w:rPr>
        <w:instrText xml:space="preserve"> TIME \@ "dd/MM/yyyy" </w:instrText>
      </w:r>
      <w:r w:rsidR="00EE18E8" w:rsidRPr="00811EA9">
        <w:rPr>
          <w:rFonts w:asciiTheme="minorHAnsi" w:hAnsiTheme="minorHAnsi" w:cstheme="minorHAnsi"/>
          <w:color w:val="000000" w:themeColor="text1"/>
          <w:sz w:val="24"/>
        </w:rPr>
        <w:fldChar w:fldCharType="separate"/>
      </w:r>
      <w:r w:rsidR="009B3068">
        <w:rPr>
          <w:rFonts w:asciiTheme="minorHAnsi" w:hAnsiTheme="minorHAnsi" w:cstheme="minorHAnsi"/>
          <w:noProof/>
          <w:color w:val="000000" w:themeColor="text1"/>
          <w:sz w:val="24"/>
        </w:rPr>
        <w:t>22/10/2019</w:t>
      </w:r>
      <w:r w:rsidR="00EE18E8" w:rsidRPr="00811EA9">
        <w:rPr>
          <w:rFonts w:asciiTheme="minorHAnsi" w:hAnsiTheme="minorHAnsi" w:cstheme="minorHAnsi"/>
          <w:color w:val="000000" w:themeColor="text1"/>
          <w:sz w:val="24"/>
        </w:rPr>
        <w:fldChar w:fldCharType="end"/>
      </w:r>
      <w:r w:rsidR="739CEC46" w:rsidRPr="00811EA9">
        <w:rPr>
          <w:rFonts w:asciiTheme="minorHAnsi" w:hAnsiTheme="minorHAnsi" w:cstheme="minorHAnsi"/>
          <w:color w:val="000000" w:themeColor="text1"/>
          <w:sz w:val="24"/>
        </w:rPr>
        <w:t xml:space="preserve"> </w:t>
      </w:r>
    </w:p>
    <w:p w14:paraId="7B0807D6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7E218F88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688C4FD0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Firma (e timbro) del Contribuente </w:t>
      </w:r>
    </w:p>
    <w:p w14:paraId="69DEBEB1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21468E3B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2ACB1F90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_________________________</w:t>
      </w:r>
    </w:p>
    <w:p w14:paraId="4D869EA5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4080F6C9" w14:textId="77777777" w:rsidR="00AD7CAF" w:rsidRPr="009D268D" w:rsidRDefault="00AD7CAF" w:rsidP="00914449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2E884481" w14:textId="77777777" w:rsidR="00AD7CAF" w:rsidRPr="009D268D" w:rsidRDefault="00AD7CAF" w:rsidP="00914449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3CB8C747" w14:textId="77777777" w:rsidR="00AD7CAF" w:rsidRPr="009D268D" w:rsidRDefault="00AD7CAF" w:rsidP="00914449">
      <w:pPr>
        <w:tabs>
          <w:tab w:val="left" w:pos="3481"/>
        </w:tabs>
        <w:rPr>
          <w:rFonts w:asciiTheme="minorHAnsi" w:hAnsiTheme="minorHAnsi" w:cstheme="minorHAnsi"/>
          <w:color w:val="000000" w:themeColor="text1"/>
          <w:sz w:val="24"/>
          <w:lang w:eastAsia="en-US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lang w:eastAsia="en-US"/>
        </w:rPr>
        <w:tab/>
      </w:r>
    </w:p>
    <w:sectPr w:rsidR="00AD7CAF" w:rsidRPr="009D268D" w:rsidSect="00216A03">
      <w:footerReference w:type="default" r:id="rId12"/>
      <w:footerReference w:type="first" r:id="rId13"/>
      <w:pgSz w:w="11906" w:h="16838" w:code="9"/>
      <w:pgMar w:top="1560" w:right="1841" w:bottom="1985" w:left="1134" w:header="848" w:footer="17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A804F" w14:textId="77777777" w:rsidR="001A628C" w:rsidRDefault="001A628C">
      <w:r>
        <w:separator/>
      </w:r>
    </w:p>
  </w:endnote>
  <w:endnote w:type="continuationSeparator" w:id="0">
    <w:p w14:paraId="7B87331B" w14:textId="77777777" w:rsidR="001A628C" w:rsidRDefault="001A628C">
      <w:r>
        <w:continuationSeparator/>
      </w:r>
    </w:p>
  </w:endnote>
  <w:endnote w:type="continuationNotice" w:id="1">
    <w:p w14:paraId="54A376F0" w14:textId="77777777" w:rsidR="001A628C" w:rsidRDefault="001A62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200180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354F00A" w14:textId="77777777" w:rsidR="00E563A1" w:rsidRDefault="00E563A1" w:rsidP="00EF008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C897864" w14:textId="77777777" w:rsidR="00E563A1" w:rsidRDefault="00E563A1" w:rsidP="00F01FC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3540387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FE082CE" w14:textId="77777777" w:rsidR="00E563A1" w:rsidRDefault="00E563A1" w:rsidP="00F01FC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tbl>
    <w:tblPr>
      <w:tblW w:w="9639" w:type="dxa"/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E563A1" w14:paraId="162EC8DE" w14:textId="77777777" w:rsidTr="003C633C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</w:tcPr>
        <w:p w14:paraId="130704BC" w14:textId="77777777" w:rsidR="00E563A1" w:rsidRDefault="00E563A1" w:rsidP="00F01FC7">
          <w:pPr>
            <w:spacing w:line="240" w:lineRule="atLeast"/>
            <w:ind w:left="214" w:right="360" w:hanging="214"/>
            <w:jc w:val="center"/>
            <w:rPr>
              <w:rStyle w:val="Numeropagina"/>
              <w:b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</w:tcPr>
        <w:p w14:paraId="0F4D695B" w14:textId="18CABBB1" w:rsidR="00E563A1" w:rsidRDefault="00A61732" w:rsidP="003C633C">
          <w:pPr>
            <w:tabs>
              <w:tab w:val="left" w:pos="356"/>
            </w:tabs>
            <w:spacing w:line="240" w:lineRule="atLeast"/>
            <w:ind w:left="923" w:hanging="1636"/>
            <w:jc w:val="center"/>
            <w:rPr>
              <w:rStyle w:val="Numeropagina"/>
              <w:rFonts w:cs="Arial"/>
              <w:i/>
            </w:rPr>
          </w:pPr>
          <w:r>
            <w:rPr>
              <w:rStyle w:val="Numeropagina"/>
              <w:rFonts w:cs="Arial"/>
            </w:rPr>
            <w:t xml:space="preserve">Conferimenti incarico pagamento </w:t>
          </w:r>
          <w:r w:rsidR="00266E8A">
            <w:rPr>
              <w:rStyle w:val="Numeropagina"/>
              <w:rFonts w:cs="Arial"/>
            </w:rPr>
            <w:t>F24</w:t>
          </w:r>
        </w:p>
        <w:p w14:paraId="27CF7F5C" w14:textId="77777777" w:rsidR="00E563A1" w:rsidRDefault="00E563A1" w:rsidP="00F01FC7">
          <w:pPr>
            <w:jc w:val="center"/>
            <w:rPr>
              <w:rFonts w:ascii="Calibri" w:hAnsi="Calibri"/>
            </w:rPr>
          </w:pPr>
        </w:p>
      </w:tc>
      <w:tc>
        <w:tcPr>
          <w:tcW w:w="1701" w:type="dxa"/>
          <w:tcBorders>
            <w:left w:val="nil"/>
            <w:bottom w:val="nil"/>
            <w:right w:val="nil"/>
          </w:tcBorders>
        </w:tcPr>
        <w:p w14:paraId="5E55A1D8" w14:textId="34414AC2" w:rsidR="00E563A1" w:rsidRDefault="00E563A1" w:rsidP="00216A03">
          <w:pPr>
            <w:spacing w:line="240" w:lineRule="atLeast"/>
            <w:ind w:right="-710"/>
            <w:jc w:val="right"/>
            <w:rPr>
              <w:rStyle w:val="Numeropagina"/>
              <w:rFonts w:cs="Arial"/>
              <w:b/>
              <w:sz w:val="20"/>
              <w:szCs w:val="20"/>
            </w:rPr>
          </w:pPr>
        </w:p>
      </w:tc>
    </w:tr>
  </w:tbl>
  <w:p w14:paraId="1BDCA79F" w14:textId="77777777" w:rsidR="00E563A1" w:rsidRDefault="00E563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35349929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03B0DD9" w14:textId="79A9C60A" w:rsidR="00EF0088" w:rsidRDefault="00EF0088" w:rsidP="00E2203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tbl>
    <w:tblPr>
      <w:tblW w:w="9697" w:type="dxa"/>
      <w:tblInd w:w="108" w:type="dxa"/>
      <w:tblCellMar>
        <w:left w:w="170" w:type="dxa"/>
        <w:right w:w="57" w:type="dxa"/>
      </w:tblCellMar>
      <w:tblLook w:val="01E0" w:firstRow="1" w:lastRow="1" w:firstColumn="1" w:lastColumn="1" w:noHBand="0" w:noVBand="0"/>
    </w:tblPr>
    <w:tblGrid>
      <w:gridCol w:w="9482"/>
      <w:gridCol w:w="233"/>
    </w:tblGrid>
    <w:tr w:rsidR="00AD7CAF" w14:paraId="09822107" w14:textId="77777777" w:rsidTr="003C633C">
      <w:trPr>
        <w:trHeight w:val="649"/>
      </w:trPr>
      <w:tc>
        <w:tcPr>
          <w:tcW w:w="9474" w:type="dxa"/>
          <w:vAlign w:val="center"/>
        </w:tcPr>
        <w:tbl>
          <w:tblPr>
            <w:tblW w:w="925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450"/>
            <w:gridCol w:w="5172"/>
            <w:gridCol w:w="1633"/>
          </w:tblGrid>
          <w:tr w:rsidR="00216A03" w14:paraId="6DEF7F02" w14:textId="77777777" w:rsidTr="003C633C">
            <w:trPr>
              <w:trHeight w:val="329"/>
            </w:trPr>
            <w:tc>
              <w:tcPr>
                <w:tcW w:w="2450" w:type="dxa"/>
                <w:tcBorders>
                  <w:left w:val="nil"/>
                  <w:bottom w:val="nil"/>
                  <w:right w:val="nil"/>
                </w:tcBorders>
              </w:tcPr>
              <w:p w14:paraId="114A547E" w14:textId="77777777" w:rsidR="00216A03" w:rsidRDefault="00216A03" w:rsidP="003C633C">
                <w:pPr>
                  <w:spacing w:line="240" w:lineRule="atLeast"/>
                  <w:ind w:right="360"/>
                  <w:rPr>
                    <w:rStyle w:val="Numeropagina"/>
                    <w:b/>
                  </w:rPr>
                </w:pPr>
              </w:p>
            </w:tc>
            <w:tc>
              <w:tcPr>
                <w:tcW w:w="5172" w:type="dxa"/>
                <w:tcBorders>
                  <w:left w:val="nil"/>
                  <w:bottom w:val="nil"/>
                  <w:right w:val="nil"/>
                </w:tcBorders>
              </w:tcPr>
              <w:p w14:paraId="6B98211D" w14:textId="77777777" w:rsidR="00216A03" w:rsidRDefault="00216A03" w:rsidP="00216A03">
                <w:pPr>
                  <w:spacing w:line="240" w:lineRule="atLeast"/>
                  <w:ind w:hanging="1263"/>
                  <w:jc w:val="center"/>
                  <w:rPr>
                    <w:rStyle w:val="Numeropagina"/>
                    <w:rFonts w:cs="Arial"/>
                    <w:i/>
                  </w:rPr>
                </w:pPr>
                <w:r>
                  <w:rPr>
                    <w:rStyle w:val="Numeropagina"/>
                    <w:rFonts w:cs="Arial"/>
                  </w:rPr>
                  <w:t>Conferimenti incarico pagamento F24</w:t>
                </w:r>
              </w:p>
              <w:p w14:paraId="463B5058" w14:textId="77777777" w:rsidR="00216A03" w:rsidRDefault="00216A03" w:rsidP="00216A03">
                <w:pPr>
                  <w:jc w:val="center"/>
                  <w:rPr>
                    <w:rFonts w:ascii="Calibri" w:hAnsi="Calibri"/>
                  </w:rPr>
                </w:pPr>
              </w:p>
            </w:tc>
            <w:tc>
              <w:tcPr>
                <w:tcW w:w="1633" w:type="dxa"/>
                <w:tcBorders>
                  <w:left w:val="nil"/>
                  <w:bottom w:val="nil"/>
                  <w:right w:val="nil"/>
                </w:tcBorders>
              </w:tcPr>
              <w:p w14:paraId="6C860EB7" w14:textId="77777777" w:rsidR="00216A03" w:rsidRDefault="00216A03" w:rsidP="00216A03">
                <w:pPr>
                  <w:spacing w:line="240" w:lineRule="atLeast"/>
                  <w:jc w:val="right"/>
                  <w:rPr>
                    <w:rStyle w:val="Numeropagina"/>
                    <w:rFonts w:cs="Arial"/>
                    <w:b/>
                    <w:sz w:val="20"/>
                    <w:szCs w:val="20"/>
                  </w:rPr>
                </w:pPr>
              </w:p>
            </w:tc>
          </w:tr>
        </w:tbl>
        <w:p w14:paraId="17E86BBC" w14:textId="77777777" w:rsidR="00216A03" w:rsidRDefault="00216A03" w:rsidP="00216A03">
          <w:pPr>
            <w:pStyle w:val="Pidipagina"/>
          </w:pPr>
        </w:p>
        <w:p w14:paraId="52F7299B" w14:textId="77777777" w:rsidR="00AD7CAF" w:rsidRPr="00F73644" w:rsidRDefault="00AD7CAF" w:rsidP="00EF0088">
          <w:pPr>
            <w:pStyle w:val="Pidipagina"/>
            <w:ind w:right="360" w:firstLine="0"/>
            <w:jc w:val="center"/>
            <w:rPr>
              <w:lang w:eastAsia="it-IT"/>
            </w:rPr>
          </w:pPr>
        </w:p>
      </w:tc>
      <w:tc>
        <w:tcPr>
          <w:tcW w:w="223" w:type="dxa"/>
        </w:tcPr>
        <w:p w14:paraId="6F040D60" w14:textId="24DD7E17" w:rsidR="00AD7CAF" w:rsidRPr="00F73644" w:rsidRDefault="00AD7CAF">
          <w:pPr>
            <w:pStyle w:val="Pidipagina"/>
            <w:spacing w:line="576" w:lineRule="auto"/>
            <w:ind w:firstLine="0"/>
            <w:rPr>
              <w:b/>
              <w:color w:val="828282"/>
              <w:sz w:val="28"/>
              <w:szCs w:val="28"/>
              <w:lang w:eastAsia="it-IT"/>
            </w:rPr>
          </w:pPr>
        </w:p>
      </w:tc>
    </w:tr>
  </w:tbl>
  <w:p w14:paraId="6039B47A" w14:textId="77777777" w:rsidR="00AD7CAF" w:rsidRDefault="00AD7CAF">
    <w:pPr>
      <w:pStyle w:val="Pidipagina"/>
      <w:spacing w:line="240" w:lineRule="auto"/>
      <w:ind w:left="-2381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76158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A479EBD" w14:textId="77777777" w:rsidR="00216A03" w:rsidRDefault="00216A03" w:rsidP="00216A0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t>1</w:t>
        </w:r>
        <w:r>
          <w:rPr>
            <w:rStyle w:val="Numeropagina"/>
          </w:rPr>
          <w:fldChar w:fldCharType="end"/>
        </w:r>
      </w:p>
    </w:sdtContent>
  </w:sdt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216A03" w14:paraId="58F980E2" w14:textId="77777777" w:rsidTr="00996B15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</w:tcPr>
        <w:p w14:paraId="38A1853D" w14:textId="77777777" w:rsidR="00216A03" w:rsidRDefault="00216A03" w:rsidP="00216A03">
          <w:pPr>
            <w:spacing w:line="240" w:lineRule="atLeast"/>
            <w:ind w:left="214" w:right="360" w:hanging="214"/>
            <w:jc w:val="center"/>
            <w:rPr>
              <w:rStyle w:val="Numeropagina"/>
              <w:b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</w:tcPr>
        <w:p w14:paraId="27814110" w14:textId="77777777" w:rsidR="00216A03" w:rsidRDefault="00216A03" w:rsidP="003C633C">
          <w:pPr>
            <w:spacing w:line="240" w:lineRule="atLeast"/>
            <w:ind w:left="-426" w:hanging="1134"/>
            <w:jc w:val="center"/>
            <w:rPr>
              <w:rStyle w:val="Numeropagina"/>
              <w:rFonts w:cs="Arial"/>
              <w:i/>
            </w:rPr>
          </w:pPr>
          <w:r>
            <w:rPr>
              <w:rStyle w:val="Numeropagina"/>
              <w:rFonts w:cs="Arial"/>
            </w:rPr>
            <w:t>Conferimenti incarico pagamento F24</w:t>
          </w:r>
        </w:p>
        <w:p w14:paraId="24A9DCBA" w14:textId="77777777" w:rsidR="00216A03" w:rsidRDefault="00216A03" w:rsidP="00216A03">
          <w:pPr>
            <w:jc w:val="center"/>
            <w:rPr>
              <w:rFonts w:ascii="Calibri" w:hAnsi="Calibri"/>
            </w:rPr>
          </w:pPr>
        </w:p>
      </w:tc>
      <w:tc>
        <w:tcPr>
          <w:tcW w:w="1701" w:type="dxa"/>
          <w:tcBorders>
            <w:left w:val="nil"/>
            <w:bottom w:val="nil"/>
            <w:right w:val="nil"/>
          </w:tcBorders>
        </w:tcPr>
        <w:p w14:paraId="2385A436" w14:textId="77777777" w:rsidR="00216A03" w:rsidRDefault="00216A03" w:rsidP="00216A03">
          <w:pPr>
            <w:spacing w:line="240" w:lineRule="atLeast"/>
            <w:jc w:val="right"/>
            <w:rPr>
              <w:rStyle w:val="Numeropagina"/>
              <w:rFonts w:cs="Arial"/>
              <w:b/>
              <w:sz w:val="20"/>
              <w:szCs w:val="20"/>
            </w:rPr>
          </w:pPr>
        </w:p>
      </w:tc>
    </w:tr>
  </w:tbl>
  <w:p w14:paraId="76D25310" w14:textId="77777777" w:rsidR="00216A03" w:rsidRDefault="00216A03" w:rsidP="00216A03">
    <w:pPr>
      <w:pStyle w:val="Pidipagina"/>
    </w:pPr>
  </w:p>
  <w:p w14:paraId="141FE7CC" w14:textId="77777777" w:rsidR="00AD7CAF" w:rsidRDefault="00AD7CAF" w:rsidP="00914449">
    <w:pPr>
      <w:pStyle w:val="Pidipagina"/>
      <w:ind w:firstLine="0"/>
      <w:rPr>
        <w:rFonts w:ascii="Calibri" w:hAnsi="Calibri" w:cs="Calibri"/>
        <w:bCs/>
        <w:color w:val="365F91"/>
        <w:sz w:val="14"/>
        <w:szCs w:val="14"/>
      </w:rPr>
    </w:pPr>
  </w:p>
  <w:p w14:paraId="270C4890" w14:textId="77777777" w:rsidR="00AD7CAF" w:rsidRPr="00FA0948" w:rsidRDefault="00AD7CAF" w:rsidP="00FA0948">
    <w:pPr>
      <w:pStyle w:val="Pidipagina"/>
      <w:ind w:firstLine="0"/>
      <w:rPr>
        <w:color w:val="215868"/>
        <w:sz w:val="16"/>
        <w:szCs w:val="16"/>
      </w:rPr>
    </w:pPr>
    <w:r>
      <w:rPr>
        <w:rFonts w:ascii="Calibri" w:hAnsi="Calibri" w:cs="Calibri"/>
        <w:bCs/>
        <w:color w:val="365F91"/>
        <w:sz w:val="14"/>
        <w:szCs w:val="14"/>
      </w:rP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46D65" w14:textId="77777777" w:rsidR="001A628C" w:rsidRDefault="001A628C">
      <w:r>
        <w:separator/>
      </w:r>
    </w:p>
  </w:footnote>
  <w:footnote w:type="continuationSeparator" w:id="0">
    <w:p w14:paraId="4DD948E7" w14:textId="77777777" w:rsidR="001A628C" w:rsidRDefault="001A628C">
      <w:r>
        <w:continuationSeparator/>
      </w:r>
    </w:p>
  </w:footnote>
  <w:footnote w:type="continuationNotice" w:id="1">
    <w:p w14:paraId="4AED2EF7" w14:textId="77777777" w:rsidR="001A628C" w:rsidRDefault="001A628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3A6B5" w14:textId="77777777" w:rsidR="00E563A1" w:rsidRDefault="00E563A1" w:rsidP="00904A4F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5F7F566D" w14:textId="77777777" w:rsidR="00E563A1" w:rsidRDefault="00E563A1" w:rsidP="00373741">
    <w:pPr>
      <w:pStyle w:val="Intestazione"/>
      <w:ind w:right="360"/>
    </w:pPr>
  </w:p>
  <w:p w14:paraId="33238A49" w14:textId="77777777" w:rsidR="00E563A1" w:rsidRDefault="00E563A1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4A60C02" wp14:editId="31277BA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7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6A15E62A" id="Rectangle 1" o:spid="_x0000_s1026" style="position:absolute;margin-left:0;margin-top:0;width:0;height:0;z-index:-251658240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9646A" w14:textId="5EB9AD12" w:rsidR="00216A03" w:rsidRDefault="00216A03" w:rsidP="003C633C">
    <w:pPr>
      <w:ind w:firstLine="0"/>
    </w:pPr>
  </w:p>
  <w:p w14:paraId="143179D6" w14:textId="77777777" w:rsidR="003C633C" w:rsidRDefault="003C633C" w:rsidP="003C633C">
    <w:pPr>
      <w:ind w:firstLine="0"/>
    </w:pPr>
  </w:p>
  <w:tbl>
    <w:tblPr>
      <w:tblW w:w="9497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216A03" w14:paraId="0FEBB39F" w14:textId="77777777" w:rsidTr="003C633C">
      <w:trPr>
        <w:trHeight w:val="404"/>
      </w:trPr>
      <w:tc>
        <w:tcPr>
          <w:tcW w:w="9497" w:type="dxa"/>
          <w:tcBorders>
            <w:top w:val="single" w:sz="4" w:space="0" w:color="auto"/>
          </w:tcBorders>
        </w:tcPr>
        <w:p w14:paraId="65BC9D4E" w14:textId="77777777" w:rsidR="00216A03" w:rsidRDefault="00216A03" w:rsidP="00216A03">
          <w:pPr>
            <w:pStyle w:val="Intestazione"/>
            <w:tabs>
              <w:tab w:val="left" w:pos="94"/>
            </w:tabs>
            <w:ind w:left="-189"/>
          </w:pPr>
        </w:p>
      </w:tc>
    </w:tr>
  </w:tbl>
  <w:p w14:paraId="2F3713DF" w14:textId="77777777" w:rsidR="00E563A1" w:rsidRDefault="00E563A1" w:rsidP="00216A03">
    <w:pPr>
      <w:ind w:firstLine="0"/>
    </w:pPr>
  </w:p>
  <w:p w14:paraId="6F022960" w14:textId="77777777" w:rsidR="00E563A1" w:rsidRPr="00373741" w:rsidRDefault="00E563A1" w:rsidP="00373741">
    <w:pPr>
      <w:pStyle w:val="Intestazione"/>
      <w:framePr w:wrap="none" w:vAnchor="text" w:hAnchor="page" w:x="10665" w:y="176"/>
      <w:rPr>
        <w:rStyle w:val="Numeropagina"/>
        <w:rFonts w:cs="Calibri"/>
      </w:rPr>
    </w:pPr>
  </w:p>
  <w:p w14:paraId="40FA4023" w14:textId="22220DC5" w:rsidR="00E563A1" w:rsidRDefault="00E563A1" w:rsidP="00216A03">
    <w:pPr>
      <w:ind w:firstLine="0"/>
    </w:pPr>
    <w:r w:rsidRPr="00373741">
      <w:rPr>
        <w:rStyle w:val="Numeropagina"/>
        <w:rFonts w:cs="Calibri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52C0523F" wp14:editId="25C650E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8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15D938FC" id="Rectangle 1" o:spid="_x0000_s1026" style="position:absolute;margin-left:0;margin-top:0;width:0;height:0;z-index:-251658239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8DD5F" w14:textId="77777777" w:rsidR="00216A03" w:rsidRDefault="00216A03"/>
  <w:tbl>
    <w:tblPr>
      <w:tblW w:w="9497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696766" w14:paraId="22D0D8B9" w14:textId="77777777" w:rsidTr="00216A03">
      <w:trPr>
        <w:trHeight w:val="404"/>
      </w:trPr>
      <w:tc>
        <w:tcPr>
          <w:tcW w:w="9497" w:type="dxa"/>
          <w:tcBorders>
            <w:top w:val="single" w:sz="4" w:space="0" w:color="auto"/>
          </w:tcBorders>
        </w:tcPr>
        <w:p w14:paraId="204F71E3" w14:textId="77777777" w:rsidR="00696766" w:rsidRDefault="00696766" w:rsidP="00696766">
          <w:pPr>
            <w:pStyle w:val="Intestazione"/>
            <w:tabs>
              <w:tab w:val="left" w:pos="94"/>
            </w:tabs>
            <w:ind w:left="-189"/>
          </w:pPr>
        </w:p>
      </w:tc>
    </w:tr>
  </w:tbl>
  <w:p w14:paraId="02C4B095" w14:textId="77777777" w:rsidR="00E563A1" w:rsidRDefault="00E563A1" w:rsidP="00216A03">
    <w:pPr>
      <w:ind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40A3DC7" wp14:editId="77F0D82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6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17F357F1" id="Rectangle 1" o:spid="_x0000_s1026" style="position:absolute;margin-left:0;margin-top:0;width:0;height:0;z-index:-251658238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27C5"/>
    <w:multiLevelType w:val="hybridMultilevel"/>
    <w:tmpl w:val="F446CC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F54C75"/>
    <w:multiLevelType w:val="multilevel"/>
    <w:tmpl w:val="800A7D20"/>
    <w:lvl w:ilvl="0">
      <w:start w:val="1"/>
      <w:numFmt w:val="decimal"/>
      <w:pStyle w:val="Titolo1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olo2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77"/>
        </w:tabs>
        <w:ind w:left="1077" w:hanging="538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2" w15:restartNumberingAfterBreak="0">
    <w:nsid w:val="21D642E5"/>
    <w:multiLevelType w:val="multilevel"/>
    <w:tmpl w:val="D8A2506A"/>
    <w:lvl w:ilvl="0">
      <w:start w:val="1"/>
      <w:numFmt w:val="bullet"/>
      <w:lvlText w:val=""/>
      <w:lvlJc w:val="left"/>
      <w:pPr>
        <w:tabs>
          <w:tab w:val="num" w:pos="397"/>
        </w:tabs>
        <w:ind w:left="397" w:firstLine="68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A1FBE"/>
    <w:multiLevelType w:val="hybridMultilevel"/>
    <w:tmpl w:val="9AD8CADE"/>
    <w:lvl w:ilvl="0" w:tplc="F2FEB3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9313A"/>
    <w:multiLevelType w:val="multilevel"/>
    <w:tmpl w:val="B47A35D8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397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5" w15:restartNumberingAfterBreak="0">
    <w:nsid w:val="22E1402E"/>
    <w:multiLevelType w:val="multilevel"/>
    <w:tmpl w:val="72FCAAA2"/>
    <w:lvl w:ilvl="0">
      <w:start w:val="1"/>
      <w:numFmt w:val="bullet"/>
      <w:lvlText w:val=""/>
      <w:lvlJc w:val="left"/>
      <w:pPr>
        <w:tabs>
          <w:tab w:val="num" w:pos="1077"/>
        </w:tabs>
        <w:ind w:left="1077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43887"/>
    <w:multiLevelType w:val="multilevel"/>
    <w:tmpl w:val="1416041E"/>
    <w:lvl w:ilvl="0">
      <w:start w:val="1"/>
      <w:numFmt w:val="decimal"/>
      <w:pStyle w:val="Stile1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3E7F5773"/>
    <w:multiLevelType w:val="multilevel"/>
    <w:tmpl w:val="71820F54"/>
    <w:lvl w:ilvl="0">
      <w:start w:val="1"/>
      <w:numFmt w:val="bullet"/>
      <w:lvlText w:val=""/>
      <w:lvlJc w:val="left"/>
      <w:pPr>
        <w:tabs>
          <w:tab w:val="num" w:pos="1077"/>
        </w:tabs>
        <w:ind w:left="170" w:firstLine="907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95EF6"/>
    <w:multiLevelType w:val="multilevel"/>
    <w:tmpl w:val="F67C8B92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538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9" w15:restartNumberingAfterBreak="0">
    <w:nsid w:val="4C0A6294"/>
    <w:multiLevelType w:val="hybridMultilevel"/>
    <w:tmpl w:val="52D29552"/>
    <w:lvl w:ilvl="0" w:tplc="C450BB84">
      <w:start w:val="1"/>
      <w:numFmt w:val="bullet"/>
      <w:pStyle w:val="ElencoNormale"/>
      <w:lvlText w:val=""/>
      <w:lvlJc w:val="left"/>
      <w:pPr>
        <w:tabs>
          <w:tab w:val="num" w:pos="1077"/>
        </w:tabs>
        <w:ind w:left="1247" w:hanging="170"/>
      </w:pPr>
      <w:rPr>
        <w:rFonts w:ascii="Wingdings" w:hAnsi="Wingdings" w:hint="default"/>
        <w:sz w:val="1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C77E7"/>
    <w:multiLevelType w:val="hybridMultilevel"/>
    <w:tmpl w:val="D3AA9E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145278"/>
    <w:multiLevelType w:val="multilevel"/>
    <w:tmpl w:val="8D3A6784"/>
    <w:lvl w:ilvl="0">
      <w:start w:val="1"/>
      <w:numFmt w:val="bullet"/>
      <w:lvlText w:val=""/>
      <w:lvlJc w:val="left"/>
      <w:pPr>
        <w:tabs>
          <w:tab w:val="num" w:pos="284"/>
        </w:tabs>
        <w:ind w:left="284" w:firstLine="79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310D8"/>
    <w:multiLevelType w:val="multilevel"/>
    <w:tmpl w:val="D6865A94"/>
    <w:lvl w:ilvl="0">
      <w:start w:val="1"/>
      <w:numFmt w:val="bullet"/>
      <w:lvlText w:val=""/>
      <w:lvlJc w:val="left"/>
      <w:pPr>
        <w:tabs>
          <w:tab w:val="num" w:pos="397"/>
        </w:tabs>
        <w:ind w:left="397" w:firstLine="68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690316"/>
    <w:multiLevelType w:val="multilevel"/>
    <w:tmpl w:val="B1080EB4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14" w15:restartNumberingAfterBreak="0">
    <w:nsid w:val="6BDA6979"/>
    <w:multiLevelType w:val="hybridMultilevel"/>
    <w:tmpl w:val="B56677B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84035"/>
    <w:multiLevelType w:val="multilevel"/>
    <w:tmpl w:val="1D4AFCD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247" w:hanging="890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16" w15:restartNumberingAfterBreak="0">
    <w:nsid w:val="7D404CF4"/>
    <w:multiLevelType w:val="multilevel"/>
    <w:tmpl w:val="22520B40"/>
    <w:lvl w:ilvl="0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15"/>
  </w:num>
  <w:num w:numId="5">
    <w:abstractNumId w:val="8"/>
  </w:num>
  <w:num w:numId="6">
    <w:abstractNumId w:val="4"/>
  </w:num>
  <w:num w:numId="7">
    <w:abstractNumId w:val="9"/>
  </w:num>
  <w:num w:numId="8">
    <w:abstractNumId w:val="16"/>
  </w:num>
  <w:num w:numId="9">
    <w:abstractNumId w:val="12"/>
  </w:num>
  <w:num w:numId="10">
    <w:abstractNumId w:val="2"/>
  </w:num>
  <w:num w:numId="11">
    <w:abstractNumId w:val="11"/>
  </w:num>
  <w:num w:numId="12">
    <w:abstractNumId w:val="7"/>
  </w:num>
  <w:num w:numId="13">
    <w:abstractNumId w:val="5"/>
  </w:num>
  <w:num w:numId="14">
    <w:abstractNumId w:val="14"/>
  </w:num>
  <w:num w:numId="15">
    <w:abstractNumId w:val="10"/>
  </w:num>
  <w:num w:numId="16">
    <w:abstractNumId w:val="3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722"/>
    <w:rsid w:val="00031206"/>
    <w:rsid w:val="0005035B"/>
    <w:rsid w:val="000515BE"/>
    <w:rsid w:val="000569F6"/>
    <w:rsid w:val="000739C7"/>
    <w:rsid w:val="00073EB9"/>
    <w:rsid w:val="00083067"/>
    <w:rsid w:val="00083D98"/>
    <w:rsid w:val="000A215E"/>
    <w:rsid w:val="000C1941"/>
    <w:rsid w:val="000D3358"/>
    <w:rsid w:val="000D4DC7"/>
    <w:rsid w:val="000E2129"/>
    <w:rsid w:val="00103AAF"/>
    <w:rsid w:val="00106D2F"/>
    <w:rsid w:val="00110C7E"/>
    <w:rsid w:val="0012572E"/>
    <w:rsid w:val="00137AAD"/>
    <w:rsid w:val="00145126"/>
    <w:rsid w:val="001878ED"/>
    <w:rsid w:val="001A628C"/>
    <w:rsid w:val="001D2238"/>
    <w:rsid w:val="001F5338"/>
    <w:rsid w:val="0021245F"/>
    <w:rsid w:val="00216A03"/>
    <w:rsid w:val="002211FD"/>
    <w:rsid w:val="00223FEA"/>
    <w:rsid w:val="00230933"/>
    <w:rsid w:val="002615F5"/>
    <w:rsid w:val="0026483F"/>
    <w:rsid w:val="00266E8A"/>
    <w:rsid w:val="00284417"/>
    <w:rsid w:val="002877C2"/>
    <w:rsid w:val="002A3D44"/>
    <w:rsid w:val="002B50AD"/>
    <w:rsid w:val="002E6D73"/>
    <w:rsid w:val="002F0A78"/>
    <w:rsid w:val="00306265"/>
    <w:rsid w:val="003127D6"/>
    <w:rsid w:val="003226AA"/>
    <w:rsid w:val="00356AFE"/>
    <w:rsid w:val="0037512F"/>
    <w:rsid w:val="00395A61"/>
    <w:rsid w:val="003B1FCF"/>
    <w:rsid w:val="003C633C"/>
    <w:rsid w:val="003C6C32"/>
    <w:rsid w:val="003E3D60"/>
    <w:rsid w:val="003E7A82"/>
    <w:rsid w:val="003F2CED"/>
    <w:rsid w:val="00410489"/>
    <w:rsid w:val="00434172"/>
    <w:rsid w:val="00435569"/>
    <w:rsid w:val="0046481D"/>
    <w:rsid w:val="004810F4"/>
    <w:rsid w:val="00485014"/>
    <w:rsid w:val="00486D7A"/>
    <w:rsid w:val="004A320D"/>
    <w:rsid w:val="004A6A33"/>
    <w:rsid w:val="004E7913"/>
    <w:rsid w:val="004F0AA3"/>
    <w:rsid w:val="005010BA"/>
    <w:rsid w:val="0053644C"/>
    <w:rsid w:val="00545A43"/>
    <w:rsid w:val="0056593D"/>
    <w:rsid w:val="00571945"/>
    <w:rsid w:val="00590B74"/>
    <w:rsid w:val="00590D37"/>
    <w:rsid w:val="00592E6D"/>
    <w:rsid w:val="00595EDE"/>
    <w:rsid w:val="005E39A1"/>
    <w:rsid w:val="005E60C4"/>
    <w:rsid w:val="006117D5"/>
    <w:rsid w:val="00612A77"/>
    <w:rsid w:val="00635D34"/>
    <w:rsid w:val="00635DDB"/>
    <w:rsid w:val="00642208"/>
    <w:rsid w:val="00647528"/>
    <w:rsid w:val="00650D0A"/>
    <w:rsid w:val="006552ED"/>
    <w:rsid w:val="00667FD4"/>
    <w:rsid w:val="00683153"/>
    <w:rsid w:val="00696766"/>
    <w:rsid w:val="006B7DAD"/>
    <w:rsid w:val="006C02D4"/>
    <w:rsid w:val="006D7E94"/>
    <w:rsid w:val="0070364E"/>
    <w:rsid w:val="007055E1"/>
    <w:rsid w:val="00715C52"/>
    <w:rsid w:val="0071625B"/>
    <w:rsid w:val="007173BA"/>
    <w:rsid w:val="00742DE3"/>
    <w:rsid w:val="007434A0"/>
    <w:rsid w:val="00747DB9"/>
    <w:rsid w:val="0075223B"/>
    <w:rsid w:val="00753BA2"/>
    <w:rsid w:val="007A08AD"/>
    <w:rsid w:val="007A30FB"/>
    <w:rsid w:val="007B490C"/>
    <w:rsid w:val="007B6586"/>
    <w:rsid w:val="007E5D3D"/>
    <w:rsid w:val="00803A96"/>
    <w:rsid w:val="00806092"/>
    <w:rsid w:val="008063BF"/>
    <w:rsid w:val="00811EA9"/>
    <w:rsid w:val="0082350E"/>
    <w:rsid w:val="008248A7"/>
    <w:rsid w:val="0082631F"/>
    <w:rsid w:val="00860C97"/>
    <w:rsid w:val="00861BFC"/>
    <w:rsid w:val="00865D05"/>
    <w:rsid w:val="00870344"/>
    <w:rsid w:val="008719DA"/>
    <w:rsid w:val="00874737"/>
    <w:rsid w:val="008979BC"/>
    <w:rsid w:val="008A2614"/>
    <w:rsid w:val="008A4828"/>
    <w:rsid w:val="008A7330"/>
    <w:rsid w:val="008A7B41"/>
    <w:rsid w:val="008B6E78"/>
    <w:rsid w:val="008D2D41"/>
    <w:rsid w:val="008E52A4"/>
    <w:rsid w:val="00914449"/>
    <w:rsid w:val="00921594"/>
    <w:rsid w:val="00933321"/>
    <w:rsid w:val="009A04A7"/>
    <w:rsid w:val="009B3068"/>
    <w:rsid w:val="009B3252"/>
    <w:rsid w:val="009B68D9"/>
    <w:rsid w:val="009D268D"/>
    <w:rsid w:val="00A0299D"/>
    <w:rsid w:val="00A06837"/>
    <w:rsid w:val="00A161AD"/>
    <w:rsid w:val="00A1787F"/>
    <w:rsid w:val="00A20BB0"/>
    <w:rsid w:val="00A25621"/>
    <w:rsid w:val="00A514C9"/>
    <w:rsid w:val="00A56334"/>
    <w:rsid w:val="00A61732"/>
    <w:rsid w:val="00A6374A"/>
    <w:rsid w:val="00AA5F23"/>
    <w:rsid w:val="00AB710E"/>
    <w:rsid w:val="00AD7CAF"/>
    <w:rsid w:val="00AD7FC3"/>
    <w:rsid w:val="00B61A6A"/>
    <w:rsid w:val="00B63CEE"/>
    <w:rsid w:val="00B93F0B"/>
    <w:rsid w:val="00B96B31"/>
    <w:rsid w:val="00BE3A25"/>
    <w:rsid w:val="00BF5070"/>
    <w:rsid w:val="00C006ED"/>
    <w:rsid w:val="00C0222F"/>
    <w:rsid w:val="00C06C50"/>
    <w:rsid w:val="00C1299F"/>
    <w:rsid w:val="00C14990"/>
    <w:rsid w:val="00C16DAD"/>
    <w:rsid w:val="00C26CAC"/>
    <w:rsid w:val="00C5129E"/>
    <w:rsid w:val="00C63771"/>
    <w:rsid w:val="00C655DB"/>
    <w:rsid w:val="00C8702E"/>
    <w:rsid w:val="00CB0634"/>
    <w:rsid w:val="00CC54AF"/>
    <w:rsid w:val="00CD4ADA"/>
    <w:rsid w:val="00CD71D3"/>
    <w:rsid w:val="00CF61C5"/>
    <w:rsid w:val="00D01CA0"/>
    <w:rsid w:val="00D20FA6"/>
    <w:rsid w:val="00D363F6"/>
    <w:rsid w:val="00D51960"/>
    <w:rsid w:val="00D73473"/>
    <w:rsid w:val="00DA58D8"/>
    <w:rsid w:val="00DB20AA"/>
    <w:rsid w:val="00DC3DB0"/>
    <w:rsid w:val="00DD3FED"/>
    <w:rsid w:val="00DE21AE"/>
    <w:rsid w:val="00DF083C"/>
    <w:rsid w:val="00E2614A"/>
    <w:rsid w:val="00E273C5"/>
    <w:rsid w:val="00E30FDF"/>
    <w:rsid w:val="00E34722"/>
    <w:rsid w:val="00E43430"/>
    <w:rsid w:val="00E563A1"/>
    <w:rsid w:val="00E66EB7"/>
    <w:rsid w:val="00E70B4F"/>
    <w:rsid w:val="00E87757"/>
    <w:rsid w:val="00E911E6"/>
    <w:rsid w:val="00E95371"/>
    <w:rsid w:val="00E95AE9"/>
    <w:rsid w:val="00E96AD3"/>
    <w:rsid w:val="00EC3774"/>
    <w:rsid w:val="00ED3582"/>
    <w:rsid w:val="00EE18E8"/>
    <w:rsid w:val="00EE3C21"/>
    <w:rsid w:val="00EE5111"/>
    <w:rsid w:val="00EF0088"/>
    <w:rsid w:val="00F13225"/>
    <w:rsid w:val="00F31B69"/>
    <w:rsid w:val="00F73644"/>
    <w:rsid w:val="00F81010"/>
    <w:rsid w:val="00F95F19"/>
    <w:rsid w:val="00FA0948"/>
    <w:rsid w:val="00FB15F7"/>
    <w:rsid w:val="00FD291A"/>
    <w:rsid w:val="00FD5BAF"/>
    <w:rsid w:val="1037D594"/>
    <w:rsid w:val="1605DE1C"/>
    <w:rsid w:val="197463C0"/>
    <w:rsid w:val="1E22FD01"/>
    <w:rsid w:val="248E9369"/>
    <w:rsid w:val="2E345676"/>
    <w:rsid w:val="30CFAD7F"/>
    <w:rsid w:val="34F52979"/>
    <w:rsid w:val="4D128980"/>
    <w:rsid w:val="5EBAD7FD"/>
    <w:rsid w:val="6E5F1E9C"/>
    <w:rsid w:val="739CEC46"/>
    <w:rsid w:val="7BA4A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7A290E"/>
  <w15:chartTrackingRefBased/>
  <w15:docId w15:val="{7E830C26-968C-3A43-9C77-4F5FCAD8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locked="1"/>
    <w:lsdException w:name="footer" w:locked="1"/>
    <w:lsdException w:name="caption" w:locked="1" w:semiHidden="1" w:unhideWhenUsed="1" w:qFormat="1"/>
    <w:lsdException w:name="page number" w:uiPriority="99"/>
    <w:lsdException w:name="Title" w:locked="1" w:qFormat="1"/>
    <w:lsdException w:name="Default Paragraph Font" w:locked="1" w:uiPriority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FD5BAF"/>
    <w:pPr>
      <w:spacing w:line="270" w:lineRule="exact"/>
      <w:ind w:firstLine="539"/>
      <w:jc w:val="both"/>
    </w:pPr>
    <w:rPr>
      <w:rFonts w:ascii="Verdana" w:hAnsi="Verdana"/>
      <w:sz w:val="18"/>
      <w:szCs w:val="24"/>
    </w:rPr>
  </w:style>
  <w:style w:type="paragraph" w:styleId="Titolo1">
    <w:name w:val="heading 1"/>
    <w:aliases w:val="Capitolo Carattere,Capitolo"/>
    <w:basedOn w:val="Sommario1"/>
    <w:next w:val="Normale"/>
    <w:link w:val="Titolo1Carattere"/>
    <w:qFormat/>
    <w:rsid w:val="0071625B"/>
    <w:pPr>
      <w:keepNext/>
      <w:numPr>
        <w:numId w:val="1"/>
      </w:numPr>
      <w:tabs>
        <w:tab w:val="right" w:leader="dot" w:pos="360"/>
        <w:tab w:val="right" w:pos="8100"/>
      </w:tabs>
      <w:spacing w:after="100" w:line="280" w:lineRule="exact"/>
      <w:ind w:left="0" w:firstLine="0"/>
      <w:outlineLvl w:val="0"/>
    </w:pPr>
    <w:rPr>
      <w:rFonts w:cs="Arial"/>
      <w:b/>
      <w:bCs/>
      <w:spacing w:val="8"/>
      <w:kern w:val="32"/>
      <w:sz w:val="23"/>
      <w:szCs w:val="23"/>
    </w:rPr>
  </w:style>
  <w:style w:type="paragraph" w:styleId="Titolo2">
    <w:name w:val="heading 2"/>
    <w:basedOn w:val="Normale"/>
    <w:next w:val="Normale"/>
    <w:link w:val="Titolo2Carattere"/>
    <w:qFormat/>
    <w:rsid w:val="0071625B"/>
    <w:pPr>
      <w:keepNext/>
      <w:numPr>
        <w:ilvl w:val="1"/>
        <w:numId w:val="1"/>
      </w:numPr>
      <w:spacing w:before="160" w:after="80" w:line="280" w:lineRule="exact"/>
      <w:ind w:left="936" w:hanging="936"/>
      <w:outlineLvl w:val="1"/>
    </w:pPr>
    <w:rPr>
      <w:rFonts w:cs="Arial"/>
      <w:b/>
      <w:bCs/>
      <w:iCs/>
      <w:spacing w:val="8"/>
      <w:kern w:val="19"/>
      <w:sz w:val="21"/>
      <w:szCs w:val="20"/>
    </w:rPr>
  </w:style>
  <w:style w:type="paragraph" w:styleId="Titolo3">
    <w:name w:val="heading 3"/>
    <w:aliases w:val="Sottoparagrafo Carattere"/>
    <w:basedOn w:val="Normale"/>
    <w:next w:val="TestoTitolo3"/>
    <w:link w:val="Titolo3Carattere"/>
    <w:qFormat/>
    <w:rsid w:val="0071625B"/>
    <w:pPr>
      <w:keepNext/>
      <w:numPr>
        <w:ilvl w:val="2"/>
        <w:numId w:val="1"/>
      </w:numPr>
      <w:spacing w:before="120" w:after="40" w:line="280" w:lineRule="exact"/>
      <w:outlineLvl w:val="2"/>
    </w:pPr>
    <w:rPr>
      <w:rFonts w:cs="Arial"/>
      <w:b/>
      <w:bCs/>
      <w:spacing w:val="8"/>
      <w:kern w:val="19"/>
      <w:szCs w:val="18"/>
    </w:rPr>
  </w:style>
  <w:style w:type="paragraph" w:styleId="Titolo4">
    <w:name w:val="heading 4"/>
    <w:basedOn w:val="Normale"/>
    <w:next w:val="Normale"/>
    <w:link w:val="Titolo4Carattere"/>
    <w:qFormat/>
    <w:rsid w:val="00DF083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qFormat/>
    <w:rsid w:val="00DF08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Capitolo Carattere Carattere,Capitolo Carattere1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aliases w:val="Sottoparagrafo Carattere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locked/>
    <w:rsid w:val="00FD5BAF"/>
    <w:rPr>
      <w:rFonts w:cs="Times New Roman"/>
      <w:b/>
      <w:sz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Titolo1Normale">
    <w:name w:val="Titolo 1 Normale"/>
    <w:basedOn w:val="Normale"/>
    <w:next w:val="Normale"/>
    <w:rsid w:val="0071625B"/>
    <w:pPr>
      <w:spacing w:after="100" w:line="320" w:lineRule="exact"/>
      <w:ind w:firstLine="0"/>
    </w:pPr>
    <w:rPr>
      <w:b/>
      <w:bCs/>
      <w:sz w:val="23"/>
      <w:szCs w:val="20"/>
    </w:rPr>
  </w:style>
  <w:style w:type="paragraph" w:customStyle="1" w:styleId="SottotitoloNormale">
    <w:name w:val="Sottotitolo Normale"/>
    <w:rsid w:val="0071625B"/>
    <w:rPr>
      <w:rFonts w:ascii="DIN" w:hAnsi="DIN"/>
      <w:sz w:val="21"/>
    </w:rPr>
  </w:style>
  <w:style w:type="paragraph" w:styleId="Sommario1">
    <w:name w:val="toc 1"/>
    <w:basedOn w:val="Normale"/>
    <w:next w:val="Normale"/>
    <w:autoRedefine/>
    <w:semiHidden/>
    <w:rsid w:val="0071625B"/>
    <w:pPr>
      <w:tabs>
        <w:tab w:val="left" w:pos="612"/>
        <w:tab w:val="right" w:leader="dot" w:pos="8041"/>
      </w:tabs>
      <w:ind w:left="-108"/>
    </w:pPr>
  </w:style>
  <w:style w:type="paragraph" w:customStyle="1" w:styleId="Titolo2Normale">
    <w:name w:val="Titolo 2 Normale"/>
    <w:next w:val="Normale"/>
    <w:rsid w:val="0071625B"/>
    <w:pPr>
      <w:spacing w:before="160" w:after="40"/>
    </w:pPr>
    <w:rPr>
      <w:rFonts w:ascii="DIN" w:hAnsi="DIN"/>
      <w:b/>
      <w:bCs/>
      <w:spacing w:val="8"/>
      <w:kern w:val="19"/>
      <w:sz w:val="21"/>
    </w:rPr>
  </w:style>
  <w:style w:type="paragraph" w:customStyle="1" w:styleId="Titolo3Normale">
    <w:name w:val="Titolo 3 Normale"/>
    <w:next w:val="Normale"/>
    <w:rsid w:val="0071625B"/>
    <w:pPr>
      <w:spacing w:before="120" w:after="40" w:line="270" w:lineRule="exact"/>
    </w:pPr>
    <w:rPr>
      <w:rFonts w:ascii="DIN" w:hAnsi="DIN"/>
      <w:b/>
      <w:bCs/>
      <w:sz w:val="19"/>
    </w:rPr>
  </w:style>
  <w:style w:type="paragraph" w:customStyle="1" w:styleId="StilePrimariga0cm">
    <w:name w:val="Stile Prima riga:  0 cm"/>
    <w:basedOn w:val="Normale"/>
    <w:rsid w:val="0071625B"/>
    <w:rPr>
      <w:szCs w:val="20"/>
    </w:rPr>
  </w:style>
  <w:style w:type="paragraph" w:customStyle="1" w:styleId="Titolo1Relazione">
    <w:name w:val="Titolo 1 Relazione"/>
    <w:basedOn w:val="Titolo1Normale"/>
    <w:rsid w:val="0071625B"/>
    <w:pPr>
      <w:ind w:firstLine="539"/>
    </w:pPr>
    <w:rPr>
      <w:spacing w:val="4"/>
      <w:szCs w:val="23"/>
    </w:rPr>
  </w:style>
  <w:style w:type="paragraph" w:customStyle="1" w:styleId="Stile1">
    <w:name w:val="Stile1"/>
    <w:basedOn w:val="Titolo1Normale"/>
    <w:rsid w:val="0071625B"/>
    <w:pPr>
      <w:numPr>
        <w:numId w:val="2"/>
      </w:numPr>
    </w:pPr>
  </w:style>
  <w:style w:type="paragraph" w:customStyle="1" w:styleId="TestoTitolo3">
    <w:name w:val="Testo Titolo 3"/>
    <w:basedOn w:val="Normale"/>
    <w:rsid w:val="0071625B"/>
    <w:pPr>
      <w:ind w:left="540"/>
    </w:pPr>
    <w:rPr>
      <w:szCs w:val="20"/>
    </w:rPr>
  </w:style>
  <w:style w:type="paragraph" w:customStyle="1" w:styleId="TitoloGrassettoElenco">
    <w:name w:val="Titolo Grassetto Elenco"/>
    <w:basedOn w:val="Normale"/>
    <w:next w:val="ElencoNormale"/>
    <w:rsid w:val="0071625B"/>
    <w:pPr>
      <w:spacing w:before="120" w:after="40"/>
      <w:ind w:left="539" w:firstLine="0"/>
    </w:pPr>
    <w:rPr>
      <w:b/>
    </w:rPr>
  </w:style>
  <w:style w:type="paragraph" w:customStyle="1" w:styleId="ElencoNormale">
    <w:name w:val="Elenco Normale"/>
    <w:basedOn w:val="Normale"/>
    <w:rsid w:val="0071625B"/>
    <w:pPr>
      <w:numPr>
        <w:numId w:val="7"/>
      </w:numPr>
      <w:spacing w:before="100"/>
    </w:pPr>
  </w:style>
  <w:style w:type="paragraph" w:styleId="Intestazione">
    <w:name w:val="header"/>
    <w:basedOn w:val="Normale"/>
    <w:link w:val="IntestazioneCarattere"/>
    <w:rsid w:val="0071625B"/>
    <w:pPr>
      <w:tabs>
        <w:tab w:val="center" w:pos="4819"/>
        <w:tab w:val="right" w:pos="9638"/>
      </w:tabs>
    </w:pPr>
    <w:rPr>
      <w:lang w:eastAsia="en-US"/>
    </w:rPr>
  </w:style>
  <w:style w:type="character" w:customStyle="1" w:styleId="IntestazioneCarattere">
    <w:name w:val="Intestazione Carattere"/>
    <w:link w:val="Intestazione"/>
    <w:locked/>
    <w:rsid w:val="003C6C32"/>
    <w:rPr>
      <w:rFonts w:ascii="Verdana" w:hAnsi="Verdana" w:cs="Times New Roman"/>
      <w:sz w:val="24"/>
    </w:rPr>
  </w:style>
  <w:style w:type="paragraph" w:styleId="Pidipagina">
    <w:name w:val="footer"/>
    <w:basedOn w:val="Normale"/>
    <w:link w:val="PidipaginaCarattere"/>
    <w:rsid w:val="0071625B"/>
    <w:pPr>
      <w:tabs>
        <w:tab w:val="center" w:pos="4819"/>
        <w:tab w:val="right" w:pos="9638"/>
      </w:tabs>
    </w:pPr>
    <w:rPr>
      <w:lang w:eastAsia="en-US"/>
    </w:rPr>
  </w:style>
  <w:style w:type="character" w:customStyle="1" w:styleId="PidipaginaCarattere">
    <w:name w:val="Piè di pagina Carattere"/>
    <w:link w:val="Pidipagina"/>
    <w:locked/>
    <w:rsid w:val="00E87757"/>
    <w:rPr>
      <w:rFonts w:ascii="Verdana" w:hAnsi="Verdana" w:cs="Times New Roman"/>
      <w:sz w:val="24"/>
    </w:rPr>
  </w:style>
  <w:style w:type="paragraph" w:styleId="NormaleWeb">
    <w:name w:val="Normal (Web)"/>
    <w:basedOn w:val="Normale"/>
    <w:rsid w:val="0071625B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Sommario2">
    <w:name w:val="toc 2"/>
    <w:basedOn w:val="Normale"/>
    <w:next w:val="Normale"/>
    <w:autoRedefine/>
    <w:semiHidden/>
    <w:rsid w:val="0071625B"/>
    <w:pPr>
      <w:tabs>
        <w:tab w:val="left" w:pos="1152"/>
        <w:tab w:val="right" w:leader="dot" w:pos="8041"/>
      </w:tabs>
      <w:ind w:left="190"/>
    </w:pPr>
  </w:style>
  <w:style w:type="paragraph" w:styleId="Sommario3">
    <w:name w:val="toc 3"/>
    <w:basedOn w:val="Normale"/>
    <w:next w:val="Normale"/>
    <w:autoRedefine/>
    <w:semiHidden/>
    <w:rsid w:val="0071625B"/>
    <w:pPr>
      <w:tabs>
        <w:tab w:val="left" w:pos="1512"/>
        <w:tab w:val="right" w:leader="dot" w:pos="8041"/>
      </w:tabs>
      <w:ind w:left="380"/>
    </w:pPr>
  </w:style>
  <w:style w:type="character" w:styleId="Collegamentoipertestuale">
    <w:name w:val="Hyperlink"/>
    <w:rsid w:val="0071625B"/>
    <w:rPr>
      <w:rFonts w:ascii="DIN" w:hAnsi="DIN" w:cs="Times New Roman"/>
      <w:color w:val="0000FF"/>
      <w:spacing w:val="8"/>
      <w:kern w:val="19"/>
      <w:position w:val="0"/>
      <w:sz w:val="18"/>
      <w:u w:val="single" w:color="0000FF"/>
    </w:rPr>
  </w:style>
  <w:style w:type="paragraph" w:customStyle="1" w:styleId="Titolinonnumerati">
    <w:name w:val="Titoli non numerati"/>
    <w:basedOn w:val="Titolo1"/>
    <w:next w:val="Normale"/>
    <w:rsid w:val="0071625B"/>
    <w:pPr>
      <w:numPr>
        <w:numId w:val="0"/>
      </w:numPr>
      <w:spacing w:after="80"/>
      <w:jc w:val="left"/>
    </w:pPr>
    <w:rPr>
      <w:sz w:val="21"/>
      <w:szCs w:val="20"/>
    </w:rPr>
  </w:style>
  <w:style w:type="paragraph" w:styleId="Corpotesto">
    <w:name w:val="Body Text"/>
    <w:basedOn w:val="Normale"/>
    <w:rsid w:val="00DF083C"/>
    <w:pPr>
      <w:tabs>
        <w:tab w:val="num" w:pos="540"/>
      </w:tabs>
      <w:spacing w:line="240" w:lineRule="auto"/>
      <w:ind w:firstLine="0"/>
    </w:pPr>
    <w:rPr>
      <w:rFonts w:ascii="Arial" w:hAnsi="Arial"/>
      <w:sz w:val="20"/>
      <w:szCs w:val="20"/>
    </w:rPr>
  </w:style>
  <w:style w:type="paragraph" w:styleId="Sommario9">
    <w:name w:val="toc 9"/>
    <w:basedOn w:val="Normale"/>
    <w:next w:val="Normale"/>
    <w:autoRedefine/>
    <w:semiHidden/>
    <w:rsid w:val="0071625B"/>
    <w:pPr>
      <w:ind w:left="1520"/>
    </w:pPr>
  </w:style>
  <w:style w:type="paragraph" w:styleId="Indice1">
    <w:name w:val="index 1"/>
    <w:basedOn w:val="Normale"/>
    <w:next w:val="Normale"/>
    <w:autoRedefine/>
    <w:semiHidden/>
    <w:rsid w:val="0071625B"/>
    <w:pPr>
      <w:ind w:left="190" w:hanging="190"/>
    </w:pPr>
  </w:style>
  <w:style w:type="paragraph" w:styleId="Corpodeltesto3">
    <w:name w:val="Body Text 3"/>
    <w:basedOn w:val="Normale"/>
    <w:link w:val="Corpodeltesto3Carattere"/>
    <w:rsid w:val="00DF083C"/>
    <w:pPr>
      <w:spacing w:after="120" w:line="263" w:lineRule="exact"/>
      <w:ind w:firstLine="0"/>
    </w:pPr>
    <w:rPr>
      <w:rFonts w:ascii="Arial" w:hAnsi="Arial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locked/>
    <w:rsid w:val="00FD5BAF"/>
    <w:rPr>
      <w:rFonts w:ascii="Arial" w:hAnsi="Arial" w:cs="Times New Roman"/>
      <w:sz w:val="16"/>
    </w:rPr>
  </w:style>
  <w:style w:type="paragraph" w:customStyle="1" w:styleId="Nessunaspaziatura1">
    <w:name w:val="Nessuna spaziatura1"/>
    <w:rsid w:val="00A1787F"/>
    <w:rPr>
      <w:rFonts w:ascii="Calibri" w:hAnsi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3C6C32"/>
    <w:pPr>
      <w:spacing w:after="120" w:line="480" w:lineRule="auto"/>
    </w:pPr>
    <w:rPr>
      <w:lang w:eastAsia="en-US"/>
    </w:rPr>
  </w:style>
  <w:style w:type="character" w:customStyle="1" w:styleId="Corpodeltesto2Carattere">
    <w:name w:val="Corpo del testo 2 Carattere"/>
    <w:link w:val="Corpodeltesto2"/>
    <w:locked/>
    <w:rsid w:val="003C6C32"/>
    <w:rPr>
      <w:rFonts w:ascii="Verdana" w:hAnsi="Verdana" w:cs="Times New Roman"/>
      <w:sz w:val="24"/>
    </w:rPr>
  </w:style>
  <w:style w:type="paragraph" w:styleId="Testofumetto">
    <w:name w:val="Balloon Text"/>
    <w:basedOn w:val="Normale"/>
    <w:link w:val="TestofumettoCarattere"/>
    <w:rsid w:val="00E87757"/>
    <w:pPr>
      <w:spacing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locked/>
    <w:rsid w:val="00E87757"/>
    <w:rPr>
      <w:rFonts w:ascii="Tahoma" w:hAnsi="Tahoma" w:cs="Times New Roman"/>
      <w:sz w:val="16"/>
    </w:rPr>
  </w:style>
  <w:style w:type="character" w:styleId="Enfasigrassetto">
    <w:name w:val="Strong"/>
    <w:qFormat/>
    <w:rsid w:val="00145126"/>
    <w:rPr>
      <w:rFonts w:cs="Times New Roman"/>
      <w:b/>
    </w:rPr>
  </w:style>
  <w:style w:type="paragraph" w:styleId="Rientrocorpodeltesto">
    <w:name w:val="Body Text Indent"/>
    <w:basedOn w:val="Normale"/>
    <w:link w:val="RientrocorpodeltestoCarattere"/>
    <w:rsid w:val="00FD5BAF"/>
    <w:pPr>
      <w:autoSpaceDE w:val="0"/>
      <w:autoSpaceDN w:val="0"/>
      <w:adjustRightInd w:val="0"/>
      <w:spacing w:line="240" w:lineRule="auto"/>
      <w:ind w:left="1260" w:firstLine="0"/>
    </w:pPr>
    <w:rPr>
      <w:sz w:val="20"/>
      <w:szCs w:val="21"/>
      <w:lang w:eastAsia="en-US"/>
    </w:rPr>
  </w:style>
  <w:style w:type="character" w:customStyle="1" w:styleId="RientrocorpodeltestoCarattere">
    <w:name w:val="Rientro corpo del testo Carattere"/>
    <w:link w:val="Rientrocorpodeltesto"/>
    <w:locked/>
    <w:rsid w:val="00FD5BAF"/>
    <w:rPr>
      <w:rFonts w:ascii="Verdana" w:hAnsi="Verdana" w:cs="Times New Roman"/>
      <w:sz w:val="21"/>
    </w:rPr>
  </w:style>
  <w:style w:type="paragraph" w:styleId="Testocommento">
    <w:name w:val="annotation text"/>
    <w:basedOn w:val="Normale"/>
    <w:link w:val="TestocommentoCarattere"/>
    <w:uiPriority w:val="9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Verdana" w:hAnsi="Verdan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9A0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9A04A7"/>
    <w:rPr>
      <w:rFonts w:ascii="Verdana" w:hAnsi="Verdana"/>
      <w:b/>
      <w:bCs/>
    </w:rPr>
  </w:style>
  <w:style w:type="character" w:styleId="Numeropagina">
    <w:name w:val="page number"/>
    <w:uiPriority w:val="99"/>
    <w:unhideWhenUsed/>
    <w:rsid w:val="00E56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AltriDocumenti\Cavestro%2520E%2520Associati\Modelli\Sinthema_modelli_word\68_Sintehma%2520Professionisti%2520STP\Incarico%2520F24%2520cumulativi%2520STP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Incarico%20F24%20cumulativi%20STP..dot</Template>
  <TotalTime>0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Normale Lorem ipsum dolor sit amet</vt:lpstr>
    </vt:vector>
  </TitlesOfParts>
  <Company>Develon Srl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Normale Lorem ipsum dolor sit amet</dc:title>
  <dc:subject/>
  <dc:creator>Valentina Bernardi</dc:creator>
  <cp:keywords/>
  <dc:description/>
  <cp:lastModifiedBy>Francesco Capotondi</cp:lastModifiedBy>
  <cp:revision>2</cp:revision>
  <cp:lastPrinted>2015-01-14T05:32:00Z</cp:lastPrinted>
  <dcterms:created xsi:type="dcterms:W3CDTF">2019-10-22T10:17:00Z</dcterms:created>
  <dcterms:modified xsi:type="dcterms:W3CDTF">2019-10-22T10:17:00Z</dcterms:modified>
</cp:coreProperties>
</file>