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E188E" w14:textId="77777777" w:rsidR="00B805F7" w:rsidRDefault="00585251">
      <w:pPr>
        <w:pStyle w:val="WWTipoDocumento"/>
      </w:pPr>
      <w:bookmarkStart w:id="0" w:name="_Toc33011301"/>
      <w:r>
        <w:t>ANOMALIE CORRETTE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3538"/>
        <w:gridCol w:w="3825"/>
      </w:tblGrid>
      <w:tr w:rsidR="00B805F7" w14:paraId="4E016C2E" w14:textId="77777777" w:rsidTr="0CFE5B26">
        <w:trPr>
          <w:cantSplit/>
          <w:trHeight w:val="221"/>
          <w:jc w:val="center"/>
        </w:trPr>
        <w:tc>
          <w:tcPr>
            <w:tcW w:w="2271" w:type="dxa"/>
            <w:vMerge w:val="restart"/>
            <w:tcBorders>
              <w:top w:val="nil"/>
              <w:left w:val="nil"/>
              <w:bottom w:val="nil"/>
              <w:right w:val="single" w:sz="4" w:space="0" w:color="365F91" w:themeColor="accent1" w:themeShade="BF"/>
            </w:tcBorders>
            <w:tcMar>
              <w:left w:w="28" w:type="dxa"/>
              <w:right w:w="28" w:type="dxa"/>
            </w:tcMar>
          </w:tcPr>
          <w:p w14:paraId="7260EB7B" w14:textId="536E3CE8" w:rsidR="00B805F7" w:rsidRDefault="00BB4FFD">
            <w:pPr>
              <w:pStyle w:val="CorpoAltF0"/>
              <w:jc w:val="center"/>
              <w:rPr>
                <w:rFonts w:cs="Arial"/>
              </w:rPr>
            </w:pPr>
            <w:bookmarkStart w:id="1" w:name="INDICE"/>
            <w:bookmarkEnd w:id="1"/>
            <w:r>
              <w:rPr>
                <w:noProof/>
              </w:rPr>
              <w:drawing>
                <wp:inline distT="0" distB="0" distL="0" distR="0" wp14:anchorId="47236925" wp14:editId="2720BC8A">
                  <wp:extent cx="1162050" cy="1562100"/>
                  <wp:effectExtent l="0" t="0" r="0" b="0"/>
                  <wp:docPr id="1594951789" name="Immagin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pic:nvPicPr>
                        <pic:blipFill>
                          <a:blip r:embed="rId11">
                            <a:extLst>
                              <a:ext uri="{28A0092B-C50C-407E-A947-70E740481C1C}">
                                <a14:useLocalDpi xmlns:a14="http://schemas.microsoft.com/office/drawing/2010/main" val="0"/>
                              </a:ext>
                            </a:extLst>
                          </a:blip>
                          <a:stretch>
                            <a:fillRect/>
                          </a:stretch>
                        </pic:blipFill>
                        <pic:spPr>
                          <a:xfrm>
                            <a:off x="0" y="0"/>
                            <a:ext cx="1162050" cy="1562100"/>
                          </a:xfrm>
                          <a:prstGeom prst="rect">
                            <a:avLst/>
                          </a:prstGeom>
                        </pic:spPr>
                      </pic:pic>
                    </a:graphicData>
                  </a:graphic>
                </wp:inline>
              </w:drawing>
            </w:r>
          </w:p>
        </w:tc>
        <w:tc>
          <w:tcPr>
            <w:tcW w:w="7363"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CCCCCC"/>
            <w:vAlign w:val="center"/>
          </w:tcPr>
          <w:p w14:paraId="0B36BD1B" w14:textId="3815A437" w:rsidR="000619CF" w:rsidRPr="001B7B9A" w:rsidRDefault="000619CF" w:rsidP="008A2A1B">
            <w:pPr>
              <w:pStyle w:val="CorpoAltF0"/>
              <w:rPr>
                <w:rFonts w:cs="Arial"/>
                <w:b/>
                <w:lang w:val="it-IT"/>
              </w:rPr>
            </w:pPr>
            <w:r>
              <w:rPr>
                <w:rFonts w:cs="Arial"/>
                <w:b/>
              </w:rPr>
              <w:t>RELEASE Versione 20</w:t>
            </w:r>
            <w:r w:rsidR="009537AA">
              <w:rPr>
                <w:rFonts w:cs="Arial"/>
                <w:b/>
                <w:lang w:val="it-IT"/>
              </w:rPr>
              <w:t>2</w:t>
            </w:r>
            <w:r w:rsidR="00A4464B">
              <w:rPr>
                <w:rFonts w:cs="Arial"/>
                <w:b/>
                <w:lang w:val="it-IT"/>
              </w:rPr>
              <w:t>5</w:t>
            </w:r>
            <w:r w:rsidR="00256591">
              <w:rPr>
                <w:rFonts w:cs="Arial"/>
                <w:b/>
                <w:lang w:val="it-IT"/>
              </w:rPr>
              <w:t>.0</w:t>
            </w:r>
            <w:r w:rsidR="00A4464B">
              <w:rPr>
                <w:rFonts w:cs="Arial"/>
                <w:b/>
                <w:lang w:val="it-IT"/>
              </w:rPr>
              <w:t>0</w:t>
            </w:r>
            <w:r w:rsidR="006C48B0">
              <w:rPr>
                <w:rFonts w:cs="Arial"/>
                <w:b/>
                <w:lang w:val="it-IT"/>
              </w:rPr>
              <w:t>.</w:t>
            </w:r>
            <w:r w:rsidR="00923E55">
              <w:rPr>
                <w:rFonts w:cs="Arial"/>
                <w:b/>
                <w:lang w:val="it-IT"/>
              </w:rPr>
              <w:t>0</w:t>
            </w:r>
            <w:r w:rsidR="00A5072D">
              <w:rPr>
                <w:rFonts w:cs="Arial"/>
                <w:b/>
                <w:lang w:val="it-IT"/>
              </w:rPr>
              <w:t>2</w:t>
            </w:r>
          </w:p>
        </w:tc>
      </w:tr>
      <w:tr w:rsidR="003F4927" w14:paraId="3EBB907C" w14:textId="77777777" w:rsidTr="0CFE5B26">
        <w:trPr>
          <w:cantSplit/>
          <w:trHeight w:val="268"/>
          <w:jc w:val="center"/>
        </w:trPr>
        <w:tc>
          <w:tcPr>
            <w:tcW w:w="2271" w:type="dxa"/>
            <w:vMerge/>
            <w:tcMar>
              <w:left w:w="28" w:type="dxa"/>
              <w:right w:w="28" w:type="dxa"/>
            </w:tcMar>
          </w:tcPr>
          <w:p w14:paraId="27A00378" w14:textId="77777777" w:rsidR="003F4927" w:rsidRDefault="003F4927" w:rsidP="003F4927">
            <w:pPr>
              <w:rPr>
                <w:color w:val="000000"/>
              </w:rPr>
            </w:pPr>
          </w:p>
        </w:tc>
        <w:tc>
          <w:tcPr>
            <w:tcW w:w="353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0B1D581" w14:textId="77777777" w:rsidR="003F4927" w:rsidRDefault="003F4927" w:rsidP="003F4927">
            <w:pPr>
              <w:pStyle w:val="Intestazione"/>
              <w:tabs>
                <w:tab w:val="clear" w:pos="4819"/>
                <w:tab w:val="clear" w:pos="9638"/>
              </w:tabs>
              <w:ind w:right="227"/>
              <w:jc w:val="right"/>
              <w:rPr>
                <w:rFonts w:ascii="Arial" w:hAnsi="Arial" w:cs="Arial"/>
                <w:b/>
                <w:bCs/>
              </w:rPr>
            </w:pPr>
            <w:r>
              <w:rPr>
                <w:rFonts w:ascii="Arial" w:hAnsi="Arial" w:cs="Arial"/>
                <w:b/>
                <w:bCs/>
              </w:rPr>
              <w:t>Applicativo:</w:t>
            </w:r>
          </w:p>
        </w:tc>
        <w:tc>
          <w:tcPr>
            <w:tcW w:w="382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1589793" w14:textId="5D9CC065" w:rsidR="003F4927" w:rsidRDefault="0066011A" w:rsidP="003F4927">
            <w:pPr>
              <w:pStyle w:val="Intestazione"/>
              <w:tabs>
                <w:tab w:val="clear" w:pos="4819"/>
                <w:tab w:val="clear" w:pos="9638"/>
              </w:tabs>
              <w:spacing w:before="120" w:after="120"/>
              <w:rPr>
                <w:rFonts w:ascii="Arial" w:hAnsi="Arial" w:cs="Arial"/>
                <w:sz w:val="28"/>
                <w:szCs w:val="28"/>
              </w:rPr>
            </w:pPr>
            <w:r>
              <w:rPr>
                <w:rFonts w:ascii="Arial" w:hAnsi="Arial" w:cs="Arial"/>
                <w:sz w:val="28"/>
                <w:szCs w:val="28"/>
              </w:rPr>
              <w:t>TeamSystem Studio</w:t>
            </w:r>
            <w:r w:rsidR="003F4927">
              <w:rPr>
                <w:rFonts w:ascii="Arial" w:hAnsi="Arial" w:cs="Arial"/>
                <w:sz w:val="28"/>
                <w:szCs w:val="28"/>
              </w:rPr>
              <w:t xml:space="preserve"> Service</w:t>
            </w:r>
          </w:p>
        </w:tc>
      </w:tr>
      <w:tr w:rsidR="003F4927" w14:paraId="203FE918" w14:textId="77777777" w:rsidTr="0CFE5B26">
        <w:trPr>
          <w:cantSplit/>
          <w:trHeight w:val="266"/>
          <w:jc w:val="center"/>
        </w:trPr>
        <w:tc>
          <w:tcPr>
            <w:tcW w:w="2271" w:type="dxa"/>
            <w:vMerge/>
            <w:tcMar>
              <w:left w:w="28" w:type="dxa"/>
              <w:right w:w="28" w:type="dxa"/>
            </w:tcMar>
          </w:tcPr>
          <w:p w14:paraId="3CA2B3B9" w14:textId="77777777" w:rsidR="003F4927" w:rsidRDefault="003F4927" w:rsidP="003F4927">
            <w:pPr>
              <w:rPr>
                <w:color w:val="000000"/>
              </w:rPr>
            </w:pPr>
          </w:p>
        </w:tc>
        <w:tc>
          <w:tcPr>
            <w:tcW w:w="353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8D59ADF" w14:textId="77777777" w:rsidR="003F4927" w:rsidRDefault="003F4927" w:rsidP="003F4927">
            <w:pPr>
              <w:pStyle w:val="Intestazione"/>
              <w:tabs>
                <w:tab w:val="clear" w:pos="4819"/>
                <w:tab w:val="clear" w:pos="9638"/>
              </w:tabs>
              <w:ind w:right="227"/>
              <w:jc w:val="right"/>
              <w:rPr>
                <w:rFonts w:ascii="Arial" w:hAnsi="Arial" w:cs="Arial"/>
                <w:b/>
                <w:bCs/>
              </w:rPr>
            </w:pPr>
            <w:r>
              <w:rPr>
                <w:rFonts w:ascii="Arial" w:hAnsi="Arial" w:cs="Arial"/>
                <w:b/>
                <w:bCs/>
              </w:rPr>
              <w:t>Oggetto:</w:t>
            </w:r>
          </w:p>
        </w:tc>
        <w:tc>
          <w:tcPr>
            <w:tcW w:w="382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5A32E9C" w14:textId="6F413F94" w:rsidR="003F4927" w:rsidRDefault="003F4927" w:rsidP="003F4927">
            <w:pPr>
              <w:pStyle w:val="Intestazione"/>
              <w:tabs>
                <w:tab w:val="clear" w:pos="4819"/>
                <w:tab w:val="clear" w:pos="9638"/>
              </w:tabs>
              <w:rPr>
                <w:rFonts w:ascii="Arial" w:hAnsi="Arial" w:cs="Arial"/>
                <w:b/>
              </w:rPr>
            </w:pPr>
            <w:r>
              <w:rPr>
                <w:rFonts w:ascii="Arial" w:hAnsi="Arial" w:cs="Arial"/>
              </w:rPr>
              <w:t>Aggiornamento procedura</w:t>
            </w:r>
          </w:p>
        </w:tc>
      </w:tr>
      <w:tr w:rsidR="003F4927" w14:paraId="37F9151E" w14:textId="77777777" w:rsidTr="0CFE5B26">
        <w:trPr>
          <w:cantSplit/>
          <w:trHeight w:val="266"/>
          <w:jc w:val="center"/>
        </w:trPr>
        <w:tc>
          <w:tcPr>
            <w:tcW w:w="2271" w:type="dxa"/>
            <w:vMerge/>
            <w:tcMar>
              <w:left w:w="28" w:type="dxa"/>
              <w:right w:w="28" w:type="dxa"/>
            </w:tcMar>
          </w:tcPr>
          <w:p w14:paraId="4EDE1010" w14:textId="77777777" w:rsidR="003F4927" w:rsidRDefault="003F4927" w:rsidP="003F4927">
            <w:pPr>
              <w:rPr>
                <w:color w:val="000000"/>
              </w:rPr>
            </w:pPr>
          </w:p>
        </w:tc>
        <w:tc>
          <w:tcPr>
            <w:tcW w:w="353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81B278E" w14:textId="77777777" w:rsidR="003F4927" w:rsidRDefault="003F4927" w:rsidP="003F4927">
            <w:pPr>
              <w:pStyle w:val="Intestazione"/>
              <w:tabs>
                <w:tab w:val="clear" w:pos="4819"/>
                <w:tab w:val="clear" w:pos="9638"/>
              </w:tabs>
              <w:ind w:right="227"/>
              <w:jc w:val="right"/>
              <w:rPr>
                <w:rFonts w:ascii="Arial" w:hAnsi="Arial" w:cs="Arial"/>
                <w:b/>
                <w:bCs/>
              </w:rPr>
            </w:pPr>
            <w:r>
              <w:rPr>
                <w:rFonts w:ascii="Arial" w:hAnsi="Arial" w:cs="Arial"/>
                <w:b/>
                <w:bCs/>
              </w:rPr>
              <w:t>Versione:</w:t>
            </w:r>
          </w:p>
        </w:tc>
        <w:tc>
          <w:tcPr>
            <w:tcW w:w="382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4C94217" w14:textId="199E2EA5" w:rsidR="003F4927" w:rsidRDefault="003F4927" w:rsidP="008A2A1B">
            <w:pPr>
              <w:pStyle w:val="Intestazione"/>
              <w:tabs>
                <w:tab w:val="clear" w:pos="4819"/>
                <w:tab w:val="clear" w:pos="9638"/>
              </w:tabs>
              <w:rPr>
                <w:rFonts w:ascii="Arial" w:hAnsi="Arial" w:cs="Arial"/>
                <w:b/>
              </w:rPr>
            </w:pPr>
            <w:r>
              <w:rPr>
                <w:rFonts w:ascii="Arial" w:hAnsi="Arial" w:cs="Arial"/>
                <w:b/>
              </w:rPr>
              <w:t>20</w:t>
            </w:r>
            <w:r w:rsidR="009537AA">
              <w:rPr>
                <w:rFonts w:ascii="Arial" w:hAnsi="Arial" w:cs="Arial"/>
                <w:b/>
              </w:rPr>
              <w:t>2</w:t>
            </w:r>
            <w:r w:rsidR="00A4464B">
              <w:rPr>
                <w:rFonts w:ascii="Arial" w:hAnsi="Arial" w:cs="Arial"/>
                <w:b/>
              </w:rPr>
              <w:t>5</w:t>
            </w:r>
            <w:r>
              <w:rPr>
                <w:rFonts w:ascii="Arial" w:hAnsi="Arial" w:cs="Arial"/>
                <w:b/>
              </w:rPr>
              <w:t>.0</w:t>
            </w:r>
            <w:r w:rsidR="00A4464B">
              <w:rPr>
                <w:rFonts w:ascii="Arial" w:hAnsi="Arial" w:cs="Arial"/>
                <w:b/>
              </w:rPr>
              <w:t>0</w:t>
            </w:r>
            <w:r>
              <w:rPr>
                <w:rFonts w:ascii="Arial" w:hAnsi="Arial" w:cs="Arial"/>
                <w:b/>
              </w:rPr>
              <w:t>.0</w:t>
            </w:r>
            <w:r w:rsidR="00A5072D">
              <w:rPr>
                <w:rFonts w:ascii="Arial" w:hAnsi="Arial" w:cs="Arial"/>
                <w:b/>
              </w:rPr>
              <w:t>2</w:t>
            </w:r>
            <w:r>
              <w:rPr>
                <w:rFonts w:ascii="Arial" w:hAnsi="Arial" w:cs="Arial"/>
                <w:b/>
              </w:rPr>
              <w:t xml:space="preserve"> (Versione</w:t>
            </w:r>
            <w:r w:rsidR="009537AA">
              <w:rPr>
                <w:rFonts w:ascii="Arial" w:hAnsi="Arial" w:cs="Arial"/>
                <w:b/>
              </w:rPr>
              <w:t xml:space="preserve"> </w:t>
            </w:r>
            <w:r w:rsidR="00505320">
              <w:rPr>
                <w:rFonts w:ascii="Arial" w:hAnsi="Arial" w:cs="Arial"/>
                <w:b/>
              </w:rPr>
              <w:t>update</w:t>
            </w:r>
            <w:r>
              <w:rPr>
                <w:rFonts w:ascii="Arial" w:hAnsi="Arial" w:cs="Arial"/>
                <w:b/>
              </w:rPr>
              <w:t>)</w:t>
            </w:r>
          </w:p>
        </w:tc>
      </w:tr>
      <w:tr w:rsidR="003F4927" w14:paraId="37CDB0D4" w14:textId="77777777" w:rsidTr="0CFE5B26">
        <w:trPr>
          <w:cantSplit/>
          <w:trHeight w:val="266"/>
          <w:jc w:val="center"/>
        </w:trPr>
        <w:tc>
          <w:tcPr>
            <w:tcW w:w="2271" w:type="dxa"/>
            <w:vMerge/>
            <w:tcMar>
              <w:left w:w="28" w:type="dxa"/>
              <w:right w:w="28" w:type="dxa"/>
            </w:tcMar>
          </w:tcPr>
          <w:p w14:paraId="69ABF28B" w14:textId="77777777" w:rsidR="003F4927" w:rsidRDefault="003F4927" w:rsidP="003F4927">
            <w:pPr>
              <w:rPr>
                <w:color w:val="000000"/>
              </w:rPr>
            </w:pPr>
          </w:p>
        </w:tc>
        <w:tc>
          <w:tcPr>
            <w:tcW w:w="353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484A5C0" w14:textId="77777777" w:rsidR="003F4927" w:rsidRDefault="003F4927" w:rsidP="003F4927">
            <w:pPr>
              <w:pStyle w:val="Intestazione"/>
              <w:tabs>
                <w:tab w:val="clear" w:pos="4819"/>
                <w:tab w:val="clear" w:pos="9638"/>
              </w:tabs>
              <w:ind w:right="227"/>
              <w:jc w:val="right"/>
              <w:rPr>
                <w:rFonts w:ascii="Arial" w:hAnsi="Arial" w:cs="Arial"/>
                <w:b/>
                <w:bCs/>
              </w:rPr>
            </w:pPr>
            <w:r>
              <w:rPr>
                <w:rFonts w:ascii="Arial" w:hAnsi="Arial" w:cs="Arial"/>
                <w:b/>
                <w:bCs/>
              </w:rPr>
              <w:t>Data di rilascio:</w:t>
            </w:r>
          </w:p>
        </w:tc>
        <w:tc>
          <w:tcPr>
            <w:tcW w:w="382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FD775C3" w14:textId="6D843AAF" w:rsidR="003F4927" w:rsidRPr="00354E3F" w:rsidRDefault="00D95D08" w:rsidP="003F4927">
            <w:pPr>
              <w:pStyle w:val="Intestazione"/>
              <w:tabs>
                <w:tab w:val="clear" w:pos="4819"/>
                <w:tab w:val="clear" w:pos="9638"/>
              </w:tabs>
              <w:rPr>
                <w:rFonts w:ascii="Arial" w:hAnsi="Arial" w:cs="Arial"/>
                <w:b/>
              </w:rPr>
            </w:pPr>
            <w:r>
              <w:rPr>
                <w:rFonts w:ascii="Arial" w:hAnsi="Arial" w:cs="Arial"/>
                <w:b/>
              </w:rPr>
              <w:t>2</w:t>
            </w:r>
            <w:r w:rsidR="00334286">
              <w:rPr>
                <w:rFonts w:ascii="Arial" w:hAnsi="Arial" w:cs="Arial"/>
                <w:b/>
              </w:rPr>
              <w:t>4</w:t>
            </w:r>
            <w:r>
              <w:rPr>
                <w:rFonts w:ascii="Arial" w:hAnsi="Arial" w:cs="Arial"/>
                <w:b/>
              </w:rPr>
              <w:t>/03/2025</w:t>
            </w:r>
          </w:p>
        </w:tc>
      </w:tr>
      <w:tr w:rsidR="003F4927" w14:paraId="14BC244B" w14:textId="77777777" w:rsidTr="0CFE5B26">
        <w:trPr>
          <w:cantSplit/>
          <w:trHeight w:val="266"/>
          <w:jc w:val="center"/>
        </w:trPr>
        <w:tc>
          <w:tcPr>
            <w:tcW w:w="2271" w:type="dxa"/>
            <w:vMerge/>
            <w:tcMar>
              <w:left w:w="28" w:type="dxa"/>
              <w:right w:w="28" w:type="dxa"/>
            </w:tcMar>
          </w:tcPr>
          <w:p w14:paraId="69057993" w14:textId="77777777" w:rsidR="003F4927" w:rsidRDefault="003F4927" w:rsidP="003F4927">
            <w:pPr>
              <w:rPr>
                <w:color w:val="000000"/>
              </w:rPr>
            </w:pPr>
          </w:p>
        </w:tc>
        <w:tc>
          <w:tcPr>
            <w:tcW w:w="353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215DDF6" w14:textId="77777777" w:rsidR="003F4927" w:rsidRDefault="003F4927" w:rsidP="003F4927">
            <w:pPr>
              <w:pStyle w:val="Intestazione"/>
              <w:tabs>
                <w:tab w:val="clear" w:pos="4819"/>
                <w:tab w:val="clear" w:pos="9638"/>
              </w:tabs>
              <w:ind w:right="227"/>
              <w:jc w:val="right"/>
              <w:rPr>
                <w:rFonts w:ascii="Arial" w:hAnsi="Arial" w:cs="Arial"/>
                <w:b/>
                <w:bCs/>
              </w:rPr>
            </w:pPr>
            <w:r>
              <w:rPr>
                <w:rFonts w:ascii="Arial" w:hAnsi="Arial" w:cs="Arial"/>
                <w:b/>
                <w:bCs/>
              </w:rPr>
              <w:t>Riferimento:</w:t>
            </w:r>
          </w:p>
        </w:tc>
        <w:tc>
          <w:tcPr>
            <w:tcW w:w="382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BF0ECDF" w14:textId="725EA366" w:rsidR="003F4927" w:rsidRDefault="003F4927" w:rsidP="003F4927">
            <w:pPr>
              <w:pStyle w:val="Intestazione"/>
              <w:tabs>
                <w:tab w:val="clear" w:pos="4819"/>
                <w:tab w:val="clear" w:pos="9638"/>
              </w:tabs>
              <w:rPr>
                <w:rFonts w:ascii="Arial" w:hAnsi="Arial" w:cs="Arial"/>
                <w:b/>
              </w:rPr>
            </w:pPr>
            <w:r>
              <w:rPr>
                <w:rFonts w:ascii="Arial" w:hAnsi="Arial" w:cs="Arial"/>
                <w:b/>
              </w:rPr>
              <w:t>Anomalie Corrette</w:t>
            </w:r>
          </w:p>
        </w:tc>
      </w:tr>
      <w:tr w:rsidR="003F4927" w14:paraId="6996A435" w14:textId="77777777" w:rsidTr="0CFE5B26">
        <w:trPr>
          <w:cantSplit/>
          <w:trHeight w:val="266"/>
          <w:jc w:val="center"/>
        </w:trPr>
        <w:tc>
          <w:tcPr>
            <w:tcW w:w="2271" w:type="dxa"/>
            <w:vMerge/>
            <w:tcMar>
              <w:left w:w="28" w:type="dxa"/>
              <w:right w:w="28" w:type="dxa"/>
            </w:tcMar>
          </w:tcPr>
          <w:p w14:paraId="10C91FB3" w14:textId="77777777" w:rsidR="003F4927" w:rsidRDefault="003F4927" w:rsidP="003F4927">
            <w:pPr>
              <w:rPr>
                <w:color w:val="000000"/>
              </w:rPr>
            </w:pPr>
          </w:p>
        </w:tc>
        <w:tc>
          <w:tcPr>
            <w:tcW w:w="353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ED1D053" w14:textId="77777777" w:rsidR="003F4927" w:rsidRDefault="003F4927" w:rsidP="003F4927">
            <w:pPr>
              <w:pStyle w:val="Intestazione"/>
              <w:tabs>
                <w:tab w:val="clear" w:pos="4819"/>
                <w:tab w:val="clear" w:pos="9638"/>
              </w:tabs>
              <w:ind w:right="227"/>
              <w:jc w:val="right"/>
              <w:rPr>
                <w:rFonts w:ascii="Arial" w:hAnsi="Arial" w:cs="Arial"/>
                <w:b/>
                <w:bCs/>
              </w:rPr>
            </w:pPr>
            <w:r>
              <w:rPr>
                <w:rFonts w:ascii="Arial" w:hAnsi="Arial" w:cs="Arial"/>
                <w:b/>
                <w:bCs/>
              </w:rPr>
              <w:t>Classificazione:</w:t>
            </w:r>
          </w:p>
        </w:tc>
        <w:tc>
          <w:tcPr>
            <w:tcW w:w="382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231BFC5" w14:textId="6BA7DA73" w:rsidR="003F4927" w:rsidRDefault="003F4927" w:rsidP="003F4927">
            <w:pPr>
              <w:pStyle w:val="Intestazione"/>
              <w:tabs>
                <w:tab w:val="clear" w:pos="4819"/>
                <w:tab w:val="clear" w:pos="9638"/>
              </w:tabs>
              <w:rPr>
                <w:rFonts w:ascii="Arial" w:hAnsi="Arial" w:cs="Arial"/>
                <w:b/>
              </w:rPr>
            </w:pPr>
            <w:r>
              <w:rPr>
                <w:rFonts w:ascii="Arial" w:hAnsi="Arial" w:cs="Arial"/>
                <w:b/>
              </w:rPr>
              <w:t>Guida utente</w:t>
            </w:r>
          </w:p>
        </w:tc>
      </w:tr>
    </w:tbl>
    <w:p w14:paraId="05794699" w14:textId="77777777" w:rsidR="00B805F7" w:rsidRDefault="00B805F7">
      <w:pPr>
        <w:pStyle w:val="corpoAltF"/>
      </w:pPr>
    </w:p>
    <w:p w14:paraId="189605EB" w14:textId="77777777" w:rsidR="00B805F7" w:rsidRDefault="00B805F7">
      <w:pPr>
        <w:pStyle w:val="WWNewPage"/>
      </w:pPr>
    </w:p>
    <w:p w14:paraId="4E6DD3E6" w14:textId="77777777" w:rsidR="00B805F7" w:rsidRDefault="00585251" w:rsidP="00EE6045">
      <w:pPr>
        <w:pStyle w:val="ignora"/>
      </w:pPr>
      <w:r>
        <w:t>ANOMALIE CORRETTE</w:t>
      </w:r>
    </w:p>
    <w:p w14:paraId="6666FBFD" w14:textId="77777777" w:rsidR="00B805F7" w:rsidRDefault="00B805F7">
      <w:pPr>
        <w:pStyle w:val="corpoAltF"/>
      </w:pPr>
    </w:p>
    <w:p w14:paraId="1794BB32" w14:textId="77AAF083" w:rsidR="00DC0070" w:rsidRDefault="00585251">
      <w:pPr>
        <w:pStyle w:val="Sommario4"/>
        <w:rPr>
          <w:rFonts w:asciiTheme="minorHAnsi" w:eastAsiaTheme="minorEastAsia" w:hAnsiTheme="minorHAnsi" w:cstheme="minorBidi"/>
          <w:i w:val="0"/>
          <w:kern w:val="2"/>
          <w:sz w:val="24"/>
          <w:szCs w:val="24"/>
          <w14:ligatures w14:val="standardContextual"/>
        </w:rPr>
      </w:pPr>
      <w:r>
        <w:rPr>
          <w:rStyle w:val="Collegamentoipertestuale"/>
          <w:i w:val="0"/>
          <w:iCs/>
          <w:noProof w:val="0"/>
          <w:color w:val="auto"/>
          <w:spacing w:val="-20"/>
          <w:szCs w:val="28"/>
          <w:u w:val="none"/>
        </w:rPr>
        <w:fldChar w:fldCharType="begin"/>
      </w:r>
      <w:r>
        <w:rPr>
          <w:rStyle w:val="Collegamentoipertestuale"/>
          <w:iCs/>
          <w:color w:val="auto"/>
          <w:spacing w:val="-20"/>
          <w:szCs w:val="28"/>
          <w:u w:val="none"/>
        </w:rPr>
        <w:instrText xml:space="preserve"> TOC \h \z \t "TS-titolo-01;1;TS-titolo-04;4;TS-titolo-Comando;2;TS-titolo-05;5;WW_NormativaSoftware;3" </w:instrText>
      </w:r>
      <w:r>
        <w:rPr>
          <w:rStyle w:val="Collegamentoipertestuale"/>
          <w:i w:val="0"/>
          <w:iCs/>
          <w:noProof w:val="0"/>
          <w:color w:val="auto"/>
          <w:spacing w:val="-20"/>
          <w:szCs w:val="28"/>
          <w:u w:val="none"/>
        </w:rPr>
        <w:fldChar w:fldCharType="separate"/>
      </w:r>
      <w:hyperlink w:anchor="_Toc193364003" w:history="1">
        <w:r w:rsidR="00DC0070" w:rsidRPr="008B65C7">
          <w:rPr>
            <w:rStyle w:val="Collegamentoipertestuale"/>
          </w:rPr>
          <w:t>STAECCLI/STAECFOR – Estratti conto clienti/Estratti conto fornitori</w:t>
        </w:r>
        <w:r w:rsidR="00DC0070">
          <w:rPr>
            <w:webHidden/>
          </w:rPr>
          <w:tab/>
        </w:r>
        <w:r w:rsidR="00DC0070">
          <w:rPr>
            <w:webHidden/>
          </w:rPr>
          <w:fldChar w:fldCharType="begin"/>
        </w:r>
        <w:r w:rsidR="00DC0070">
          <w:rPr>
            <w:webHidden/>
          </w:rPr>
          <w:instrText xml:space="preserve"> PAGEREF _Toc193364003 \h </w:instrText>
        </w:r>
        <w:r w:rsidR="00DC0070">
          <w:rPr>
            <w:webHidden/>
          </w:rPr>
        </w:r>
        <w:r w:rsidR="00DC0070">
          <w:rPr>
            <w:webHidden/>
          </w:rPr>
          <w:fldChar w:fldCharType="separate"/>
        </w:r>
        <w:r w:rsidR="001C7BC4">
          <w:rPr>
            <w:webHidden/>
          </w:rPr>
          <w:t>2</w:t>
        </w:r>
        <w:r w:rsidR="00DC0070">
          <w:rPr>
            <w:webHidden/>
          </w:rPr>
          <w:fldChar w:fldCharType="end"/>
        </w:r>
      </w:hyperlink>
    </w:p>
    <w:p w14:paraId="3FDE388B" w14:textId="058E2581" w:rsidR="00DC0070" w:rsidRDefault="00DC0070">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93364004" w:history="1">
        <w:r w:rsidRPr="008B65C7">
          <w:rPr>
            <w:rStyle w:val="Collegamentoipertestuale"/>
            <w:noProof/>
          </w:rPr>
          <w:t>Errato numero copie delle stampe laser e ripristino email modelli PCL</w:t>
        </w:r>
        <w:r>
          <w:rPr>
            <w:noProof/>
            <w:webHidden/>
          </w:rPr>
          <w:tab/>
        </w:r>
        <w:r>
          <w:rPr>
            <w:noProof/>
            <w:webHidden/>
          </w:rPr>
          <w:fldChar w:fldCharType="begin"/>
        </w:r>
        <w:r>
          <w:rPr>
            <w:noProof/>
            <w:webHidden/>
          </w:rPr>
          <w:instrText xml:space="preserve"> PAGEREF _Toc193364004 \h </w:instrText>
        </w:r>
        <w:r>
          <w:rPr>
            <w:noProof/>
            <w:webHidden/>
          </w:rPr>
        </w:r>
        <w:r>
          <w:rPr>
            <w:noProof/>
            <w:webHidden/>
          </w:rPr>
          <w:fldChar w:fldCharType="separate"/>
        </w:r>
        <w:r w:rsidR="001C7BC4">
          <w:rPr>
            <w:noProof/>
            <w:webHidden/>
          </w:rPr>
          <w:t>2</w:t>
        </w:r>
        <w:r>
          <w:rPr>
            <w:noProof/>
            <w:webHidden/>
          </w:rPr>
          <w:fldChar w:fldCharType="end"/>
        </w:r>
      </w:hyperlink>
    </w:p>
    <w:p w14:paraId="4B2BFBFF" w14:textId="1E32434A" w:rsidR="00DC0070" w:rsidRDefault="00DC0070">
      <w:pPr>
        <w:pStyle w:val="Sommario4"/>
        <w:rPr>
          <w:rFonts w:asciiTheme="minorHAnsi" w:eastAsiaTheme="minorEastAsia" w:hAnsiTheme="minorHAnsi" w:cstheme="minorBidi"/>
          <w:i w:val="0"/>
          <w:kern w:val="2"/>
          <w:sz w:val="24"/>
          <w:szCs w:val="24"/>
          <w14:ligatures w14:val="standardContextual"/>
        </w:rPr>
      </w:pPr>
      <w:hyperlink w:anchor="_Toc193364005" w:history="1">
        <w:r w:rsidRPr="008B65C7">
          <w:rPr>
            <w:rStyle w:val="Collegamentoipertestuale"/>
          </w:rPr>
          <w:t>MAGA – Anagrafica di magazzino</w:t>
        </w:r>
        <w:r>
          <w:rPr>
            <w:webHidden/>
          </w:rPr>
          <w:tab/>
        </w:r>
        <w:r>
          <w:rPr>
            <w:webHidden/>
          </w:rPr>
          <w:fldChar w:fldCharType="begin"/>
        </w:r>
        <w:r>
          <w:rPr>
            <w:webHidden/>
          </w:rPr>
          <w:instrText xml:space="preserve"> PAGEREF _Toc193364005 \h </w:instrText>
        </w:r>
        <w:r>
          <w:rPr>
            <w:webHidden/>
          </w:rPr>
        </w:r>
        <w:r>
          <w:rPr>
            <w:webHidden/>
          </w:rPr>
          <w:fldChar w:fldCharType="separate"/>
        </w:r>
        <w:r w:rsidR="001C7BC4">
          <w:rPr>
            <w:webHidden/>
          </w:rPr>
          <w:t>2</w:t>
        </w:r>
        <w:r>
          <w:rPr>
            <w:webHidden/>
          </w:rPr>
          <w:fldChar w:fldCharType="end"/>
        </w:r>
      </w:hyperlink>
    </w:p>
    <w:p w14:paraId="716F34C2" w14:textId="4D23847E" w:rsidR="00DC0070" w:rsidRDefault="00DC0070">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93364006" w:history="1">
        <w:r w:rsidRPr="008B65C7">
          <w:rPr>
            <w:rStyle w:val="Collegamentoipertestuale"/>
            <w:noProof/>
          </w:rPr>
          <w:t>Mancata visualizzazione costo medio</w:t>
        </w:r>
        <w:r>
          <w:rPr>
            <w:noProof/>
            <w:webHidden/>
          </w:rPr>
          <w:tab/>
        </w:r>
        <w:r>
          <w:rPr>
            <w:noProof/>
            <w:webHidden/>
          </w:rPr>
          <w:fldChar w:fldCharType="begin"/>
        </w:r>
        <w:r>
          <w:rPr>
            <w:noProof/>
            <w:webHidden/>
          </w:rPr>
          <w:instrText xml:space="preserve"> PAGEREF _Toc193364006 \h </w:instrText>
        </w:r>
        <w:r>
          <w:rPr>
            <w:noProof/>
            <w:webHidden/>
          </w:rPr>
        </w:r>
        <w:r>
          <w:rPr>
            <w:noProof/>
            <w:webHidden/>
          </w:rPr>
          <w:fldChar w:fldCharType="separate"/>
        </w:r>
        <w:r w:rsidR="001C7BC4">
          <w:rPr>
            <w:noProof/>
            <w:webHidden/>
          </w:rPr>
          <w:t>2</w:t>
        </w:r>
        <w:r>
          <w:rPr>
            <w:noProof/>
            <w:webHidden/>
          </w:rPr>
          <w:fldChar w:fldCharType="end"/>
        </w:r>
      </w:hyperlink>
    </w:p>
    <w:p w14:paraId="5247EF7C" w14:textId="717EC34C" w:rsidR="00DC0070" w:rsidRDefault="00DC0070">
      <w:pPr>
        <w:pStyle w:val="Sommario4"/>
        <w:rPr>
          <w:rFonts w:asciiTheme="minorHAnsi" w:eastAsiaTheme="minorEastAsia" w:hAnsiTheme="minorHAnsi" w:cstheme="minorBidi"/>
          <w:i w:val="0"/>
          <w:kern w:val="2"/>
          <w:sz w:val="24"/>
          <w:szCs w:val="24"/>
          <w14:ligatures w14:val="standardContextual"/>
        </w:rPr>
      </w:pPr>
      <w:hyperlink w:anchor="_Toc193364007" w:history="1">
        <w:r w:rsidRPr="008B65C7">
          <w:rPr>
            <w:rStyle w:val="Collegamentoipertestuale"/>
          </w:rPr>
          <w:t>FATIMM – Fattura immediata</w:t>
        </w:r>
        <w:r>
          <w:rPr>
            <w:webHidden/>
          </w:rPr>
          <w:tab/>
        </w:r>
        <w:r>
          <w:rPr>
            <w:webHidden/>
          </w:rPr>
          <w:fldChar w:fldCharType="begin"/>
        </w:r>
        <w:r>
          <w:rPr>
            <w:webHidden/>
          </w:rPr>
          <w:instrText xml:space="preserve"> PAGEREF _Toc193364007 \h </w:instrText>
        </w:r>
        <w:r>
          <w:rPr>
            <w:webHidden/>
          </w:rPr>
        </w:r>
        <w:r>
          <w:rPr>
            <w:webHidden/>
          </w:rPr>
          <w:fldChar w:fldCharType="separate"/>
        </w:r>
        <w:r w:rsidR="001C7BC4">
          <w:rPr>
            <w:webHidden/>
          </w:rPr>
          <w:t>2</w:t>
        </w:r>
        <w:r>
          <w:rPr>
            <w:webHidden/>
          </w:rPr>
          <w:fldChar w:fldCharType="end"/>
        </w:r>
      </w:hyperlink>
    </w:p>
    <w:p w14:paraId="2CBB4F60" w14:textId="4140AEFF" w:rsidR="00DC0070" w:rsidRDefault="00DC0070">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93364008" w:history="1">
        <w:r w:rsidRPr="008B65C7">
          <w:rPr>
            <w:rStyle w:val="Collegamentoipertestuale"/>
            <w:noProof/>
          </w:rPr>
          <w:t>Errato ordinamento con bolle con e senza raggruppamento</w:t>
        </w:r>
        <w:r>
          <w:rPr>
            <w:noProof/>
            <w:webHidden/>
          </w:rPr>
          <w:tab/>
        </w:r>
        <w:r>
          <w:rPr>
            <w:noProof/>
            <w:webHidden/>
          </w:rPr>
          <w:fldChar w:fldCharType="begin"/>
        </w:r>
        <w:r>
          <w:rPr>
            <w:noProof/>
            <w:webHidden/>
          </w:rPr>
          <w:instrText xml:space="preserve"> PAGEREF _Toc193364008 \h </w:instrText>
        </w:r>
        <w:r>
          <w:rPr>
            <w:noProof/>
            <w:webHidden/>
          </w:rPr>
        </w:r>
        <w:r>
          <w:rPr>
            <w:noProof/>
            <w:webHidden/>
          </w:rPr>
          <w:fldChar w:fldCharType="separate"/>
        </w:r>
        <w:r w:rsidR="001C7BC4">
          <w:rPr>
            <w:noProof/>
            <w:webHidden/>
          </w:rPr>
          <w:t>2</w:t>
        </w:r>
        <w:r>
          <w:rPr>
            <w:noProof/>
            <w:webHidden/>
          </w:rPr>
          <w:fldChar w:fldCharType="end"/>
        </w:r>
      </w:hyperlink>
    </w:p>
    <w:p w14:paraId="28E0DBDC" w14:textId="5F75A60D" w:rsidR="00DC0070" w:rsidRDefault="00DC0070">
      <w:pPr>
        <w:pStyle w:val="Sommario4"/>
        <w:rPr>
          <w:rFonts w:asciiTheme="minorHAnsi" w:eastAsiaTheme="minorEastAsia" w:hAnsiTheme="minorHAnsi" w:cstheme="minorBidi"/>
          <w:i w:val="0"/>
          <w:kern w:val="2"/>
          <w:sz w:val="24"/>
          <w:szCs w:val="24"/>
          <w14:ligatures w14:val="standardContextual"/>
        </w:rPr>
      </w:pPr>
      <w:hyperlink w:anchor="_Toc193364009" w:history="1">
        <w:r w:rsidRPr="008B65C7">
          <w:rPr>
            <w:rStyle w:val="Collegamentoipertestuale"/>
          </w:rPr>
          <w:t>DOCUMENTI/ORDINI – Gestione documenti/Gestione ordini</w:t>
        </w:r>
        <w:r>
          <w:rPr>
            <w:webHidden/>
          </w:rPr>
          <w:tab/>
        </w:r>
        <w:r>
          <w:rPr>
            <w:webHidden/>
          </w:rPr>
          <w:fldChar w:fldCharType="begin"/>
        </w:r>
        <w:r>
          <w:rPr>
            <w:webHidden/>
          </w:rPr>
          <w:instrText xml:space="preserve"> PAGEREF _Toc193364009 \h </w:instrText>
        </w:r>
        <w:r>
          <w:rPr>
            <w:webHidden/>
          </w:rPr>
        </w:r>
        <w:r>
          <w:rPr>
            <w:webHidden/>
          </w:rPr>
          <w:fldChar w:fldCharType="separate"/>
        </w:r>
        <w:r w:rsidR="001C7BC4">
          <w:rPr>
            <w:webHidden/>
          </w:rPr>
          <w:t>2</w:t>
        </w:r>
        <w:r>
          <w:rPr>
            <w:webHidden/>
          </w:rPr>
          <w:fldChar w:fldCharType="end"/>
        </w:r>
      </w:hyperlink>
    </w:p>
    <w:p w14:paraId="555F536C" w14:textId="4CE29F06" w:rsidR="00DC0070" w:rsidRDefault="00DC0070">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93364010" w:history="1">
        <w:r w:rsidRPr="008B65C7">
          <w:rPr>
            <w:rStyle w:val="Collegamentoipertestuale"/>
            <w:noProof/>
          </w:rPr>
          <w:t>Errato numero di stampa copie</w:t>
        </w:r>
        <w:r>
          <w:rPr>
            <w:noProof/>
            <w:webHidden/>
          </w:rPr>
          <w:tab/>
        </w:r>
        <w:r>
          <w:rPr>
            <w:noProof/>
            <w:webHidden/>
          </w:rPr>
          <w:fldChar w:fldCharType="begin"/>
        </w:r>
        <w:r>
          <w:rPr>
            <w:noProof/>
            <w:webHidden/>
          </w:rPr>
          <w:instrText xml:space="preserve"> PAGEREF _Toc193364010 \h </w:instrText>
        </w:r>
        <w:r>
          <w:rPr>
            <w:noProof/>
            <w:webHidden/>
          </w:rPr>
        </w:r>
        <w:r>
          <w:rPr>
            <w:noProof/>
            <w:webHidden/>
          </w:rPr>
          <w:fldChar w:fldCharType="separate"/>
        </w:r>
        <w:r w:rsidR="001C7BC4">
          <w:rPr>
            <w:noProof/>
            <w:webHidden/>
          </w:rPr>
          <w:t>2</w:t>
        </w:r>
        <w:r>
          <w:rPr>
            <w:noProof/>
            <w:webHidden/>
          </w:rPr>
          <w:fldChar w:fldCharType="end"/>
        </w:r>
      </w:hyperlink>
    </w:p>
    <w:p w14:paraId="45104188" w14:textId="4956B78C" w:rsidR="00DC0070" w:rsidRDefault="00DC0070">
      <w:pPr>
        <w:pStyle w:val="Sommario4"/>
        <w:rPr>
          <w:rFonts w:asciiTheme="minorHAnsi" w:eastAsiaTheme="minorEastAsia" w:hAnsiTheme="minorHAnsi" w:cstheme="minorBidi"/>
          <w:i w:val="0"/>
          <w:kern w:val="2"/>
          <w:sz w:val="24"/>
          <w:szCs w:val="24"/>
          <w14:ligatures w14:val="standardContextual"/>
        </w:rPr>
      </w:pPr>
      <w:hyperlink w:anchor="_Toc193364011" w:history="1">
        <w:r w:rsidRPr="008B65C7">
          <w:rPr>
            <w:rStyle w:val="Collegamentoipertestuale"/>
          </w:rPr>
          <w:t>DOCUMENTI/ORDINI – Gestione documenti/Gestione ordini</w:t>
        </w:r>
        <w:r>
          <w:rPr>
            <w:webHidden/>
          </w:rPr>
          <w:tab/>
        </w:r>
        <w:r>
          <w:rPr>
            <w:webHidden/>
          </w:rPr>
          <w:fldChar w:fldCharType="begin"/>
        </w:r>
        <w:r>
          <w:rPr>
            <w:webHidden/>
          </w:rPr>
          <w:instrText xml:space="preserve"> PAGEREF _Toc193364011 \h </w:instrText>
        </w:r>
        <w:r>
          <w:rPr>
            <w:webHidden/>
          </w:rPr>
        </w:r>
        <w:r>
          <w:rPr>
            <w:webHidden/>
          </w:rPr>
          <w:fldChar w:fldCharType="separate"/>
        </w:r>
        <w:r w:rsidR="001C7BC4">
          <w:rPr>
            <w:webHidden/>
          </w:rPr>
          <w:t>2</w:t>
        </w:r>
        <w:r>
          <w:rPr>
            <w:webHidden/>
          </w:rPr>
          <w:fldChar w:fldCharType="end"/>
        </w:r>
      </w:hyperlink>
    </w:p>
    <w:p w14:paraId="1BAEDC72" w14:textId="1E9EBD43" w:rsidR="00DC0070" w:rsidRDefault="00DC0070">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93364012" w:history="1">
        <w:r w:rsidRPr="008B65C7">
          <w:rPr>
            <w:rStyle w:val="Collegamentoipertestuale"/>
            <w:noProof/>
          </w:rPr>
          <w:t>Errata archiviazione PDF in ambiente SAAS</w:t>
        </w:r>
        <w:r>
          <w:rPr>
            <w:noProof/>
            <w:webHidden/>
          </w:rPr>
          <w:tab/>
        </w:r>
        <w:r>
          <w:rPr>
            <w:noProof/>
            <w:webHidden/>
          </w:rPr>
          <w:fldChar w:fldCharType="begin"/>
        </w:r>
        <w:r>
          <w:rPr>
            <w:noProof/>
            <w:webHidden/>
          </w:rPr>
          <w:instrText xml:space="preserve"> PAGEREF _Toc193364012 \h </w:instrText>
        </w:r>
        <w:r>
          <w:rPr>
            <w:noProof/>
            <w:webHidden/>
          </w:rPr>
        </w:r>
        <w:r>
          <w:rPr>
            <w:noProof/>
            <w:webHidden/>
          </w:rPr>
          <w:fldChar w:fldCharType="separate"/>
        </w:r>
        <w:r w:rsidR="001C7BC4">
          <w:rPr>
            <w:noProof/>
            <w:webHidden/>
          </w:rPr>
          <w:t>2</w:t>
        </w:r>
        <w:r>
          <w:rPr>
            <w:noProof/>
            <w:webHidden/>
          </w:rPr>
          <w:fldChar w:fldCharType="end"/>
        </w:r>
      </w:hyperlink>
    </w:p>
    <w:p w14:paraId="1E4BB352" w14:textId="15262961" w:rsidR="00DC0070" w:rsidRDefault="00DC0070">
      <w:pPr>
        <w:pStyle w:val="Sommario4"/>
        <w:rPr>
          <w:rFonts w:asciiTheme="minorHAnsi" w:eastAsiaTheme="minorEastAsia" w:hAnsiTheme="minorHAnsi" w:cstheme="minorBidi"/>
          <w:i w:val="0"/>
          <w:kern w:val="2"/>
          <w:sz w:val="24"/>
          <w:szCs w:val="24"/>
          <w14:ligatures w14:val="standardContextual"/>
        </w:rPr>
      </w:pPr>
      <w:hyperlink w:anchor="_Toc193364013" w:history="1">
        <w:r w:rsidRPr="008B65C7">
          <w:rPr>
            <w:rStyle w:val="Collegamentoipertestuale"/>
          </w:rPr>
          <w:t>CONTABILITA’ INDUSTRIALE: Intcoin</w:t>
        </w:r>
        <w:r>
          <w:rPr>
            <w:webHidden/>
          </w:rPr>
          <w:tab/>
        </w:r>
        <w:r>
          <w:rPr>
            <w:webHidden/>
          </w:rPr>
          <w:fldChar w:fldCharType="begin"/>
        </w:r>
        <w:r>
          <w:rPr>
            <w:webHidden/>
          </w:rPr>
          <w:instrText xml:space="preserve"> PAGEREF _Toc193364013 \h </w:instrText>
        </w:r>
        <w:r>
          <w:rPr>
            <w:webHidden/>
          </w:rPr>
        </w:r>
        <w:r>
          <w:rPr>
            <w:webHidden/>
          </w:rPr>
          <w:fldChar w:fldCharType="separate"/>
        </w:r>
        <w:r w:rsidR="001C7BC4">
          <w:rPr>
            <w:webHidden/>
          </w:rPr>
          <w:t>2</w:t>
        </w:r>
        <w:r>
          <w:rPr>
            <w:webHidden/>
          </w:rPr>
          <w:fldChar w:fldCharType="end"/>
        </w:r>
      </w:hyperlink>
    </w:p>
    <w:p w14:paraId="592B0337" w14:textId="6085F4BE" w:rsidR="00DC0070" w:rsidRDefault="00DC0070">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93364014" w:history="1">
        <w:r w:rsidRPr="008B65C7">
          <w:rPr>
            <w:rStyle w:val="Collegamentoipertestuale"/>
            <w:noProof/>
          </w:rPr>
          <w:t>Errata visualizzazione del conto contabile</w:t>
        </w:r>
        <w:r>
          <w:rPr>
            <w:noProof/>
            <w:webHidden/>
          </w:rPr>
          <w:tab/>
        </w:r>
        <w:r>
          <w:rPr>
            <w:noProof/>
            <w:webHidden/>
          </w:rPr>
          <w:fldChar w:fldCharType="begin"/>
        </w:r>
        <w:r>
          <w:rPr>
            <w:noProof/>
            <w:webHidden/>
          </w:rPr>
          <w:instrText xml:space="preserve"> PAGEREF _Toc193364014 \h </w:instrText>
        </w:r>
        <w:r>
          <w:rPr>
            <w:noProof/>
            <w:webHidden/>
          </w:rPr>
        </w:r>
        <w:r>
          <w:rPr>
            <w:noProof/>
            <w:webHidden/>
          </w:rPr>
          <w:fldChar w:fldCharType="separate"/>
        </w:r>
        <w:r w:rsidR="001C7BC4">
          <w:rPr>
            <w:noProof/>
            <w:webHidden/>
          </w:rPr>
          <w:t>2</w:t>
        </w:r>
        <w:r>
          <w:rPr>
            <w:noProof/>
            <w:webHidden/>
          </w:rPr>
          <w:fldChar w:fldCharType="end"/>
        </w:r>
      </w:hyperlink>
    </w:p>
    <w:p w14:paraId="6227382F" w14:textId="562BC844" w:rsidR="00DC0070" w:rsidRDefault="00DC0070">
      <w:pPr>
        <w:pStyle w:val="Sommario4"/>
        <w:rPr>
          <w:rFonts w:asciiTheme="minorHAnsi" w:eastAsiaTheme="minorEastAsia" w:hAnsiTheme="minorHAnsi" w:cstheme="minorBidi"/>
          <w:i w:val="0"/>
          <w:kern w:val="2"/>
          <w:sz w:val="24"/>
          <w:szCs w:val="24"/>
          <w14:ligatures w14:val="standardContextual"/>
        </w:rPr>
      </w:pPr>
      <w:hyperlink w:anchor="_Toc193364015" w:history="1">
        <w:r w:rsidRPr="008B65C7">
          <w:rPr>
            <w:rStyle w:val="Collegamentoipertestuale"/>
          </w:rPr>
          <w:t>CONTABILITA’ INDUSTRIALE: Intsitcoin</w:t>
        </w:r>
        <w:r>
          <w:rPr>
            <w:webHidden/>
          </w:rPr>
          <w:tab/>
        </w:r>
        <w:r>
          <w:rPr>
            <w:webHidden/>
          </w:rPr>
          <w:fldChar w:fldCharType="begin"/>
        </w:r>
        <w:r>
          <w:rPr>
            <w:webHidden/>
          </w:rPr>
          <w:instrText xml:space="preserve"> PAGEREF _Toc193364015 \h </w:instrText>
        </w:r>
        <w:r>
          <w:rPr>
            <w:webHidden/>
          </w:rPr>
        </w:r>
        <w:r>
          <w:rPr>
            <w:webHidden/>
          </w:rPr>
          <w:fldChar w:fldCharType="separate"/>
        </w:r>
        <w:r w:rsidR="001C7BC4">
          <w:rPr>
            <w:webHidden/>
          </w:rPr>
          <w:t>2</w:t>
        </w:r>
        <w:r>
          <w:rPr>
            <w:webHidden/>
          </w:rPr>
          <w:fldChar w:fldCharType="end"/>
        </w:r>
      </w:hyperlink>
    </w:p>
    <w:p w14:paraId="15A34FCC" w14:textId="12857ED7" w:rsidR="00DC0070" w:rsidRDefault="00DC0070">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93364016" w:history="1">
        <w:r w:rsidRPr="008B65C7">
          <w:rPr>
            <w:rStyle w:val="Collegamentoipertestuale"/>
            <w:noProof/>
          </w:rPr>
          <w:t>Descrizione errata sottocommesse</w:t>
        </w:r>
        <w:r>
          <w:rPr>
            <w:noProof/>
            <w:webHidden/>
          </w:rPr>
          <w:tab/>
        </w:r>
        <w:r>
          <w:rPr>
            <w:noProof/>
            <w:webHidden/>
          </w:rPr>
          <w:fldChar w:fldCharType="begin"/>
        </w:r>
        <w:r>
          <w:rPr>
            <w:noProof/>
            <w:webHidden/>
          </w:rPr>
          <w:instrText xml:space="preserve"> PAGEREF _Toc193364016 \h </w:instrText>
        </w:r>
        <w:r>
          <w:rPr>
            <w:noProof/>
            <w:webHidden/>
          </w:rPr>
        </w:r>
        <w:r>
          <w:rPr>
            <w:noProof/>
            <w:webHidden/>
          </w:rPr>
          <w:fldChar w:fldCharType="separate"/>
        </w:r>
        <w:r w:rsidR="001C7BC4">
          <w:rPr>
            <w:noProof/>
            <w:webHidden/>
          </w:rPr>
          <w:t>2</w:t>
        </w:r>
        <w:r>
          <w:rPr>
            <w:noProof/>
            <w:webHidden/>
          </w:rPr>
          <w:fldChar w:fldCharType="end"/>
        </w:r>
      </w:hyperlink>
    </w:p>
    <w:p w14:paraId="35390E17" w14:textId="43964B7C" w:rsidR="00DC0070" w:rsidRDefault="00DC0070">
      <w:pPr>
        <w:pStyle w:val="Sommario4"/>
        <w:rPr>
          <w:rFonts w:asciiTheme="minorHAnsi" w:eastAsiaTheme="minorEastAsia" w:hAnsiTheme="minorHAnsi" w:cstheme="minorBidi"/>
          <w:i w:val="0"/>
          <w:kern w:val="2"/>
          <w:sz w:val="24"/>
          <w:szCs w:val="24"/>
          <w14:ligatures w14:val="standardContextual"/>
        </w:rPr>
      </w:pPr>
      <w:hyperlink w:anchor="_Toc193364017" w:history="1">
        <w:r w:rsidRPr="008B65C7">
          <w:rPr>
            <w:rStyle w:val="Collegamentoipertestuale"/>
          </w:rPr>
          <w:t>EXPTSCOMM – Esportazione dati verso TS Commerce</w:t>
        </w:r>
        <w:r>
          <w:rPr>
            <w:webHidden/>
          </w:rPr>
          <w:tab/>
        </w:r>
        <w:r>
          <w:rPr>
            <w:webHidden/>
          </w:rPr>
          <w:fldChar w:fldCharType="begin"/>
        </w:r>
        <w:r>
          <w:rPr>
            <w:webHidden/>
          </w:rPr>
          <w:instrText xml:space="preserve"> PAGEREF _Toc193364017 \h </w:instrText>
        </w:r>
        <w:r>
          <w:rPr>
            <w:webHidden/>
          </w:rPr>
        </w:r>
        <w:r>
          <w:rPr>
            <w:webHidden/>
          </w:rPr>
          <w:fldChar w:fldCharType="separate"/>
        </w:r>
        <w:r w:rsidR="001C7BC4">
          <w:rPr>
            <w:webHidden/>
          </w:rPr>
          <w:t>3</w:t>
        </w:r>
        <w:r>
          <w:rPr>
            <w:webHidden/>
          </w:rPr>
          <w:fldChar w:fldCharType="end"/>
        </w:r>
      </w:hyperlink>
    </w:p>
    <w:p w14:paraId="68DE5F0C" w14:textId="1D365927" w:rsidR="00DC0070" w:rsidRDefault="00DC0070">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93364018" w:history="1">
        <w:r w:rsidRPr="008B65C7">
          <w:rPr>
            <w:rStyle w:val="Collegamentoipertestuale"/>
            <w:noProof/>
          </w:rPr>
          <w:t>Esportazione non corretta</w:t>
        </w:r>
        <w:r>
          <w:rPr>
            <w:noProof/>
            <w:webHidden/>
          </w:rPr>
          <w:tab/>
        </w:r>
        <w:r>
          <w:rPr>
            <w:noProof/>
            <w:webHidden/>
          </w:rPr>
          <w:fldChar w:fldCharType="begin"/>
        </w:r>
        <w:r>
          <w:rPr>
            <w:noProof/>
            <w:webHidden/>
          </w:rPr>
          <w:instrText xml:space="preserve"> PAGEREF _Toc193364018 \h </w:instrText>
        </w:r>
        <w:r>
          <w:rPr>
            <w:noProof/>
            <w:webHidden/>
          </w:rPr>
        </w:r>
        <w:r>
          <w:rPr>
            <w:noProof/>
            <w:webHidden/>
          </w:rPr>
          <w:fldChar w:fldCharType="separate"/>
        </w:r>
        <w:r w:rsidR="001C7BC4">
          <w:rPr>
            <w:noProof/>
            <w:webHidden/>
          </w:rPr>
          <w:t>3</w:t>
        </w:r>
        <w:r>
          <w:rPr>
            <w:noProof/>
            <w:webHidden/>
          </w:rPr>
          <w:fldChar w:fldCharType="end"/>
        </w:r>
      </w:hyperlink>
    </w:p>
    <w:p w14:paraId="19AE75EC" w14:textId="35F12F45" w:rsidR="00B805F7" w:rsidRDefault="00585251">
      <w:pPr>
        <w:pStyle w:val="corpoAltF"/>
        <w:rPr>
          <w:rStyle w:val="Collegamentoipertestuale"/>
          <w:i/>
          <w:iCs/>
          <w:noProof/>
          <w:color w:val="auto"/>
          <w:spacing w:val="-20"/>
          <w:szCs w:val="28"/>
          <w:u w:val="none"/>
        </w:rPr>
      </w:pPr>
      <w:r>
        <w:rPr>
          <w:rStyle w:val="Collegamentoipertestuale"/>
          <w:b/>
          <w:i/>
          <w:iCs/>
          <w:noProof/>
          <w:color w:val="auto"/>
          <w:spacing w:val="-20"/>
          <w:szCs w:val="28"/>
          <w:u w:val="none"/>
        </w:rPr>
        <w:fldChar w:fldCharType="end"/>
      </w:r>
    </w:p>
    <w:p w14:paraId="54EE949B" w14:textId="77777777" w:rsidR="00B805F7" w:rsidRDefault="00B805F7">
      <w:pPr>
        <w:pStyle w:val="CorpoAltF0"/>
        <w:rPr>
          <w:rStyle w:val="Collegamentoipertestuale"/>
          <w:color w:val="auto"/>
          <w:u w:val="none"/>
        </w:rPr>
      </w:pPr>
    </w:p>
    <w:p w14:paraId="142E73C7" w14:textId="77777777" w:rsidR="00B805F7" w:rsidRDefault="00B805F7">
      <w:pPr>
        <w:pStyle w:val="corpoAltF"/>
        <w:sectPr w:rsidR="00B805F7">
          <w:headerReference w:type="default" r:id="rId12"/>
          <w:footerReference w:type="default" r:id="rId13"/>
          <w:pgSz w:w="11907" w:h="16840" w:code="9"/>
          <w:pgMar w:top="567" w:right="1134" w:bottom="1134" w:left="1134" w:header="397" w:footer="397" w:gutter="0"/>
          <w:pgNumType w:chapStyle="1" w:chapSep="period"/>
          <w:cols w:space="720"/>
          <w:noEndnote/>
        </w:sectPr>
      </w:pPr>
    </w:p>
    <w:bookmarkEnd w:id="0"/>
    <w:p w14:paraId="2B55F900" w14:textId="77777777" w:rsidR="00F172C8" w:rsidRDefault="00F172C8" w:rsidP="00B73FEE">
      <w:pPr>
        <w:pStyle w:val="corpoAltF"/>
      </w:pPr>
    </w:p>
    <w:p w14:paraId="477291CB" w14:textId="77777777" w:rsidR="00DC0070" w:rsidRPr="00F42898" w:rsidRDefault="00DC0070" w:rsidP="00DC0070">
      <w:pPr>
        <w:pStyle w:val="TS-titolo-04"/>
      </w:pPr>
      <w:bookmarkStart w:id="2" w:name="_Toc193363369"/>
      <w:bookmarkStart w:id="3" w:name="_Toc193364003"/>
      <w:r>
        <w:t>STAECCLI/STAECFOR – Estratti conto clienti/Estratti conto fornitori</w:t>
      </w:r>
      <w:bookmarkEnd w:id="2"/>
      <w:bookmarkEnd w:id="3"/>
    </w:p>
    <w:p w14:paraId="114FFB34" w14:textId="77777777" w:rsidR="00DC0070" w:rsidRPr="00944F30" w:rsidRDefault="00DC0070" w:rsidP="00DC0070">
      <w:pPr>
        <w:pStyle w:val="TS-titolo-05"/>
        <w:pBdr>
          <w:top w:val="single" w:sz="4" w:space="0" w:color="auto"/>
          <w:bottom w:val="single" w:sz="4" w:space="0" w:color="auto"/>
        </w:pBdr>
        <w:rPr>
          <w:lang w:val="it-IT"/>
        </w:rPr>
      </w:pPr>
      <w:bookmarkStart w:id="4" w:name="_Toc193363370"/>
      <w:bookmarkStart w:id="5" w:name="_Toc193364004"/>
      <w:r>
        <w:rPr>
          <w:lang w:val="it-IT"/>
        </w:rPr>
        <w:t>Errato numero copie delle stampe laser e ripristino email modelli PCL</w:t>
      </w:r>
      <w:bookmarkEnd w:id="4"/>
      <w:bookmarkEnd w:id="5"/>
    </w:p>
    <w:p w14:paraId="4464C74B" w14:textId="77777777" w:rsidR="00DC0070" w:rsidRDefault="00DC0070" w:rsidP="00DC0070">
      <w:pPr>
        <w:pStyle w:val="corpoAltF"/>
      </w:pPr>
    </w:p>
    <w:p w14:paraId="693E5412" w14:textId="77777777" w:rsidR="00DC0070" w:rsidRDefault="00DC0070" w:rsidP="00DC0070">
      <w:pPr>
        <w:pStyle w:val="corpoAltF"/>
      </w:pPr>
      <w:r>
        <w:t>Effettuando la stampa laser la procedura stampava il doppio delle copie impostate. Inoltre, è stato ripristinato l’invio email per i modelli PCL.</w:t>
      </w:r>
    </w:p>
    <w:p w14:paraId="172C2FDA" w14:textId="77777777" w:rsidR="00DC0070" w:rsidRDefault="00DC0070" w:rsidP="00DC0070">
      <w:pPr>
        <w:pStyle w:val="corpoAltF"/>
      </w:pPr>
      <w:r>
        <w:t xml:space="preserve"> </w:t>
      </w:r>
    </w:p>
    <w:p w14:paraId="15347499" w14:textId="77777777" w:rsidR="00DC0070" w:rsidRPr="00F42898" w:rsidRDefault="00DC0070" w:rsidP="00DC0070">
      <w:pPr>
        <w:pStyle w:val="TS-titolo-04"/>
      </w:pPr>
      <w:bookmarkStart w:id="6" w:name="_Toc193363371"/>
      <w:bookmarkStart w:id="7" w:name="_Toc193364005"/>
      <w:r>
        <w:t>MAGA – Anagrafica di magazzino</w:t>
      </w:r>
      <w:bookmarkEnd w:id="6"/>
      <w:bookmarkEnd w:id="7"/>
    </w:p>
    <w:p w14:paraId="1869C01E" w14:textId="77777777" w:rsidR="00DC0070" w:rsidRPr="00944F30" w:rsidRDefault="00DC0070" w:rsidP="00DC0070">
      <w:pPr>
        <w:pStyle w:val="TS-titolo-05"/>
        <w:pBdr>
          <w:top w:val="single" w:sz="4" w:space="0" w:color="auto"/>
          <w:bottom w:val="single" w:sz="4" w:space="0" w:color="auto"/>
        </w:pBdr>
        <w:rPr>
          <w:lang w:val="it-IT"/>
        </w:rPr>
      </w:pPr>
      <w:bookmarkStart w:id="8" w:name="_Toc193363372"/>
      <w:bookmarkStart w:id="9" w:name="_Toc193364006"/>
      <w:r>
        <w:rPr>
          <w:lang w:val="it-IT"/>
        </w:rPr>
        <w:t>Mancata visualizzazione costo medio</w:t>
      </w:r>
      <w:bookmarkEnd w:id="8"/>
      <w:bookmarkEnd w:id="9"/>
    </w:p>
    <w:p w14:paraId="2BFBEAA8" w14:textId="77777777" w:rsidR="00DC0070" w:rsidRDefault="00DC0070" w:rsidP="00DC0070">
      <w:pPr>
        <w:pStyle w:val="corpoAltF"/>
      </w:pPr>
    </w:p>
    <w:p w14:paraId="7A660BDD" w14:textId="77777777" w:rsidR="00DC0070" w:rsidRDefault="00DC0070" w:rsidP="00DC0070">
      <w:pPr>
        <w:pStyle w:val="corpoAltF"/>
      </w:pPr>
      <w:r>
        <w:t xml:space="preserve">Interrogando gli articoli e selezionando, tra le funzioni articolo, il bottone </w:t>
      </w:r>
      <w:r w:rsidRPr="006B033B">
        <w:rPr>
          <w:i/>
          <w:iCs/>
        </w:rPr>
        <w:t>“Costi e massimo sconti”</w:t>
      </w:r>
      <w:r>
        <w:t>, non veniva valorizzato il costo medio.</w:t>
      </w:r>
    </w:p>
    <w:p w14:paraId="37E21F83" w14:textId="77777777" w:rsidR="00DC0070" w:rsidRDefault="00DC0070" w:rsidP="00DC0070">
      <w:pPr>
        <w:pStyle w:val="corpoAltF"/>
      </w:pPr>
    </w:p>
    <w:p w14:paraId="78DFB2BD" w14:textId="77777777" w:rsidR="00DC0070" w:rsidRPr="00F42898" w:rsidRDefault="00DC0070" w:rsidP="00DC0070">
      <w:pPr>
        <w:pStyle w:val="TS-titolo-04"/>
      </w:pPr>
      <w:bookmarkStart w:id="10" w:name="_Toc193363373"/>
      <w:bookmarkStart w:id="11" w:name="_Toc193364007"/>
      <w:r>
        <w:t>FATIMM – Fattura immediata</w:t>
      </w:r>
      <w:bookmarkEnd w:id="10"/>
      <w:bookmarkEnd w:id="11"/>
    </w:p>
    <w:p w14:paraId="38D8E7CF" w14:textId="77777777" w:rsidR="00DC0070" w:rsidRPr="00944F30" w:rsidRDefault="00DC0070" w:rsidP="00DC0070">
      <w:pPr>
        <w:pStyle w:val="TS-titolo-05"/>
        <w:pBdr>
          <w:top w:val="single" w:sz="4" w:space="0" w:color="auto"/>
          <w:bottom w:val="single" w:sz="4" w:space="0" w:color="auto"/>
        </w:pBdr>
        <w:rPr>
          <w:lang w:val="it-IT"/>
        </w:rPr>
      </w:pPr>
      <w:bookmarkStart w:id="12" w:name="_Toc193363374"/>
      <w:bookmarkStart w:id="13" w:name="_Toc193364008"/>
      <w:r>
        <w:rPr>
          <w:lang w:val="it-IT"/>
        </w:rPr>
        <w:t>Errato ordinamento con bolle con e senza raggruppamento</w:t>
      </w:r>
      <w:bookmarkEnd w:id="12"/>
      <w:bookmarkEnd w:id="13"/>
    </w:p>
    <w:p w14:paraId="7441C072" w14:textId="77777777" w:rsidR="00DC0070" w:rsidRDefault="00DC0070" w:rsidP="00DC0070">
      <w:pPr>
        <w:pStyle w:val="corpoAltF"/>
      </w:pPr>
    </w:p>
    <w:p w14:paraId="1980C3DC" w14:textId="77777777" w:rsidR="00DC0070" w:rsidRPr="003A0D8F" w:rsidRDefault="00DC0070" w:rsidP="00DC0070">
      <w:pPr>
        <w:pStyle w:val="corpoAltF"/>
      </w:pPr>
      <w:r w:rsidRPr="003A0D8F">
        <w:t xml:space="preserve">Nel caso di richiesta bolle </w:t>
      </w:r>
      <w:r>
        <w:t>nei documenti (</w:t>
      </w:r>
      <w:r w:rsidRPr="00DC107A">
        <w:rPr>
          <w:b/>
          <w:bCs/>
        </w:rPr>
        <w:t xml:space="preserve">PERSDOC </w:t>
      </w:r>
      <w:r>
        <w:sym w:font="Wingdings" w:char="F0E0"/>
      </w:r>
      <w:r>
        <w:t xml:space="preserve"> </w:t>
      </w:r>
      <w:r w:rsidRPr="00DC107A">
        <w:rPr>
          <w:b/>
          <w:bCs/>
          <w:i/>
          <w:iCs/>
        </w:rPr>
        <w:t>“Dati generali”</w:t>
      </w:r>
      <w:r w:rsidRPr="00DC107A">
        <w:rPr>
          <w:b/>
          <w:bCs/>
        </w:rPr>
        <w:t xml:space="preserve"> </w:t>
      </w:r>
      <w:r w:rsidRPr="00DC107A">
        <w:rPr>
          <w:b/>
          <w:bCs/>
        </w:rPr>
        <w:sym w:font="Wingdings" w:char="F0E0"/>
      </w:r>
      <w:r w:rsidRPr="00DC107A">
        <w:rPr>
          <w:b/>
          <w:bCs/>
        </w:rPr>
        <w:t xml:space="preserve"> </w:t>
      </w:r>
      <w:r w:rsidRPr="00DC107A">
        <w:rPr>
          <w:b/>
          <w:bCs/>
          <w:i/>
          <w:iCs/>
        </w:rPr>
        <w:t>“Rich. Dati bolle in fatt</w:t>
      </w:r>
      <w:r w:rsidRPr="00DC107A">
        <w:rPr>
          <w:i/>
          <w:iCs/>
        </w:rPr>
        <w:t>”</w:t>
      </w:r>
      <w:r>
        <w:rPr>
          <w:i/>
          <w:iCs/>
        </w:rPr>
        <w:t>.</w:t>
      </w:r>
      <w:r>
        <w:t xml:space="preserve">) </w:t>
      </w:r>
      <w:r w:rsidRPr="003A0D8F">
        <w:t>con o senza raggruppamento la procedura, ora, esplode i dati nel documento ordinati per data bolla e numero documento allineato a destra</w:t>
      </w:r>
      <w:r>
        <w:t xml:space="preserve"> in modo che i documenti siano poi ordinati per data/numero</w:t>
      </w:r>
      <w:r w:rsidRPr="003A0D8F">
        <w:t>.</w:t>
      </w:r>
    </w:p>
    <w:p w14:paraId="7BE69EDE" w14:textId="77777777" w:rsidR="00DC0070" w:rsidRDefault="00DC0070" w:rsidP="00DC0070">
      <w:pPr>
        <w:pStyle w:val="corpoAltF"/>
      </w:pPr>
    </w:p>
    <w:p w14:paraId="5969A395" w14:textId="77777777" w:rsidR="00DC0070" w:rsidRPr="00F42898" w:rsidRDefault="00DC0070" w:rsidP="00DC0070">
      <w:pPr>
        <w:pStyle w:val="TS-titolo-04"/>
      </w:pPr>
      <w:bookmarkStart w:id="14" w:name="_Toc193363375"/>
      <w:bookmarkStart w:id="15" w:name="_Toc193364009"/>
      <w:r>
        <w:t>DOCUMENTI/ORDINI – Gestione documenti/Gestione ordini</w:t>
      </w:r>
      <w:bookmarkEnd w:id="14"/>
      <w:bookmarkEnd w:id="15"/>
    </w:p>
    <w:p w14:paraId="44B56B90" w14:textId="77777777" w:rsidR="00DC0070" w:rsidRPr="00944F30" w:rsidRDefault="00DC0070" w:rsidP="00DC0070">
      <w:pPr>
        <w:pStyle w:val="TS-titolo-05"/>
        <w:pBdr>
          <w:top w:val="single" w:sz="4" w:space="0" w:color="auto"/>
          <w:bottom w:val="single" w:sz="4" w:space="0" w:color="auto"/>
        </w:pBdr>
        <w:rPr>
          <w:lang w:val="it-IT"/>
        </w:rPr>
      </w:pPr>
      <w:bookmarkStart w:id="16" w:name="_Toc193363376"/>
      <w:bookmarkStart w:id="17" w:name="_Toc193364010"/>
      <w:r>
        <w:rPr>
          <w:lang w:val="it-IT"/>
        </w:rPr>
        <w:t>Errato numero di stampa copie</w:t>
      </w:r>
      <w:bookmarkEnd w:id="16"/>
      <w:bookmarkEnd w:id="17"/>
    </w:p>
    <w:p w14:paraId="7EEC4462" w14:textId="77777777" w:rsidR="00DC0070" w:rsidRDefault="00DC0070" w:rsidP="00DC0070">
      <w:pPr>
        <w:pStyle w:val="corpoAltF"/>
      </w:pPr>
    </w:p>
    <w:p w14:paraId="490851F9" w14:textId="77777777" w:rsidR="00DC0070" w:rsidRDefault="00DC0070" w:rsidP="00DC0070">
      <w:pPr>
        <w:pStyle w:val="corpoAltF"/>
      </w:pPr>
      <w:r>
        <w:t>Il numero di copie indicato nella stampa poteva non essere rispettato.</w:t>
      </w:r>
    </w:p>
    <w:p w14:paraId="5F3D865C" w14:textId="77777777" w:rsidR="00DC0070" w:rsidRDefault="00DC0070" w:rsidP="00DC0070">
      <w:pPr>
        <w:pStyle w:val="corpoAltF"/>
      </w:pPr>
    </w:p>
    <w:p w14:paraId="56586D82" w14:textId="77777777" w:rsidR="00DC0070" w:rsidRPr="00F42898" w:rsidRDefault="00DC0070" w:rsidP="00DC0070">
      <w:pPr>
        <w:pStyle w:val="TS-titolo-04"/>
      </w:pPr>
      <w:bookmarkStart w:id="18" w:name="_Toc193363377"/>
      <w:bookmarkStart w:id="19" w:name="_Toc193364011"/>
      <w:r>
        <w:t>DOCUMENTI/ORDINI – Gestione documenti/Gestione ordini</w:t>
      </w:r>
      <w:bookmarkEnd w:id="18"/>
      <w:bookmarkEnd w:id="19"/>
    </w:p>
    <w:p w14:paraId="196DF842" w14:textId="77777777" w:rsidR="00DC0070" w:rsidRPr="00944F30" w:rsidRDefault="00DC0070" w:rsidP="00DC0070">
      <w:pPr>
        <w:pStyle w:val="TS-titolo-05"/>
        <w:pBdr>
          <w:top w:val="single" w:sz="4" w:space="0" w:color="auto"/>
          <w:bottom w:val="single" w:sz="4" w:space="0" w:color="auto"/>
        </w:pBdr>
        <w:rPr>
          <w:lang w:val="it-IT"/>
        </w:rPr>
      </w:pPr>
      <w:bookmarkStart w:id="20" w:name="_Toc193363378"/>
      <w:bookmarkStart w:id="21" w:name="_Toc193364012"/>
      <w:r>
        <w:rPr>
          <w:lang w:val="it-IT"/>
        </w:rPr>
        <w:t>Errata archiviazione PDF in ambiente SAAS</w:t>
      </w:r>
      <w:bookmarkEnd w:id="20"/>
      <w:bookmarkEnd w:id="21"/>
    </w:p>
    <w:p w14:paraId="2AD9C243" w14:textId="77777777" w:rsidR="00DC0070" w:rsidRDefault="00DC0070" w:rsidP="00DC0070">
      <w:pPr>
        <w:pStyle w:val="corpoAltF"/>
      </w:pPr>
    </w:p>
    <w:p w14:paraId="7EFE4659" w14:textId="77777777" w:rsidR="00DC0070" w:rsidRPr="003A0D8F" w:rsidRDefault="00DC0070" w:rsidP="00DC0070">
      <w:pPr>
        <w:pStyle w:val="corpoAltF"/>
      </w:pPr>
      <w:r w:rsidRPr="003A0D8F">
        <w:t xml:space="preserve">Nel caso di ambiente </w:t>
      </w:r>
      <w:r w:rsidRPr="003A0D8F">
        <w:rPr>
          <w:b/>
          <w:bCs/>
        </w:rPr>
        <w:t>SAAS</w:t>
      </w:r>
      <w:r w:rsidRPr="003A0D8F">
        <w:t xml:space="preserve"> la procedura usava una cartella errata se in </w:t>
      </w:r>
      <w:r w:rsidRPr="003A0D8F">
        <w:rPr>
          <w:b/>
          <w:bCs/>
        </w:rPr>
        <w:t>MODPDF</w:t>
      </w:r>
      <w:r w:rsidRPr="003A0D8F">
        <w:t xml:space="preserve">, per i documenti/ordini, era indicato come cartella di memorizzazione </w:t>
      </w:r>
      <w:r w:rsidRPr="003A0D8F">
        <w:rPr>
          <w:i/>
          <w:iCs/>
        </w:rPr>
        <w:t>“Cartella PDF configurazione gen. PERSPDF”.</w:t>
      </w:r>
      <w:r w:rsidRPr="003A0D8F">
        <w:t xml:space="preserve"> </w:t>
      </w:r>
    </w:p>
    <w:p w14:paraId="7BDDC581" w14:textId="77777777" w:rsidR="00DC0070" w:rsidRPr="00C6553C" w:rsidRDefault="00DC0070" w:rsidP="00DC0070">
      <w:pPr>
        <w:pStyle w:val="corpoAltF"/>
      </w:pPr>
    </w:p>
    <w:p w14:paraId="05EEEBC4" w14:textId="77777777" w:rsidR="00DC0070" w:rsidRPr="00F42898" w:rsidRDefault="00DC0070" w:rsidP="00DC0070">
      <w:pPr>
        <w:pStyle w:val="TS-titolo-04"/>
      </w:pPr>
      <w:bookmarkStart w:id="22" w:name="_Toc193363379"/>
      <w:bookmarkStart w:id="23" w:name="_Toc193364013"/>
      <w:r>
        <w:t>CONTABILITA’ INDUSTRIALE: Intcoin</w:t>
      </w:r>
      <w:bookmarkEnd w:id="22"/>
      <w:bookmarkEnd w:id="23"/>
    </w:p>
    <w:p w14:paraId="39D76218" w14:textId="77777777" w:rsidR="00DC0070" w:rsidRPr="00944F30" w:rsidRDefault="00DC0070" w:rsidP="00DC0070">
      <w:pPr>
        <w:pStyle w:val="TS-titolo-05"/>
        <w:pBdr>
          <w:top w:val="single" w:sz="4" w:space="0" w:color="auto"/>
          <w:bottom w:val="single" w:sz="4" w:space="0" w:color="auto"/>
        </w:pBdr>
        <w:rPr>
          <w:lang w:val="it-IT"/>
        </w:rPr>
      </w:pPr>
      <w:bookmarkStart w:id="24" w:name="_Toc193363380"/>
      <w:bookmarkStart w:id="25" w:name="_Toc193364014"/>
      <w:r>
        <w:rPr>
          <w:lang w:val="it-IT"/>
        </w:rPr>
        <w:t>Errata visualizzazione del conto contabile</w:t>
      </w:r>
      <w:bookmarkEnd w:id="24"/>
      <w:bookmarkEnd w:id="25"/>
    </w:p>
    <w:p w14:paraId="16DB0CC9" w14:textId="77777777" w:rsidR="00DC0070" w:rsidRDefault="00DC0070" w:rsidP="00DC0070">
      <w:pPr>
        <w:pStyle w:val="corpoAltF"/>
      </w:pPr>
    </w:p>
    <w:p w14:paraId="6C863B3B" w14:textId="77777777" w:rsidR="00DC0070" w:rsidRPr="00F52858" w:rsidRDefault="00DC0070" w:rsidP="00DC0070">
      <w:pPr>
        <w:pStyle w:val="corpoAltF"/>
      </w:pPr>
      <w:r w:rsidRPr="00F52858">
        <w:rPr>
          <w:spacing w:val="-1"/>
          <w:shd w:val="clear" w:color="auto" w:fill="FFFFFF"/>
        </w:rPr>
        <w:t>Nel caso di griglia personalizzata con conto contabile, registrazione fatture da ricevere con più conti economici, la procedura mostrava sempre il primo conto economico. Ora mostra il conto economico legato alla specifica riga.</w:t>
      </w:r>
    </w:p>
    <w:p w14:paraId="749B39D2" w14:textId="77777777" w:rsidR="00DC0070" w:rsidRDefault="00DC0070" w:rsidP="00DC0070">
      <w:pPr>
        <w:pStyle w:val="corpoAltF"/>
      </w:pPr>
    </w:p>
    <w:p w14:paraId="02062301" w14:textId="77777777" w:rsidR="00DC0070" w:rsidRPr="00F42898" w:rsidRDefault="00DC0070" w:rsidP="00DC0070">
      <w:pPr>
        <w:pStyle w:val="TS-titolo-04"/>
      </w:pPr>
      <w:bookmarkStart w:id="26" w:name="_Toc193363381"/>
      <w:bookmarkStart w:id="27" w:name="_Toc193364015"/>
      <w:r>
        <w:t>CONTABILITA’ INDUSTRIALE: Intsitcoin</w:t>
      </w:r>
      <w:bookmarkEnd w:id="26"/>
      <w:bookmarkEnd w:id="27"/>
    </w:p>
    <w:p w14:paraId="40799EA0" w14:textId="77777777" w:rsidR="00DC0070" w:rsidRPr="00944F30" w:rsidRDefault="00DC0070" w:rsidP="00DC0070">
      <w:pPr>
        <w:pStyle w:val="TS-titolo-05"/>
        <w:pBdr>
          <w:top w:val="single" w:sz="4" w:space="0" w:color="auto"/>
          <w:bottom w:val="single" w:sz="4" w:space="0" w:color="auto"/>
        </w:pBdr>
        <w:rPr>
          <w:lang w:val="it-IT"/>
        </w:rPr>
      </w:pPr>
      <w:bookmarkStart w:id="28" w:name="_Toc193363382"/>
      <w:bookmarkStart w:id="29" w:name="_Toc193364016"/>
      <w:r>
        <w:rPr>
          <w:lang w:val="it-IT"/>
        </w:rPr>
        <w:t>Descrizione errata sottocommesse</w:t>
      </w:r>
      <w:bookmarkEnd w:id="28"/>
      <w:bookmarkEnd w:id="29"/>
    </w:p>
    <w:p w14:paraId="14C741FD" w14:textId="77777777" w:rsidR="00DC0070" w:rsidRDefault="00DC0070" w:rsidP="00DC0070">
      <w:pPr>
        <w:pStyle w:val="corpoAltF"/>
      </w:pPr>
    </w:p>
    <w:p w14:paraId="3B3B3391" w14:textId="77777777" w:rsidR="00DC0070" w:rsidRPr="00F52858" w:rsidRDefault="00DC0070" w:rsidP="00DC0070">
      <w:pPr>
        <w:pStyle w:val="corpoAltF"/>
      </w:pPr>
      <w:r w:rsidRPr="00F52858">
        <w:t>La visualizzazione e/o la stampa delle sottocommesse erano errate.</w:t>
      </w:r>
    </w:p>
    <w:p w14:paraId="69362567" w14:textId="77777777" w:rsidR="00DC0070" w:rsidRPr="000356C8" w:rsidRDefault="00DC0070" w:rsidP="00DC0070">
      <w:pPr>
        <w:pStyle w:val="corpoAltF"/>
      </w:pPr>
    </w:p>
    <w:p w14:paraId="5D45D78D" w14:textId="77777777" w:rsidR="00DC0070" w:rsidRPr="00F42898" w:rsidRDefault="00DC0070" w:rsidP="00DC0070">
      <w:pPr>
        <w:pStyle w:val="TS-titolo-04"/>
      </w:pPr>
      <w:bookmarkStart w:id="30" w:name="_Toc193363383"/>
      <w:bookmarkStart w:id="31" w:name="_Toc193364017"/>
      <w:r>
        <w:t>EXPTSCOMM – Esportazione dati verso TS Commerce</w:t>
      </w:r>
      <w:bookmarkEnd w:id="30"/>
      <w:bookmarkEnd w:id="31"/>
    </w:p>
    <w:p w14:paraId="5B6B3515" w14:textId="77777777" w:rsidR="00DC0070" w:rsidRPr="00944F30" w:rsidRDefault="00DC0070" w:rsidP="00DC0070">
      <w:pPr>
        <w:pStyle w:val="TS-titolo-05"/>
        <w:pBdr>
          <w:top w:val="single" w:sz="4" w:space="0" w:color="auto"/>
          <w:bottom w:val="single" w:sz="4" w:space="0" w:color="auto"/>
        </w:pBdr>
        <w:rPr>
          <w:lang w:val="it-IT"/>
        </w:rPr>
      </w:pPr>
      <w:bookmarkStart w:id="32" w:name="_Toc193363384"/>
      <w:bookmarkStart w:id="33" w:name="_Toc193364018"/>
      <w:r>
        <w:rPr>
          <w:lang w:val="it-IT"/>
        </w:rPr>
        <w:t>Esportazione non corretta</w:t>
      </w:r>
      <w:bookmarkEnd w:id="32"/>
      <w:bookmarkEnd w:id="33"/>
    </w:p>
    <w:p w14:paraId="3AE03FF2" w14:textId="77777777" w:rsidR="00DC0070" w:rsidRDefault="00DC0070" w:rsidP="00DC0070">
      <w:pPr>
        <w:pStyle w:val="corpoAltF"/>
      </w:pPr>
    </w:p>
    <w:p w14:paraId="739B1303" w14:textId="7BF479C8" w:rsidR="002449F5" w:rsidRPr="00F52858" w:rsidRDefault="00DC0070" w:rsidP="00DC0070">
      <w:pPr>
        <w:pStyle w:val="CorpoAltF0"/>
        <w:rPr>
          <w:rFonts w:cs="Arial"/>
        </w:rPr>
      </w:pPr>
      <w:r w:rsidRPr="00F52858">
        <w:rPr>
          <w:rFonts w:cs="Arial"/>
        </w:rPr>
        <w:t>I prezzi a partire da 1000 euro in su non venivano esportati correttamente.</w:t>
      </w:r>
    </w:p>
    <w:sectPr w:rsidR="002449F5" w:rsidRPr="00F52858">
      <w:headerReference w:type="default" r:id="rId14"/>
      <w:footerReference w:type="default" r:id="rId15"/>
      <w:pgSz w:w="11907" w:h="16840" w:code="9"/>
      <w:pgMar w:top="567" w:right="1134" w:bottom="1134" w:left="1134" w:header="397" w:footer="397" w:gutter="0"/>
      <w:pgNumType w:chapStyle="1" w:chapSep="period"/>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F9F95" w14:textId="77777777" w:rsidR="00391F87" w:rsidRDefault="00391F87">
      <w:r>
        <w:separator/>
      </w:r>
    </w:p>
  </w:endnote>
  <w:endnote w:type="continuationSeparator" w:id="0">
    <w:p w14:paraId="1B2FD291" w14:textId="77777777" w:rsidR="00391F87" w:rsidRDefault="00391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C612E" w14:textId="77777777" w:rsidR="007961E3" w:rsidRDefault="007961E3">
    <w:pPr>
      <w:pStyle w:val="CorpoAltF0"/>
      <w:jc w:val="center"/>
      <w:rPr>
        <w:sz w:val="10"/>
        <w:szCs w:val="10"/>
      </w:rPr>
    </w:pPr>
    <w:r>
      <w:rPr>
        <w:noProof/>
        <w:sz w:val="10"/>
        <w:szCs w:val="10"/>
        <w:lang w:val="it-IT" w:eastAsia="it-IT"/>
      </w:rPr>
      <w:drawing>
        <wp:inline distT="0" distB="0" distL="0" distR="0" wp14:anchorId="7FEAAC57" wp14:editId="68E2941E">
          <wp:extent cx="6120000" cy="360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7961E3" w14:paraId="241483FC" w14:textId="77777777">
      <w:trPr>
        <w:trHeight w:hRule="exact" w:val="567"/>
        <w:jc w:val="center"/>
      </w:trPr>
      <w:tc>
        <w:tcPr>
          <w:tcW w:w="2977" w:type="dxa"/>
          <w:tcMar>
            <w:left w:w="0" w:type="dxa"/>
          </w:tcMar>
          <w:vAlign w:val="center"/>
        </w:tcPr>
        <w:p w14:paraId="2218F64F" w14:textId="77777777" w:rsidR="007961E3" w:rsidRDefault="007961E3">
          <w:pPr>
            <w:spacing w:line="240" w:lineRule="atLeast"/>
            <w:ind w:right="360"/>
            <w:rPr>
              <w:rStyle w:val="Numeropagina"/>
              <w:rFonts w:ascii="Courier" w:hAnsi="Courier"/>
              <w:b/>
            </w:rPr>
          </w:pPr>
        </w:p>
      </w:tc>
      <w:tc>
        <w:tcPr>
          <w:tcW w:w="4961" w:type="dxa"/>
        </w:tcPr>
        <w:p w14:paraId="32ADEAF3" w14:textId="77777777" w:rsidR="007961E3" w:rsidRPr="00B973A0" w:rsidRDefault="007961E3">
          <w:pPr>
            <w:spacing w:line="240" w:lineRule="atLeast"/>
            <w:jc w:val="center"/>
            <w:rPr>
              <w:rStyle w:val="Numeropagina"/>
              <w:rFonts w:ascii="Arial" w:hAnsi="Arial" w:cs="Arial"/>
              <w:i/>
              <w:sz w:val="20"/>
            </w:rPr>
          </w:pPr>
          <w:r w:rsidRPr="00B973A0">
            <w:rPr>
              <w:rStyle w:val="Numeropagina"/>
              <w:rFonts w:ascii="Arial" w:hAnsi="Arial" w:cs="Arial"/>
              <w:i/>
              <w:sz w:val="20"/>
            </w:rPr>
            <w:t>Integrazione alla guida utente</w:t>
          </w:r>
        </w:p>
        <w:p w14:paraId="551B333C" w14:textId="2CF9172B" w:rsidR="007961E3" w:rsidRDefault="0066011A" w:rsidP="009B7EA1">
          <w:pPr>
            <w:jc w:val="center"/>
            <w:rPr>
              <w:rFonts w:ascii="Arial" w:hAnsi="Arial" w:cs="Arial"/>
              <w:i/>
              <w:sz w:val="20"/>
              <w:szCs w:val="20"/>
            </w:rPr>
          </w:pPr>
          <w:r>
            <w:rPr>
              <w:rFonts w:ascii="Arial" w:hAnsi="Arial" w:cs="Arial"/>
              <w:i/>
              <w:sz w:val="20"/>
              <w:szCs w:val="20"/>
            </w:rPr>
            <w:t>TEAMSYSTEM</w:t>
          </w:r>
          <w:r w:rsidR="007961E3">
            <w:rPr>
              <w:rFonts w:ascii="Arial" w:hAnsi="Arial" w:cs="Arial"/>
              <w:i/>
              <w:sz w:val="20"/>
              <w:szCs w:val="20"/>
            </w:rPr>
            <w:t xml:space="preserve"> AZIENDA</w:t>
          </w:r>
        </w:p>
      </w:tc>
      <w:tc>
        <w:tcPr>
          <w:tcW w:w="1701" w:type="dxa"/>
        </w:tcPr>
        <w:p w14:paraId="0F895F2A" w14:textId="75D16A2E" w:rsidR="007961E3" w:rsidRDefault="007961E3">
          <w:pPr>
            <w:spacing w:line="240" w:lineRule="atLeast"/>
            <w:ind w:right="141"/>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sidR="00F677D2">
            <w:rPr>
              <w:rStyle w:val="Numeropagina"/>
              <w:rFonts w:ascii="Arial" w:hAnsi="Arial" w:cs="Arial"/>
              <w:noProof/>
              <w:sz w:val="20"/>
            </w:rPr>
            <w:t>2</w:t>
          </w:r>
          <w:r>
            <w:rPr>
              <w:rStyle w:val="Numeropagina"/>
              <w:rFonts w:ascii="Arial" w:hAnsi="Arial" w:cs="Arial"/>
              <w:sz w:val="20"/>
            </w:rPr>
            <w:fldChar w:fldCharType="end"/>
          </w:r>
        </w:p>
      </w:tc>
    </w:tr>
  </w:tbl>
  <w:p w14:paraId="42181717" w14:textId="77777777" w:rsidR="007961E3" w:rsidRDefault="007961E3">
    <w:pPr>
      <w:pStyle w:val="corpoAltF"/>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E1985" w14:textId="77777777" w:rsidR="007961E3" w:rsidRDefault="007961E3">
    <w:pPr>
      <w:pStyle w:val="CorpoAltF0"/>
      <w:jc w:val="right"/>
      <w:rPr>
        <w:noProof/>
      </w:rPr>
    </w:pPr>
  </w:p>
  <w:p w14:paraId="25A5E9BF" w14:textId="77777777" w:rsidR="007961E3" w:rsidRDefault="007961E3">
    <w:pPr>
      <w:pStyle w:val="CorpoAltF0"/>
      <w:jc w:val="center"/>
      <w:rPr>
        <w:sz w:val="10"/>
        <w:szCs w:val="10"/>
      </w:rPr>
    </w:pPr>
    <w:r>
      <w:rPr>
        <w:noProof/>
        <w:sz w:val="10"/>
        <w:szCs w:val="10"/>
        <w:lang w:val="it-IT" w:eastAsia="it-IT"/>
      </w:rPr>
      <w:drawing>
        <wp:inline distT="0" distB="0" distL="0" distR="0" wp14:anchorId="57592F52" wp14:editId="13793043">
          <wp:extent cx="6120000" cy="360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7961E3" w14:paraId="2A470238" w14:textId="77777777" w:rsidTr="0CFE5B26">
      <w:trPr>
        <w:trHeight w:hRule="exact" w:val="567"/>
        <w:jc w:val="center"/>
      </w:trPr>
      <w:tc>
        <w:tcPr>
          <w:tcW w:w="2977" w:type="dxa"/>
          <w:tcMar>
            <w:left w:w="0" w:type="dxa"/>
          </w:tcMar>
          <w:vAlign w:val="center"/>
        </w:tcPr>
        <w:p w14:paraId="69050379" w14:textId="77777777" w:rsidR="007961E3" w:rsidRDefault="0CFE5B26">
          <w:pPr>
            <w:spacing w:line="240" w:lineRule="atLeast"/>
            <w:ind w:right="360"/>
            <w:rPr>
              <w:rStyle w:val="Numeropagina"/>
              <w:rFonts w:ascii="Courier" w:hAnsi="Courier"/>
              <w:b/>
            </w:rPr>
          </w:pPr>
          <w:r>
            <w:rPr>
              <w:noProof/>
            </w:rPr>
            <w:drawing>
              <wp:inline distT="0" distB="0" distL="0" distR="0" wp14:anchorId="2B3D3B28" wp14:editId="7ED30014">
                <wp:extent cx="1612800" cy="349200"/>
                <wp:effectExtent l="0" t="0" r="0" b="0"/>
                <wp:docPr id="1918139607" name="Immagine 7"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pic:nvPicPr>
                      <pic:blipFill>
                        <a:blip r:embed="rId2">
                          <a:extLst>
                            <a:ext uri="{28A0092B-C50C-407E-A947-70E740481C1C}">
                              <a14:useLocalDpi xmlns:a14="http://schemas.microsoft.com/office/drawing/2010/main" val="0"/>
                            </a:ext>
                          </a:extLst>
                        </a:blip>
                        <a:stretch>
                          <a:fillRect/>
                        </a:stretch>
                      </pic:blipFill>
                      <pic:spPr>
                        <a:xfrm>
                          <a:off x="0" y="0"/>
                          <a:ext cx="1612800" cy="349200"/>
                        </a:xfrm>
                        <a:prstGeom prst="rect">
                          <a:avLst/>
                        </a:prstGeom>
                      </pic:spPr>
                    </pic:pic>
                  </a:graphicData>
                </a:graphic>
              </wp:inline>
            </w:drawing>
          </w:r>
        </w:p>
      </w:tc>
      <w:tc>
        <w:tcPr>
          <w:tcW w:w="4961" w:type="dxa"/>
        </w:tcPr>
        <w:p w14:paraId="006336EA" w14:textId="77777777" w:rsidR="007961E3" w:rsidRPr="00B973A0" w:rsidRDefault="007961E3">
          <w:pPr>
            <w:spacing w:line="240" w:lineRule="atLeast"/>
            <w:jc w:val="center"/>
            <w:rPr>
              <w:rStyle w:val="Numeropagina"/>
              <w:rFonts w:ascii="Arial" w:hAnsi="Arial" w:cs="Arial"/>
              <w:i/>
              <w:sz w:val="20"/>
            </w:rPr>
          </w:pPr>
          <w:r w:rsidRPr="00B973A0">
            <w:rPr>
              <w:rStyle w:val="Numeropagina"/>
              <w:rFonts w:ascii="Arial" w:hAnsi="Arial" w:cs="Arial"/>
              <w:i/>
              <w:sz w:val="20"/>
            </w:rPr>
            <w:t>Integrazione alla guida utente</w:t>
          </w:r>
        </w:p>
        <w:p w14:paraId="793E6F71" w14:textId="53FDE62C" w:rsidR="007961E3" w:rsidRDefault="0066011A">
          <w:pPr>
            <w:jc w:val="center"/>
            <w:rPr>
              <w:rFonts w:ascii="Arial" w:hAnsi="Arial" w:cs="Arial"/>
              <w:i/>
              <w:sz w:val="20"/>
              <w:szCs w:val="20"/>
            </w:rPr>
          </w:pPr>
          <w:r>
            <w:rPr>
              <w:rFonts w:ascii="Arial" w:hAnsi="Arial" w:cs="Arial"/>
              <w:i/>
              <w:sz w:val="20"/>
              <w:szCs w:val="20"/>
            </w:rPr>
            <w:t>TEAMSYSTEM</w:t>
          </w:r>
          <w:r w:rsidR="007961E3">
            <w:rPr>
              <w:rFonts w:ascii="Arial" w:hAnsi="Arial" w:cs="Arial"/>
              <w:i/>
              <w:sz w:val="20"/>
              <w:szCs w:val="20"/>
            </w:rPr>
            <w:t xml:space="preserve"> AZIENDA</w:t>
          </w:r>
        </w:p>
      </w:tc>
      <w:tc>
        <w:tcPr>
          <w:tcW w:w="1701" w:type="dxa"/>
        </w:tcPr>
        <w:p w14:paraId="6B464A58" w14:textId="75FE0E40" w:rsidR="007961E3" w:rsidRDefault="007961E3">
          <w:pPr>
            <w:spacing w:line="240" w:lineRule="atLeast"/>
            <w:ind w:right="213"/>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sidR="00F677D2">
            <w:rPr>
              <w:rStyle w:val="Numeropagina"/>
              <w:rFonts w:ascii="Arial" w:hAnsi="Arial" w:cs="Arial"/>
              <w:noProof/>
              <w:sz w:val="20"/>
            </w:rPr>
            <w:t>9</w:t>
          </w:r>
          <w:r>
            <w:rPr>
              <w:rStyle w:val="Numeropagina"/>
              <w:rFonts w:ascii="Arial" w:hAnsi="Arial" w:cs="Arial"/>
              <w:sz w:val="20"/>
            </w:rPr>
            <w:fldChar w:fldCharType="end"/>
          </w:r>
        </w:p>
        <w:p w14:paraId="029F09C8" w14:textId="77777777" w:rsidR="007961E3" w:rsidRDefault="007961E3">
          <w:pPr>
            <w:spacing w:line="240" w:lineRule="atLeast"/>
            <w:jc w:val="right"/>
            <w:rPr>
              <w:rStyle w:val="Numeropagina"/>
              <w:rFonts w:ascii="Arial" w:hAnsi="Arial" w:cs="Arial"/>
              <w:sz w:val="20"/>
            </w:rPr>
          </w:pPr>
          <w:r>
            <w:rPr>
              <w:rStyle w:val="Numeropagina"/>
              <w:rFonts w:ascii="Arial" w:hAnsi="Arial" w:cs="Arial"/>
              <w:noProof/>
              <w:sz w:val="20"/>
            </w:rPr>
            <mc:AlternateContent>
              <mc:Choice Requires="wps">
                <w:drawing>
                  <wp:inline distT="0" distB="0" distL="0" distR="0" wp14:anchorId="64957382" wp14:editId="547D2CC6">
                    <wp:extent cx="871220" cy="158115"/>
                    <wp:effectExtent l="9525" t="9525" r="5080" b="13335"/>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1220" cy="158115"/>
                            </a:xfrm>
                            <a:prstGeom prst="roundRect">
                              <a:avLst>
                                <a:gd name="adj" fmla="val 16667"/>
                              </a:avLst>
                            </a:prstGeom>
                            <a:noFill/>
                            <a:ln w="9525">
                              <a:solidFill>
                                <a:schemeClr val="accent1">
                                  <a:lumMod val="75000"/>
                                  <a:lumOff val="0"/>
                                </a:schemeClr>
                              </a:solidFill>
                              <a:round/>
                              <a:headEnd/>
                              <a:tailEnd/>
                            </a:ln>
                            <a:extLst>
                              <a:ext uri="{909E8E84-426E-40DD-AFC4-6F175D3DCCD1}">
                                <a14:hiddenFill xmlns:a14="http://schemas.microsoft.com/office/drawing/2010/main">
                                  <a:solidFill>
                                    <a:srgbClr val="365F91"/>
                                  </a:solidFill>
                                </a14:hiddenFill>
                              </a:ext>
                            </a:extLst>
                          </wps:spPr>
                          <wps:txbx>
                            <w:txbxContent>
                              <w:p w14:paraId="612B8D02" w14:textId="77777777" w:rsidR="007961E3" w:rsidRDefault="007961E3">
                                <w:pPr>
                                  <w:jc w:val="center"/>
                                  <w:rPr>
                                    <w:rFonts w:ascii="Verdana" w:hAnsi="Verdana"/>
                                    <w:b/>
                                    <w:color w:val="365F91"/>
                                    <w:sz w:val="12"/>
                                    <w:szCs w:val="12"/>
                                  </w:rPr>
                                </w:pPr>
                                <w:hyperlink w:anchor="INDICE" w:history="1">
                                  <w:r>
                                    <w:rPr>
                                      <w:rStyle w:val="Collegamentoipertestuale"/>
                                      <w:rFonts w:ascii="Verdana" w:hAnsi="Verdana"/>
                                      <w:b/>
                                      <w:color w:val="365F91"/>
                                      <w:sz w:val="12"/>
                                      <w:szCs w:val="12"/>
                                    </w:rPr>
                                    <w:t>Torna all’indice</w:t>
                                  </w:r>
                                </w:hyperlink>
                              </w:p>
                            </w:txbxContent>
                          </wps:txbx>
                          <wps:bodyPr rot="0" vert="horz" wrap="square" lIns="91440" tIns="10800" rIns="91440" bIns="10800" anchor="t" anchorCtr="0" upright="1">
                            <a:noAutofit/>
                          </wps:bodyPr>
                        </wps:wsp>
                      </a:graphicData>
                    </a:graphic>
                  </wp:inline>
                </w:drawing>
              </mc:Choice>
              <mc:Fallback>
                <w:pict>
                  <v:roundrect w14:anchorId="64957382" id="AutoShape 1" o:spid="_x0000_s1026" style="width:68.6pt;height:12.4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" filled="f" fillcolor="#365f91" strokecolor="#365f91 [2404]">
                    <v:textbox inset=",.3mm,,.3mm">
                      <w:txbxContent>
                        <w:p w14:paraId="612B8D02" w14:textId="77777777" w:rsidR="007961E3" w:rsidRDefault="007961E3">
                          <w:pPr>
                            <w:jc w:val="center"/>
                            <w:rPr>
                              <w:rFonts w:ascii="Verdana" w:hAnsi="Verdana"/>
                              <w:b/>
                              <w:color w:val="365F91"/>
                              <w:sz w:val="12"/>
                              <w:szCs w:val="12"/>
                            </w:rPr>
                          </w:pPr>
                          <w:hyperlink w:anchor="INDICE" w:history="1">
                            <w:r>
                              <w:rPr>
                                <w:rStyle w:val="Collegamentoipertestuale"/>
                                <w:rFonts w:ascii="Verdana" w:hAnsi="Verdana"/>
                                <w:b/>
                                <w:color w:val="365F91"/>
                                <w:sz w:val="12"/>
                                <w:szCs w:val="12"/>
                              </w:rPr>
                              <w:t>Torna all’indice</w:t>
                            </w:r>
                          </w:hyperlink>
                        </w:p>
                      </w:txbxContent>
                    </v:textbox>
                    <w10:anchorlock/>
                  </v:roundrect>
                </w:pict>
              </mc:Fallback>
            </mc:AlternateContent>
          </w:r>
        </w:p>
      </w:tc>
    </w:tr>
  </w:tbl>
  <w:p w14:paraId="012CD98B" w14:textId="77777777" w:rsidR="007961E3" w:rsidRDefault="007961E3">
    <w:pPr>
      <w:pStyle w:val="corpoAltF"/>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A310F" w14:textId="77777777" w:rsidR="00391F87" w:rsidRDefault="00391F87">
      <w:r>
        <w:separator/>
      </w:r>
    </w:p>
  </w:footnote>
  <w:footnote w:type="continuationSeparator" w:id="0">
    <w:p w14:paraId="69699394" w14:textId="77777777" w:rsidR="00391F87" w:rsidRDefault="00391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4663"/>
      <w:gridCol w:w="2141"/>
    </w:tblGrid>
    <w:tr w:rsidR="007961E3" w14:paraId="6BA06E84" w14:textId="77777777" w:rsidTr="0CFE5B26">
      <w:trPr>
        <w:cantSplit/>
      </w:trPr>
      <w:tc>
        <w:tcPr>
          <w:tcW w:w="2835" w:type="dxa"/>
          <w:tcBorders>
            <w:top w:val="nil"/>
            <w:left w:val="nil"/>
            <w:bottom w:val="single" w:sz="4" w:space="0" w:color="auto"/>
            <w:right w:val="nil"/>
          </w:tcBorders>
        </w:tcPr>
        <w:p w14:paraId="5DCB2231" w14:textId="77777777" w:rsidR="007961E3" w:rsidRDefault="0CFE5B26">
          <w:pPr>
            <w:pStyle w:val="Intestazione"/>
            <w:rPr>
              <w:rFonts w:ascii="Courier" w:hAnsi="Courier"/>
              <w:b/>
            </w:rPr>
          </w:pPr>
          <w:r>
            <w:rPr>
              <w:noProof/>
            </w:rPr>
            <w:drawing>
              <wp:inline distT="0" distB="0" distL="0" distR="0" wp14:anchorId="3A34B186" wp14:editId="281D3FE6">
                <wp:extent cx="1693545" cy="367030"/>
                <wp:effectExtent l="0" t="0" r="1905" b="0"/>
                <wp:docPr id="484010332" name="Immagine 3"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1693545" cy="367030"/>
                        </a:xfrm>
                        <a:prstGeom prst="rect">
                          <a:avLst/>
                        </a:prstGeom>
                      </pic:spPr>
                    </pic:pic>
                  </a:graphicData>
                </a:graphic>
              </wp:inline>
            </w:drawing>
          </w:r>
        </w:p>
      </w:tc>
      <w:tc>
        <w:tcPr>
          <w:tcW w:w="4663" w:type="dxa"/>
          <w:tcBorders>
            <w:top w:val="nil"/>
            <w:left w:val="nil"/>
            <w:bottom w:val="single" w:sz="4" w:space="0" w:color="auto"/>
            <w:right w:val="nil"/>
          </w:tcBorders>
          <w:vAlign w:val="bottom"/>
        </w:tcPr>
        <w:p w14:paraId="54EB8FD6" w14:textId="77777777" w:rsidR="007961E3" w:rsidRDefault="007961E3">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14:paraId="6BF9DD01" w14:textId="77777777" w:rsidR="007961E3" w:rsidRDefault="007961E3">
          <w:pPr>
            <w:pStyle w:val="Intestazione"/>
            <w:jc w:val="right"/>
            <w:rPr>
              <w:rFonts w:ascii="Arial" w:hAnsi="Arial" w:cs="Arial"/>
            </w:rPr>
          </w:pPr>
        </w:p>
      </w:tc>
    </w:tr>
    <w:tr w:rsidR="007961E3" w14:paraId="7299AE00" w14:textId="77777777" w:rsidTr="0CFE5B26">
      <w:trPr>
        <w:cantSplit/>
      </w:trPr>
      <w:tc>
        <w:tcPr>
          <w:tcW w:w="9639" w:type="dxa"/>
          <w:gridSpan w:val="3"/>
          <w:tcBorders>
            <w:top w:val="single" w:sz="4" w:space="0" w:color="auto"/>
            <w:left w:val="nil"/>
            <w:bottom w:val="nil"/>
            <w:right w:val="nil"/>
          </w:tcBorders>
          <w:vAlign w:val="bottom"/>
        </w:tcPr>
        <w:p w14:paraId="04BCA13D" w14:textId="77777777" w:rsidR="007961E3" w:rsidRDefault="007961E3">
          <w:pPr>
            <w:pStyle w:val="Intestazione"/>
            <w:jc w:val="center"/>
            <w:rPr>
              <w:rFonts w:ascii="Arial" w:hAnsi="Arial" w:cs="Arial"/>
              <w:color w:val="000080"/>
              <w:sz w:val="12"/>
            </w:rPr>
          </w:pPr>
        </w:p>
        <w:p w14:paraId="53824832" w14:textId="77777777" w:rsidR="007961E3" w:rsidRDefault="007961E3">
          <w:pPr>
            <w:pStyle w:val="Intestazione"/>
            <w:jc w:val="center"/>
            <w:rPr>
              <w:rFonts w:ascii="Arial" w:hAnsi="Arial" w:cs="Arial"/>
              <w:color w:val="000080"/>
              <w:sz w:val="16"/>
            </w:rPr>
          </w:pPr>
          <w:r>
            <w:rPr>
              <w:rFonts w:ascii="Arial" w:hAnsi="Arial" w:cs="Arial"/>
              <w:color w:val="000080"/>
              <w:sz w:val="16"/>
            </w:rPr>
            <w:t>Il presente documento costituisce un’integrazione al manuale utente del prodotto ed evidenzia le variazioni apportate con la release.</w:t>
          </w:r>
        </w:p>
        <w:p w14:paraId="4818985B" w14:textId="77777777" w:rsidR="007961E3" w:rsidRDefault="007961E3">
          <w:pPr>
            <w:pStyle w:val="Intestazione"/>
            <w:rPr>
              <w:rFonts w:ascii="Arial" w:hAnsi="Arial" w:cs="Arial"/>
              <w:b/>
              <w:bCs/>
              <w:color w:val="000080"/>
              <w:sz w:val="10"/>
              <w:szCs w:val="10"/>
            </w:rPr>
          </w:pPr>
        </w:p>
      </w:tc>
    </w:tr>
  </w:tbl>
  <w:p w14:paraId="0CB53921" w14:textId="77777777" w:rsidR="007961E3" w:rsidRDefault="007961E3">
    <w:pPr>
      <w:pStyle w:val="CorpoAltF0"/>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Ind w:w="70" w:type="dxa"/>
      <w:tblBorders>
        <w:bottom w:val="single" w:sz="12" w:space="0" w:color="auto"/>
      </w:tblBorders>
      <w:tblCellMar>
        <w:left w:w="70" w:type="dxa"/>
        <w:right w:w="70" w:type="dxa"/>
      </w:tblCellMar>
      <w:tblLook w:val="0000" w:firstRow="0" w:lastRow="0" w:firstColumn="0" w:lastColumn="0" w:noHBand="0" w:noVBand="0"/>
    </w:tblPr>
    <w:tblGrid>
      <w:gridCol w:w="9639"/>
    </w:tblGrid>
    <w:tr w:rsidR="007961E3" w14:paraId="519E1A40" w14:textId="77777777">
      <w:trPr>
        <w:trHeight w:hRule="exact" w:val="567"/>
      </w:trPr>
      <w:tc>
        <w:tcPr>
          <w:tcW w:w="9639" w:type="dxa"/>
        </w:tcPr>
        <w:p w14:paraId="30D40A5B" w14:textId="70443BE7" w:rsidR="007961E3" w:rsidRDefault="0066011A">
          <w:pPr>
            <w:pStyle w:val="TS-testata-01"/>
            <w:tabs>
              <w:tab w:val="clear" w:pos="9638"/>
            </w:tabs>
            <w:rPr>
              <w:b w:val="0"/>
              <w:color w:val="FFFFFF"/>
              <w:sz w:val="32"/>
            </w:rPr>
          </w:pPr>
          <w:r>
            <w:t>TEAMSYSTEM</w:t>
          </w:r>
          <w:r w:rsidR="007961E3">
            <w:t xml:space="preserve"> </w:t>
          </w:r>
          <w:r w:rsidR="0028791F">
            <w:t>STUDIO SERVICE</w:t>
          </w:r>
          <w:r w:rsidR="007961E3">
            <w:t xml:space="preserve"> – ANOMALIE CORRETTE</w:t>
          </w:r>
        </w:p>
      </w:tc>
    </w:tr>
  </w:tbl>
  <w:p w14:paraId="3961F73F" w14:textId="77777777" w:rsidR="007961E3" w:rsidRDefault="007961E3">
    <w:pPr>
      <w:pStyle w:val="corpoAltF"/>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91007"/>
    <w:multiLevelType w:val="hybridMultilevel"/>
    <w:tmpl w:val="3F589400"/>
    <w:lvl w:ilvl="0" w:tplc="0410000B">
      <w:start w:val="1"/>
      <w:numFmt w:val="bullet"/>
      <w:lvlText w:val=""/>
      <w:lvlJc w:val="left"/>
      <w:pPr>
        <w:tabs>
          <w:tab w:val="num" w:pos="1276"/>
        </w:tabs>
        <w:ind w:left="1276" w:hanging="360"/>
      </w:pPr>
      <w:rPr>
        <w:rFonts w:ascii="Wingdings" w:hAnsi="Wingdings"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1" w15:restartNumberingAfterBreak="0">
    <w:nsid w:val="11867E49"/>
    <w:multiLevelType w:val="hybridMultilevel"/>
    <w:tmpl w:val="8E840A18"/>
    <w:lvl w:ilvl="0" w:tplc="A630093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F976F0"/>
    <w:multiLevelType w:val="hybridMultilevel"/>
    <w:tmpl w:val="3B8CEA28"/>
    <w:lvl w:ilvl="0" w:tplc="7520EAF0">
      <w:start w:val="1"/>
      <w:numFmt w:val="bullet"/>
      <w:lvlText w:val=""/>
      <w:lvlJc w:val="left"/>
      <w:pPr>
        <w:tabs>
          <w:tab w:val="num" w:pos="720"/>
        </w:tabs>
        <w:ind w:left="720" w:hanging="360"/>
      </w:pPr>
      <w:rPr>
        <w:rFonts w:ascii="Symbol" w:hAnsi="Symbol"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82C70"/>
    <w:multiLevelType w:val="hybridMultilevel"/>
    <w:tmpl w:val="73FC2366"/>
    <w:lvl w:ilvl="0" w:tplc="77EC24BC">
      <w:start w:val="1"/>
      <w:numFmt w:val="decimal"/>
      <w:lvlText w:val="%1."/>
      <w:lvlJc w:val="left"/>
      <w:pPr>
        <w:tabs>
          <w:tab w:val="num" w:pos="720"/>
        </w:tabs>
        <w:ind w:left="720" w:hanging="360"/>
      </w:pPr>
      <w:rPr>
        <w:rFonts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5" w15:restartNumberingAfterBreak="0">
    <w:nsid w:val="220A24BE"/>
    <w:multiLevelType w:val="hybridMultilevel"/>
    <w:tmpl w:val="4D1A6E1C"/>
    <w:lvl w:ilvl="0" w:tplc="04100001">
      <w:start w:val="1"/>
      <w:numFmt w:val="bullet"/>
      <w:lvlText w:val=""/>
      <w:lvlJc w:val="left"/>
      <w:pPr>
        <w:ind w:left="3240" w:hanging="360"/>
      </w:pPr>
      <w:rPr>
        <w:rFonts w:ascii="Symbol" w:hAnsi="Symbol" w:hint="default"/>
      </w:rPr>
    </w:lvl>
    <w:lvl w:ilvl="1" w:tplc="04100003" w:tentative="1">
      <w:start w:val="1"/>
      <w:numFmt w:val="bullet"/>
      <w:lvlText w:val="o"/>
      <w:lvlJc w:val="left"/>
      <w:pPr>
        <w:ind w:left="3960" w:hanging="360"/>
      </w:pPr>
      <w:rPr>
        <w:rFonts w:ascii="Courier New" w:hAnsi="Courier New" w:cs="Courier New" w:hint="default"/>
      </w:rPr>
    </w:lvl>
    <w:lvl w:ilvl="2" w:tplc="04100005" w:tentative="1">
      <w:start w:val="1"/>
      <w:numFmt w:val="bullet"/>
      <w:lvlText w:val=""/>
      <w:lvlJc w:val="left"/>
      <w:pPr>
        <w:ind w:left="4680" w:hanging="360"/>
      </w:pPr>
      <w:rPr>
        <w:rFonts w:ascii="Wingdings" w:hAnsi="Wingdings" w:hint="default"/>
      </w:rPr>
    </w:lvl>
    <w:lvl w:ilvl="3" w:tplc="04100001" w:tentative="1">
      <w:start w:val="1"/>
      <w:numFmt w:val="bullet"/>
      <w:lvlText w:val=""/>
      <w:lvlJc w:val="left"/>
      <w:pPr>
        <w:ind w:left="5400" w:hanging="360"/>
      </w:pPr>
      <w:rPr>
        <w:rFonts w:ascii="Symbol" w:hAnsi="Symbol" w:hint="default"/>
      </w:rPr>
    </w:lvl>
    <w:lvl w:ilvl="4" w:tplc="04100003" w:tentative="1">
      <w:start w:val="1"/>
      <w:numFmt w:val="bullet"/>
      <w:lvlText w:val="o"/>
      <w:lvlJc w:val="left"/>
      <w:pPr>
        <w:ind w:left="6120" w:hanging="360"/>
      </w:pPr>
      <w:rPr>
        <w:rFonts w:ascii="Courier New" w:hAnsi="Courier New" w:cs="Courier New" w:hint="default"/>
      </w:rPr>
    </w:lvl>
    <w:lvl w:ilvl="5" w:tplc="04100005" w:tentative="1">
      <w:start w:val="1"/>
      <w:numFmt w:val="bullet"/>
      <w:lvlText w:val=""/>
      <w:lvlJc w:val="left"/>
      <w:pPr>
        <w:ind w:left="6840" w:hanging="360"/>
      </w:pPr>
      <w:rPr>
        <w:rFonts w:ascii="Wingdings" w:hAnsi="Wingdings" w:hint="default"/>
      </w:rPr>
    </w:lvl>
    <w:lvl w:ilvl="6" w:tplc="04100001" w:tentative="1">
      <w:start w:val="1"/>
      <w:numFmt w:val="bullet"/>
      <w:lvlText w:val=""/>
      <w:lvlJc w:val="left"/>
      <w:pPr>
        <w:ind w:left="7560" w:hanging="360"/>
      </w:pPr>
      <w:rPr>
        <w:rFonts w:ascii="Symbol" w:hAnsi="Symbol" w:hint="default"/>
      </w:rPr>
    </w:lvl>
    <w:lvl w:ilvl="7" w:tplc="04100003" w:tentative="1">
      <w:start w:val="1"/>
      <w:numFmt w:val="bullet"/>
      <w:lvlText w:val="o"/>
      <w:lvlJc w:val="left"/>
      <w:pPr>
        <w:ind w:left="8280" w:hanging="360"/>
      </w:pPr>
      <w:rPr>
        <w:rFonts w:ascii="Courier New" w:hAnsi="Courier New" w:cs="Courier New" w:hint="default"/>
      </w:rPr>
    </w:lvl>
    <w:lvl w:ilvl="8" w:tplc="04100005" w:tentative="1">
      <w:start w:val="1"/>
      <w:numFmt w:val="bullet"/>
      <w:lvlText w:val=""/>
      <w:lvlJc w:val="left"/>
      <w:pPr>
        <w:ind w:left="9000" w:hanging="360"/>
      </w:pPr>
      <w:rPr>
        <w:rFonts w:ascii="Wingdings" w:hAnsi="Wingdings" w:hint="default"/>
      </w:rPr>
    </w:lvl>
  </w:abstractNum>
  <w:abstractNum w:abstractNumId="6" w15:restartNumberingAfterBreak="0">
    <w:nsid w:val="22C87FE6"/>
    <w:multiLevelType w:val="hybridMultilevel"/>
    <w:tmpl w:val="ECEE0E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85206F3"/>
    <w:multiLevelType w:val="hybridMultilevel"/>
    <w:tmpl w:val="55504B3E"/>
    <w:lvl w:ilvl="0" w:tplc="A864ABC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B2B5CA0"/>
    <w:multiLevelType w:val="hybridMultilevel"/>
    <w:tmpl w:val="AE34AE38"/>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F07527"/>
    <w:multiLevelType w:val="hybridMultilevel"/>
    <w:tmpl w:val="39AC0430"/>
    <w:lvl w:ilvl="0" w:tplc="433CD00A">
      <w:start w:val="1"/>
      <w:numFmt w:val="bullet"/>
      <w:lvlText w:val=""/>
      <w:lvlJc w:val="left"/>
      <w:pPr>
        <w:tabs>
          <w:tab w:val="num" w:pos="1276"/>
        </w:tabs>
        <w:ind w:left="1276" w:hanging="397"/>
      </w:pPr>
      <w:rPr>
        <w:rFonts w:ascii="Wingdings" w:hAnsi="Wingdings"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54A1615"/>
    <w:multiLevelType w:val="hybridMultilevel"/>
    <w:tmpl w:val="8E0E26E2"/>
    <w:lvl w:ilvl="0" w:tplc="04100005">
      <w:start w:val="1"/>
      <w:numFmt w:val="bullet"/>
      <w:lvlText w:val=""/>
      <w:lvlJc w:val="left"/>
      <w:pPr>
        <w:tabs>
          <w:tab w:val="num" w:pos="1047"/>
        </w:tabs>
        <w:ind w:left="1047" w:hanging="360"/>
      </w:pPr>
      <w:rPr>
        <w:rFonts w:ascii="Wingdings" w:hAnsi="Wingdings" w:hint="default"/>
      </w:rPr>
    </w:lvl>
    <w:lvl w:ilvl="1" w:tplc="04100003" w:tentative="1">
      <w:start w:val="1"/>
      <w:numFmt w:val="bullet"/>
      <w:lvlText w:val="o"/>
      <w:lvlJc w:val="left"/>
      <w:pPr>
        <w:tabs>
          <w:tab w:val="num" w:pos="1767"/>
        </w:tabs>
        <w:ind w:left="1767" w:hanging="360"/>
      </w:pPr>
      <w:rPr>
        <w:rFonts w:ascii="Courier New" w:hAnsi="Courier New" w:cs="Courier New" w:hint="default"/>
      </w:rPr>
    </w:lvl>
    <w:lvl w:ilvl="2" w:tplc="04100005" w:tentative="1">
      <w:start w:val="1"/>
      <w:numFmt w:val="bullet"/>
      <w:lvlText w:val=""/>
      <w:lvlJc w:val="left"/>
      <w:pPr>
        <w:tabs>
          <w:tab w:val="num" w:pos="2487"/>
        </w:tabs>
        <w:ind w:left="2487" w:hanging="360"/>
      </w:pPr>
      <w:rPr>
        <w:rFonts w:ascii="Wingdings" w:hAnsi="Wingdings" w:hint="default"/>
      </w:rPr>
    </w:lvl>
    <w:lvl w:ilvl="3" w:tplc="04100001" w:tentative="1">
      <w:start w:val="1"/>
      <w:numFmt w:val="bullet"/>
      <w:lvlText w:val=""/>
      <w:lvlJc w:val="left"/>
      <w:pPr>
        <w:tabs>
          <w:tab w:val="num" w:pos="3207"/>
        </w:tabs>
        <w:ind w:left="3207" w:hanging="360"/>
      </w:pPr>
      <w:rPr>
        <w:rFonts w:ascii="Symbol" w:hAnsi="Symbol" w:hint="default"/>
      </w:rPr>
    </w:lvl>
    <w:lvl w:ilvl="4" w:tplc="04100003" w:tentative="1">
      <w:start w:val="1"/>
      <w:numFmt w:val="bullet"/>
      <w:lvlText w:val="o"/>
      <w:lvlJc w:val="left"/>
      <w:pPr>
        <w:tabs>
          <w:tab w:val="num" w:pos="3927"/>
        </w:tabs>
        <w:ind w:left="3927" w:hanging="360"/>
      </w:pPr>
      <w:rPr>
        <w:rFonts w:ascii="Courier New" w:hAnsi="Courier New" w:cs="Courier New" w:hint="default"/>
      </w:rPr>
    </w:lvl>
    <w:lvl w:ilvl="5" w:tplc="04100005" w:tentative="1">
      <w:start w:val="1"/>
      <w:numFmt w:val="bullet"/>
      <w:lvlText w:val=""/>
      <w:lvlJc w:val="left"/>
      <w:pPr>
        <w:tabs>
          <w:tab w:val="num" w:pos="4647"/>
        </w:tabs>
        <w:ind w:left="4647" w:hanging="360"/>
      </w:pPr>
      <w:rPr>
        <w:rFonts w:ascii="Wingdings" w:hAnsi="Wingdings" w:hint="default"/>
      </w:rPr>
    </w:lvl>
    <w:lvl w:ilvl="6" w:tplc="04100001" w:tentative="1">
      <w:start w:val="1"/>
      <w:numFmt w:val="bullet"/>
      <w:lvlText w:val=""/>
      <w:lvlJc w:val="left"/>
      <w:pPr>
        <w:tabs>
          <w:tab w:val="num" w:pos="5367"/>
        </w:tabs>
        <w:ind w:left="5367" w:hanging="360"/>
      </w:pPr>
      <w:rPr>
        <w:rFonts w:ascii="Symbol" w:hAnsi="Symbol" w:hint="default"/>
      </w:rPr>
    </w:lvl>
    <w:lvl w:ilvl="7" w:tplc="04100003" w:tentative="1">
      <w:start w:val="1"/>
      <w:numFmt w:val="bullet"/>
      <w:lvlText w:val="o"/>
      <w:lvlJc w:val="left"/>
      <w:pPr>
        <w:tabs>
          <w:tab w:val="num" w:pos="6087"/>
        </w:tabs>
        <w:ind w:left="6087" w:hanging="360"/>
      </w:pPr>
      <w:rPr>
        <w:rFonts w:ascii="Courier New" w:hAnsi="Courier New" w:cs="Courier New" w:hint="default"/>
      </w:rPr>
    </w:lvl>
    <w:lvl w:ilvl="8" w:tplc="04100005" w:tentative="1">
      <w:start w:val="1"/>
      <w:numFmt w:val="bullet"/>
      <w:lvlText w:val=""/>
      <w:lvlJc w:val="left"/>
      <w:pPr>
        <w:tabs>
          <w:tab w:val="num" w:pos="6807"/>
        </w:tabs>
        <w:ind w:left="6807" w:hanging="360"/>
      </w:pPr>
      <w:rPr>
        <w:rFonts w:ascii="Wingdings" w:hAnsi="Wingdings" w:hint="default"/>
      </w:rPr>
    </w:lvl>
  </w:abstractNum>
  <w:abstractNum w:abstractNumId="11" w15:restartNumberingAfterBreak="0">
    <w:nsid w:val="37D76C6D"/>
    <w:multiLevelType w:val="hybridMultilevel"/>
    <w:tmpl w:val="6A581CF2"/>
    <w:lvl w:ilvl="0" w:tplc="EC8E9DC8">
      <w:start w:val="1"/>
      <w:numFmt w:val="decimal"/>
      <w:lvlText w:val="%1."/>
      <w:lvlJc w:val="left"/>
      <w:pPr>
        <w:tabs>
          <w:tab w:val="num" w:pos="720"/>
        </w:tabs>
        <w:ind w:left="72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38141485"/>
    <w:multiLevelType w:val="hybridMultilevel"/>
    <w:tmpl w:val="A8427894"/>
    <w:lvl w:ilvl="0" w:tplc="0410000B">
      <w:start w:val="1"/>
      <w:numFmt w:val="bullet"/>
      <w:lvlText w:val=""/>
      <w:lvlJc w:val="left"/>
      <w:pPr>
        <w:tabs>
          <w:tab w:val="num" w:pos="720"/>
        </w:tabs>
        <w:ind w:left="720" w:hanging="360"/>
      </w:pPr>
      <w:rPr>
        <w:rFonts w:ascii="Wingdings" w:hAnsi="Wingdings"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DD1E87"/>
    <w:multiLevelType w:val="hybridMultilevel"/>
    <w:tmpl w:val="6FA0AB38"/>
    <w:lvl w:ilvl="0" w:tplc="29A890DA">
      <w:start w:val="2019"/>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47161AE"/>
    <w:multiLevelType w:val="hybridMultilevel"/>
    <w:tmpl w:val="EE223120"/>
    <w:lvl w:ilvl="0" w:tplc="D304D8D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4AA72E8"/>
    <w:multiLevelType w:val="hybridMultilevel"/>
    <w:tmpl w:val="127A46A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D451ED0"/>
    <w:multiLevelType w:val="hybridMultilevel"/>
    <w:tmpl w:val="451CA974"/>
    <w:lvl w:ilvl="0" w:tplc="9D649CA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E4C7850"/>
    <w:multiLevelType w:val="hybridMultilevel"/>
    <w:tmpl w:val="4B3E1308"/>
    <w:lvl w:ilvl="0" w:tplc="0410000B">
      <w:start w:val="1"/>
      <w:numFmt w:val="bullet"/>
      <w:lvlText w:val=""/>
      <w:lvlJc w:val="left"/>
      <w:pPr>
        <w:tabs>
          <w:tab w:val="num" w:pos="720"/>
        </w:tabs>
        <w:ind w:left="720" w:hanging="360"/>
      </w:pPr>
      <w:rPr>
        <w:rFonts w:ascii="Wingdings" w:hAnsi="Wingdings" w:hint="default"/>
      </w:rPr>
    </w:lvl>
    <w:lvl w:ilvl="1" w:tplc="105AB2E8">
      <w:numFmt w:val="bullet"/>
      <w:lvlText w:val="-"/>
      <w:lvlJc w:val="left"/>
      <w:pPr>
        <w:tabs>
          <w:tab w:val="num" w:pos="1440"/>
        </w:tabs>
        <w:ind w:left="1440" w:hanging="360"/>
      </w:pPr>
      <w:rPr>
        <w:rFonts w:ascii="Arial" w:eastAsia="Berlin Sans FB" w:hAnsi="Arial"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DC0330"/>
    <w:multiLevelType w:val="hybridMultilevel"/>
    <w:tmpl w:val="E5327594"/>
    <w:lvl w:ilvl="0" w:tplc="77EC24BC">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1F450FF"/>
    <w:multiLevelType w:val="hybridMultilevel"/>
    <w:tmpl w:val="43CAF9F8"/>
    <w:lvl w:ilvl="0" w:tplc="BEB8192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476108"/>
    <w:multiLevelType w:val="hybridMultilevel"/>
    <w:tmpl w:val="CBC859D4"/>
    <w:lvl w:ilvl="0" w:tplc="32402626">
      <w:numFmt w:val="bullet"/>
      <w:lvlText w:val="-"/>
      <w:lvlJc w:val="left"/>
      <w:pPr>
        <w:ind w:left="927" w:hanging="360"/>
      </w:pPr>
      <w:rPr>
        <w:rFonts w:ascii="Arial" w:eastAsia="Times New Roman" w:hAnsi="Arial"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1" w15:restartNumberingAfterBreak="0">
    <w:nsid w:val="5E13394A"/>
    <w:multiLevelType w:val="hybridMultilevel"/>
    <w:tmpl w:val="2DF21E18"/>
    <w:lvl w:ilvl="0" w:tplc="9A9CD9A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5E603E9"/>
    <w:multiLevelType w:val="hybridMultilevel"/>
    <w:tmpl w:val="E6FE1D86"/>
    <w:lvl w:ilvl="0" w:tplc="DF288C4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ABD1D2E"/>
    <w:multiLevelType w:val="hybridMultilevel"/>
    <w:tmpl w:val="43FED836"/>
    <w:lvl w:ilvl="0" w:tplc="B7EA2A4E">
      <w:numFmt w:val="bullet"/>
      <w:lvlText w:val="-"/>
      <w:lvlJc w:val="left"/>
      <w:pPr>
        <w:ind w:left="720" w:hanging="360"/>
      </w:pPr>
      <w:rPr>
        <w:rFonts w:ascii="Arial" w:eastAsia="Berlin Sans FB" w:hAnsi="Arial" w:cs="Arial"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C3A30CB"/>
    <w:multiLevelType w:val="hybridMultilevel"/>
    <w:tmpl w:val="24B221C0"/>
    <w:lvl w:ilvl="0" w:tplc="41A017DC">
      <w:start w:val="1"/>
      <w:numFmt w:val="bullet"/>
      <w:lvlText w:val=""/>
      <w:lvlJc w:val="left"/>
      <w:pPr>
        <w:tabs>
          <w:tab w:val="num" w:pos="720"/>
        </w:tabs>
        <w:ind w:left="720" w:hanging="360"/>
      </w:pPr>
      <w:rPr>
        <w:rFonts w:ascii="Symbol" w:hAnsi="Symbol"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010857"/>
    <w:multiLevelType w:val="hybridMultilevel"/>
    <w:tmpl w:val="455A0E3A"/>
    <w:lvl w:ilvl="0" w:tplc="43A2FFD0">
      <w:start w:val="1"/>
      <w:numFmt w:val="bullet"/>
      <w:lvlText w:val="-"/>
      <w:lvlJc w:val="left"/>
      <w:pPr>
        <w:tabs>
          <w:tab w:val="num" w:pos="720"/>
        </w:tabs>
        <w:ind w:left="720" w:hanging="360"/>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E27A51"/>
    <w:multiLevelType w:val="hybridMultilevel"/>
    <w:tmpl w:val="8A0A2A2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FB17995"/>
    <w:multiLevelType w:val="hybridMultilevel"/>
    <w:tmpl w:val="5A48E546"/>
    <w:lvl w:ilvl="0" w:tplc="9CCA9E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39376712">
    <w:abstractNumId w:val="4"/>
  </w:num>
  <w:num w:numId="2" w16cid:durableId="132990986">
    <w:abstractNumId w:val="3"/>
  </w:num>
  <w:num w:numId="3" w16cid:durableId="780102162">
    <w:abstractNumId w:val="0"/>
  </w:num>
  <w:num w:numId="4" w16cid:durableId="365571027">
    <w:abstractNumId w:val="24"/>
  </w:num>
  <w:num w:numId="5" w16cid:durableId="1680884291">
    <w:abstractNumId w:val="5"/>
  </w:num>
  <w:num w:numId="6" w16cid:durableId="31928773">
    <w:abstractNumId w:val="18"/>
  </w:num>
  <w:num w:numId="7" w16cid:durableId="399593886">
    <w:abstractNumId w:val="8"/>
  </w:num>
  <w:num w:numId="8" w16cid:durableId="1868057038">
    <w:abstractNumId w:val="10"/>
  </w:num>
  <w:num w:numId="9" w16cid:durableId="2046364167">
    <w:abstractNumId w:val="17"/>
  </w:num>
  <w:num w:numId="10" w16cid:durableId="557975227">
    <w:abstractNumId w:val="6"/>
  </w:num>
  <w:num w:numId="11" w16cid:durableId="1941638984">
    <w:abstractNumId w:val="11"/>
  </w:num>
  <w:num w:numId="12" w16cid:durableId="1097484649">
    <w:abstractNumId w:val="9"/>
  </w:num>
  <w:num w:numId="13" w16cid:durableId="1876456103">
    <w:abstractNumId w:val="25"/>
  </w:num>
  <w:num w:numId="14" w16cid:durableId="626660633">
    <w:abstractNumId w:val="2"/>
  </w:num>
  <w:num w:numId="15" w16cid:durableId="1502310133">
    <w:abstractNumId w:val="22"/>
  </w:num>
  <w:num w:numId="16" w16cid:durableId="1001279102">
    <w:abstractNumId w:val="23"/>
  </w:num>
  <w:num w:numId="17" w16cid:durableId="226915418">
    <w:abstractNumId w:val="15"/>
  </w:num>
  <w:num w:numId="18" w16cid:durableId="1488937988">
    <w:abstractNumId w:val="26"/>
  </w:num>
  <w:num w:numId="19" w16cid:durableId="114062688">
    <w:abstractNumId w:val="12"/>
  </w:num>
  <w:num w:numId="20" w16cid:durableId="1136027794">
    <w:abstractNumId w:val="14"/>
  </w:num>
  <w:num w:numId="21" w16cid:durableId="788549387">
    <w:abstractNumId w:val="16"/>
  </w:num>
  <w:num w:numId="22" w16cid:durableId="888300848">
    <w:abstractNumId w:val="20"/>
  </w:num>
  <w:num w:numId="23" w16cid:durableId="1888565064">
    <w:abstractNumId w:val="7"/>
  </w:num>
  <w:num w:numId="24" w16cid:durableId="1741248435">
    <w:abstractNumId w:val="27"/>
  </w:num>
  <w:num w:numId="25" w16cid:durableId="80417117">
    <w:abstractNumId w:val="1"/>
  </w:num>
  <w:num w:numId="26" w16cid:durableId="1465656172">
    <w:abstractNumId w:val="13"/>
  </w:num>
  <w:num w:numId="27" w16cid:durableId="1818842056">
    <w:abstractNumId w:val="19"/>
  </w:num>
  <w:num w:numId="28" w16cid:durableId="191110713">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drawingGridHorizontalSpacing w:val="181"/>
  <w:drawingGridVerticalSpacing w:val="181"/>
  <w:noPunctuationKerning/>
  <w:characterSpacingControl w:val="doNotCompress"/>
  <w:hdrShapeDefaults>
    <o:shapedefaults v:ext="edit" spidmax="2050" fill="f" fillcolor="white" strokecolor="red">
      <v:fill color="white" on="f"/>
      <v:stroke color="red" weight="1.2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303"/>
    <w:rsid w:val="000007EA"/>
    <w:rsid w:val="00000BD1"/>
    <w:rsid w:val="00000D79"/>
    <w:rsid w:val="000015A7"/>
    <w:rsid w:val="000019CA"/>
    <w:rsid w:val="00001BF8"/>
    <w:rsid w:val="0000227B"/>
    <w:rsid w:val="000022E3"/>
    <w:rsid w:val="00003DD9"/>
    <w:rsid w:val="000040AA"/>
    <w:rsid w:val="0000471E"/>
    <w:rsid w:val="00006D9E"/>
    <w:rsid w:val="0001015F"/>
    <w:rsid w:val="000102B1"/>
    <w:rsid w:val="00010578"/>
    <w:rsid w:val="00012D6C"/>
    <w:rsid w:val="000140B9"/>
    <w:rsid w:val="00014ADE"/>
    <w:rsid w:val="00015392"/>
    <w:rsid w:val="00015911"/>
    <w:rsid w:val="00015FE7"/>
    <w:rsid w:val="00016591"/>
    <w:rsid w:val="0001714F"/>
    <w:rsid w:val="000200FD"/>
    <w:rsid w:val="0002016C"/>
    <w:rsid w:val="00021410"/>
    <w:rsid w:val="0002153B"/>
    <w:rsid w:val="00021BE9"/>
    <w:rsid w:val="00023AEA"/>
    <w:rsid w:val="00024668"/>
    <w:rsid w:val="00025250"/>
    <w:rsid w:val="00025C2B"/>
    <w:rsid w:val="000263E0"/>
    <w:rsid w:val="000269A7"/>
    <w:rsid w:val="00026B99"/>
    <w:rsid w:val="00027C70"/>
    <w:rsid w:val="00027DBF"/>
    <w:rsid w:val="00033673"/>
    <w:rsid w:val="00034AF7"/>
    <w:rsid w:val="0003595C"/>
    <w:rsid w:val="000361FE"/>
    <w:rsid w:val="0003666E"/>
    <w:rsid w:val="00036A49"/>
    <w:rsid w:val="00037156"/>
    <w:rsid w:val="000416DA"/>
    <w:rsid w:val="000416DC"/>
    <w:rsid w:val="00044209"/>
    <w:rsid w:val="00044C0B"/>
    <w:rsid w:val="000451EC"/>
    <w:rsid w:val="00045F02"/>
    <w:rsid w:val="00046678"/>
    <w:rsid w:val="000475CF"/>
    <w:rsid w:val="00050899"/>
    <w:rsid w:val="00051536"/>
    <w:rsid w:val="000529E3"/>
    <w:rsid w:val="00052AAA"/>
    <w:rsid w:val="00052AE5"/>
    <w:rsid w:val="0005382F"/>
    <w:rsid w:val="0005459B"/>
    <w:rsid w:val="000545E7"/>
    <w:rsid w:val="0005479A"/>
    <w:rsid w:val="00054B3C"/>
    <w:rsid w:val="0005526F"/>
    <w:rsid w:val="00055E53"/>
    <w:rsid w:val="000562FD"/>
    <w:rsid w:val="00060D7F"/>
    <w:rsid w:val="000610BD"/>
    <w:rsid w:val="000619CF"/>
    <w:rsid w:val="00061F3C"/>
    <w:rsid w:val="00062AF8"/>
    <w:rsid w:val="00062F3E"/>
    <w:rsid w:val="00063278"/>
    <w:rsid w:val="0006576F"/>
    <w:rsid w:val="0006713F"/>
    <w:rsid w:val="00070F0E"/>
    <w:rsid w:val="00070F91"/>
    <w:rsid w:val="0007252A"/>
    <w:rsid w:val="00072BA4"/>
    <w:rsid w:val="000735F8"/>
    <w:rsid w:val="00074AA1"/>
    <w:rsid w:val="00074AF8"/>
    <w:rsid w:val="00075866"/>
    <w:rsid w:val="00076577"/>
    <w:rsid w:val="00076DA9"/>
    <w:rsid w:val="00084514"/>
    <w:rsid w:val="000849BD"/>
    <w:rsid w:val="000852DA"/>
    <w:rsid w:val="00085738"/>
    <w:rsid w:val="00085B26"/>
    <w:rsid w:val="00085D91"/>
    <w:rsid w:val="000861E6"/>
    <w:rsid w:val="00087913"/>
    <w:rsid w:val="00087F61"/>
    <w:rsid w:val="0009009F"/>
    <w:rsid w:val="00090126"/>
    <w:rsid w:val="000902EE"/>
    <w:rsid w:val="0009167A"/>
    <w:rsid w:val="00091E68"/>
    <w:rsid w:val="00091F42"/>
    <w:rsid w:val="000920C1"/>
    <w:rsid w:val="000942CA"/>
    <w:rsid w:val="00096536"/>
    <w:rsid w:val="00097714"/>
    <w:rsid w:val="000A0236"/>
    <w:rsid w:val="000A0961"/>
    <w:rsid w:val="000A0EB2"/>
    <w:rsid w:val="000A0EDE"/>
    <w:rsid w:val="000A1835"/>
    <w:rsid w:val="000A1ACB"/>
    <w:rsid w:val="000A1B25"/>
    <w:rsid w:val="000A1D2B"/>
    <w:rsid w:val="000A2AAE"/>
    <w:rsid w:val="000A371A"/>
    <w:rsid w:val="000A4898"/>
    <w:rsid w:val="000A5269"/>
    <w:rsid w:val="000A5E38"/>
    <w:rsid w:val="000A6433"/>
    <w:rsid w:val="000A6C01"/>
    <w:rsid w:val="000A7274"/>
    <w:rsid w:val="000A7462"/>
    <w:rsid w:val="000B013A"/>
    <w:rsid w:val="000B1832"/>
    <w:rsid w:val="000B1890"/>
    <w:rsid w:val="000B18C4"/>
    <w:rsid w:val="000B2E47"/>
    <w:rsid w:val="000B488D"/>
    <w:rsid w:val="000B4911"/>
    <w:rsid w:val="000B4B2C"/>
    <w:rsid w:val="000B6291"/>
    <w:rsid w:val="000C00F0"/>
    <w:rsid w:val="000C096A"/>
    <w:rsid w:val="000C14C6"/>
    <w:rsid w:val="000C15D8"/>
    <w:rsid w:val="000C18FF"/>
    <w:rsid w:val="000C1B7B"/>
    <w:rsid w:val="000C3795"/>
    <w:rsid w:val="000C464A"/>
    <w:rsid w:val="000C4DA3"/>
    <w:rsid w:val="000C538F"/>
    <w:rsid w:val="000C5DAB"/>
    <w:rsid w:val="000C6B11"/>
    <w:rsid w:val="000D07E5"/>
    <w:rsid w:val="000D152B"/>
    <w:rsid w:val="000D1894"/>
    <w:rsid w:val="000D20B3"/>
    <w:rsid w:val="000D2BDF"/>
    <w:rsid w:val="000D2F28"/>
    <w:rsid w:val="000D310C"/>
    <w:rsid w:val="000D3226"/>
    <w:rsid w:val="000D542D"/>
    <w:rsid w:val="000D588A"/>
    <w:rsid w:val="000D62BE"/>
    <w:rsid w:val="000E0583"/>
    <w:rsid w:val="000E143F"/>
    <w:rsid w:val="000E18CD"/>
    <w:rsid w:val="000E18DA"/>
    <w:rsid w:val="000E1C88"/>
    <w:rsid w:val="000E20B6"/>
    <w:rsid w:val="000E2EAA"/>
    <w:rsid w:val="000E460D"/>
    <w:rsid w:val="000E4C90"/>
    <w:rsid w:val="000E5A12"/>
    <w:rsid w:val="000E61D6"/>
    <w:rsid w:val="000E7B2C"/>
    <w:rsid w:val="000E7C5E"/>
    <w:rsid w:val="000F1A88"/>
    <w:rsid w:val="000F313E"/>
    <w:rsid w:val="000F3716"/>
    <w:rsid w:val="000F4E93"/>
    <w:rsid w:val="000F573C"/>
    <w:rsid w:val="000F6038"/>
    <w:rsid w:val="000F7D96"/>
    <w:rsid w:val="00102F51"/>
    <w:rsid w:val="001040D5"/>
    <w:rsid w:val="00105B91"/>
    <w:rsid w:val="001064CC"/>
    <w:rsid w:val="0010664F"/>
    <w:rsid w:val="001070B9"/>
    <w:rsid w:val="001074B0"/>
    <w:rsid w:val="001075B1"/>
    <w:rsid w:val="00110862"/>
    <w:rsid w:val="00112B83"/>
    <w:rsid w:val="00113126"/>
    <w:rsid w:val="00113772"/>
    <w:rsid w:val="00113C2C"/>
    <w:rsid w:val="00114040"/>
    <w:rsid w:val="00115E6C"/>
    <w:rsid w:val="00115F1C"/>
    <w:rsid w:val="00116AFF"/>
    <w:rsid w:val="00117549"/>
    <w:rsid w:val="0012092B"/>
    <w:rsid w:val="00120D8B"/>
    <w:rsid w:val="00122806"/>
    <w:rsid w:val="001243C6"/>
    <w:rsid w:val="001246B3"/>
    <w:rsid w:val="00124A9B"/>
    <w:rsid w:val="0012583C"/>
    <w:rsid w:val="001270F8"/>
    <w:rsid w:val="00127D2F"/>
    <w:rsid w:val="00130B83"/>
    <w:rsid w:val="00130F33"/>
    <w:rsid w:val="0013134A"/>
    <w:rsid w:val="00131559"/>
    <w:rsid w:val="0013386E"/>
    <w:rsid w:val="00134EA9"/>
    <w:rsid w:val="00135428"/>
    <w:rsid w:val="0013667F"/>
    <w:rsid w:val="00140F6F"/>
    <w:rsid w:val="001414CD"/>
    <w:rsid w:val="00141EE1"/>
    <w:rsid w:val="00142F5A"/>
    <w:rsid w:val="00144AF2"/>
    <w:rsid w:val="00145AFB"/>
    <w:rsid w:val="00145EC6"/>
    <w:rsid w:val="00146CB5"/>
    <w:rsid w:val="001472F2"/>
    <w:rsid w:val="001478A1"/>
    <w:rsid w:val="00147A9B"/>
    <w:rsid w:val="00151199"/>
    <w:rsid w:val="001516B2"/>
    <w:rsid w:val="00152021"/>
    <w:rsid w:val="00152C65"/>
    <w:rsid w:val="0015350A"/>
    <w:rsid w:val="0015489A"/>
    <w:rsid w:val="00154EE8"/>
    <w:rsid w:val="001557ED"/>
    <w:rsid w:val="001567DA"/>
    <w:rsid w:val="00157DF6"/>
    <w:rsid w:val="0016073B"/>
    <w:rsid w:val="00160B1C"/>
    <w:rsid w:val="0016224B"/>
    <w:rsid w:val="001630EB"/>
    <w:rsid w:val="00163C9B"/>
    <w:rsid w:val="001640F6"/>
    <w:rsid w:val="0016781D"/>
    <w:rsid w:val="00167F67"/>
    <w:rsid w:val="0017048B"/>
    <w:rsid w:val="00170597"/>
    <w:rsid w:val="00170AA1"/>
    <w:rsid w:val="00171113"/>
    <w:rsid w:val="001727D2"/>
    <w:rsid w:val="00174218"/>
    <w:rsid w:val="00175841"/>
    <w:rsid w:val="001808A4"/>
    <w:rsid w:val="001815CD"/>
    <w:rsid w:val="0018165F"/>
    <w:rsid w:val="001818F0"/>
    <w:rsid w:val="0018206C"/>
    <w:rsid w:val="00182FFB"/>
    <w:rsid w:val="00183EE1"/>
    <w:rsid w:val="00184F59"/>
    <w:rsid w:val="00185845"/>
    <w:rsid w:val="00185BB6"/>
    <w:rsid w:val="00185F09"/>
    <w:rsid w:val="00186A00"/>
    <w:rsid w:val="00186DA4"/>
    <w:rsid w:val="00190031"/>
    <w:rsid w:val="001905A3"/>
    <w:rsid w:val="00190EBD"/>
    <w:rsid w:val="001918D6"/>
    <w:rsid w:val="00191E98"/>
    <w:rsid w:val="001933E4"/>
    <w:rsid w:val="00193CED"/>
    <w:rsid w:val="001941F7"/>
    <w:rsid w:val="00194247"/>
    <w:rsid w:val="00194959"/>
    <w:rsid w:val="00194EFB"/>
    <w:rsid w:val="00195ECD"/>
    <w:rsid w:val="001960C7"/>
    <w:rsid w:val="001A005E"/>
    <w:rsid w:val="001A0AFD"/>
    <w:rsid w:val="001A1603"/>
    <w:rsid w:val="001A3F94"/>
    <w:rsid w:val="001A4730"/>
    <w:rsid w:val="001A512C"/>
    <w:rsid w:val="001A6C9D"/>
    <w:rsid w:val="001A6E29"/>
    <w:rsid w:val="001A6F96"/>
    <w:rsid w:val="001A7CBB"/>
    <w:rsid w:val="001B0298"/>
    <w:rsid w:val="001B0D67"/>
    <w:rsid w:val="001B1339"/>
    <w:rsid w:val="001B23EB"/>
    <w:rsid w:val="001B3BD6"/>
    <w:rsid w:val="001B44D8"/>
    <w:rsid w:val="001B46D7"/>
    <w:rsid w:val="001B6429"/>
    <w:rsid w:val="001B7B9A"/>
    <w:rsid w:val="001C025E"/>
    <w:rsid w:val="001C0E8D"/>
    <w:rsid w:val="001C12C8"/>
    <w:rsid w:val="001C1453"/>
    <w:rsid w:val="001C3A54"/>
    <w:rsid w:val="001C50CE"/>
    <w:rsid w:val="001C61DF"/>
    <w:rsid w:val="001C6485"/>
    <w:rsid w:val="001C6562"/>
    <w:rsid w:val="001C7AC8"/>
    <w:rsid w:val="001C7BC4"/>
    <w:rsid w:val="001D0998"/>
    <w:rsid w:val="001D0F2F"/>
    <w:rsid w:val="001D2098"/>
    <w:rsid w:val="001D294A"/>
    <w:rsid w:val="001D44E0"/>
    <w:rsid w:val="001D4AD3"/>
    <w:rsid w:val="001D50D2"/>
    <w:rsid w:val="001D55BE"/>
    <w:rsid w:val="001E0418"/>
    <w:rsid w:val="001E0424"/>
    <w:rsid w:val="001E2C22"/>
    <w:rsid w:val="001E2FA4"/>
    <w:rsid w:val="001E3527"/>
    <w:rsid w:val="001E3A93"/>
    <w:rsid w:val="001E3B53"/>
    <w:rsid w:val="001E3CB4"/>
    <w:rsid w:val="001E3D46"/>
    <w:rsid w:val="001E4019"/>
    <w:rsid w:val="001E45F4"/>
    <w:rsid w:val="001E4F5F"/>
    <w:rsid w:val="001E6973"/>
    <w:rsid w:val="001E6FC2"/>
    <w:rsid w:val="001F1A4F"/>
    <w:rsid w:val="001F1BB1"/>
    <w:rsid w:val="001F2583"/>
    <w:rsid w:val="001F4022"/>
    <w:rsid w:val="001F5385"/>
    <w:rsid w:val="001F5CB0"/>
    <w:rsid w:val="0020006F"/>
    <w:rsid w:val="00200161"/>
    <w:rsid w:val="0020048C"/>
    <w:rsid w:val="00202663"/>
    <w:rsid w:val="0020370D"/>
    <w:rsid w:val="002037CC"/>
    <w:rsid w:val="00203F55"/>
    <w:rsid w:val="00203F62"/>
    <w:rsid w:val="00204131"/>
    <w:rsid w:val="00204757"/>
    <w:rsid w:val="00206905"/>
    <w:rsid w:val="0020752F"/>
    <w:rsid w:val="002077E4"/>
    <w:rsid w:val="00211A6C"/>
    <w:rsid w:val="002129A2"/>
    <w:rsid w:val="00212A84"/>
    <w:rsid w:val="002130A2"/>
    <w:rsid w:val="0021343A"/>
    <w:rsid w:val="00213FE7"/>
    <w:rsid w:val="00214686"/>
    <w:rsid w:val="00214C41"/>
    <w:rsid w:val="00215176"/>
    <w:rsid w:val="0021566E"/>
    <w:rsid w:val="002161D6"/>
    <w:rsid w:val="00216261"/>
    <w:rsid w:val="00216A79"/>
    <w:rsid w:val="00216B1A"/>
    <w:rsid w:val="00217750"/>
    <w:rsid w:val="002203B3"/>
    <w:rsid w:val="0022068E"/>
    <w:rsid w:val="00220905"/>
    <w:rsid w:val="0022119D"/>
    <w:rsid w:val="00224A0D"/>
    <w:rsid w:val="002273CC"/>
    <w:rsid w:val="00227B51"/>
    <w:rsid w:val="00230EBE"/>
    <w:rsid w:val="002312D5"/>
    <w:rsid w:val="002322A2"/>
    <w:rsid w:val="00233F83"/>
    <w:rsid w:val="00234E62"/>
    <w:rsid w:val="002360E9"/>
    <w:rsid w:val="00236B73"/>
    <w:rsid w:val="00236FD5"/>
    <w:rsid w:val="002409F2"/>
    <w:rsid w:val="002423AE"/>
    <w:rsid w:val="002427F1"/>
    <w:rsid w:val="00243B4F"/>
    <w:rsid w:val="00243C5E"/>
    <w:rsid w:val="0024411C"/>
    <w:rsid w:val="002449F5"/>
    <w:rsid w:val="00246C08"/>
    <w:rsid w:val="0024710D"/>
    <w:rsid w:val="00247865"/>
    <w:rsid w:val="00247E2B"/>
    <w:rsid w:val="00250098"/>
    <w:rsid w:val="00250BC8"/>
    <w:rsid w:val="00253ECB"/>
    <w:rsid w:val="00254FF5"/>
    <w:rsid w:val="00255A0D"/>
    <w:rsid w:val="00255F5D"/>
    <w:rsid w:val="00256591"/>
    <w:rsid w:val="002601CE"/>
    <w:rsid w:val="00260F0E"/>
    <w:rsid w:val="0026169F"/>
    <w:rsid w:val="0026238C"/>
    <w:rsid w:val="0026286A"/>
    <w:rsid w:val="002629C7"/>
    <w:rsid w:val="00262A4F"/>
    <w:rsid w:val="00263ECD"/>
    <w:rsid w:val="00263FC6"/>
    <w:rsid w:val="0026470A"/>
    <w:rsid w:val="002650E8"/>
    <w:rsid w:val="00265B23"/>
    <w:rsid w:val="002662D6"/>
    <w:rsid w:val="00266778"/>
    <w:rsid w:val="00267FE1"/>
    <w:rsid w:val="00270AF1"/>
    <w:rsid w:val="0027130D"/>
    <w:rsid w:val="0027426F"/>
    <w:rsid w:val="00274D70"/>
    <w:rsid w:val="00274F50"/>
    <w:rsid w:val="002756C7"/>
    <w:rsid w:val="00275961"/>
    <w:rsid w:val="0027598F"/>
    <w:rsid w:val="00277E2E"/>
    <w:rsid w:val="002809F1"/>
    <w:rsid w:val="00280DF8"/>
    <w:rsid w:val="00282C2E"/>
    <w:rsid w:val="00283372"/>
    <w:rsid w:val="00283F8D"/>
    <w:rsid w:val="0028474B"/>
    <w:rsid w:val="0028610D"/>
    <w:rsid w:val="0028612C"/>
    <w:rsid w:val="0028657B"/>
    <w:rsid w:val="002866A8"/>
    <w:rsid w:val="00286DD1"/>
    <w:rsid w:val="00286FC2"/>
    <w:rsid w:val="0028791F"/>
    <w:rsid w:val="00290008"/>
    <w:rsid w:val="00290120"/>
    <w:rsid w:val="00291515"/>
    <w:rsid w:val="00291874"/>
    <w:rsid w:val="00291B1C"/>
    <w:rsid w:val="00293102"/>
    <w:rsid w:val="00294430"/>
    <w:rsid w:val="00294DA5"/>
    <w:rsid w:val="00296F99"/>
    <w:rsid w:val="002972DF"/>
    <w:rsid w:val="00297907"/>
    <w:rsid w:val="002A0FF6"/>
    <w:rsid w:val="002A161F"/>
    <w:rsid w:val="002A16C9"/>
    <w:rsid w:val="002A1DA5"/>
    <w:rsid w:val="002A2053"/>
    <w:rsid w:val="002A2A8F"/>
    <w:rsid w:val="002A4736"/>
    <w:rsid w:val="002A4789"/>
    <w:rsid w:val="002A484B"/>
    <w:rsid w:val="002A5D21"/>
    <w:rsid w:val="002A6AB5"/>
    <w:rsid w:val="002A7A33"/>
    <w:rsid w:val="002B0333"/>
    <w:rsid w:val="002B0E41"/>
    <w:rsid w:val="002B1300"/>
    <w:rsid w:val="002B3BC0"/>
    <w:rsid w:val="002B4781"/>
    <w:rsid w:val="002B4B02"/>
    <w:rsid w:val="002B4F92"/>
    <w:rsid w:val="002B6AA7"/>
    <w:rsid w:val="002B6FC5"/>
    <w:rsid w:val="002B7536"/>
    <w:rsid w:val="002B7C06"/>
    <w:rsid w:val="002C073B"/>
    <w:rsid w:val="002C1408"/>
    <w:rsid w:val="002C2314"/>
    <w:rsid w:val="002C6803"/>
    <w:rsid w:val="002D00E5"/>
    <w:rsid w:val="002D0438"/>
    <w:rsid w:val="002D0C89"/>
    <w:rsid w:val="002D0E2A"/>
    <w:rsid w:val="002D15DE"/>
    <w:rsid w:val="002D1F01"/>
    <w:rsid w:val="002D36E3"/>
    <w:rsid w:val="002D3BED"/>
    <w:rsid w:val="002D3FE4"/>
    <w:rsid w:val="002D5268"/>
    <w:rsid w:val="002D5B66"/>
    <w:rsid w:val="002D6279"/>
    <w:rsid w:val="002D63D6"/>
    <w:rsid w:val="002D6958"/>
    <w:rsid w:val="002D7AAA"/>
    <w:rsid w:val="002E01F5"/>
    <w:rsid w:val="002E0B0E"/>
    <w:rsid w:val="002E19FA"/>
    <w:rsid w:val="002E1A10"/>
    <w:rsid w:val="002E1DE1"/>
    <w:rsid w:val="002E2E23"/>
    <w:rsid w:val="002E30CF"/>
    <w:rsid w:val="002E3698"/>
    <w:rsid w:val="002E3FA4"/>
    <w:rsid w:val="002F0141"/>
    <w:rsid w:val="002F1144"/>
    <w:rsid w:val="002F25D9"/>
    <w:rsid w:val="002F331D"/>
    <w:rsid w:val="002F3D3E"/>
    <w:rsid w:val="002F42C8"/>
    <w:rsid w:val="002F529C"/>
    <w:rsid w:val="002F62EE"/>
    <w:rsid w:val="002F6398"/>
    <w:rsid w:val="002F6907"/>
    <w:rsid w:val="002F718D"/>
    <w:rsid w:val="002F7378"/>
    <w:rsid w:val="002F73E7"/>
    <w:rsid w:val="002F7CB0"/>
    <w:rsid w:val="002F7FC9"/>
    <w:rsid w:val="003007AA"/>
    <w:rsid w:val="00301EA2"/>
    <w:rsid w:val="00302A69"/>
    <w:rsid w:val="00302D85"/>
    <w:rsid w:val="0030326E"/>
    <w:rsid w:val="003035D5"/>
    <w:rsid w:val="00303F30"/>
    <w:rsid w:val="00305A2C"/>
    <w:rsid w:val="00305E2B"/>
    <w:rsid w:val="0030638E"/>
    <w:rsid w:val="00306678"/>
    <w:rsid w:val="00307103"/>
    <w:rsid w:val="00307FBA"/>
    <w:rsid w:val="003101A1"/>
    <w:rsid w:val="003101DA"/>
    <w:rsid w:val="0031049A"/>
    <w:rsid w:val="00310D0C"/>
    <w:rsid w:val="0031265A"/>
    <w:rsid w:val="00312A20"/>
    <w:rsid w:val="003134FC"/>
    <w:rsid w:val="0031528C"/>
    <w:rsid w:val="00315C46"/>
    <w:rsid w:val="00316081"/>
    <w:rsid w:val="00317367"/>
    <w:rsid w:val="00317433"/>
    <w:rsid w:val="00321967"/>
    <w:rsid w:val="00322183"/>
    <w:rsid w:val="00322E93"/>
    <w:rsid w:val="00325438"/>
    <w:rsid w:val="00325513"/>
    <w:rsid w:val="00325FE5"/>
    <w:rsid w:val="003267B7"/>
    <w:rsid w:val="00326FC3"/>
    <w:rsid w:val="00330655"/>
    <w:rsid w:val="00330982"/>
    <w:rsid w:val="003312FB"/>
    <w:rsid w:val="0033277D"/>
    <w:rsid w:val="003339ED"/>
    <w:rsid w:val="00333F4B"/>
    <w:rsid w:val="00334286"/>
    <w:rsid w:val="0033455C"/>
    <w:rsid w:val="0033527C"/>
    <w:rsid w:val="00337179"/>
    <w:rsid w:val="00337993"/>
    <w:rsid w:val="003401CE"/>
    <w:rsid w:val="00341AA1"/>
    <w:rsid w:val="00342689"/>
    <w:rsid w:val="003426C2"/>
    <w:rsid w:val="00342E2E"/>
    <w:rsid w:val="003435A7"/>
    <w:rsid w:val="00345BFC"/>
    <w:rsid w:val="00345DAC"/>
    <w:rsid w:val="00346EEA"/>
    <w:rsid w:val="00347F57"/>
    <w:rsid w:val="003502F5"/>
    <w:rsid w:val="003504DB"/>
    <w:rsid w:val="00350EC1"/>
    <w:rsid w:val="003515E8"/>
    <w:rsid w:val="00351C7C"/>
    <w:rsid w:val="0035269D"/>
    <w:rsid w:val="00352D24"/>
    <w:rsid w:val="00353097"/>
    <w:rsid w:val="00353227"/>
    <w:rsid w:val="0035328C"/>
    <w:rsid w:val="003539E4"/>
    <w:rsid w:val="00354B20"/>
    <w:rsid w:val="00354E3F"/>
    <w:rsid w:val="003601C4"/>
    <w:rsid w:val="00360662"/>
    <w:rsid w:val="003618ED"/>
    <w:rsid w:val="00361BF6"/>
    <w:rsid w:val="00361D9C"/>
    <w:rsid w:val="0036666C"/>
    <w:rsid w:val="00366CE7"/>
    <w:rsid w:val="00367FCF"/>
    <w:rsid w:val="00370298"/>
    <w:rsid w:val="00372F96"/>
    <w:rsid w:val="0037384B"/>
    <w:rsid w:val="00376126"/>
    <w:rsid w:val="0037655E"/>
    <w:rsid w:val="00376642"/>
    <w:rsid w:val="00377C8A"/>
    <w:rsid w:val="00381B63"/>
    <w:rsid w:val="003833C5"/>
    <w:rsid w:val="00383A1D"/>
    <w:rsid w:val="003843D7"/>
    <w:rsid w:val="00384C87"/>
    <w:rsid w:val="00386012"/>
    <w:rsid w:val="00386CFC"/>
    <w:rsid w:val="00387B45"/>
    <w:rsid w:val="0039034F"/>
    <w:rsid w:val="003919A2"/>
    <w:rsid w:val="00391E8C"/>
    <w:rsid w:val="00391F87"/>
    <w:rsid w:val="0039210D"/>
    <w:rsid w:val="00395610"/>
    <w:rsid w:val="00396F8A"/>
    <w:rsid w:val="00397173"/>
    <w:rsid w:val="003971DD"/>
    <w:rsid w:val="00397681"/>
    <w:rsid w:val="003A0573"/>
    <w:rsid w:val="003A0BB4"/>
    <w:rsid w:val="003A10D6"/>
    <w:rsid w:val="003A1961"/>
    <w:rsid w:val="003A1DE4"/>
    <w:rsid w:val="003A2A3D"/>
    <w:rsid w:val="003A2AF2"/>
    <w:rsid w:val="003A2CA9"/>
    <w:rsid w:val="003A2D52"/>
    <w:rsid w:val="003A45C5"/>
    <w:rsid w:val="003A51A4"/>
    <w:rsid w:val="003A54B1"/>
    <w:rsid w:val="003A5538"/>
    <w:rsid w:val="003A55D3"/>
    <w:rsid w:val="003A6D15"/>
    <w:rsid w:val="003B0A55"/>
    <w:rsid w:val="003B0D99"/>
    <w:rsid w:val="003B20E0"/>
    <w:rsid w:val="003B21AD"/>
    <w:rsid w:val="003B2AA0"/>
    <w:rsid w:val="003B3802"/>
    <w:rsid w:val="003B4C29"/>
    <w:rsid w:val="003B5E3F"/>
    <w:rsid w:val="003B6136"/>
    <w:rsid w:val="003B66B8"/>
    <w:rsid w:val="003B6BB4"/>
    <w:rsid w:val="003B6D96"/>
    <w:rsid w:val="003C09A3"/>
    <w:rsid w:val="003C2681"/>
    <w:rsid w:val="003C3AFF"/>
    <w:rsid w:val="003C66C8"/>
    <w:rsid w:val="003C671E"/>
    <w:rsid w:val="003C75BB"/>
    <w:rsid w:val="003D06FA"/>
    <w:rsid w:val="003D0B50"/>
    <w:rsid w:val="003D0F19"/>
    <w:rsid w:val="003D15F3"/>
    <w:rsid w:val="003D2301"/>
    <w:rsid w:val="003D32FA"/>
    <w:rsid w:val="003D37EC"/>
    <w:rsid w:val="003D4B0C"/>
    <w:rsid w:val="003D4BBB"/>
    <w:rsid w:val="003D4C10"/>
    <w:rsid w:val="003D4ED9"/>
    <w:rsid w:val="003D5246"/>
    <w:rsid w:val="003D530B"/>
    <w:rsid w:val="003D5844"/>
    <w:rsid w:val="003D6029"/>
    <w:rsid w:val="003D701B"/>
    <w:rsid w:val="003D7D4B"/>
    <w:rsid w:val="003E0E44"/>
    <w:rsid w:val="003E15E8"/>
    <w:rsid w:val="003E15F5"/>
    <w:rsid w:val="003E1BCF"/>
    <w:rsid w:val="003E2995"/>
    <w:rsid w:val="003E2F0E"/>
    <w:rsid w:val="003E45E7"/>
    <w:rsid w:val="003E486B"/>
    <w:rsid w:val="003E5942"/>
    <w:rsid w:val="003E59CA"/>
    <w:rsid w:val="003E5E0C"/>
    <w:rsid w:val="003E625A"/>
    <w:rsid w:val="003E696F"/>
    <w:rsid w:val="003E7409"/>
    <w:rsid w:val="003F3DBA"/>
    <w:rsid w:val="003F4125"/>
    <w:rsid w:val="003F4927"/>
    <w:rsid w:val="003F5666"/>
    <w:rsid w:val="003F6539"/>
    <w:rsid w:val="003F6A32"/>
    <w:rsid w:val="003F7DEC"/>
    <w:rsid w:val="0040033C"/>
    <w:rsid w:val="004004CF"/>
    <w:rsid w:val="00403AFF"/>
    <w:rsid w:val="00404337"/>
    <w:rsid w:val="00404C4F"/>
    <w:rsid w:val="0040602C"/>
    <w:rsid w:val="004066B5"/>
    <w:rsid w:val="00406892"/>
    <w:rsid w:val="00407441"/>
    <w:rsid w:val="00410E78"/>
    <w:rsid w:val="00413127"/>
    <w:rsid w:val="0041378B"/>
    <w:rsid w:val="004142FA"/>
    <w:rsid w:val="004147E1"/>
    <w:rsid w:val="004158BD"/>
    <w:rsid w:val="00417831"/>
    <w:rsid w:val="00420C84"/>
    <w:rsid w:val="00420DF6"/>
    <w:rsid w:val="00421AB9"/>
    <w:rsid w:val="004221B9"/>
    <w:rsid w:val="00422CA2"/>
    <w:rsid w:val="00424417"/>
    <w:rsid w:val="00425050"/>
    <w:rsid w:val="00425C4A"/>
    <w:rsid w:val="00426921"/>
    <w:rsid w:val="00427649"/>
    <w:rsid w:val="00430B20"/>
    <w:rsid w:val="00431BAF"/>
    <w:rsid w:val="0043401F"/>
    <w:rsid w:val="00436F88"/>
    <w:rsid w:val="00437128"/>
    <w:rsid w:val="0043779C"/>
    <w:rsid w:val="004377EC"/>
    <w:rsid w:val="00440548"/>
    <w:rsid w:val="00440A44"/>
    <w:rsid w:val="00440AD9"/>
    <w:rsid w:val="004415BD"/>
    <w:rsid w:val="00441799"/>
    <w:rsid w:val="004421DE"/>
    <w:rsid w:val="004428E7"/>
    <w:rsid w:val="00442AB7"/>
    <w:rsid w:val="004433BC"/>
    <w:rsid w:val="004439F0"/>
    <w:rsid w:val="00444026"/>
    <w:rsid w:val="00445C2A"/>
    <w:rsid w:val="00445ECC"/>
    <w:rsid w:val="004460A7"/>
    <w:rsid w:val="004478A4"/>
    <w:rsid w:val="00447F00"/>
    <w:rsid w:val="00450AF7"/>
    <w:rsid w:val="004513AC"/>
    <w:rsid w:val="00452B2A"/>
    <w:rsid w:val="00452EA0"/>
    <w:rsid w:val="00454333"/>
    <w:rsid w:val="004543B9"/>
    <w:rsid w:val="00454851"/>
    <w:rsid w:val="00454D68"/>
    <w:rsid w:val="00455E05"/>
    <w:rsid w:val="00456685"/>
    <w:rsid w:val="0045703F"/>
    <w:rsid w:val="004606F3"/>
    <w:rsid w:val="004619D8"/>
    <w:rsid w:val="00461D92"/>
    <w:rsid w:val="00462111"/>
    <w:rsid w:val="004638A7"/>
    <w:rsid w:val="00463A76"/>
    <w:rsid w:val="00464517"/>
    <w:rsid w:val="00464693"/>
    <w:rsid w:val="0046668E"/>
    <w:rsid w:val="00466F46"/>
    <w:rsid w:val="00467041"/>
    <w:rsid w:val="0046712D"/>
    <w:rsid w:val="004710EE"/>
    <w:rsid w:val="0047148A"/>
    <w:rsid w:val="00471607"/>
    <w:rsid w:val="004727E4"/>
    <w:rsid w:val="00472FFC"/>
    <w:rsid w:val="004730F4"/>
    <w:rsid w:val="00473918"/>
    <w:rsid w:val="00474C17"/>
    <w:rsid w:val="00475346"/>
    <w:rsid w:val="00475B46"/>
    <w:rsid w:val="00476105"/>
    <w:rsid w:val="004802E9"/>
    <w:rsid w:val="0048040F"/>
    <w:rsid w:val="00480564"/>
    <w:rsid w:val="00480572"/>
    <w:rsid w:val="00481B4A"/>
    <w:rsid w:val="00481E51"/>
    <w:rsid w:val="0048354B"/>
    <w:rsid w:val="00483D4D"/>
    <w:rsid w:val="004845C5"/>
    <w:rsid w:val="00485B36"/>
    <w:rsid w:val="00485C42"/>
    <w:rsid w:val="00486D47"/>
    <w:rsid w:val="00487376"/>
    <w:rsid w:val="00490060"/>
    <w:rsid w:val="004901B0"/>
    <w:rsid w:val="0049093B"/>
    <w:rsid w:val="00490E68"/>
    <w:rsid w:val="00491818"/>
    <w:rsid w:val="004918F9"/>
    <w:rsid w:val="00491D59"/>
    <w:rsid w:val="004930F2"/>
    <w:rsid w:val="00493286"/>
    <w:rsid w:val="004938D7"/>
    <w:rsid w:val="004940EC"/>
    <w:rsid w:val="004942A6"/>
    <w:rsid w:val="00495A6E"/>
    <w:rsid w:val="00495CCB"/>
    <w:rsid w:val="0049612E"/>
    <w:rsid w:val="004962A0"/>
    <w:rsid w:val="00496A3A"/>
    <w:rsid w:val="004973FA"/>
    <w:rsid w:val="004976CC"/>
    <w:rsid w:val="00497D0F"/>
    <w:rsid w:val="004A0F0A"/>
    <w:rsid w:val="004A34BF"/>
    <w:rsid w:val="004A403E"/>
    <w:rsid w:val="004A4B18"/>
    <w:rsid w:val="004A59CF"/>
    <w:rsid w:val="004B04BF"/>
    <w:rsid w:val="004B0B99"/>
    <w:rsid w:val="004B14F0"/>
    <w:rsid w:val="004B2AEB"/>
    <w:rsid w:val="004B2C47"/>
    <w:rsid w:val="004B398B"/>
    <w:rsid w:val="004B44B1"/>
    <w:rsid w:val="004B60FA"/>
    <w:rsid w:val="004B6370"/>
    <w:rsid w:val="004B7328"/>
    <w:rsid w:val="004C0CA0"/>
    <w:rsid w:val="004C1A3E"/>
    <w:rsid w:val="004C21FE"/>
    <w:rsid w:val="004C26B2"/>
    <w:rsid w:val="004C2E1A"/>
    <w:rsid w:val="004C3903"/>
    <w:rsid w:val="004C3A6D"/>
    <w:rsid w:val="004C3DA4"/>
    <w:rsid w:val="004C4F90"/>
    <w:rsid w:val="004C62AE"/>
    <w:rsid w:val="004C6E48"/>
    <w:rsid w:val="004C7B21"/>
    <w:rsid w:val="004C7CA2"/>
    <w:rsid w:val="004D19CF"/>
    <w:rsid w:val="004D23BC"/>
    <w:rsid w:val="004D2A4C"/>
    <w:rsid w:val="004D2F47"/>
    <w:rsid w:val="004D41C8"/>
    <w:rsid w:val="004D5417"/>
    <w:rsid w:val="004E19DA"/>
    <w:rsid w:val="004E4955"/>
    <w:rsid w:val="004E5CA9"/>
    <w:rsid w:val="004E62EE"/>
    <w:rsid w:val="004E7177"/>
    <w:rsid w:val="004F01B4"/>
    <w:rsid w:val="004F173C"/>
    <w:rsid w:val="004F20CC"/>
    <w:rsid w:val="004F2331"/>
    <w:rsid w:val="004F542C"/>
    <w:rsid w:val="004F6FDA"/>
    <w:rsid w:val="005006D0"/>
    <w:rsid w:val="00500888"/>
    <w:rsid w:val="00501A49"/>
    <w:rsid w:val="00502A51"/>
    <w:rsid w:val="005032E6"/>
    <w:rsid w:val="0050488F"/>
    <w:rsid w:val="00505320"/>
    <w:rsid w:val="00505404"/>
    <w:rsid w:val="00506481"/>
    <w:rsid w:val="00506964"/>
    <w:rsid w:val="00507353"/>
    <w:rsid w:val="005073BA"/>
    <w:rsid w:val="0050799F"/>
    <w:rsid w:val="00507A66"/>
    <w:rsid w:val="00512660"/>
    <w:rsid w:val="00513B14"/>
    <w:rsid w:val="00514619"/>
    <w:rsid w:val="00514C82"/>
    <w:rsid w:val="00515810"/>
    <w:rsid w:val="00517118"/>
    <w:rsid w:val="0051755E"/>
    <w:rsid w:val="0052011C"/>
    <w:rsid w:val="00522BF4"/>
    <w:rsid w:val="005241DA"/>
    <w:rsid w:val="00525D76"/>
    <w:rsid w:val="00526EC5"/>
    <w:rsid w:val="005275DB"/>
    <w:rsid w:val="0053011F"/>
    <w:rsid w:val="005311BB"/>
    <w:rsid w:val="00532C73"/>
    <w:rsid w:val="00532C81"/>
    <w:rsid w:val="005332A1"/>
    <w:rsid w:val="00534F93"/>
    <w:rsid w:val="0053760F"/>
    <w:rsid w:val="00537B79"/>
    <w:rsid w:val="005401B2"/>
    <w:rsid w:val="0054053F"/>
    <w:rsid w:val="0054175E"/>
    <w:rsid w:val="0054277E"/>
    <w:rsid w:val="00542D0C"/>
    <w:rsid w:val="0054373F"/>
    <w:rsid w:val="00543B6B"/>
    <w:rsid w:val="005442CB"/>
    <w:rsid w:val="00544916"/>
    <w:rsid w:val="00544FD1"/>
    <w:rsid w:val="00546737"/>
    <w:rsid w:val="005474C2"/>
    <w:rsid w:val="00550AF8"/>
    <w:rsid w:val="00550E3D"/>
    <w:rsid w:val="00556380"/>
    <w:rsid w:val="005570FA"/>
    <w:rsid w:val="005603DB"/>
    <w:rsid w:val="00560979"/>
    <w:rsid w:val="00562195"/>
    <w:rsid w:val="005623B9"/>
    <w:rsid w:val="00562486"/>
    <w:rsid w:val="00562704"/>
    <w:rsid w:val="00563FB2"/>
    <w:rsid w:val="00565562"/>
    <w:rsid w:val="005661CA"/>
    <w:rsid w:val="00566715"/>
    <w:rsid w:val="00570096"/>
    <w:rsid w:val="00570A02"/>
    <w:rsid w:val="00570D56"/>
    <w:rsid w:val="005711B3"/>
    <w:rsid w:val="00571D39"/>
    <w:rsid w:val="00572410"/>
    <w:rsid w:val="005726EE"/>
    <w:rsid w:val="005738A2"/>
    <w:rsid w:val="00573AC8"/>
    <w:rsid w:val="00573AD8"/>
    <w:rsid w:val="00573CD0"/>
    <w:rsid w:val="00575E12"/>
    <w:rsid w:val="005816A7"/>
    <w:rsid w:val="00581854"/>
    <w:rsid w:val="00581C76"/>
    <w:rsid w:val="00581F1E"/>
    <w:rsid w:val="0058248F"/>
    <w:rsid w:val="00582C96"/>
    <w:rsid w:val="00584101"/>
    <w:rsid w:val="00585251"/>
    <w:rsid w:val="00585599"/>
    <w:rsid w:val="00587357"/>
    <w:rsid w:val="0058786A"/>
    <w:rsid w:val="00587FF2"/>
    <w:rsid w:val="005924FC"/>
    <w:rsid w:val="0059325C"/>
    <w:rsid w:val="00594127"/>
    <w:rsid w:val="00594395"/>
    <w:rsid w:val="0059448F"/>
    <w:rsid w:val="0059495F"/>
    <w:rsid w:val="00595422"/>
    <w:rsid w:val="005965F8"/>
    <w:rsid w:val="0059723B"/>
    <w:rsid w:val="0059743D"/>
    <w:rsid w:val="00597AE2"/>
    <w:rsid w:val="00597BA1"/>
    <w:rsid w:val="00597EAC"/>
    <w:rsid w:val="005A1AA9"/>
    <w:rsid w:val="005A266C"/>
    <w:rsid w:val="005A2EA6"/>
    <w:rsid w:val="005A3C03"/>
    <w:rsid w:val="005A6227"/>
    <w:rsid w:val="005A7427"/>
    <w:rsid w:val="005A7AD2"/>
    <w:rsid w:val="005B1487"/>
    <w:rsid w:val="005B288E"/>
    <w:rsid w:val="005B3E2E"/>
    <w:rsid w:val="005B49BE"/>
    <w:rsid w:val="005B51C7"/>
    <w:rsid w:val="005B58EA"/>
    <w:rsid w:val="005B6BF3"/>
    <w:rsid w:val="005B752F"/>
    <w:rsid w:val="005B797F"/>
    <w:rsid w:val="005C00D4"/>
    <w:rsid w:val="005C1577"/>
    <w:rsid w:val="005C1B4B"/>
    <w:rsid w:val="005C45E5"/>
    <w:rsid w:val="005C4840"/>
    <w:rsid w:val="005C594C"/>
    <w:rsid w:val="005C5C28"/>
    <w:rsid w:val="005C5D50"/>
    <w:rsid w:val="005D0C8E"/>
    <w:rsid w:val="005D0FF0"/>
    <w:rsid w:val="005D1C2F"/>
    <w:rsid w:val="005D2364"/>
    <w:rsid w:val="005D2498"/>
    <w:rsid w:val="005D284F"/>
    <w:rsid w:val="005D2B4C"/>
    <w:rsid w:val="005D34A5"/>
    <w:rsid w:val="005D454C"/>
    <w:rsid w:val="005D468B"/>
    <w:rsid w:val="005D46B7"/>
    <w:rsid w:val="005D507D"/>
    <w:rsid w:val="005D68EF"/>
    <w:rsid w:val="005D7822"/>
    <w:rsid w:val="005E0A18"/>
    <w:rsid w:val="005E0CE3"/>
    <w:rsid w:val="005E1AE6"/>
    <w:rsid w:val="005E3447"/>
    <w:rsid w:val="005E3CEB"/>
    <w:rsid w:val="005E5D12"/>
    <w:rsid w:val="005E631E"/>
    <w:rsid w:val="005E7853"/>
    <w:rsid w:val="005E7F53"/>
    <w:rsid w:val="005E7FCB"/>
    <w:rsid w:val="005F0353"/>
    <w:rsid w:val="005F16D6"/>
    <w:rsid w:val="005F1C5C"/>
    <w:rsid w:val="005F4E17"/>
    <w:rsid w:val="005F5769"/>
    <w:rsid w:val="005F7138"/>
    <w:rsid w:val="00601733"/>
    <w:rsid w:val="00602E76"/>
    <w:rsid w:val="0060337E"/>
    <w:rsid w:val="00603BAA"/>
    <w:rsid w:val="00604C9F"/>
    <w:rsid w:val="00604CA3"/>
    <w:rsid w:val="006051FE"/>
    <w:rsid w:val="00605AD4"/>
    <w:rsid w:val="006066E4"/>
    <w:rsid w:val="00606BEA"/>
    <w:rsid w:val="00606EC2"/>
    <w:rsid w:val="00606F86"/>
    <w:rsid w:val="006110A0"/>
    <w:rsid w:val="00612890"/>
    <w:rsid w:val="0061310F"/>
    <w:rsid w:val="00613F03"/>
    <w:rsid w:val="00614D6C"/>
    <w:rsid w:val="00615EC5"/>
    <w:rsid w:val="00617181"/>
    <w:rsid w:val="00617AE7"/>
    <w:rsid w:val="0062078E"/>
    <w:rsid w:val="00620F5E"/>
    <w:rsid w:val="0062586D"/>
    <w:rsid w:val="00626AF5"/>
    <w:rsid w:val="00630489"/>
    <w:rsid w:val="00630767"/>
    <w:rsid w:val="00632CC4"/>
    <w:rsid w:val="006332D7"/>
    <w:rsid w:val="0063392B"/>
    <w:rsid w:val="00634554"/>
    <w:rsid w:val="00634967"/>
    <w:rsid w:val="00634A85"/>
    <w:rsid w:val="0063530C"/>
    <w:rsid w:val="00636061"/>
    <w:rsid w:val="006370D0"/>
    <w:rsid w:val="00640769"/>
    <w:rsid w:val="0064333A"/>
    <w:rsid w:val="00644193"/>
    <w:rsid w:val="006443D4"/>
    <w:rsid w:val="00644882"/>
    <w:rsid w:val="00644FE1"/>
    <w:rsid w:val="00645AA8"/>
    <w:rsid w:val="006464AA"/>
    <w:rsid w:val="0065133F"/>
    <w:rsid w:val="006513CC"/>
    <w:rsid w:val="006514F2"/>
    <w:rsid w:val="006536CA"/>
    <w:rsid w:val="00653D5A"/>
    <w:rsid w:val="00654706"/>
    <w:rsid w:val="00654B3F"/>
    <w:rsid w:val="006551F0"/>
    <w:rsid w:val="00655962"/>
    <w:rsid w:val="0065641E"/>
    <w:rsid w:val="00656498"/>
    <w:rsid w:val="0065652F"/>
    <w:rsid w:val="00660073"/>
    <w:rsid w:val="0066011A"/>
    <w:rsid w:val="00660F82"/>
    <w:rsid w:val="006610F7"/>
    <w:rsid w:val="006615F6"/>
    <w:rsid w:val="0066200B"/>
    <w:rsid w:val="00662E8A"/>
    <w:rsid w:val="00663874"/>
    <w:rsid w:val="00664913"/>
    <w:rsid w:val="00666094"/>
    <w:rsid w:val="006660B8"/>
    <w:rsid w:val="00666338"/>
    <w:rsid w:val="0066703B"/>
    <w:rsid w:val="006673BA"/>
    <w:rsid w:val="00667761"/>
    <w:rsid w:val="00667F4C"/>
    <w:rsid w:val="00670723"/>
    <w:rsid w:val="00670AA7"/>
    <w:rsid w:val="006711F3"/>
    <w:rsid w:val="00671971"/>
    <w:rsid w:val="00671A38"/>
    <w:rsid w:val="00671FF2"/>
    <w:rsid w:val="006720CE"/>
    <w:rsid w:val="006734A6"/>
    <w:rsid w:val="00673A1D"/>
    <w:rsid w:val="00675467"/>
    <w:rsid w:val="00675F10"/>
    <w:rsid w:val="00676C16"/>
    <w:rsid w:val="00677B3D"/>
    <w:rsid w:val="006801EF"/>
    <w:rsid w:val="00680BE0"/>
    <w:rsid w:val="00680FF2"/>
    <w:rsid w:val="006822CE"/>
    <w:rsid w:val="006837B3"/>
    <w:rsid w:val="00683F27"/>
    <w:rsid w:val="006846A1"/>
    <w:rsid w:val="006872AC"/>
    <w:rsid w:val="006905E7"/>
    <w:rsid w:val="006934C7"/>
    <w:rsid w:val="006940E4"/>
    <w:rsid w:val="0069438B"/>
    <w:rsid w:val="00694CB0"/>
    <w:rsid w:val="00696D6A"/>
    <w:rsid w:val="00697E8B"/>
    <w:rsid w:val="006A02A1"/>
    <w:rsid w:val="006A09A4"/>
    <w:rsid w:val="006A0E9C"/>
    <w:rsid w:val="006A394E"/>
    <w:rsid w:val="006A419D"/>
    <w:rsid w:val="006A45E8"/>
    <w:rsid w:val="006A51A4"/>
    <w:rsid w:val="006A5885"/>
    <w:rsid w:val="006A7D5C"/>
    <w:rsid w:val="006A7EE4"/>
    <w:rsid w:val="006B0B2D"/>
    <w:rsid w:val="006B0BF4"/>
    <w:rsid w:val="006B22B8"/>
    <w:rsid w:val="006B2389"/>
    <w:rsid w:val="006B3CA1"/>
    <w:rsid w:val="006B4979"/>
    <w:rsid w:val="006B6BB1"/>
    <w:rsid w:val="006B6DBB"/>
    <w:rsid w:val="006C0400"/>
    <w:rsid w:val="006C09E0"/>
    <w:rsid w:val="006C42BB"/>
    <w:rsid w:val="006C48B0"/>
    <w:rsid w:val="006C5785"/>
    <w:rsid w:val="006C5DAF"/>
    <w:rsid w:val="006C5DE2"/>
    <w:rsid w:val="006C7ABF"/>
    <w:rsid w:val="006C7BAC"/>
    <w:rsid w:val="006D113D"/>
    <w:rsid w:val="006D33B0"/>
    <w:rsid w:val="006D41E4"/>
    <w:rsid w:val="006D51E9"/>
    <w:rsid w:val="006D6244"/>
    <w:rsid w:val="006E076B"/>
    <w:rsid w:val="006E0F65"/>
    <w:rsid w:val="006E1565"/>
    <w:rsid w:val="006E3487"/>
    <w:rsid w:val="006E4250"/>
    <w:rsid w:val="006E471D"/>
    <w:rsid w:val="006E502A"/>
    <w:rsid w:val="006E609F"/>
    <w:rsid w:val="006E6C5D"/>
    <w:rsid w:val="006E7E63"/>
    <w:rsid w:val="006F12C8"/>
    <w:rsid w:val="006F1A32"/>
    <w:rsid w:val="006F3700"/>
    <w:rsid w:val="006F3C75"/>
    <w:rsid w:val="006F4538"/>
    <w:rsid w:val="006F50A6"/>
    <w:rsid w:val="006F6243"/>
    <w:rsid w:val="006F6B7F"/>
    <w:rsid w:val="006F7397"/>
    <w:rsid w:val="006F7D19"/>
    <w:rsid w:val="0070090E"/>
    <w:rsid w:val="00702144"/>
    <w:rsid w:val="007027DD"/>
    <w:rsid w:val="0070443B"/>
    <w:rsid w:val="00704FA5"/>
    <w:rsid w:val="00704FA9"/>
    <w:rsid w:val="00706776"/>
    <w:rsid w:val="00707006"/>
    <w:rsid w:val="00707287"/>
    <w:rsid w:val="007113DB"/>
    <w:rsid w:val="00711E65"/>
    <w:rsid w:val="0071283C"/>
    <w:rsid w:val="00712D79"/>
    <w:rsid w:val="00713521"/>
    <w:rsid w:val="00715EC2"/>
    <w:rsid w:val="00717831"/>
    <w:rsid w:val="00717C48"/>
    <w:rsid w:val="00720014"/>
    <w:rsid w:val="007208DA"/>
    <w:rsid w:val="00722815"/>
    <w:rsid w:val="00723FE1"/>
    <w:rsid w:val="00724578"/>
    <w:rsid w:val="00726246"/>
    <w:rsid w:val="00726B44"/>
    <w:rsid w:val="00727250"/>
    <w:rsid w:val="00727F4B"/>
    <w:rsid w:val="007301B0"/>
    <w:rsid w:val="00730466"/>
    <w:rsid w:val="00730D95"/>
    <w:rsid w:val="00731B54"/>
    <w:rsid w:val="00732797"/>
    <w:rsid w:val="007328FB"/>
    <w:rsid w:val="00732E95"/>
    <w:rsid w:val="00734E77"/>
    <w:rsid w:val="00736724"/>
    <w:rsid w:val="00737477"/>
    <w:rsid w:val="0073777F"/>
    <w:rsid w:val="00742793"/>
    <w:rsid w:val="00742E2B"/>
    <w:rsid w:val="00743ECA"/>
    <w:rsid w:val="0074545D"/>
    <w:rsid w:val="00745DD0"/>
    <w:rsid w:val="007469F4"/>
    <w:rsid w:val="00746EED"/>
    <w:rsid w:val="00750121"/>
    <w:rsid w:val="00750677"/>
    <w:rsid w:val="00752773"/>
    <w:rsid w:val="00752A6D"/>
    <w:rsid w:val="00752CAC"/>
    <w:rsid w:val="007533DD"/>
    <w:rsid w:val="007546B3"/>
    <w:rsid w:val="00754923"/>
    <w:rsid w:val="00754EE3"/>
    <w:rsid w:val="007551A9"/>
    <w:rsid w:val="00757A26"/>
    <w:rsid w:val="00761BBF"/>
    <w:rsid w:val="0076207A"/>
    <w:rsid w:val="00763DB6"/>
    <w:rsid w:val="00764770"/>
    <w:rsid w:val="00764982"/>
    <w:rsid w:val="00764D82"/>
    <w:rsid w:val="0076500D"/>
    <w:rsid w:val="0076667F"/>
    <w:rsid w:val="007669C2"/>
    <w:rsid w:val="007708EA"/>
    <w:rsid w:val="00771572"/>
    <w:rsid w:val="0077235E"/>
    <w:rsid w:val="007726E7"/>
    <w:rsid w:val="00772AFD"/>
    <w:rsid w:val="00773542"/>
    <w:rsid w:val="00773DA2"/>
    <w:rsid w:val="00775C87"/>
    <w:rsid w:val="00776E56"/>
    <w:rsid w:val="00777577"/>
    <w:rsid w:val="00777E60"/>
    <w:rsid w:val="00777ECA"/>
    <w:rsid w:val="00780780"/>
    <w:rsid w:val="00780E2E"/>
    <w:rsid w:val="0078303B"/>
    <w:rsid w:val="0078609D"/>
    <w:rsid w:val="0079067F"/>
    <w:rsid w:val="00792837"/>
    <w:rsid w:val="00792C47"/>
    <w:rsid w:val="00794F66"/>
    <w:rsid w:val="00795522"/>
    <w:rsid w:val="007961E3"/>
    <w:rsid w:val="007967B4"/>
    <w:rsid w:val="00796C4D"/>
    <w:rsid w:val="007974F2"/>
    <w:rsid w:val="007A17A1"/>
    <w:rsid w:val="007A29B7"/>
    <w:rsid w:val="007A29CB"/>
    <w:rsid w:val="007A381C"/>
    <w:rsid w:val="007A424D"/>
    <w:rsid w:val="007A5764"/>
    <w:rsid w:val="007A5F4A"/>
    <w:rsid w:val="007A64AC"/>
    <w:rsid w:val="007A67DB"/>
    <w:rsid w:val="007A6C83"/>
    <w:rsid w:val="007B04AE"/>
    <w:rsid w:val="007B116B"/>
    <w:rsid w:val="007B124E"/>
    <w:rsid w:val="007B1991"/>
    <w:rsid w:val="007B28D0"/>
    <w:rsid w:val="007B3548"/>
    <w:rsid w:val="007B3EEA"/>
    <w:rsid w:val="007B3FAE"/>
    <w:rsid w:val="007B43D1"/>
    <w:rsid w:val="007B5CA9"/>
    <w:rsid w:val="007B6406"/>
    <w:rsid w:val="007C0195"/>
    <w:rsid w:val="007C056B"/>
    <w:rsid w:val="007C1662"/>
    <w:rsid w:val="007C23AF"/>
    <w:rsid w:val="007C325F"/>
    <w:rsid w:val="007C3C12"/>
    <w:rsid w:val="007C3F10"/>
    <w:rsid w:val="007C56F3"/>
    <w:rsid w:val="007C651C"/>
    <w:rsid w:val="007C6D00"/>
    <w:rsid w:val="007C778C"/>
    <w:rsid w:val="007D16F9"/>
    <w:rsid w:val="007D1BBB"/>
    <w:rsid w:val="007D2EB8"/>
    <w:rsid w:val="007D4131"/>
    <w:rsid w:val="007D4778"/>
    <w:rsid w:val="007D5193"/>
    <w:rsid w:val="007D6643"/>
    <w:rsid w:val="007D6661"/>
    <w:rsid w:val="007D6688"/>
    <w:rsid w:val="007D7E34"/>
    <w:rsid w:val="007E0904"/>
    <w:rsid w:val="007E0B8E"/>
    <w:rsid w:val="007E0FA5"/>
    <w:rsid w:val="007E1EE7"/>
    <w:rsid w:val="007E20D6"/>
    <w:rsid w:val="007E52F2"/>
    <w:rsid w:val="007E61F8"/>
    <w:rsid w:val="007E67E9"/>
    <w:rsid w:val="007E6FCE"/>
    <w:rsid w:val="007E76FB"/>
    <w:rsid w:val="007E7848"/>
    <w:rsid w:val="007E7CA0"/>
    <w:rsid w:val="007E7D06"/>
    <w:rsid w:val="007F0D98"/>
    <w:rsid w:val="007F194B"/>
    <w:rsid w:val="007F2226"/>
    <w:rsid w:val="007F3477"/>
    <w:rsid w:val="007F4357"/>
    <w:rsid w:val="007F4A39"/>
    <w:rsid w:val="007F4F2C"/>
    <w:rsid w:val="007F521C"/>
    <w:rsid w:val="007F5FFB"/>
    <w:rsid w:val="007F6C76"/>
    <w:rsid w:val="0080015C"/>
    <w:rsid w:val="008005B3"/>
    <w:rsid w:val="008005D1"/>
    <w:rsid w:val="00800E10"/>
    <w:rsid w:val="00800F60"/>
    <w:rsid w:val="00801657"/>
    <w:rsid w:val="00801FAE"/>
    <w:rsid w:val="00802583"/>
    <w:rsid w:val="00802D35"/>
    <w:rsid w:val="00803866"/>
    <w:rsid w:val="00804A5E"/>
    <w:rsid w:val="00804FE1"/>
    <w:rsid w:val="0080544B"/>
    <w:rsid w:val="00807921"/>
    <w:rsid w:val="00810716"/>
    <w:rsid w:val="00810CE8"/>
    <w:rsid w:val="00810D53"/>
    <w:rsid w:val="00811EB3"/>
    <w:rsid w:val="00813295"/>
    <w:rsid w:val="008148E9"/>
    <w:rsid w:val="00814B69"/>
    <w:rsid w:val="00815217"/>
    <w:rsid w:val="00815655"/>
    <w:rsid w:val="008161FD"/>
    <w:rsid w:val="00820335"/>
    <w:rsid w:val="00820768"/>
    <w:rsid w:val="00822D00"/>
    <w:rsid w:val="008253B9"/>
    <w:rsid w:val="00831C04"/>
    <w:rsid w:val="00832071"/>
    <w:rsid w:val="00832078"/>
    <w:rsid w:val="00834847"/>
    <w:rsid w:val="00834B45"/>
    <w:rsid w:val="008355EE"/>
    <w:rsid w:val="00841613"/>
    <w:rsid w:val="00841965"/>
    <w:rsid w:val="00842303"/>
    <w:rsid w:val="00843341"/>
    <w:rsid w:val="00843967"/>
    <w:rsid w:val="00844199"/>
    <w:rsid w:val="00850CCE"/>
    <w:rsid w:val="00853D34"/>
    <w:rsid w:val="008540F5"/>
    <w:rsid w:val="008542B2"/>
    <w:rsid w:val="008557F2"/>
    <w:rsid w:val="008564C0"/>
    <w:rsid w:val="0085744D"/>
    <w:rsid w:val="00857C4E"/>
    <w:rsid w:val="00860141"/>
    <w:rsid w:val="00860E7A"/>
    <w:rsid w:val="0086318D"/>
    <w:rsid w:val="008642CD"/>
    <w:rsid w:val="0086430D"/>
    <w:rsid w:val="00866442"/>
    <w:rsid w:val="00867ABD"/>
    <w:rsid w:val="00870B95"/>
    <w:rsid w:val="00870FBC"/>
    <w:rsid w:val="008710F5"/>
    <w:rsid w:val="00871DC2"/>
    <w:rsid w:val="00872519"/>
    <w:rsid w:val="008728E9"/>
    <w:rsid w:val="00872BBA"/>
    <w:rsid w:val="0087414B"/>
    <w:rsid w:val="0087575E"/>
    <w:rsid w:val="00876776"/>
    <w:rsid w:val="00880273"/>
    <w:rsid w:val="00880BD2"/>
    <w:rsid w:val="0088338F"/>
    <w:rsid w:val="00883B86"/>
    <w:rsid w:val="00884166"/>
    <w:rsid w:val="00884E99"/>
    <w:rsid w:val="0088567A"/>
    <w:rsid w:val="00885F3A"/>
    <w:rsid w:val="008867F1"/>
    <w:rsid w:val="00890424"/>
    <w:rsid w:val="008920F0"/>
    <w:rsid w:val="00892140"/>
    <w:rsid w:val="008921FB"/>
    <w:rsid w:val="0089244B"/>
    <w:rsid w:val="008928AD"/>
    <w:rsid w:val="008943EB"/>
    <w:rsid w:val="00896180"/>
    <w:rsid w:val="0089680E"/>
    <w:rsid w:val="008968DF"/>
    <w:rsid w:val="00896B2C"/>
    <w:rsid w:val="00896D81"/>
    <w:rsid w:val="008972D0"/>
    <w:rsid w:val="00897567"/>
    <w:rsid w:val="00897869"/>
    <w:rsid w:val="008979FC"/>
    <w:rsid w:val="00897DEC"/>
    <w:rsid w:val="008A0B9D"/>
    <w:rsid w:val="008A0FA6"/>
    <w:rsid w:val="008A2209"/>
    <w:rsid w:val="008A2A1B"/>
    <w:rsid w:val="008A2CF5"/>
    <w:rsid w:val="008A302B"/>
    <w:rsid w:val="008A4748"/>
    <w:rsid w:val="008A5454"/>
    <w:rsid w:val="008A564B"/>
    <w:rsid w:val="008A5C60"/>
    <w:rsid w:val="008B0658"/>
    <w:rsid w:val="008B30B6"/>
    <w:rsid w:val="008B3652"/>
    <w:rsid w:val="008B43F3"/>
    <w:rsid w:val="008B57D0"/>
    <w:rsid w:val="008B5804"/>
    <w:rsid w:val="008B600E"/>
    <w:rsid w:val="008B7045"/>
    <w:rsid w:val="008B7279"/>
    <w:rsid w:val="008B72BB"/>
    <w:rsid w:val="008C0C6B"/>
    <w:rsid w:val="008C11EE"/>
    <w:rsid w:val="008C12A1"/>
    <w:rsid w:val="008C2ED7"/>
    <w:rsid w:val="008C30D5"/>
    <w:rsid w:val="008C3307"/>
    <w:rsid w:val="008C3FCA"/>
    <w:rsid w:val="008C78DF"/>
    <w:rsid w:val="008C7946"/>
    <w:rsid w:val="008D0952"/>
    <w:rsid w:val="008D111B"/>
    <w:rsid w:val="008D223D"/>
    <w:rsid w:val="008D6DE1"/>
    <w:rsid w:val="008D70DD"/>
    <w:rsid w:val="008D7306"/>
    <w:rsid w:val="008E1D11"/>
    <w:rsid w:val="008E2C28"/>
    <w:rsid w:val="008E2DED"/>
    <w:rsid w:val="008E3BB1"/>
    <w:rsid w:val="008E3BB9"/>
    <w:rsid w:val="008E3FD7"/>
    <w:rsid w:val="008E586C"/>
    <w:rsid w:val="008E75FE"/>
    <w:rsid w:val="008E77BE"/>
    <w:rsid w:val="008F04E3"/>
    <w:rsid w:val="008F12FB"/>
    <w:rsid w:val="008F20AF"/>
    <w:rsid w:val="008F5E48"/>
    <w:rsid w:val="008F5FB6"/>
    <w:rsid w:val="008F617C"/>
    <w:rsid w:val="008F7D32"/>
    <w:rsid w:val="0090023B"/>
    <w:rsid w:val="009006A1"/>
    <w:rsid w:val="009015B4"/>
    <w:rsid w:val="0090197B"/>
    <w:rsid w:val="00901C6E"/>
    <w:rsid w:val="00902BF4"/>
    <w:rsid w:val="00903CD0"/>
    <w:rsid w:val="00906831"/>
    <w:rsid w:val="00906EF2"/>
    <w:rsid w:val="00906FA4"/>
    <w:rsid w:val="0090733B"/>
    <w:rsid w:val="00907687"/>
    <w:rsid w:val="009102F9"/>
    <w:rsid w:val="00912AA5"/>
    <w:rsid w:val="00912D96"/>
    <w:rsid w:val="009138C6"/>
    <w:rsid w:val="00913F6E"/>
    <w:rsid w:val="00914354"/>
    <w:rsid w:val="0091476A"/>
    <w:rsid w:val="009155BA"/>
    <w:rsid w:val="009156B5"/>
    <w:rsid w:val="009169AC"/>
    <w:rsid w:val="0091728C"/>
    <w:rsid w:val="0091769B"/>
    <w:rsid w:val="00917C62"/>
    <w:rsid w:val="009213B4"/>
    <w:rsid w:val="00922DBC"/>
    <w:rsid w:val="00923610"/>
    <w:rsid w:val="00923E55"/>
    <w:rsid w:val="009240BD"/>
    <w:rsid w:val="009244CD"/>
    <w:rsid w:val="00924A95"/>
    <w:rsid w:val="00924F26"/>
    <w:rsid w:val="00924FFC"/>
    <w:rsid w:val="00927CB3"/>
    <w:rsid w:val="00931239"/>
    <w:rsid w:val="00931B2B"/>
    <w:rsid w:val="00931CF5"/>
    <w:rsid w:val="00932447"/>
    <w:rsid w:val="00933946"/>
    <w:rsid w:val="009346D4"/>
    <w:rsid w:val="00935571"/>
    <w:rsid w:val="00935C19"/>
    <w:rsid w:val="00935DF1"/>
    <w:rsid w:val="00936878"/>
    <w:rsid w:val="00936AC5"/>
    <w:rsid w:val="00937D42"/>
    <w:rsid w:val="00937FEB"/>
    <w:rsid w:val="00943664"/>
    <w:rsid w:val="00944530"/>
    <w:rsid w:val="00944B3E"/>
    <w:rsid w:val="0094548D"/>
    <w:rsid w:val="0094575F"/>
    <w:rsid w:val="0094722F"/>
    <w:rsid w:val="009475E3"/>
    <w:rsid w:val="009502BF"/>
    <w:rsid w:val="00950611"/>
    <w:rsid w:val="009517CF"/>
    <w:rsid w:val="009521DE"/>
    <w:rsid w:val="00952245"/>
    <w:rsid w:val="0095252C"/>
    <w:rsid w:val="00953509"/>
    <w:rsid w:val="009537AA"/>
    <w:rsid w:val="00954683"/>
    <w:rsid w:val="00954A54"/>
    <w:rsid w:val="0095625A"/>
    <w:rsid w:val="0095737C"/>
    <w:rsid w:val="009600CC"/>
    <w:rsid w:val="00962642"/>
    <w:rsid w:val="00963854"/>
    <w:rsid w:val="00963DCE"/>
    <w:rsid w:val="009642FD"/>
    <w:rsid w:val="0096434F"/>
    <w:rsid w:val="00967514"/>
    <w:rsid w:val="00970474"/>
    <w:rsid w:val="00970BE1"/>
    <w:rsid w:val="00971E54"/>
    <w:rsid w:val="00972179"/>
    <w:rsid w:val="00972336"/>
    <w:rsid w:val="009730B8"/>
    <w:rsid w:val="00973429"/>
    <w:rsid w:val="0097390C"/>
    <w:rsid w:val="00973C47"/>
    <w:rsid w:val="009741A7"/>
    <w:rsid w:val="009746BD"/>
    <w:rsid w:val="00974D5A"/>
    <w:rsid w:val="009766E1"/>
    <w:rsid w:val="009769BD"/>
    <w:rsid w:val="00977100"/>
    <w:rsid w:val="00980550"/>
    <w:rsid w:val="00981BA0"/>
    <w:rsid w:val="00982128"/>
    <w:rsid w:val="00982B9E"/>
    <w:rsid w:val="0098482E"/>
    <w:rsid w:val="00985E4D"/>
    <w:rsid w:val="00986F87"/>
    <w:rsid w:val="009877AA"/>
    <w:rsid w:val="00987D99"/>
    <w:rsid w:val="0099019A"/>
    <w:rsid w:val="00990603"/>
    <w:rsid w:val="00990D12"/>
    <w:rsid w:val="00991ED8"/>
    <w:rsid w:val="0099238C"/>
    <w:rsid w:val="00992698"/>
    <w:rsid w:val="009A092B"/>
    <w:rsid w:val="009A18D4"/>
    <w:rsid w:val="009A4477"/>
    <w:rsid w:val="009A4E28"/>
    <w:rsid w:val="009A53B7"/>
    <w:rsid w:val="009A6479"/>
    <w:rsid w:val="009A655F"/>
    <w:rsid w:val="009A7302"/>
    <w:rsid w:val="009A7560"/>
    <w:rsid w:val="009A757F"/>
    <w:rsid w:val="009A7726"/>
    <w:rsid w:val="009A78B7"/>
    <w:rsid w:val="009A7953"/>
    <w:rsid w:val="009A7976"/>
    <w:rsid w:val="009A7BC0"/>
    <w:rsid w:val="009B07C3"/>
    <w:rsid w:val="009B0A59"/>
    <w:rsid w:val="009B1D81"/>
    <w:rsid w:val="009B302A"/>
    <w:rsid w:val="009B30A5"/>
    <w:rsid w:val="009B351D"/>
    <w:rsid w:val="009B38DE"/>
    <w:rsid w:val="009B49E7"/>
    <w:rsid w:val="009B5402"/>
    <w:rsid w:val="009B5554"/>
    <w:rsid w:val="009B69CC"/>
    <w:rsid w:val="009B7AD9"/>
    <w:rsid w:val="009B7EA1"/>
    <w:rsid w:val="009C0201"/>
    <w:rsid w:val="009C31B3"/>
    <w:rsid w:val="009C31FC"/>
    <w:rsid w:val="009C38EE"/>
    <w:rsid w:val="009C3AF6"/>
    <w:rsid w:val="009C3B82"/>
    <w:rsid w:val="009C406A"/>
    <w:rsid w:val="009C4E10"/>
    <w:rsid w:val="009C4E1F"/>
    <w:rsid w:val="009C5004"/>
    <w:rsid w:val="009C5501"/>
    <w:rsid w:val="009C5BB3"/>
    <w:rsid w:val="009C5BF8"/>
    <w:rsid w:val="009C650A"/>
    <w:rsid w:val="009C67ED"/>
    <w:rsid w:val="009C6905"/>
    <w:rsid w:val="009D023F"/>
    <w:rsid w:val="009D2436"/>
    <w:rsid w:val="009D3FC2"/>
    <w:rsid w:val="009D5726"/>
    <w:rsid w:val="009D5AA2"/>
    <w:rsid w:val="009D5F91"/>
    <w:rsid w:val="009D68E2"/>
    <w:rsid w:val="009D6CCE"/>
    <w:rsid w:val="009D7E23"/>
    <w:rsid w:val="009E0D62"/>
    <w:rsid w:val="009E140E"/>
    <w:rsid w:val="009E28AD"/>
    <w:rsid w:val="009E33F3"/>
    <w:rsid w:val="009E3FA7"/>
    <w:rsid w:val="009E429F"/>
    <w:rsid w:val="009E4E6B"/>
    <w:rsid w:val="009E5933"/>
    <w:rsid w:val="009E5D38"/>
    <w:rsid w:val="009E64D8"/>
    <w:rsid w:val="009E6815"/>
    <w:rsid w:val="009E6BA2"/>
    <w:rsid w:val="009E76EB"/>
    <w:rsid w:val="009F0D69"/>
    <w:rsid w:val="009F14BB"/>
    <w:rsid w:val="009F2E1F"/>
    <w:rsid w:val="009F3085"/>
    <w:rsid w:val="009F3418"/>
    <w:rsid w:val="009F3A4B"/>
    <w:rsid w:val="009F3A87"/>
    <w:rsid w:val="009F4D05"/>
    <w:rsid w:val="009F4D75"/>
    <w:rsid w:val="009F53C9"/>
    <w:rsid w:val="009F622D"/>
    <w:rsid w:val="00A01443"/>
    <w:rsid w:val="00A01702"/>
    <w:rsid w:val="00A01C90"/>
    <w:rsid w:val="00A02C96"/>
    <w:rsid w:val="00A04628"/>
    <w:rsid w:val="00A05FDF"/>
    <w:rsid w:val="00A06088"/>
    <w:rsid w:val="00A10A9C"/>
    <w:rsid w:val="00A11332"/>
    <w:rsid w:val="00A11EAD"/>
    <w:rsid w:val="00A12F0B"/>
    <w:rsid w:val="00A13CD6"/>
    <w:rsid w:val="00A15913"/>
    <w:rsid w:val="00A1621F"/>
    <w:rsid w:val="00A162BE"/>
    <w:rsid w:val="00A16E0C"/>
    <w:rsid w:val="00A1703B"/>
    <w:rsid w:val="00A170BE"/>
    <w:rsid w:val="00A207F6"/>
    <w:rsid w:val="00A214A0"/>
    <w:rsid w:val="00A2199C"/>
    <w:rsid w:val="00A21C9E"/>
    <w:rsid w:val="00A21E84"/>
    <w:rsid w:val="00A253DD"/>
    <w:rsid w:val="00A26D5A"/>
    <w:rsid w:val="00A26F9C"/>
    <w:rsid w:val="00A27AEC"/>
    <w:rsid w:val="00A31302"/>
    <w:rsid w:val="00A31BC6"/>
    <w:rsid w:val="00A3329D"/>
    <w:rsid w:val="00A3355D"/>
    <w:rsid w:val="00A34566"/>
    <w:rsid w:val="00A3503C"/>
    <w:rsid w:val="00A374B2"/>
    <w:rsid w:val="00A406BA"/>
    <w:rsid w:val="00A41F88"/>
    <w:rsid w:val="00A4464B"/>
    <w:rsid w:val="00A463F5"/>
    <w:rsid w:val="00A46C7F"/>
    <w:rsid w:val="00A46F84"/>
    <w:rsid w:val="00A47952"/>
    <w:rsid w:val="00A5072D"/>
    <w:rsid w:val="00A5082E"/>
    <w:rsid w:val="00A50EF1"/>
    <w:rsid w:val="00A55B79"/>
    <w:rsid w:val="00A57529"/>
    <w:rsid w:val="00A60906"/>
    <w:rsid w:val="00A62F5D"/>
    <w:rsid w:val="00A6487B"/>
    <w:rsid w:val="00A649A8"/>
    <w:rsid w:val="00A64B6D"/>
    <w:rsid w:val="00A650AE"/>
    <w:rsid w:val="00A66104"/>
    <w:rsid w:val="00A66C1B"/>
    <w:rsid w:val="00A6728D"/>
    <w:rsid w:val="00A677D3"/>
    <w:rsid w:val="00A67AC0"/>
    <w:rsid w:val="00A67EF6"/>
    <w:rsid w:val="00A70672"/>
    <w:rsid w:val="00A73A4A"/>
    <w:rsid w:val="00A73D60"/>
    <w:rsid w:val="00A73F47"/>
    <w:rsid w:val="00A74346"/>
    <w:rsid w:val="00A74BE7"/>
    <w:rsid w:val="00A75BA6"/>
    <w:rsid w:val="00A76B03"/>
    <w:rsid w:val="00A77255"/>
    <w:rsid w:val="00A7739F"/>
    <w:rsid w:val="00A7790E"/>
    <w:rsid w:val="00A80555"/>
    <w:rsid w:val="00A8157F"/>
    <w:rsid w:val="00A81DE3"/>
    <w:rsid w:val="00A84766"/>
    <w:rsid w:val="00A84C28"/>
    <w:rsid w:val="00A8504E"/>
    <w:rsid w:val="00A85086"/>
    <w:rsid w:val="00A857A5"/>
    <w:rsid w:val="00A91144"/>
    <w:rsid w:val="00A91268"/>
    <w:rsid w:val="00A912F5"/>
    <w:rsid w:val="00A933A3"/>
    <w:rsid w:val="00A94C62"/>
    <w:rsid w:val="00A95694"/>
    <w:rsid w:val="00A95F5A"/>
    <w:rsid w:val="00A979A9"/>
    <w:rsid w:val="00A979C8"/>
    <w:rsid w:val="00A97E18"/>
    <w:rsid w:val="00AA1A6B"/>
    <w:rsid w:val="00AA2427"/>
    <w:rsid w:val="00AA2E4F"/>
    <w:rsid w:val="00AA512B"/>
    <w:rsid w:val="00AA586D"/>
    <w:rsid w:val="00AA598C"/>
    <w:rsid w:val="00AA5AF3"/>
    <w:rsid w:val="00AA63EE"/>
    <w:rsid w:val="00AA6AE5"/>
    <w:rsid w:val="00AB2488"/>
    <w:rsid w:val="00AB27A3"/>
    <w:rsid w:val="00AB2D10"/>
    <w:rsid w:val="00AB2D6C"/>
    <w:rsid w:val="00AB3790"/>
    <w:rsid w:val="00AB5464"/>
    <w:rsid w:val="00AB62AF"/>
    <w:rsid w:val="00AB6F2E"/>
    <w:rsid w:val="00AB740F"/>
    <w:rsid w:val="00AB76F6"/>
    <w:rsid w:val="00AC0722"/>
    <w:rsid w:val="00AC10E7"/>
    <w:rsid w:val="00AC1E6D"/>
    <w:rsid w:val="00AC3306"/>
    <w:rsid w:val="00AC437A"/>
    <w:rsid w:val="00AC537C"/>
    <w:rsid w:val="00AC648C"/>
    <w:rsid w:val="00AC76A7"/>
    <w:rsid w:val="00AD0CF2"/>
    <w:rsid w:val="00AD0FE2"/>
    <w:rsid w:val="00AD1A0E"/>
    <w:rsid w:val="00AD1BF8"/>
    <w:rsid w:val="00AD1FBB"/>
    <w:rsid w:val="00AD2065"/>
    <w:rsid w:val="00AD2214"/>
    <w:rsid w:val="00AD23CE"/>
    <w:rsid w:val="00AD3104"/>
    <w:rsid w:val="00AD3466"/>
    <w:rsid w:val="00AD3CFF"/>
    <w:rsid w:val="00AD4C8B"/>
    <w:rsid w:val="00AD51CB"/>
    <w:rsid w:val="00AD5444"/>
    <w:rsid w:val="00AD54C8"/>
    <w:rsid w:val="00AD599D"/>
    <w:rsid w:val="00AD638D"/>
    <w:rsid w:val="00AD6EEF"/>
    <w:rsid w:val="00AD7607"/>
    <w:rsid w:val="00AE05A9"/>
    <w:rsid w:val="00AE104A"/>
    <w:rsid w:val="00AE199C"/>
    <w:rsid w:val="00AE1DEA"/>
    <w:rsid w:val="00AE215E"/>
    <w:rsid w:val="00AE2E73"/>
    <w:rsid w:val="00AE333A"/>
    <w:rsid w:val="00AE36A1"/>
    <w:rsid w:val="00AE3B26"/>
    <w:rsid w:val="00AE40AB"/>
    <w:rsid w:val="00AE53E2"/>
    <w:rsid w:val="00AE547E"/>
    <w:rsid w:val="00AE55A3"/>
    <w:rsid w:val="00AE7180"/>
    <w:rsid w:val="00AF0C73"/>
    <w:rsid w:val="00AF20D3"/>
    <w:rsid w:val="00AF33EE"/>
    <w:rsid w:val="00AF3B0E"/>
    <w:rsid w:val="00AF4C50"/>
    <w:rsid w:val="00AF5111"/>
    <w:rsid w:val="00AF6AED"/>
    <w:rsid w:val="00B001E8"/>
    <w:rsid w:val="00B0077B"/>
    <w:rsid w:val="00B008ED"/>
    <w:rsid w:val="00B009F8"/>
    <w:rsid w:val="00B0223F"/>
    <w:rsid w:val="00B028A5"/>
    <w:rsid w:val="00B040C6"/>
    <w:rsid w:val="00B05536"/>
    <w:rsid w:val="00B05D8A"/>
    <w:rsid w:val="00B05F95"/>
    <w:rsid w:val="00B07100"/>
    <w:rsid w:val="00B07F52"/>
    <w:rsid w:val="00B10698"/>
    <w:rsid w:val="00B13CCC"/>
    <w:rsid w:val="00B15733"/>
    <w:rsid w:val="00B1577A"/>
    <w:rsid w:val="00B15D7A"/>
    <w:rsid w:val="00B16C6D"/>
    <w:rsid w:val="00B17923"/>
    <w:rsid w:val="00B20908"/>
    <w:rsid w:val="00B20CB5"/>
    <w:rsid w:val="00B2243A"/>
    <w:rsid w:val="00B23591"/>
    <w:rsid w:val="00B2369B"/>
    <w:rsid w:val="00B23A4A"/>
    <w:rsid w:val="00B24D5F"/>
    <w:rsid w:val="00B25366"/>
    <w:rsid w:val="00B271DA"/>
    <w:rsid w:val="00B27AD6"/>
    <w:rsid w:val="00B304A5"/>
    <w:rsid w:val="00B30794"/>
    <w:rsid w:val="00B3184E"/>
    <w:rsid w:val="00B31C45"/>
    <w:rsid w:val="00B320D4"/>
    <w:rsid w:val="00B329A2"/>
    <w:rsid w:val="00B32BCA"/>
    <w:rsid w:val="00B33936"/>
    <w:rsid w:val="00B36562"/>
    <w:rsid w:val="00B37771"/>
    <w:rsid w:val="00B37C78"/>
    <w:rsid w:val="00B416C4"/>
    <w:rsid w:val="00B422A7"/>
    <w:rsid w:val="00B42E14"/>
    <w:rsid w:val="00B43F68"/>
    <w:rsid w:val="00B45822"/>
    <w:rsid w:val="00B46327"/>
    <w:rsid w:val="00B46696"/>
    <w:rsid w:val="00B46AE5"/>
    <w:rsid w:val="00B4790C"/>
    <w:rsid w:val="00B47A2B"/>
    <w:rsid w:val="00B506FE"/>
    <w:rsid w:val="00B516F5"/>
    <w:rsid w:val="00B51AF0"/>
    <w:rsid w:val="00B54247"/>
    <w:rsid w:val="00B560B9"/>
    <w:rsid w:val="00B56405"/>
    <w:rsid w:val="00B5649D"/>
    <w:rsid w:val="00B56BE9"/>
    <w:rsid w:val="00B57308"/>
    <w:rsid w:val="00B605D1"/>
    <w:rsid w:val="00B624C8"/>
    <w:rsid w:val="00B64746"/>
    <w:rsid w:val="00B650D5"/>
    <w:rsid w:val="00B6525F"/>
    <w:rsid w:val="00B657E4"/>
    <w:rsid w:val="00B66AAC"/>
    <w:rsid w:val="00B66DE8"/>
    <w:rsid w:val="00B6785C"/>
    <w:rsid w:val="00B708F3"/>
    <w:rsid w:val="00B70C6A"/>
    <w:rsid w:val="00B70FB5"/>
    <w:rsid w:val="00B729B5"/>
    <w:rsid w:val="00B72D5F"/>
    <w:rsid w:val="00B731C5"/>
    <w:rsid w:val="00B73ACB"/>
    <w:rsid w:val="00B73D1F"/>
    <w:rsid w:val="00B73FEE"/>
    <w:rsid w:val="00B74B79"/>
    <w:rsid w:val="00B74C12"/>
    <w:rsid w:val="00B75D04"/>
    <w:rsid w:val="00B801DA"/>
    <w:rsid w:val="00B80299"/>
    <w:rsid w:val="00B805F7"/>
    <w:rsid w:val="00B8136C"/>
    <w:rsid w:val="00B81AE8"/>
    <w:rsid w:val="00B82408"/>
    <w:rsid w:val="00B82837"/>
    <w:rsid w:val="00B82D5A"/>
    <w:rsid w:val="00B83024"/>
    <w:rsid w:val="00B87436"/>
    <w:rsid w:val="00B877C1"/>
    <w:rsid w:val="00B8782D"/>
    <w:rsid w:val="00B9063C"/>
    <w:rsid w:val="00B90A3A"/>
    <w:rsid w:val="00B90BF7"/>
    <w:rsid w:val="00B944D6"/>
    <w:rsid w:val="00B946C0"/>
    <w:rsid w:val="00B947E1"/>
    <w:rsid w:val="00B95E1F"/>
    <w:rsid w:val="00B9630B"/>
    <w:rsid w:val="00B96C7D"/>
    <w:rsid w:val="00B973A0"/>
    <w:rsid w:val="00B9769F"/>
    <w:rsid w:val="00B9775A"/>
    <w:rsid w:val="00B97779"/>
    <w:rsid w:val="00B97BF1"/>
    <w:rsid w:val="00B97DB8"/>
    <w:rsid w:val="00BA0B13"/>
    <w:rsid w:val="00BA16AE"/>
    <w:rsid w:val="00BA1E11"/>
    <w:rsid w:val="00BA342B"/>
    <w:rsid w:val="00BA395E"/>
    <w:rsid w:val="00BA5081"/>
    <w:rsid w:val="00BA69C3"/>
    <w:rsid w:val="00BA77F9"/>
    <w:rsid w:val="00BB16AF"/>
    <w:rsid w:val="00BB202F"/>
    <w:rsid w:val="00BB25DD"/>
    <w:rsid w:val="00BB3D46"/>
    <w:rsid w:val="00BB4FFD"/>
    <w:rsid w:val="00BB564C"/>
    <w:rsid w:val="00BB66E2"/>
    <w:rsid w:val="00BB699B"/>
    <w:rsid w:val="00BB7E2E"/>
    <w:rsid w:val="00BC05C5"/>
    <w:rsid w:val="00BC0DDB"/>
    <w:rsid w:val="00BC1AB6"/>
    <w:rsid w:val="00BC23DD"/>
    <w:rsid w:val="00BC3B96"/>
    <w:rsid w:val="00BC3E7A"/>
    <w:rsid w:val="00BC4519"/>
    <w:rsid w:val="00BC6899"/>
    <w:rsid w:val="00BC6D97"/>
    <w:rsid w:val="00BC7CE6"/>
    <w:rsid w:val="00BD0F99"/>
    <w:rsid w:val="00BD130E"/>
    <w:rsid w:val="00BD16CB"/>
    <w:rsid w:val="00BD1B1E"/>
    <w:rsid w:val="00BD2B1A"/>
    <w:rsid w:val="00BD3D6D"/>
    <w:rsid w:val="00BD432B"/>
    <w:rsid w:val="00BD5395"/>
    <w:rsid w:val="00BD578F"/>
    <w:rsid w:val="00BD5A91"/>
    <w:rsid w:val="00BD6387"/>
    <w:rsid w:val="00BD70B5"/>
    <w:rsid w:val="00BD7343"/>
    <w:rsid w:val="00BD73F6"/>
    <w:rsid w:val="00BE0666"/>
    <w:rsid w:val="00BE0E01"/>
    <w:rsid w:val="00BE2D49"/>
    <w:rsid w:val="00BE3078"/>
    <w:rsid w:val="00BE4E73"/>
    <w:rsid w:val="00BE5FD8"/>
    <w:rsid w:val="00BE64D3"/>
    <w:rsid w:val="00BE6DBB"/>
    <w:rsid w:val="00BE6F47"/>
    <w:rsid w:val="00BF0733"/>
    <w:rsid w:val="00BF0E3B"/>
    <w:rsid w:val="00BF12C9"/>
    <w:rsid w:val="00BF12D1"/>
    <w:rsid w:val="00BF2EFC"/>
    <w:rsid w:val="00BF32E1"/>
    <w:rsid w:val="00BF3359"/>
    <w:rsid w:val="00BF3B47"/>
    <w:rsid w:val="00BF4D66"/>
    <w:rsid w:val="00BF4E83"/>
    <w:rsid w:val="00BF5D67"/>
    <w:rsid w:val="00BF63CC"/>
    <w:rsid w:val="00BF69A5"/>
    <w:rsid w:val="00C001A0"/>
    <w:rsid w:val="00C0028B"/>
    <w:rsid w:val="00C00C79"/>
    <w:rsid w:val="00C015D9"/>
    <w:rsid w:val="00C01998"/>
    <w:rsid w:val="00C02416"/>
    <w:rsid w:val="00C03631"/>
    <w:rsid w:val="00C03C23"/>
    <w:rsid w:val="00C052F1"/>
    <w:rsid w:val="00C05786"/>
    <w:rsid w:val="00C06B24"/>
    <w:rsid w:val="00C1064C"/>
    <w:rsid w:val="00C1082F"/>
    <w:rsid w:val="00C129B5"/>
    <w:rsid w:val="00C13F80"/>
    <w:rsid w:val="00C14D79"/>
    <w:rsid w:val="00C14E8B"/>
    <w:rsid w:val="00C15440"/>
    <w:rsid w:val="00C15FFC"/>
    <w:rsid w:val="00C16584"/>
    <w:rsid w:val="00C202D0"/>
    <w:rsid w:val="00C20CB4"/>
    <w:rsid w:val="00C20D1A"/>
    <w:rsid w:val="00C20FD3"/>
    <w:rsid w:val="00C21277"/>
    <w:rsid w:val="00C219F4"/>
    <w:rsid w:val="00C227FD"/>
    <w:rsid w:val="00C23FFB"/>
    <w:rsid w:val="00C24233"/>
    <w:rsid w:val="00C24782"/>
    <w:rsid w:val="00C2538E"/>
    <w:rsid w:val="00C25CC5"/>
    <w:rsid w:val="00C26275"/>
    <w:rsid w:val="00C2690C"/>
    <w:rsid w:val="00C273A9"/>
    <w:rsid w:val="00C27490"/>
    <w:rsid w:val="00C3252B"/>
    <w:rsid w:val="00C32D68"/>
    <w:rsid w:val="00C33765"/>
    <w:rsid w:val="00C33D5D"/>
    <w:rsid w:val="00C345E9"/>
    <w:rsid w:val="00C3501B"/>
    <w:rsid w:val="00C35580"/>
    <w:rsid w:val="00C3572B"/>
    <w:rsid w:val="00C3618C"/>
    <w:rsid w:val="00C36C7B"/>
    <w:rsid w:val="00C3723C"/>
    <w:rsid w:val="00C37B06"/>
    <w:rsid w:val="00C408B6"/>
    <w:rsid w:val="00C42103"/>
    <w:rsid w:val="00C4428B"/>
    <w:rsid w:val="00C44BDC"/>
    <w:rsid w:val="00C474DA"/>
    <w:rsid w:val="00C5027A"/>
    <w:rsid w:val="00C50606"/>
    <w:rsid w:val="00C51DC7"/>
    <w:rsid w:val="00C52425"/>
    <w:rsid w:val="00C52465"/>
    <w:rsid w:val="00C52C4B"/>
    <w:rsid w:val="00C53194"/>
    <w:rsid w:val="00C545DA"/>
    <w:rsid w:val="00C56667"/>
    <w:rsid w:val="00C5763C"/>
    <w:rsid w:val="00C57EAD"/>
    <w:rsid w:val="00C60655"/>
    <w:rsid w:val="00C61824"/>
    <w:rsid w:val="00C62228"/>
    <w:rsid w:val="00C62402"/>
    <w:rsid w:val="00C6473B"/>
    <w:rsid w:val="00C657E4"/>
    <w:rsid w:val="00C658D6"/>
    <w:rsid w:val="00C65A76"/>
    <w:rsid w:val="00C65CD1"/>
    <w:rsid w:val="00C662F7"/>
    <w:rsid w:val="00C668E1"/>
    <w:rsid w:val="00C66B02"/>
    <w:rsid w:val="00C67A64"/>
    <w:rsid w:val="00C70C38"/>
    <w:rsid w:val="00C71412"/>
    <w:rsid w:val="00C7221B"/>
    <w:rsid w:val="00C74717"/>
    <w:rsid w:val="00C752C8"/>
    <w:rsid w:val="00C7630B"/>
    <w:rsid w:val="00C766C1"/>
    <w:rsid w:val="00C77706"/>
    <w:rsid w:val="00C81580"/>
    <w:rsid w:val="00C81F7D"/>
    <w:rsid w:val="00C82E35"/>
    <w:rsid w:val="00C839BE"/>
    <w:rsid w:val="00C83C26"/>
    <w:rsid w:val="00C852F0"/>
    <w:rsid w:val="00C8591E"/>
    <w:rsid w:val="00C85F2F"/>
    <w:rsid w:val="00C860D7"/>
    <w:rsid w:val="00C8677D"/>
    <w:rsid w:val="00C86FBA"/>
    <w:rsid w:val="00C87ADE"/>
    <w:rsid w:val="00C90365"/>
    <w:rsid w:val="00C907D7"/>
    <w:rsid w:val="00C90B6F"/>
    <w:rsid w:val="00C91364"/>
    <w:rsid w:val="00C91D0E"/>
    <w:rsid w:val="00C91DFF"/>
    <w:rsid w:val="00C93F0A"/>
    <w:rsid w:val="00C944E5"/>
    <w:rsid w:val="00C95304"/>
    <w:rsid w:val="00C95735"/>
    <w:rsid w:val="00C95D67"/>
    <w:rsid w:val="00C96040"/>
    <w:rsid w:val="00C96CCD"/>
    <w:rsid w:val="00C96F88"/>
    <w:rsid w:val="00C97514"/>
    <w:rsid w:val="00C97607"/>
    <w:rsid w:val="00CA1702"/>
    <w:rsid w:val="00CA21DB"/>
    <w:rsid w:val="00CA2361"/>
    <w:rsid w:val="00CA6172"/>
    <w:rsid w:val="00CA6ACC"/>
    <w:rsid w:val="00CA729F"/>
    <w:rsid w:val="00CB0900"/>
    <w:rsid w:val="00CB0BAD"/>
    <w:rsid w:val="00CB239E"/>
    <w:rsid w:val="00CB28EA"/>
    <w:rsid w:val="00CB4035"/>
    <w:rsid w:val="00CB4A5B"/>
    <w:rsid w:val="00CB4D52"/>
    <w:rsid w:val="00CB53CC"/>
    <w:rsid w:val="00CB5E06"/>
    <w:rsid w:val="00CB6149"/>
    <w:rsid w:val="00CB6547"/>
    <w:rsid w:val="00CB6768"/>
    <w:rsid w:val="00CB6C91"/>
    <w:rsid w:val="00CB7249"/>
    <w:rsid w:val="00CB75FF"/>
    <w:rsid w:val="00CC0246"/>
    <w:rsid w:val="00CC029D"/>
    <w:rsid w:val="00CC03B7"/>
    <w:rsid w:val="00CC0CD1"/>
    <w:rsid w:val="00CC112F"/>
    <w:rsid w:val="00CC14B0"/>
    <w:rsid w:val="00CC2E30"/>
    <w:rsid w:val="00CC4736"/>
    <w:rsid w:val="00CC48C2"/>
    <w:rsid w:val="00CC50F2"/>
    <w:rsid w:val="00CC5E12"/>
    <w:rsid w:val="00CC61BA"/>
    <w:rsid w:val="00CC795B"/>
    <w:rsid w:val="00CD015C"/>
    <w:rsid w:val="00CD086F"/>
    <w:rsid w:val="00CD09F7"/>
    <w:rsid w:val="00CD269D"/>
    <w:rsid w:val="00CD27B7"/>
    <w:rsid w:val="00CD385E"/>
    <w:rsid w:val="00CD434F"/>
    <w:rsid w:val="00CD43C0"/>
    <w:rsid w:val="00CD4D2B"/>
    <w:rsid w:val="00CD5291"/>
    <w:rsid w:val="00CD5B07"/>
    <w:rsid w:val="00CD5D05"/>
    <w:rsid w:val="00CD61D7"/>
    <w:rsid w:val="00CD74EB"/>
    <w:rsid w:val="00CD7979"/>
    <w:rsid w:val="00CD7999"/>
    <w:rsid w:val="00CE2F65"/>
    <w:rsid w:val="00CE32CA"/>
    <w:rsid w:val="00CE3C71"/>
    <w:rsid w:val="00CE3D43"/>
    <w:rsid w:val="00CE526B"/>
    <w:rsid w:val="00CE54D1"/>
    <w:rsid w:val="00CE61B1"/>
    <w:rsid w:val="00CE73EE"/>
    <w:rsid w:val="00CF00D1"/>
    <w:rsid w:val="00CF3E90"/>
    <w:rsid w:val="00CF43E9"/>
    <w:rsid w:val="00CF67FA"/>
    <w:rsid w:val="00CF6AB8"/>
    <w:rsid w:val="00D00D60"/>
    <w:rsid w:val="00D01B87"/>
    <w:rsid w:val="00D01BD9"/>
    <w:rsid w:val="00D028BE"/>
    <w:rsid w:val="00D02A79"/>
    <w:rsid w:val="00D030E2"/>
    <w:rsid w:val="00D03A70"/>
    <w:rsid w:val="00D04B9E"/>
    <w:rsid w:val="00D06ECA"/>
    <w:rsid w:val="00D07FF3"/>
    <w:rsid w:val="00D10287"/>
    <w:rsid w:val="00D10B98"/>
    <w:rsid w:val="00D11262"/>
    <w:rsid w:val="00D11353"/>
    <w:rsid w:val="00D11584"/>
    <w:rsid w:val="00D1188E"/>
    <w:rsid w:val="00D11C73"/>
    <w:rsid w:val="00D12BC2"/>
    <w:rsid w:val="00D12C39"/>
    <w:rsid w:val="00D12C7E"/>
    <w:rsid w:val="00D13825"/>
    <w:rsid w:val="00D138F9"/>
    <w:rsid w:val="00D15CA0"/>
    <w:rsid w:val="00D160CC"/>
    <w:rsid w:val="00D16828"/>
    <w:rsid w:val="00D17B0A"/>
    <w:rsid w:val="00D201F6"/>
    <w:rsid w:val="00D21486"/>
    <w:rsid w:val="00D218F7"/>
    <w:rsid w:val="00D21E05"/>
    <w:rsid w:val="00D2300A"/>
    <w:rsid w:val="00D23450"/>
    <w:rsid w:val="00D2359B"/>
    <w:rsid w:val="00D235ED"/>
    <w:rsid w:val="00D24D62"/>
    <w:rsid w:val="00D24EFA"/>
    <w:rsid w:val="00D25570"/>
    <w:rsid w:val="00D25E1A"/>
    <w:rsid w:val="00D260F9"/>
    <w:rsid w:val="00D273AE"/>
    <w:rsid w:val="00D27AC5"/>
    <w:rsid w:val="00D27EAB"/>
    <w:rsid w:val="00D32824"/>
    <w:rsid w:val="00D33E0D"/>
    <w:rsid w:val="00D34763"/>
    <w:rsid w:val="00D36BB7"/>
    <w:rsid w:val="00D3799B"/>
    <w:rsid w:val="00D40063"/>
    <w:rsid w:val="00D40141"/>
    <w:rsid w:val="00D40B97"/>
    <w:rsid w:val="00D41025"/>
    <w:rsid w:val="00D42297"/>
    <w:rsid w:val="00D43811"/>
    <w:rsid w:val="00D43C2B"/>
    <w:rsid w:val="00D4492D"/>
    <w:rsid w:val="00D44D44"/>
    <w:rsid w:val="00D45C45"/>
    <w:rsid w:val="00D47AE9"/>
    <w:rsid w:val="00D47DAD"/>
    <w:rsid w:val="00D50E0B"/>
    <w:rsid w:val="00D51F0D"/>
    <w:rsid w:val="00D52919"/>
    <w:rsid w:val="00D53173"/>
    <w:rsid w:val="00D53345"/>
    <w:rsid w:val="00D55973"/>
    <w:rsid w:val="00D57197"/>
    <w:rsid w:val="00D57C5D"/>
    <w:rsid w:val="00D622C8"/>
    <w:rsid w:val="00D6298F"/>
    <w:rsid w:val="00D62F8C"/>
    <w:rsid w:val="00D636A2"/>
    <w:rsid w:val="00D63F4C"/>
    <w:rsid w:val="00D666DA"/>
    <w:rsid w:val="00D667BD"/>
    <w:rsid w:val="00D6745A"/>
    <w:rsid w:val="00D677A5"/>
    <w:rsid w:val="00D70362"/>
    <w:rsid w:val="00D70D49"/>
    <w:rsid w:val="00D74455"/>
    <w:rsid w:val="00D74A0F"/>
    <w:rsid w:val="00D74B93"/>
    <w:rsid w:val="00D74C75"/>
    <w:rsid w:val="00D74FA5"/>
    <w:rsid w:val="00D75110"/>
    <w:rsid w:val="00D75A4C"/>
    <w:rsid w:val="00D808EE"/>
    <w:rsid w:val="00D80C52"/>
    <w:rsid w:val="00D81342"/>
    <w:rsid w:val="00D82588"/>
    <w:rsid w:val="00D84256"/>
    <w:rsid w:val="00D84E41"/>
    <w:rsid w:val="00D86F6E"/>
    <w:rsid w:val="00D87A3D"/>
    <w:rsid w:val="00D91001"/>
    <w:rsid w:val="00D91444"/>
    <w:rsid w:val="00D93693"/>
    <w:rsid w:val="00D950DC"/>
    <w:rsid w:val="00D9510E"/>
    <w:rsid w:val="00D951DB"/>
    <w:rsid w:val="00D95D08"/>
    <w:rsid w:val="00D968BE"/>
    <w:rsid w:val="00D968F8"/>
    <w:rsid w:val="00D96AEB"/>
    <w:rsid w:val="00D979B1"/>
    <w:rsid w:val="00DA14E8"/>
    <w:rsid w:val="00DA1EF7"/>
    <w:rsid w:val="00DA2CC3"/>
    <w:rsid w:val="00DA4C3C"/>
    <w:rsid w:val="00DA4C94"/>
    <w:rsid w:val="00DA504F"/>
    <w:rsid w:val="00DA6580"/>
    <w:rsid w:val="00DA66AA"/>
    <w:rsid w:val="00DA6D81"/>
    <w:rsid w:val="00DA6DAB"/>
    <w:rsid w:val="00DA75B0"/>
    <w:rsid w:val="00DA7E8B"/>
    <w:rsid w:val="00DB0AFC"/>
    <w:rsid w:val="00DB175B"/>
    <w:rsid w:val="00DB17BE"/>
    <w:rsid w:val="00DB1CCF"/>
    <w:rsid w:val="00DB21EE"/>
    <w:rsid w:val="00DB35C7"/>
    <w:rsid w:val="00DB439A"/>
    <w:rsid w:val="00DB4F75"/>
    <w:rsid w:val="00DB5298"/>
    <w:rsid w:val="00DB6083"/>
    <w:rsid w:val="00DB74D6"/>
    <w:rsid w:val="00DC0070"/>
    <w:rsid w:val="00DC05AF"/>
    <w:rsid w:val="00DC0E94"/>
    <w:rsid w:val="00DC1A22"/>
    <w:rsid w:val="00DC239A"/>
    <w:rsid w:val="00DC44EF"/>
    <w:rsid w:val="00DC46B4"/>
    <w:rsid w:val="00DC5BF5"/>
    <w:rsid w:val="00DC742E"/>
    <w:rsid w:val="00DC7C46"/>
    <w:rsid w:val="00DD01B4"/>
    <w:rsid w:val="00DD02F5"/>
    <w:rsid w:val="00DD0590"/>
    <w:rsid w:val="00DD180D"/>
    <w:rsid w:val="00DD2040"/>
    <w:rsid w:val="00DD5A50"/>
    <w:rsid w:val="00DD6570"/>
    <w:rsid w:val="00DD6A54"/>
    <w:rsid w:val="00DD7B95"/>
    <w:rsid w:val="00DE00EC"/>
    <w:rsid w:val="00DE02D7"/>
    <w:rsid w:val="00DE0DCC"/>
    <w:rsid w:val="00DE19B4"/>
    <w:rsid w:val="00DE29BA"/>
    <w:rsid w:val="00DE3873"/>
    <w:rsid w:val="00DE3DD8"/>
    <w:rsid w:val="00DE47F7"/>
    <w:rsid w:val="00DE4CF7"/>
    <w:rsid w:val="00DE4D04"/>
    <w:rsid w:val="00DE52DC"/>
    <w:rsid w:val="00DE5F20"/>
    <w:rsid w:val="00DE7690"/>
    <w:rsid w:val="00DE7D34"/>
    <w:rsid w:val="00DF0934"/>
    <w:rsid w:val="00DF0D0C"/>
    <w:rsid w:val="00DF1004"/>
    <w:rsid w:val="00DF1310"/>
    <w:rsid w:val="00DF2006"/>
    <w:rsid w:val="00DF20D2"/>
    <w:rsid w:val="00DF2BCF"/>
    <w:rsid w:val="00DF34A4"/>
    <w:rsid w:val="00DF3E3C"/>
    <w:rsid w:val="00DF3FC4"/>
    <w:rsid w:val="00DF5EC3"/>
    <w:rsid w:val="00DF655F"/>
    <w:rsid w:val="00DF6595"/>
    <w:rsid w:val="00DF66D5"/>
    <w:rsid w:val="00DF7BDC"/>
    <w:rsid w:val="00DF7C3F"/>
    <w:rsid w:val="00E00841"/>
    <w:rsid w:val="00E0160C"/>
    <w:rsid w:val="00E02646"/>
    <w:rsid w:val="00E0328A"/>
    <w:rsid w:val="00E04565"/>
    <w:rsid w:val="00E046F5"/>
    <w:rsid w:val="00E05B1B"/>
    <w:rsid w:val="00E06105"/>
    <w:rsid w:val="00E06A86"/>
    <w:rsid w:val="00E07752"/>
    <w:rsid w:val="00E10756"/>
    <w:rsid w:val="00E10A04"/>
    <w:rsid w:val="00E113CB"/>
    <w:rsid w:val="00E12BCF"/>
    <w:rsid w:val="00E12D5A"/>
    <w:rsid w:val="00E1399D"/>
    <w:rsid w:val="00E14234"/>
    <w:rsid w:val="00E14434"/>
    <w:rsid w:val="00E14553"/>
    <w:rsid w:val="00E14B51"/>
    <w:rsid w:val="00E14E24"/>
    <w:rsid w:val="00E16BE0"/>
    <w:rsid w:val="00E16F2C"/>
    <w:rsid w:val="00E200BA"/>
    <w:rsid w:val="00E244DC"/>
    <w:rsid w:val="00E24C1C"/>
    <w:rsid w:val="00E25ED6"/>
    <w:rsid w:val="00E26B95"/>
    <w:rsid w:val="00E3004B"/>
    <w:rsid w:val="00E301C1"/>
    <w:rsid w:val="00E30839"/>
    <w:rsid w:val="00E30FA1"/>
    <w:rsid w:val="00E311AF"/>
    <w:rsid w:val="00E321CC"/>
    <w:rsid w:val="00E3233D"/>
    <w:rsid w:val="00E34860"/>
    <w:rsid w:val="00E356FC"/>
    <w:rsid w:val="00E37551"/>
    <w:rsid w:val="00E37727"/>
    <w:rsid w:val="00E426EE"/>
    <w:rsid w:val="00E42E9B"/>
    <w:rsid w:val="00E43114"/>
    <w:rsid w:val="00E43C8B"/>
    <w:rsid w:val="00E44D88"/>
    <w:rsid w:val="00E46B0D"/>
    <w:rsid w:val="00E46BC3"/>
    <w:rsid w:val="00E50F48"/>
    <w:rsid w:val="00E525A4"/>
    <w:rsid w:val="00E52733"/>
    <w:rsid w:val="00E52CB9"/>
    <w:rsid w:val="00E56996"/>
    <w:rsid w:val="00E56D02"/>
    <w:rsid w:val="00E57A59"/>
    <w:rsid w:val="00E6183D"/>
    <w:rsid w:val="00E61E61"/>
    <w:rsid w:val="00E62A04"/>
    <w:rsid w:val="00E62C69"/>
    <w:rsid w:val="00E631B1"/>
    <w:rsid w:val="00E63C8A"/>
    <w:rsid w:val="00E6469B"/>
    <w:rsid w:val="00E64AEB"/>
    <w:rsid w:val="00E64C85"/>
    <w:rsid w:val="00E64F33"/>
    <w:rsid w:val="00E65086"/>
    <w:rsid w:val="00E65144"/>
    <w:rsid w:val="00E65394"/>
    <w:rsid w:val="00E7158C"/>
    <w:rsid w:val="00E71EF4"/>
    <w:rsid w:val="00E7314F"/>
    <w:rsid w:val="00E7315F"/>
    <w:rsid w:val="00E7475D"/>
    <w:rsid w:val="00E75090"/>
    <w:rsid w:val="00E75798"/>
    <w:rsid w:val="00E76114"/>
    <w:rsid w:val="00E773EE"/>
    <w:rsid w:val="00E77C48"/>
    <w:rsid w:val="00E77F03"/>
    <w:rsid w:val="00E80F64"/>
    <w:rsid w:val="00E81835"/>
    <w:rsid w:val="00E830C9"/>
    <w:rsid w:val="00E842A9"/>
    <w:rsid w:val="00E854F1"/>
    <w:rsid w:val="00E85507"/>
    <w:rsid w:val="00E87643"/>
    <w:rsid w:val="00E87CB0"/>
    <w:rsid w:val="00E87DE6"/>
    <w:rsid w:val="00E90C3E"/>
    <w:rsid w:val="00E92B47"/>
    <w:rsid w:val="00E939A3"/>
    <w:rsid w:val="00E93BE8"/>
    <w:rsid w:val="00E95069"/>
    <w:rsid w:val="00E9535F"/>
    <w:rsid w:val="00E957E6"/>
    <w:rsid w:val="00E96735"/>
    <w:rsid w:val="00EA0276"/>
    <w:rsid w:val="00EA07D9"/>
    <w:rsid w:val="00EA2228"/>
    <w:rsid w:val="00EA2DD9"/>
    <w:rsid w:val="00EA3BF8"/>
    <w:rsid w:val="00EA460D"/>
    <w:rsid w:val="00EA5566"/>
    <w:rsid w:val="00EA5DCC"/>
    <w:rsid w:val="00EA795A"/>
    <w:rsid w:val="00EB0DA0"/>
    <w:rsid w:val="00EB168A"/>
    <w:rsid w:val="00EB27D7"/>
    <w:rsid w:val="00EB2CE8"/>
    <w:rsid w:val="00EB3059"/>
    <w:rsid w:val="00EB3705"/>
    <w:rsid w:val="00EB406C"/>
    <w:rsid w:val="00EB55A9"/>
    <w:rsid w:val="00EB622F"/>
    <w:rsid w:val="00EB66C7"/>
    <w:rsid w:val="00EB68C5"/>
    <w:rsid w:val="00EB76FA"/>
    <w:rsid w:val="00EC087F"/>
    <w:rsid w:val="00EC1105"/>
    <w:rsid w:val="00EC32A0"/>
    <w:rsid w:val="00EC38D8"/>
    <w:rsid w:val="00EC3CF0"/>
    <w:rsid w:val="00EC48F5"/>
    <w:rsid w:val="00EC669F"/>
    <w:rsid w:val="00EC6E0E"/>
    <w:rsid w:val="00ED0183"/>
    <w:rsid w:val="00ED12A6"/>
    <w:rsid w:val="00ED12C8"/>
    <w:rsid w:val="00ED184D"/>
    <w:rsid w:val="00ED2340"/>
    <w:rsid w:val="00ED27D6"/>
    <w:rsid w:val="00ED3B84"/>
    <w:rsid w:val="00ED3F82"/>
    <w:rsid w:val="00ED47C4"/>
    <w:rsid w:val="00ED5E97"/>
    <w:rsid w:val="00ED62AF"/>
    <w:rsid w:val="00ED6620"/>
    <w:rsid w:val="00ED6C8E"/>
    <w:rsid w:val="00EE0677"/>
    <w:rsid w:val="00EE0B67"/>
    <w:rsid w:val="00EE1433"/>
    <w:rsid w:val="00EE24CE"/>
    <w:rsid w:val="00EE2FEA"/>
    <w:rsid w:val="00EE4CAE"/>
    <w:rsid w:val="00EE58F7"/>
    <w:rsid w:val="00EE5BC4"/>
    <w:rsid w:val="00EE6045"/>
    <w:rsid w:val="00EF0285"/>
    <w:rsid w:val="00EF047D"/>
    <w:rsid w:val="00EF04E9"/>
    <w:rsid w:val="00EF04F1"/>
    <w:rsid w:val="00EF071F"/>
    <w:rsid w:val="00EF0F27"/>
    <w:rsid w:val="00EF139D"/>
    <w:rsid w:val="00EF1415"/>
    <w:rsid w:val="00EF1C8F"/>
    <w:rsid w:val="00EF1D37"/>
    <w:rsid w:val="00EF2B8D"/>
    <w:rsid w:val="00EF2D91"/>
    <w:rsid w:val="00EF37BD"/>
    <w:rsid w:val="00EF43F0"/>
    <w:rsid w:val="00EF4FCB"/>
    <w:rsid w:val="00EF558B"/>
    <w:rsid w:val="00F009CA"/>
    <w:rsid w:val="00F031D3"/>
    <w:rsid w:val="00F03E0F"/>
    <w:rsid w:val="00F042B3"/>
    <w:rsid w:val="00F05370"/>
    <w:rsid w:val="00F053F5"/>
    <w:rsid w:val="00F0587A"/>
    <w:rsid w:val="00F05DA3"/>
    <w:rsid w:val="00F0626F"/>
    <w:rsid w:val="00F06310"/>
    <w:rsid w:val="00F06A81"/>
    <w:rsid w:val="00F06DBC"/>
    <w:rsid w:val="00F0732A"/>
    <w:rsid w:val="00F07484"/>
    <w:rsid w:val="00F078D3"/>
    <w:rsid w:val="00F07CB9"/>
    <w:rsid w:val="00F10830"/>
    <w:rsid w:val="00F113D1"/>
    <w:rsid w:val="00F11551"/>
    <w:rsid w:val="00F115C2"/>
    <w:rsid w:val="00F13293"/>
    <w:rsid w:val="00F134A9"/>
    <w:rsid w:val="00F13A5C"/>
    <w:rsid w:val="00F14A4A"/>
    <w:rsid w:val="00F153E8"/>
    <w:rsid w:val="00F168B5"/>
    <w:rsid w:val="00F172C8"/>
    <w:rsid w:val="00F2033F"/>
    <w:rsid w:val="00F20E16"/>
    <w:rsid w:val="00F220CF"/>
    <w:rsid w:val="00F248FC"/>
    <w:rsid w:val="00F24C5A"/>
    <w:rsid w:val="00F24F7E"/>
    <w:rsid w:val="00F260D1"/>
    <w:rsid w:val="00F26FED"/>
    <w:rsid w:val="00F27AAD"/>
    <w:rsid w:val="00F27B08"/>
    <w:rsid w:val="00F30E89"/>
    <w:rsid w:val="00F31C3D"/>
    <w:rsid w:val="00F33302"/>
    <w:rsid w:val="00F33673"/>
    <w:rsid w:val="00F345CD"/>
    <w:rsid w:val="00F3625C"/>
    <w:rsid w:val="00F3677D"/>
    <w:rsid w:val="00F36AE2"/>
    <w:rsid w:val="00F3724E"/>
    <w:rsid w:val="00F376BA"/>
    <w:rsid w:val="00F37CE0"/>
    <w:rsid w:val="00F40294"/>
    <w:rsid w:val="00F40630"/>
    <w:rsid w:val="00F43AF2"/>
    <w:rsid w:val="00F44659"/>
    <w:rsid w:val="00F44E34"/>
    <w:rsid w:val="00F456B7"/>
    <w:rsid w:val="00F470F2"/>
    <w:rsid w:val="00F4788D"/>
    <w:rsid w:val="00F50B83"/>
    <w:rsid w:val="00F51FE3"/>
    <w:rsid w:val="00F52AF4"/>
    <w:rsid w:val="00F52F87"/>
    <w:rsid w:val="00F52FCE"/>
    <w:rsid w:val="00F53068"/>
    <w:rsid w:val="00F53634"/>
    <w:rsid w:val="00F54813"/>
    <w:rsid w:val="00F55955"/>
    <w:rsid w:val="00F561B3"/>
    <w:rsid w:val="00F578D9"/>
    <w:rsid w:val="00F6019C"/>
    <w:rsid w:val="00F602CA"/>
    <w:rsid w:val="00F6081C"/>
    <w:rsid w:val="00F608F6"/>
    <w:rsid w:val="00F60CA9"/>
    <w:rsid w:val="00F60F20"/>
    <w:rsid w:val="00F64810"/>
    <w:rsid w:val="00F64A89"/>
    <w:rsid w:val="00F65DFB"/>
    <w:rsid w:val="00F66357"/>
    <w:rsid w:val="00F670E3"/>
    <w:rsid w:val="00F670FE"/>
    <w:rsid w:val="00F6772A"/>
    <w:rsid w:val="00F677D2"/>
    <w:rsid w:val="00F7007B"/>
    <w:rsid w:val="00F70C3E"/>
    <w:rsid w:val="00F71CBB"/>
    <w:rsid w:val="00F7231A"/>
    <w:rsid w:val="00F745DF"/>
    <w:rsid w:val="00F75316"/>
    <w:rsid w:val="00F75498"/>
    <w:rsid w:val="00F767B0"/>
    <w:rsid w:val="00F77DA1"/>
    <w:rsid w:val="00F77FC5"/>
    <w:rsid w:val="00F80158"/>
    <w:rsid w:val="00F805A5"/>
    <w:rsid w:val="00F80EA7"/>
    <w:rsid w:val="00F825CD"/>
    <w:rsid w:val="00F847BE"/>
    <w:rsid w:val="00F85351"/>
    <w:rsid w:val="00F856EE"/>
    <w:rsid w:val="00F85D8F"/>
    <w:rsid w:val="00F8608E"/>
    <w:rsid w:val="00F87CC6"/>
    <w:rsid w:val="00F87ED2"/>
    <w:rsid w:val="00F90E7D"/>
    <w:rsid w:val="00F93E50"/>
    <w:rsid w:val="00F960A3"/>
    <w:rsid w:val="00F96E46"/>
    <w:rsid w:val="00F974E2"/>
    <w:rsid w:val="00F97B02"/>
    <w:rsid w:val="00FA1065"/>
    <w:rsid w:val="00FA12FC"/>
    <w:rsid w:val="00FA1B45"/>
    <w:rsid w:val="00FA36D8"/>
    <w:rsid w:val="00FA48FD"/>
    <w:rsid w:val="00FA4D96"/>
    <w:rsid w:val="00FA4DAC"/>
    <w:rsid w:val="00FA5765"/>
    <w:rsid w:val="00FA58CD"/>
    <w:rsid w:val="00FA60E5"/>
    <w:rsid w:val="00FB1744"/>
    <w:rsid w:val="00FB2BEA"/>
    <w:rsid w:val="00FB720F"/>
    <w:rsid w:val="00FB7670"/>
    <w:rsid w:val="00FC192A"/>
    <w:rsid w:val="00FC1F1D"/>
    <w:rsid w:val="00FC3073"/>
    <w:rsid w:val="00FC55C4"/>
    <w:rsid w:val="00FC660D"/>
    <w:rsid w:val="00FC7ABB"/>
    <w:rsid w:val="00FC7F91"/>
    <w:rsid w:val="00FD1B70"/>
    <w:rsid w:val="00FD1C53"/>
    <w:rsid w:val="00FD2722"/>
    <w:rsid w:val="00FD2BA1"/>
    <w:rsid w:val="00FD2E35"/>
    <w:rsid w:val="00FD4582"/>
    <w:rsid w:val="00FD5632"/>
    <w:rsid w:val="00FD5A3A"/>
    <w:rsid w:val="00FD5BFB"/>
    <w:rsid w:val="00FD7FFB"/>
    <w:rsid w:val="00FE0169"/>
    <w:rsid w:val="00FE0B41"/>
    <w:rsid w:val="00FE0EAE"/>
    <w:rsid w:val="00FE1741"/>
    <w:rsid w:val="00FE1BA5"/>
    <w:rsid w:val="00FE1CD5"/>
    <w:rsid w:val="00FE20E9"/>
    <w:rsid w:val="00FE572B"/>
    <w:rsid w:val="00FE6159"/>
    <w:rsid w:val="00FE7033"/>
    <w:rsid w:val="00FE703C"/>
    <w:rsid w:val="00FE74BB"/>
    <w:rsid w:val="00FF04EC"/>
    <w:rsid w:val="00FF16C6"/>
    <w:rsid w:val="00FF18F8"/>
    <w:rsid w:val="00FF2306"/>
    <w:rsid w:val="00FF253D"/>
    <w:rsid w:val="00FF2672"/>
    <w:rsid w:val="00FF3669"/>
    <w:rsid w:val="00FF46AF"/>
    <w:rsid w:val="00FF5F26"/>
    <w:rsid w:val="00FF611D"/>
    <w:rsid w:val="00FF7685"/>
    <w:rsid w:val="00FF7830"/>
    <w:rsid w:val="0CFE5B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red">
      <v:fill color="white" on="f"/>
      <v:stroke color="red" weight="1.25pt"/>
    </o:shapedefaults>
    <o:shapelayout v:ext="edit">
      <o:idmap v:ext="edit" data="2"/>
    </o:shapelayout>
  </w:shapeDefaults>
  <w:decimalSymbol w:val=","/>
  <w:listSeparator w:val=";"/>
  <w14:docId w14:val="6B6DB4E0"/>
  <w15:docId w15:val="{BBDC1E31-4465-4A85-9CA7-58DADFBD8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rPr>
      <w:sz w:val="24"/>
      <w:szCs w:val="24"/>
    </w:rPr>
  </w:style>
  <w:style w:type="paragraph" w:styleId="Titolo1">
    <w:name w:val="heading 1"/>
    <w:basedOn w:val="Normale"/>
    <w:next w:val="Normale"/>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pPr>
      <w:keepNext/>
      <w:outlineLvl w:val="1"/>
    </w:pPr>
    <w:rPr>
      <w:rFonts w:ascii="Verdana" w:hAnsi="Verdana"/>
      <w:b/>
      <w:bCs/>
      <w:sz w:val="20"/>
    </w:rPr>
  </w:style>
  <w:style w:type="paragraph" w:styleId="Titolo3">
    <w:name w:val="heading 3"/>
    <w:basedOn w:val="Normale"/>
    <w:next w:val="Normale"/>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outlineLvl w:val="2"/>
    </w:pPr>
    <w:rPr>
      <w:rFonts w:ascii="Arial" w:hAnsi="Arial" w:cs="Arial"/>
      <w:b/>
      <w:bCs/>
      <w:i/>
      <w:iCs/>
      <w:sz w:val="20"/>
    </w:rPr>
  </w:style>
  <w:style w:type="paragraph" w:styleId="Titolo4">
    <w:name w:val="heading 4"/>
    <w:basedOn w:val="Normale"/>
    <w:next w:val="Normale"/>
    <w:pPr>
      <w:keepNext/>
      <w:autoSpaceDE w:val="0"/>
      <w:autoSpaceDN w:val="0"/>
      <w:adjustRightInd w:val="0"/>
      <w:jc w:val="both"/>
      <w:outlineLvl w:val="3"/>
    </w:pPr>
    <w:rPr>
      <w:rFonts w:ascii="Arial" w:hAnsi="Arial" w:cs="Arial"/>
      <w:b/>
      <w:bCs/>
      <w:sz w:val="20"/>
      <w:szCs w:val="20"/>
    </w:rPr>
  </w:style>
  <w:style w:type="paragraph" w:styleId="Titolo5">
    <w:name w:val="heading 5"/>
    <w:basedOn w:val="Normale"/>
    <w:next w:val="Normale"/>
    <w:pPr>
      <w:spacing w:before="240" w:after="60"/>
      <w:outlineLvl w:val="4"/>
    </w:pPr>
    <w:rPr>
      <w:b/>
      <w:bCs/>
      <w:i/>
      <w:iCs/>
      <w:sz w:val="26"/>
      <w:szCs w:val="26"/>
    </w:rPr>
  </w:style>
  <w:style w:type="paragraph" w:styleId="Titolo6">
    <w:name w:val="heading 6"/>
    <w:basedOn w:val="Normale"/>
    <w:next w:val="Normale"/>
    <w:pPr>
      <w:numPr>
        <w:ilvl w:val="5"/>
        <w:numId w:val="1"/>
      </w:numPr>
      <w:spacing w:before="240" w:after="60"/>
      <w:outlineLvl w:val="5"/>
    </w:pPr>
    <w:rPr>
      <w:i/>
      <w:sz w:val="22"/>
      <w:szCs w:val="20"/>
    </w:rPr>
  </w:style>
  <w:style w:type="paragraph" w:styleId="Titolo7">
    <w:name w:val="heading 7"/>
    <w:basedOn w:val="Normale"/>
    <w:next w:val="Normale"/>
    <w:pPr>
      <w:numPr>
        <w:ilvl w:val="6"/>
        <w:numId w:val="1"/>
      </w:numPr>
      <w:spacing w:before="240" w:after="60"/>
      <w:outlineLvl w:val="6"/>
    </w:pPr>
    <w:rPr>
      <w:rFonts w:ascii="Arial" w:hAnsi="Arial"/>
      <w:sz w:val="20"/>
      <w:szCs w:val="20"/>
    </w:rPr>
  </w:style>
  <w:style w:type="paragraph" w:styleId="Titolo8">
    <w:name w:val="heading 8"/>
    <w:basedOn w:val="Normale"/>
    <w:next w:val="Normale"/>
    <w:pPr>
      <w:numPr>
        <w:ilvl w:val="7"/>
        <w:numId w:val="1"/>
      </w:numPr>
      <w:spacing w:before="240" w:after="60"/>
      <w:outlineLvl w:val="7"/>
    </w:pPr>
    <w:rPr>
      <w:rFonts w:ascii="Arial" w:hAnsi="Arial"/>
      <w:i/>
      <w:sz w:val="20"/>
      <w:szCs w:val="20"/>
    </w:rPr>
  </w:style>
  <w:style w:type="paragraph" w:styleId="Titolo9">
    <w:name w:val="heading 9"/>
    <w:basedOn w:val="Normale"/>
    <w:next w:val="Normale"/>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line="240" w:lineRule="atLeast"/>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jc w:val="both"/>
    </w:pPr>
    <w:rPr>
      <w:rFonts w:ascii="Arial" w:hAnsi="Arial"/>
      <w:sz w:val="20"/>
      <w:szCs w:val="20"/>
    </w:rPr>
  </w:style>
  <w:style w:type="paragraph" w:customStyle="1" w:styleId="Puntoelenco1">
    <w:name w:val="Punto elenco 1"/>
    <w:basedOn w:val="corpoAltF"/>
    <w:pPr>
      <w:tabs>
        <w:tab w:val="num" w:pos="720"/>
      </w:tabs>
      <w:ind w:left="720" w:hanging="360"/>
    </w:pPr>
  </w:style>
  <w:style w:type="paragraph" w:customStyle="1" w:styleId="corpoAltF">
    <w:name w:val="corpo (Alt+F)"/>
    <w:basedOn w:val="Normale"/>
    <w:link w:val="corpoAltFCarattere"/>
    <w:qFormat/>
    <w:pPr>
      <w:jc w:val="both"/>
    </w:pPr>
    <w:rPr>
      <w:rFonts w:ascii="Arial" w:hAnsi="Arial" w:cs="Arial"/>
      <w:sz w:val="20"/>
      <w:szCs w:val="20"/>
    </w:rPr>
  </w:style>
  <w:style w:type="paragraph" w:styleId="Intestazione">
    <w:name w:val="header"/>
    <w:basedOn w:val="Normale"/>
    <w:link w:val="IntestazioneCarattere"/>
    <w:pPr>
      <w:tabs>
        <w:tab w:val="center" w:pos="4819"/>
        <w:tab w:val="right" w:pos="9638"/>
      </w:tabs>
    </w:pPr>
    <w:rPr>
      <w:sz w:val="20"/>
      <w:szCs w:val="20"/>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pPr>
      <w:pBdr>
        <w:top w:val="double" w:sz="4" w:space="1" w:color="365F91"/>
        <w:bottom w:val="double" w:sz="4" w:space="0" w:color="365F91"/>
      </w:pBdr>
      <w:shd w:val="clear" w:color="auto" w:fill="365F91"/>
      <w:tabs>
        <w:tab w:val="right" w:leader="dot" w:pos="9629"/>
      </w:tabs>
      <w:spacing w:before="180" w:after="60"/>
    </w:pPr>
    <w:rPr>
      <w:rFonts w:ascii="Arial" w:hAnsi="Arial" w:cs="Arial"/>
      <w:b/>
      <w:noProof/>
      <w:color w:val="FFFFFF"/>
      <w:sz w:val="20"/>
      <w:szCs w:val="40"/>
    </w:rPr>
  </w:style>
  <w:style w:type="paragraph" w:styleId="Sommario4">
    <w:name w:val="toc 4"/>
    <w:basedOn w:val="Normale"/>
    <w:next w:val="Normale"/>
    <w:autoRedefine/>
    <w:uiPriority w:val="39"/>
    <w:pPr>
      <w:tabs>
        <w:tab w:val="right" w:leader="dot" w:pos="9629"/>
      </w:tabs>
      <w:ind w:left="567"/>
    </w:pPr>
    <w:rPr>
      <w:rFonts w:ascii="Arial" w:hAnsi="Arial" w:cs="Arial"/>
      <w:i/>
      <w:noProof/>
      <w:sz w:val="20"/>
      <w:szCs w:val="20"/>
    </w:rPr>
  </w:style>
  <w:style w:type="paragraph" w:customStyle="1" w:styleId="TS-titolo-01">
    <w:name w:val="TS-titolo-01"/>
    <w:basedOn w:val="Intestazione"/>
    <w:autoRedefine/>
    <w:qFormat/>
    <w:pPr>
      <w:tabs>
        <w:tab w:val="clear" w:pos="4819"/>
        <w:tab w:val="clear" w:pos="9638"/>
      </w:tabs>
    </w:pPr>
    <w:rPr>
      <w:rFonts w:ascii="Arial" w:hAnsi="Arial" w:cs="Arial"/>
      <w:b/>
      <w:i/>
      <w:sz w:val="28"/>
    </w:rPr>
  </w:style>
  <w:style w:type="paragraph" w:customStyle="1" w:styleId="TS-titolo-02">
    <w:name w:val="TS-titolo-02"/>
    <w:basedOn w:val="Intestazione"/>
    <w:autoRedefine/>
    <w:pPr>
      <w:ind w:left="69"/>
      <w:jc w:val="center"/>
    </w:pPr>
    <w:rPr>
      <w:rFonts w:ascii="Arial" w:hAnsi="Arial" w:cs="Arial"/>
      <w:b/>
      <w:color w:val="FFFFFF"/>
      <w:sz w:val="32"/>
    </w:rPr>
  </w:style>
  <w:style w:type="paragraph" w:customStyle="1" w:styleId="TS-titolo-04">
    <w:name w:val="TS-titolo-04"/>
    <w:basedOn w:val="Titolo"/>
    <w:link w:val="TS-titolo-04Carattere"/>
    <w:autoRedefine/>
    <w:qFormat/>
    <w:rsid w:val="00025C2B"/>
    <w:pPr>
      <w:pBdr>
        <w:top w:val="single" w:sz="4" w:space="0" w:color="auto"/>
      </w:pBdr>
      <w:ind w:left="0"/>
      <w:jc w:val="both"/>
    </w:pPr>
    <w:rPr>
      <w:sz w:val="24"/>
      <w:szCs w:val="24"/>
      <w:lang w:eastAsia="x-none"/>
    </w:rPr>
  </w:style>
  <w:style w:type="paragraph" w:styleId="Titolo">
    <w:name w:val="Title"/>
    <w:basedOn w:val="Normale"/>
    <w:pPr>
      <w:pBdr>
        <w:top w:val="single" w:sz="4" w:space="1" w:color="auto"/>
        <w:bottom w:val="single" w:sz="4" w:space="1" w:color="auto"/>
      </w:pBdr>
      <w:spacing w:before="240" w:after="60"/>
      <w:ind w:left="-284"/>
      <w:outlineLvl w:val="0"/>
    </w:pPr>
    <w:rPr>
      <w:rFonts w:ascii="Arial" w:hAnsi="Arial"/>
      <w:b/>
      <w:kern w:val="28"/>
      <w:sz w:val="32"/>
      <w:szCs w:val="20"/>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pPr>
      <w:jc w:val="center"/>
    </w:pPr>
    <w:rPr>
      <w:rFonts w:ascii="Arial" w:hAnsi="Arial" w:cs="Arial"/>
      <w:b/>
      <w:color w:val="000000"/>
      <w:sz w:val="32"/>
    </w:rPr>
  </w:style>
  <w:style w:type="paragraph" w:styleId="Corpodeltesto3">
    <w:name w:val="Body Text 3"/>
    <w:basedOn w:val="Normale"/>
    <w:pPr>
      <w:jc w:val="both"/>
    </w:pPr>
    <w:rPr>
      <w:rFonts w:ascii="Arial" w:hAnsi="Arial"/>
      <w:b/>
      <w:sz w:val="20"/>
      <w:szCs w:val="20"/>
    </w:rPr>
  </w:style>
  <w:style w:type="paragraph" w:customStyle="1" w:styleId="Esempi">
    <w:name w:val="Esempi"/>
    <w:basedOn w:val="Normale"/>
    <w:pPr>
      <w:jc w:val="both"/>
    </w:pPr>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jc w:val="both"/>
    </w:pPr>
    <w:rPr>
      <w:rFonts w:ascii="Arial" w:hAnsi="Arial"/>
      <w:i/>
      <w:sz w:val="20"/>
      <w:szCs w:val="20"/>
    </w:rPr>
  </w:style>
  <w:style w:type="paragraph" w:styleId="Testonormale">
    <w:name w:val="Plain Text"/>
    <w:basedOn w:val="Normale"/>
    <w:rPr>
      <w:rFonts w:ascii="Courier New" w:hAnsi="Courier New"/>
      <w:sz w:val="20"/>
      <w:szCs w:val="20"/>
    </w:rPr>
  </w:style>
  <w:style w:type="paragraph" w:styleId="Soggettocommento">
    <w:name w:val="annotation subject"/>
    <w:basedOn w:val="Testocommento"/>
    <w:next w:val="Testocommento"/>
    <w:semiHidden/>
    <w:rPr>
      <w:b/>
      <w:bCs/>
    </w:rPr>
  </w:style>
  <w:style w:type="paragraph" w:styleId="Testocommento">
    <w:name w:val="annotation text"/>
    <w:basedOn w:val="Normale"/>
    <w:semiHidden/>
    <w:rPr>
      <w:sz w:val="20"/>
      <w:szCs w:val="20"/>
    </w:rPr>
  </w:style>
  <w:style w:type="paragraph" w:styleId="Corpodeltesto2">
    <w:name w:val="Body Text 2"/>
    <w:basedOn w:val="Normale"/>
    <w:pPr>
      <w:tabs>
        <w:tab w:val="left" w:pos="567"/>
        <w:tab w:val="left" w:pos="1134"/>
        <w:tab w:val="left" w:pos="2552"/>
      </w:tabs>
    </w:pPr>
    <w:rPr>
      <w:i/>
      <w:sz w:val="18"/>
      <w:szCs w:val="20"/>
    </w:rPr>
  </w:style>
  <w:style w:type="paragraph" w:customStyle="1" w:styleId="corpo">
    <w:name w:val="corpo"/>
    <w:basedOn w:val="Normale"/>
    <w:link w:val="corpoCarattere"/>
    <w:qFormat/>
    <w:pPr>
      <w:jc w:val="both"/>
    </w:pPr>
    <w:rPr>
      <w:rFonts w:ascii="Arial" w:hAnsi="Arial" w:cs="Arial"/>
      <w:sz w:val="20"/>
      <w:szCs w:val="20"/>
    </w:rPr>
  </w:style>
  <w:style w:type="character" w:styleId="Numeropagina">
    <w:name w:val="page number"/>
    <w:basedOn w:val="Carpredefinitoparagrafo"/>
  </w:style>
  <w:style w:type="paragraph" w:styleId="Pidipagina">
    <w:name w:val="footer"/>
    <w:basedOn w:val="Normale"/>
    <w:link w:val="PidipaginaCarattere"/>
    <w:pPr>
      <w:tabs>
        <w:tab w:val="center" w:pos="4819"/>
        <w:tab w:val="right" w:pos="9638"/>
      </w:tabs>
    </w:pPr>
    <w:rPr>
      <w:sz w:val="20"/>
      <w:szCs w:val="20"/>
    </w:rPr>
  </w:style>
  <w:style w:type="paragraph" w:customStyle="1" w:styleId="TS-testata-01">
    <w:name w:val="TS-testata-01"/>
    <w:basedOn w:val="Intestazione"/>
    <w:rPr>
      <w:rFonts w:ascii="Arial" w:hAnsi="Arial" w:cs="Arial"/>
      <w:b/>
      <w:i/>
      <w:sz w:val="28"/>
    </w:rPr>
  </w:style>
  <w:style w:type="paragraph" w:styleId="NormaleWeb">
    <w:name w:val="Normal (Web)"/>
    <w:basedOn w:val="Normale"/>
    <w:uiPriority w:val="99"/>
    <w:pPr>
      <w:spacing w:before="100" w:beforeAutospacing="1" w:after="100" w:afterAutospacing="1"/>
    </w:pPr>
  </w:style>
  <w:style w:type="paragraph" w:styleId="Rientrocorpodeltesto2">
    <w:name w:val="Body Text Indent 2"/>
    <w:basedOn w:val="Normale"/>
    <w:pPr>
      <w:ind w:left="180"/>
      <w:jc w:val="both"/>
    </w:pPr>
    <w:rPr>
      <w:rFonts w:ascii="Verdana" w:hAnsi="Verdana" w:cs="Arial"/>
      <w:sz w:val="20"/>
    </w:rPr>
  </w:style>
  <w:style w:type="paragraph" w:styleId="Corpotesto">
    <w:name w:val="Body Text"/>
    <w:basedOn w:val="Normale"/>
    <w:pPr>
      <w:jc w:val="both"/>
    </w:pPr>
    <w:rPr>
      <w:rFonts w:ascii="Verdana" w:hAnsi="Verdana" w:cs="Arial"/>
      <w:sz w:val="20"/>
    </w:rPr>
  </w:style>
  <w:style w:type="paragraph" w:styleId="Sommario8">
    <w:name w:val="toc 8"/>
    <w:basedOn w:val="Normale"/>
    <w:next w:val="Normale"/>
    <w:autoRedefine/>
    <w:uiPriority w:val="39"/>
    <w:pPr>
      <w:ind w:left="1680"/>
    </w:pPr>
  </w:style>
  <w:style w:type="paragraph" w:styleId="Sommario2">
    <w:name w:val="toc 2"/>
    <w:basedOn w:val="Sommario1"/>
    <w:next w:val="Normale"/>
    <w:autoRedefine/>
    <w:uiPriority w:val="39"/>
    <w:pPr>
      <w:pBdr>
        <w:top w:val="single" w:sz="4" w:space="1" w:color="365F91"/>
        <w:bottom w:val="single" w:sz="4" w:space="0" w:color="365F91"/>
      </w:pBdr>
      <w:shd w:val="clear" w:color="auto" w:fill="auto"/>
      <w:spacing w:before="120"/>
      <w:ind w:left="113"/>
    </w:pPr>
    <w:rPr>
      <w:color w:val="auto"/>
    </w:rPr>
  </w:style>
  <w:style w:type="paragraph" w:styleId="Sommario9">
    <w:name w:val="toc 9"/>
    <w:basedOn w:val="Normale"/>
    <w:next w:val="Normale"/>
    <w:autoRedefine/>
    <w:uiPriority w:val="39"/>
    <w:pPr>
      <w:ind w:left="1920"/>
    </w:pPr>
  </w:style>
  <w:style w:type="paragraph" w:styleId="Sommario3">
    <w:name w:val="toc 3"/>
    <w:basedOn w:val="Sommario2"/>
    <w:next w:val="CorpoAltF0"/>
    <w:autoRedefine/>
    <w:uiPriority w:val="39"/>
    <w:pPr>
      <w:pBdr>
        <w:top w:val="none" w:sz="0" w:space="0" w:color="auto"/>
        <w:bottom w:val="none" w:sz="0" w:space="0" w:color="auto"/>
      </w:pBdr>
      <w:shd w:val="clear" w:color="auto" w:fill="D9D9D9"/>
    </w:pPr>
  </w:style>
  <w:style w:type="paragraph" w:styleId="Sommario5">
    <w:name w:val="toc 5"/>
    <w:basedOn w:val="Normale"/>
    <w:next w:val="Normale"/>
    <w:autoRedefine/>
    <w:uiPriority w:val="39"/>
    <w:pPr>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uiPriority w:val="39"/>
    <w:pPr>
      <w:ind w:left="1200"/>
    </w:pPr>
  </w:style>
  <w:style w:type="paragraph" w:styleId="Sommario7">
    <w:name w:val="toc 7"/>
    <w:basedOn w:val="Normale"/>
    <w:next w:val="Normale"/>
    <w:autoRedefine/>
    <w:uiPriority w:val="39"/>
    <w:pPr>
      <w:ind w:left="1440"/>
    </w:pPr>
  </w:style>
  <w:style w:type="character" w:styleId="Enfasigrassetto">
    <w:name w:val="Strong"/>
    <w:rPr>
      <w:b/>
      <w:bCs/>
    </w:rPr>
  </w:style>
  <w:style w:type="character" w:styleId="Collegamentovisitato">
    <w:name w:val="FollowedHyperlink"/>
    <w:rPr>
      <w:color w:val="800080"/>
      <w:u w:val="single"/>
    </w:rPr>
  </w:style>
  <w:style w:type="paragraph" w:customStyle="1" w:styleId="TS-titolo-Comando">
    <w:name w:val="TS-titolo-Comando"/>
    <w:basedOn w:val="TS-titolo-01"/>
    <w:qFormat/>
    <w:pPr>
      <w:jc w:val="center"/>
    </w:pPr>
    <w:rPr>
      <w:rFonts w:cs="Times New Roman"/>
      <w:bCs/>
      <w:i w:val="0"/>
      <w:sz w:val="32"/>
    </w:rPr>
  </w:style>
  <w:style w:type="character" w:customStyle="1" w:styleId="corpoAltFCarattere">
    <w:name w:val="corpo (Alt+F) Carattere"/>
    <w:link w:val="corpoAltF"/>
    <w:rPr>
      <w:rFonts w:ascii="Arial" w:hAnsi="Arial" w:cs="Arial"/>
      <w:lang w:val="it-IT" w:eastAsia="it-IT" w:bidi="ar-SA"/>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jc w:val="both"/>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lang w:val="x-none" w:eastAsia="x-none"/>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Pr>
      <w:rFonts w:ascii="Tahoma" w:hAnsi="Tahoma" w:cs="Tahoma"/>
      <w:sz w:val="16"/>
      <w:szCs w:val="16"/>
    </w:rPr>
  </w:style>
  <w:style w:type="paragraph" w:customStyle="1" w:styleId="SpazioPrimaAltS">
    <w:name w:val="SpazioPrima (Alt+S)"/>
    <w:basedOn w:val="corpoAltF"/>
    <w:next w:val="corpoAltF"/>
    <w:pPr>
      <w:spacing w:before="120"/>
    </w:pPr>
  </w:style>
  <w:style w:type="character" w:customStyle="1" w:styleId="TS-titolo-05Carattere">
    <w:name w:val="TS-titolo-05 Carattere"/>
    <w:link w:val="TS-titolo-05"/>
    <w:rPr>
      <w:rFonts w:ascii="Arial" w:hAnsi="Arial"/>
      <w:szCs w:val="24"/>
    </w:rPr>
  </w:style>
  <w:style w:type="character" w:customStyle="1" w:styleId="TS-titolo-04Carattere">
    <w:name w:val="TS-titolo-04 Carattere"/>
    <w:link w:val="TS-titolo-04"/>
    <w:rsid w:val="00025C2B"/>
    <w:rPr>
      <w:rFonts w:ascii="Arial" w:hAnsi="Arial"/>
      <w:b/>
      <w:kern w:val="28"/>
      <w:sz w:val="24"/>
      <w:szCs w:val="24"/>
      <w:lang w:eastAsia="x-none"/>
    </w:r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corpoCarattere">
    <w:name w:val="corpo Carattere"/>
    <w:link w:val="corpo"/>
    <w:rPr>
      <w:rFonts w:ascii="Arial" w:hAnsi="Arial" w:cs="Arial"/>
      <w:lang w:val="it-IT" w:eastAsia="it-IT" w:bidi="ar-SA"/>
    </w:rPr>
  </w:style>
  <w:style w:type="character" w:customStyle="1" w:styleId="StileArial10pt">
    <w:name w:val="Stile Arial 10 pt"/>
    <w:rPr>
      <w:rFonts w:ascii="Arial" w:hAnsi="Arial"/>
      <w:sz w:val="20"/>
    </w:rPr>
  </w:style>
  <w:style w:type="paragraph" w:customStyle="1" w:styleId="CorpoAltF0">
    <w:name w:val="Corpo (Alt+F)"/>
    <w:basedOn w:val="Normale"/>
    <w:link w:val="CorpoAltFCarattere0"/>
    <w:qFormat/>
    <w:pPr>
      <w:jc w:val="both"/>
    </w:pPr>
    <w:rPr>
      <w:rFonts w:ascii="Arial" w:hAnsi="Arial"/>
      <w:sz w:val="20"/>
      <w:szCs w:val="20"/>
      <w:lang w:val="x-none" w:eastAsia="x-none"/>
    </w:rPr>
  </w:style>
  <w:style w:type="character" w:customStyle="1" w:styleId="IntestazioneCarattere">
    <w:name w:val="Intestazione Carattere"/>
    <w:link w:val="Intestazione"/>
    <w:rPr>
      <w:lang w:val="it-IT" w:eastAsia="it-IT" w:bidi="ar-SA"/>
    </w:rPr>
  </w:style>
  <w:style w:type="character" w:customStyle="1" w:styleId="CarattereCarattere">
    <w:name w:val="Carattere Carattere"/>
    <w:rPr>
      <w:rFonts w:ascii="Times New Roman" w:eastAsia="Times New Roman" w:hAnsi="Times New Roman" w:cs="Times New Roman"/>
      <w:sz w:val="20"/>
      <w:szCs w:val="20"/>
      <w:lang w:eastAsia="it-IT"/>
    </w:rPr>
  </w:style>
  <w:style w:type="character" w:customStyle="1" w:styleId="FunzionealthCarattere1">
    <w:name w:val="Funzione(alt+h) Carattere1"/>
    <w:link w:val="Funzionealth"/>
    <w:rPr>
      <w:rFonts w:ascii="Arial" w:hAnsi="Arial"/>
      <w:i/>
      <w:lang w:val="it-IT" w:eastAsia="it-IT" w:bidi="ar-SA"/>
    </w:rPr>
  </w:style>
  <w:style w:type="character" w:customStyle="1" w:styleId="Titolo2Carattere">
    <w:name w:val="Titolo 2 Carattere"/>
    <w:link w:val="Titolo2"/>
    <w:rPr>
      <w:rFonts w:ascii="Verdana" w:hAnsi="Verdana"/>
      <w:b/>
      <w:bCs/>
      <w:szCs w:val="24"/>
      <w:lang w:val="it-IT" w:eastAsia="it-IT" w:bidi="ar-SA"/>
    </w:rPr>
  </w:style>
  <w:style w:type="paragraph" w:customStyle="1" w:styleId="WWNewPage">
    <w:name w:val="WW_NewPage"/>
    <w:basedOn w:val="Normale"/>
    <w:qFormat/>
    <w:pPr>
      <w:jc w:val="both"/>
    </w:pPr>
    <w:rPr>
      <w:rFonts w:ascii="Arial" w:hAnsi="Arial"/>
      <w:b/>
      <w:bCs/>
      <w:color w:val="FFFFFF"/>
      <w:sz w:val="4"/>
      <w:szCs w:val="4"/>
    </w:rPr>
  </w:style>
  <w:style w:type="paragraph" w:customStyle="1" w:styleId="WWRelease">
    <w:name w:val="WW_Release"/>
    <w:basedOn w:val="Intestazione"/>
    <w:qFormat/>
    <w:pPr>
      <w:tabs>
        <w:tab w:val="clear" w:pos="4819"/>
        <w:tab w:val="clear" w:pos="9638"/>
      </w:tabs>
    </w:pPr>
    <w:rPr>
      <w:rFonts w:ascii="Arial" w:hAnsi="Arial" w:cs="Arial"/>
      <w:b/>
      <w:bCs/>
    </w:rPr>
  </w:style>
  <w:style w:type="character" w:customStyle="1" w:styleId="CorpoAltFCarattere0">
    <w:name w:val="Corpo (Alt+F) Carattere"/>
    <w:link w:val="CorpoAltF0"/>
    <w:rPr>
      <w:rFonts w:ascii="Arial" w:hAnsi="Arial" w:cs="Arial"/>
    </w:rPr>
  </w:style>
  <w:style w:type="paragraph" w:customStyle="1" w:styleId="WWReleaseTipo">
    <w:name w:val="WW_Release_Tipo"/>
    <w:basedOn w:val="Intestazione"/>
    <w:pPr>
      <w:tabs>
        <w:tab w:val="clear" w:pos="4819"/>
        <w:tab w:val="clear" w:pos="9638"/>
      </w:tabs>
    </w:pPr>
    <w:rPr>
      <w:rFonts w:ascii="Arial" w:hAnsi="Arial" w:cs="Arial"/>
      <w:b/>
    </w:rPr>
  </w:style>
  <w:style w:type="paragraph" w:customStyle="1" w:styleId="WWNormativaSoftware">
    <w:name w:val="WW_NormativaSoftware"/>
    <w:basedOn w:val="TS-titolo-Comando"/>
    <w:next w:val="CorpoAltF0"/>
    <w:qFormat/>
    <w:pPr>
      <w:spacing w:before="60"/>
      <w:jc w:val="left"/>
    </w:pPr>
    <w:rPr>
      <w:color w:val="17365D"/>
      <w:sz w:val="28"/>
    </w:rPr>
  </w:style>
  <w:style w:type="paragraph" w:customStyle="1" w:styleId="WWAnomalie">
    <w:name w:val="WW_Anomalie"/>
    <w:basedOn w:val="WWNormativaSoftware"/>
    <w:next w:val="CorpoAltF0"/>
    <w:link w:val="WWAnomalieCarattere"/>
    <w:pPr>
      <w:ind w:left="176"/>
    </w:pPr>
  </w:style>
  <w:style w:type="character" w:customStyle="1" w:styleId="WWAnomalieCarattere">
    <w:name w:val="WW_Anomalie Carattere"/>
    <w:link w:val="WWAnomalie"/>
    <w:rPr>
      <w:rFonts w:ascii="Arial" w:hAnsi="Arial"/>
      <w:b/>
      <w:bCs/>
      <w:color w:val="17365D"/>
      <w:sz w:val="28"/>
    </w:rPr>
  </w:style>
  <w:style w:type="paragraph" w:customStyle="1" w:styleId="WWTipoDocumento">
    <w:name w:val="WW_TipoDocumento"/>
    <w:basedOn w:val="CorpoAltF0"/>
    <w:next w:val="CorpoAltF0"/>
    <w:link w:val="WWTipoDocumentoCarattere"/>
    <w:qFormat/>
    <w:rPr>
      <w:b/>
      <w:color w:val="FFFFFF" w:themeColor="background1"/>
      <w:sz w:val="10"/>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paragraph" w:customStyle="1" w:styleId="corpoAltF1">
    <w:name w:val="corpo (Alt+F)1"/>
    <w:basedOn w:val="Normale"/>
    <w:qFormat/>
    <w:rsid w:val="00E52CB9"/>
    <w:pPr>
      <w:jc w:val="both"/>
    </w:pPr>
    <w:rPr>
      <w:rFonts w:ascii="Arial" w:hAnsi="Arial" w:cs="Arial"/>
      <w:sz w:val="20"/>
      <w:szCs w:val="20"/>
    </w:rPr>
  </w:style>
  <w:style w:type="paragraph" w:customStyle="1" w:styleId="NOTEEVOLUTION">
    <w:name w:val="NOTE EVOLUTION"/>
    <w:basedOn w:val="corpoAltF"/>
    <w:rsid w:val="00ED0183"/>
  </w:style>
  <w:style w:type="paragraph" w:customStyle="1" w:styleId="NOTELIVELLO4">
    <w:name w:val="NOTE LIVELLO 4"/>
    <w:basedOn w:val="NOTEEVOLUTION"/>
    <w:qFormat/>
    <w:rsid w:val="00ED0183"/>
    <w:rPr>
      <w:b/>
      <w:i/>
      <w:iCs/>
    </w:rPr>
  </w:style>
  <w:style w:type="character" w:customStyle="1" w:styleId="corpoAltFCarattere2">
    <w:name w:val="corpo (Alt+F) Carattere2"/>
    <w:basedOn w:val="Carpredefinitoparagrafo"/>
    <w:locked/>
    <w:rsid w:val="002D1F01"/>
    <w:rPr>
      <w:rFonts w:ascii="Arial" w:eastAsia="Times New Roman" w:hAnsi="Arial" w:cs="Arial"/>
      <w:sz w:val="20"/>
      <w:szCs w:val="20"/>
      <w:lang w:val="it-IT" w:eastAsia="it-IT"/>
    </w:rPr>
  </w:style>
  <w:style w:type="character" w:styleId="Rimandocommento">
    <w:name w:val="annotation reference"/>
    <w:basedOn w:val="Carpredefinitoparagrafo"/>
    <w:semiHidden/>
    <w:unhideWhenUsed/>
    <w:rsid w:val="00F13293"/>
    <w:rPr>
      <w:sz w:val="16"/>
      <w:szCs w:val="16"/>
    </w:rPr>
  </w:style>
  <w:style w:type="character" w:customStyle="1" w:styleId="FunzionealthCarattere2">
    <w:name w:val="Funzione(alt+h) Carattere2"/>
    <w:basedOn w:val="Carpredefinitoparagrafo"/>
    <w:rsid w:val="00490060"/>
    <w:rPr>
      <w:rFonts w:ascii="Arial" w:eastAsia="Times New Roman" w:hAnsi="Arial" w:cs="Times New Roman"/>
      <w:sz w:val="20"/>
      <w:szCs w:val="20"/>
      <w:lang w:val="it-IT" w:eastAsia="it-IT"/>
    </w:rPr>
  </w:style>
  <w:style w:type="paragraph" w:customStyle="1" w:styleId="ignora">
    <w:name w:val="ignora"/>
    <w:basedOn w:val="Normale"/>
    <w:rsid w:val="00745DD0"/>
    <w:pPr>
      <w:pBdr>
        <w:top w:val="single" w:sz="12" w:space="1" w:color="365F91"/>
        <w:left w:val="single" w:sz="12" w:space="4" w:color="365F91"/>
        <w:bottom w:val="single" w:sz="18" w:space="1" w:color="365F91"/>
        <w:right w:val="single" w:sz="18" w:space="4" w:color="365F91"/>
      </w:pBdr>
      <w:ind w:left="142" w:right="141"/>
      <w:jc w:val="center"/>
    </w:pPr>
    <w:rPr>
      <w:rFonts w:ascii="Arial" w:hAnsi="Arial" w:cs="Arial"/>
      <w:b/>
      <w:i/>
      <w:spacing w:val="14"/>
      <w:sz w:val="28"/>
      <w:szCs w:val="28"/>
    </w:rPr>
  </w:style>
  <w:style w:type="paragraph" w:customStyle="1" w:styleId="2MADescrizioneCampo">
    <w:name w:val="2_MA_DescrizioneCampo"/>
    <w:basedOn w:val="corpo"/>
    <w:qFormat/>
    <w:rsid w:val="00595422"/>
  </w:style>
  <w:style w:type="character" w:customStyle="1" w:styleId="PidipaginaCarattere">
    <w:name w:val="Piè di pagina Carattere"/>
    <w:link w:val="Pidipagina"/>
    <w:locked/>
    <w:rsid w:val="0049612E"/>
  </w:style>
  <w:style w:type="paragraph" w:customStyle="1" w:styleId="Esempio">
    <w:name w:val="Esempio"/>
    <w:basedOn w:val="Normale"/>
    <w:rsid w:val="0021343A"/>
    <w:pPr>
      <w:jc w:val="both"/>
    </w:pPr>
    <w:rPr>
      <w:rFonts w:ascii="Arial" w:hAnsi="Arial" w:cs="CG Time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121543">
      <w:bodyDiv w:val="1"/>
      <w:marLeft w:val="0"/>
      <w:marRight w:val="0"/>
      <w:marTop w:val="0"/>
      <w:marBottom w:val="0"/>
      <w:divBdr>
        <w:top w:val="none" w:sz="0" w:space="0" w:color="auto"/>
        <w:left w:val="none" w:sz="0" w:space="0" w:color="auto"/>
        <w:bottom w:val="none" w:sz="0" w:space="0" w:color="auto"/>
        <w:right w:val="none" w:sz="0" w:space="0" w:color="auto"/>
      </w:divBdr>
      <w:divsChild>
        <w:div w:id="488448670">
          <w:marLeft w:val="0"/>
          <w:marRight w:val="0"/>
          <w:marTop w:val="0"/>
          <w:marBottom w:val="0"/>
          <w:divBdr>
            <w:top w:val="none" w:sz="0" w:space="0" w:color="auto"/>
            <w:left w:val="none" w:sz="0" w:space="0" w:color="auto"/>
            <w:bottom w:val="none" w:sz="0" w:space="0" w:color="auto"/>
            <w:right w:val="none" w:sz="0" w:space="0" w:color="auto"/>
          </w:divBdr>
          <w:divsChild>
            <w:div w:id="794711770">
              <w:marLeft w:val="0"/>
              <w:marRight w:val="0"/>
              <w:marTop w:val="0"/>
              <w:marBottom w:val="0"/>
              <w:divBdr>
                <w:top w:val="none" w:sz="0" w:space="0" w:color="auto"/>
                <w:left w:val="none" w:sz="0" w:space="0" w:color="auto"/>
                <w:bottom w:val="none" w:sz="0" w:space="0" w:color="auto"/>
                <w:right w:val="none" w:sz="0" w:space="0" w:color="auto"/>
              </w:divBdr>
              <w:divsChild>
                <w:div w:id="550457758">
                  <w:marLeft w:val="0"/>
                  <w:marRight w:val="0"/>
                  <w:marTop w:val="0"/>
                  <w:marBottom w:val="0"/>
                  <w:divBdr>
                    <w:top w:val="none" w:sz="0" w:space="0" w:color="auto"/>
                    <w:left w:val="none" w:sz="0" w:space="0" w:color="auto"/>
                    <w:bottom w:val="none" w:sz="0" w:space="0" w:color="auto"/>
                    <w:right w:val="none" w:sz="0" w:space="0" w:color="auto"/>
                  </w:divBdr>
                  <w:divsChild>
                    <w:div w:id="155920444">
                      <w:marLeft w:val="150"/>
                      <w:marRight w:val="150"/>
                      <w:marTop w:val="120"/>
                      <w:marBottom w:val="0"/>
                      <w:divBdr>
                        <w:top w:val="none" w:sz="0" w:space="0" w:color="auto"/>
                        <w:left w:val="none" w:sz="0" w:space="0" w:color="auto"/>
                        <w:bottom w:val="none" w:sz="0" w:space="0" w:color="auto"/>
                        <w:right w:val="none" w:sz="0" w:space="0" w:color="auto"/>
                      </w:divBdr>
                      <w:divsChild>
                        <w:div w:id="580259764">
                          <w:marLeft w:val="0"/>
                          <w:marRight w:val="0"/>
                          <w:marTop w:val="0"/>
                          <w:marBottom w:val="0"/>
                          <w:divBdr>
                            <w:top w:val="none" w:sz="0" w:space="0" w:color="auto"/>
                            <w:left w:val="none" w:sz="0" w:space="0" w:color="auto"/>
                            <w:bottom w:val="none" w:sz="0" w:space="0" w:color="auto"/>
                            <w:right w:val="single" w:sz="6" w:space="8" w:color="DDDDDD"/>
                          </w:divBdr>
                          <w:divsChild>
                            <w:div w:id="1990475184">
                              <w:marLeft w:val="0"/>
                              <w:marRight w:val="0"/>
                              <w:marTop w:val="0"/>
                              <w:marBottom w:val="90"/>
                              <w:divBdr>
                                <w:top w:val="single" w:sz="6" w:space="5" w:color="D7D7D7"/>
                                <w:left w:val="single" w:sz="6" w:space="5" w:color="D7D7D7"/>
                                <w:bottom w:val="single" w:sz="6" w:space="5" w:color="D7D7D7"/>
                                <w:right w:val="single" w:sz="6" w:space="5" w:color="D7D7D7"/>
                              </w:divBdr>
                              <w:divsChild>
                                <w:div w:id="566110447">
                                  <w:marLeft w:val="0"/>
                                  <w:marRight w:val="0"/>
                                  <w:marTop w:val="0"/>
                                  <w:marBottom w:val="0"/>
                                  <w:divBdr>
                                    <w:top w:val="none" w:sz="0" w:space="0" w:color="auto"/>
                                    <w:left w:val="none" w:sz="0" w:space="0" w:color="auto"/>
                                    <w:bottom w:val="none" w:sz="0" w:space="0" w:color="auto"/>
                                    <w:right w:val="none" w:sz="0" w:space="0" w:color="auto"/>
                                  </w:divBdr>
                                  <w:divsChild>
                                    <w:div w:id="1866596476">
                                      <w:marLeft w:val="0"/>
                                      <w:marRight w:val="0"/>
                                      <w:marTop w:val="0"/>
                                      <w:marBottom w:val="0"/>
                                      <w:divBdr>
                                        <w:top w:val="none" w:sz="0" w:space="0" w:color="auto"/>
                                        <w:left w:val="none" w:sz="0" w:space="0" w:color="auto"/>
                                        <w:bottom w:val="none" w:sz="0" w:space="0" w:color="auto"/>
                                        <w:right w:val="none" w:sz="0" w:space="0" w:color="auto"/>
                                      </w:divBdr>
                                      <w:divsChild>
                                        <w:div w:id="1845777096">
                                          <w:marLeft w:val="0"/>
                                          <w:marRight w:val="0"/>
                                          <w:marTop w:val="0"/>
                                          <w:marBottom w:val="0"/>
                                          <w:divBdr>
                                            <w:top w:val="none" w:sz="0" w:space="0" w:color="auto"/>
                                            <w:left w:val="none" w:sz="0" w:space="0" w:color="auto"/>
                                            <w:bottom w:val="none" w:sz="0" w:space="0" w:color="auto"/>
                                            <w:right w:val="none" w:sz="0" w:space="0" w:color="auto"/>
                                          </w:divBdr>
                                          <w:divsChild>
                                            <w:div w:id="358749358">
                                              <w:marLeft w:val="0"/>
                                              <w:marRight w:val="0"/>
                                              <w:marTop w:val="0"/>
                                              <w:marBottom w:val="0"/>
                                              <w:divBdr>
                                                <w:top w:val="none" w:sz="0" w:space="0" w:color="auto"/>
                                                <w:left w:val="none" w:sz="0" w:space="0" w:color="auto"/>
                                                <w:bottom w:val="none" w:sz="0" w:space="0" w:color="auto"/>
                                                <w:right w:val="none" w:sz="0" w:space="0" w:color="auto"/>
                                              </w:divBdr>
                                              <w:divsChild>
                                                <w:div w:id="81279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4486014">
      <w:bodyDiv w:val="1"/>
      <w:marLeft w:val="0"/>
      <w:marRight w:val="0"/>
      <w:marTop w:val="0"/>
      <w:marBottom w:val="0"/>
      <w:divBdr>
        <w:top w:val="none" w:sz="0" w:space="0" w:color="auto"/>
        <w:left w:val="none" w:sz="0" w:space="0" w:color="auto"/>
        <w:bottom w:val="none" w:sz="0" w:space="0" w:color="auto"/>
        <w:right w:val="none" w:sz="0" w:space="0" w:color="auto"/>
      </w:divBdr>
    </w:div>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379942332">
      <w:bodyDiv w:val="1"/>
      <w:marLeft w:val="0"/>
      <w:marRight w:val="0"/>
      <w:marTop w:val="0"/>
      <w:marBottom w:val="0"/>
      <w:divBdr>
        <w:top w:val="none" w:sz="0" w:space="0" w:color="auto"/>
        <w:left w:val="none" w:sz="0" w:space="0" w:color="auto"/>
        <w:bottom w:val="none" w:sz="0" w:space="0" w:color="auto"/>
        <w:right w:val="none" w:sz="0" w:space="0" w:color="auto"/>
      </w:divBdr>
    </w:div>
    <w:div w:id="437723548">
      <w:bodyDiv w:val="1"/>
      <w:marLeft w:val="0"/>
      <w:marRight w:val="0"/>
      <w:marTop w:val="0"/>
      <w:marBottom w:val="0"/>
      <w:divBdr>
        <w:top w:val="none" w:sz="0" w:space="0" w:color="auto"/>
        <w:left w:val="none" w:sz="0" w:space="0" w:color="auto"/>
        <w:bottom w:val="none" w:sz="0" w:space="0" w:color="auto"/>
        <w:right w:val="none" w:sz="0" w:space="0" w:color="auto"/>
      </w:divBdr>
    </w:div>
    <w:div w:id="455608177">
      <w:bodyDiv w:val="1"/>
      <w:marLeft w:val="0"/>
      <w:marRight w:val="0"/>
      <w:marTop w:val="0"/>
      <w:marBottom w:val="0"/>
      <w:divBdr>
        <w:top w:val="none" w:sz="0" w:space="0" w:color="auto"/>
        <w:left w:val="none" w:sz="0" w:space="0" w:color="auto"/>
        <w:bottom w:val="none" w:sz="0" w:space="0" w:color="auto"/>
        <w:right w:val="none" w:sz="0" w:space="0" w:color="auto"/>
      </w:divBdr>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588344008">
      <w:bodyDiv w:val="1"/>
      <w:marLeft w:val="0"/>
      <w:marRight w:val="0"/>
      <w:marTop w:val="0"/>
      <w:marBottom w:val="0"/>
      <w:divBdr>
        <w:top w:val="none" w:sz="0" w:space="0" w:color="auto"/>
        <w:left w:val="none" w:sz="0" w:space="0" w:color="auto"/>
        <w:bottom w:val="none" w:sz="0" w:space="0" w:color="auto"/>
        <w:right w:val="none" w:sz="0" w:space="0" w:color="auto"/>
      </w:divBdr>
    </w:div>
    <w:div w:id="913246430">
      <w:bodyDiv w:val="1"/>
      <w:marLeft w:val="0"/>
      <w:marRight w:val="0"/>
      <w:marTop w:val="0"/>
      <w:marBottom w:val="0"/>
      <w:divBdr>
        <w:top w:val="none" w:sz="0" w:space="0" w:color="auto"/>
        <w:left w:val="none" w:sz="0" w:space="0" w:color="auto"/>
        <w:bottom w:val="none" w:sz="0" w:space="0" w:color="auto"/>
        <w:right w:val="none" w:sz="0" w:space="0" w:color="auto"/>
      </w:divBdr>
      <w:divsChild>
        <w:div w:id="443816499">
          <w:marLeft w:val="0"/>
          <w:marRight w:val="0"/>
          <w:marTop w:val="0"/>
          <w:marBottom w:val="0"/>
          <w:divBdr>
            <w:top w:val="none" w:sz="0" w:space="0" w:color="auto"/>
            <w:left w:val="none" w:sz="0" w:space="0" w:color="auto"/>
            <w:bottom w:val="none" w:sz="0" w:space="0" w:color="auto"/>
            <w:right w:val="none" w:sz="0" w:space="0" w:color="auto"/>
          </w:divBdr>
          <w:divsChild>
            <w:div w:id="1818719254">
              <w:marLeft w:val="0"/>
              <w:marRight w:val="0"/>
              <w:marTop w:val="0"/>
              <w:marBottom w:val="0"/>
              <w:divBdr>
                <w:top w:val="none" w:sz="0" w:space="0" w:color="auto"/>
                <w:left w:val="none" w:sz="0" w:space="0" w:color="auto"/>
                <w:bottom w:val="none" w:sz="0" w:space="0" w:color="auto"/>
                <w:right w:val="none" w:sz="0" w:space="0" w:color="auto"/>
              </w:divBdr>
              <w:divsChild>
                <w:div w:id="1418475049">
                  <w:marLeft w:val="0"/>
                  <w:marRight w:val="0"/>
                  <w:marTop w:val="0"/>
                  <w:marBottom w:val="0"/>
                  <w:divBdr>
                    <w:top w:val="none" w:sz="0" w:space="0" w:color="auto"/>
                    <w:left w:val="none" w:sz="0" w:space="0" w:color="auto"/>
                    <w:bottom w:val="none" w:sz="0" w:space="0" w:color="auto"/>
                    <w:right w:val="none" w:sz="0" w:space="0" w:color="auto"/>
                  </w:divBdr>
                  <w:divsChild>
                    <w:div w:id="591856592">
                      <w:marLeft w:val="0"/>
                      <w:marRight w:val="0"/>
                      <w:marTop w:val="0"/>
                      <w:marBottom w:val="0"/>
                      <w:divBdr>
                        <w:top w:val="none" w:sz="0" w:space="0" w:color="auto"/>
                        <w:left w:val="none" w:sz="0" w:space="0" w:color="auto"/>
                        <w:bottom w:val="none" w:sz="0" w:space="0" w:color="auto"/>
                        <w:right w:val="none" w:sz="0" w:space="0" w:color="auto"/>
                      </w:divBdr>
                      <w:divsChild>
                        <w:div w:id="1097023126">
                          <w:marLeft w:val="-300"/>
                          <w:marRight w:val="0"/>
                          <w:marTop w:val="0"/>
                          <w:marBottom w:val="0"/>
                          <w:divBdr>
                            <w:top w:val="none" w:sz="0" w:space="0" w:color="auto"/>
                            <w:left w:val="none" w:sz="0" w:space="0" w:color="auto"/>
                            <w:bottom w:val="none" w:sz="0" w:space="0" w:color="auto"/>
                            <w:right w:val="single" w:sz="6" w:space="8" w:color="DDDDDD"/>
                          </w:divBdr>
                          <w:divsChild>
                            <w:div w:id="1480612018">
                              <w:marLeft w:val="0"/>
                              <w:marRight w:val="0"/>
                              <w:marTop w:val="0"/>
                              <w:marBottom w:val="90"/>
                              <w:divBdr>
                                <w:top w:val="none" w:sz="0" w:space="0" w:color="auto"/>
                                <w:left w:val="none" w:sz="0" w:space="0" w:color="auto"/>
                                <w:bottom w:val="none" w:sz="0" w:space="0" w:color="auto"/>
                                <w:right w:val="none" w:sz="0" w:space="0" w:color="auto"/>
                              </w:divBdr>
                              <w:divsChild>
                                <w:div w:id="224026559">
                                  <w:marLeft w:val="0"/>
                                  <w:marRight w:val="0"/>
                                  <w:marTop w:val="0"/>
                                  <w:marBottom w:val="0"/>
                                  <w:divBdr>
                                    <w:top w:val="none" w:sz="0" w:space="0" w:color="auto"/>
                                    <w:left w:val="none" w:sz="0" w:space="0" w:color="auto"/>
                                    <w:bottom w:val="none" w:sz="0" w:space="0" w:color="auto"/>
                                    <w:right w:val="none" w:sz="0" w:space="0" w:color="auto"/>
                                  </w:divBdr>
                                  <w:divsChild>
                                    <w:div w:id="2081636720">
                                      <w:marLeft w:val="0"/>
                                      <w:marRight w:val="0"/>
                                      <w:marTop w:val="0"/>
                                      <w:marBottom w:val="0"/>
                                      <w:divBdr>
                                        <w:top w:val="none" w:sz="0" w:space="0" w:color="auto"/>
                                        <w:left w:val="none" w:sz="0" w:space="0" w:color="auto"/>
                                        <w:bottom w:val="none" w:sz="0" w:space="0" w:color="auto"/>
                                        <w:right w:val="none" w:sz="0" w:space="0" w:color="auto"/>
                                      </w:divBdr>
                                      <w:divsChild>
                                        <w:div w:id="1995833374">
                                          <w:marLeft w:val="0"/>
                                          <w:marRight w:val="0"/>
                                          <w:marTop w:val="0"/>
                                          <w:marBottom w:val="0"/>
                                          <w:divBdr>
                                            <w:top w:val="none" w:sz="0" w:space="0" w:color="auto"/>
                                            <w:left w:val="none" w:sz="0" w:space="0" w:color="auto"/>
                                            <w:bottom w:val="none" w:sz="0" w:space="0" w:color="auto"/>
                                            <w:right w:val="none" w:sz="0" w:space="0" w:color="auto"/>
                                          </w:divBdr>
                                          <w:divsChild>
                                            <w:div w:id="766120070">
                                              <w:marLeft w:val="0"/>
                                              <w:marRight w:val="0"/>
                                              <w:marTop w:val="0"/>
                                              <w:marBottom w:val="0"/>
                                              <w:divBdr>
                                                <w:top w:val="none" w:sz="0" w:space="0" w:color="auto"/>
                                                <w:left w:val="none" w:sz="0" w:space="0" w:color="auto"/>
                                                <w:bottom w:val="none" w:sz="0" w:space="0" w:color="auto"/>
                                                <w:right w:val="none" w:sz="0" w:space="0" w:color="auto"/>
                                              </w:divBdr>
                                              <w:divsChild>
                                                <w:div w:id="77806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6348531">
      <w:bodyDiv w:val="1"/>
      <w:marLeft w:val="0"/>
      <w:marRight w:val="0"/>
      <w:marTop w:val="0"/>
      <w:marBottom w:val="0"/>
      <w:divBdr>
        <w:top w:val="none" w:sz="0" w:space="0" w:color="auto"/>
        <w:left w:val="none" w:sz="0" w:space="0" w:color="auto"/>
        <w:bottom w:val="none" w:sz="0" w:space="0" w:color="auto"/>
        <w:right w:val="none" w:sz="0" w:space="0" w:color="auto"/>
      </w:divBdr>
    </w:div>
    <w:div w:id="1135291033">
      <w:bodyDiv w:val="1"/>
      <w:marLeft w:val="0"/>
      <w:marRight w:val="0"/>
      <w:marTop w:val="0"/>
      <w:marBottom w:val="0"/>
      <w:divBdr>
        <w:top w:val="none" w:sz="0" w:space="0" w:color="auto"/>
        <w:left w:val="none" w:sz="0" w:space="0" w:color="auto"/>
        <w:bottom w:val="none" w:sz="0" w:space="0" w:color="auto"/>
        <w:right w:val="none" w:sz="0" w:space="0" w:color="auto"/>
      </w:divBdr>
    </w:div>
    <w:div w:id="1168013687">
      <w:bodyDiv w:val="1"/>
      <w:marLeft w:val="0"/>
      <w:marRight w:val="0"/>
      <w:marTop w:val="0"/>
      <w:marBottom w:val="0"/>
      <w:divBdr>
        <w:top w:val="none" w:sz="0" w:space="0" w:color="auto"/>
        <w:left w:val="none" w:sz="0" w:space="0" w:color="auto"/>
        <w:bottom w:val="none" w:sz="0" w:space="0" w:color="auto"/>
        <w:right w:val="none" w:sz="0" w:space="0" w:color="auto"/>
      </w:divBdr>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97768">
      <w:bodyDiv w:val="1"/>
      <w:marLeft w:val="0"/>
      <w:marRight w:val="0"/>
      <w:marTop w:val="0"/>
      <w:marBottom w:val="0"/>
      <w:divBdr>
        <w:top w:val="none" w:sz="0" w:space="0" w:color="auto"/>
        <w:left w:val="none" w:sz="0" w:space="0" w:color="auto"/>
        <w:bottom w:val="none" w:sz="0" w:space="0" w:color="auto"/>
        <w:right w:val="none" w:sz="0" w:space="0" w:color="auto"/>
      </w:divBdr>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icillo\AppData\Roaming\Microsoft\Templates\PAGHE_AAAAXXYY_AN.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216EE688D59CF468A6ECF2E2BC17FF5" ma:contentTypeVersion="6" ma:contentTypeDescription="Creare un nuovo documento." ma:contentTypeScope="" ma:versionID="444f4f6f46f6399f3b64801eaec59e6b">
  <xsd:schema xmlns:xsd="http://www.w3.org/2001/XMLSchema" xmlns:xs="http://www.w3.org/2001/XMLSchema" xmlns:p="http://schemas.microsoft.com/office/2006/metadata/properties" xmlns:ns2="5f1dac7d-80f3-42ed-b2ff-9c2a45092323" xmlns:ns3="e54a96c6-fa79-47cc-9ed2-31032a6ee488" targetNamespace="http://schemas.microsoft.com/office/2006/metadata/properties" ma:root="true" ma:fieldsID="ec8198be4002717adf6157e018dcda08" ns2:_="" ns3:_="">
    <xsd:import namespace="5f1dac7d-80f3-42ed-b2ff-9c2a45092323"/>
    <xsd:import namespace="e54a96c6-fa79-47cc-9ed2-31032a6ee4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dac7d-80f3-42ed-b2ff-9c2a450923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4a96c6-fa79-47cc-9ed2-31032a6ee488"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B50A1-4A12-4C6C-89F9-647D64BCC54F}">
  <ds:schemaRefs>
    <ds:schemaRef ds:uri="http://schemas.microsoft.com/sharepoint/v3/contenttype/forms"/>
  </ds:schemaRefs>
</ds:datastoreItem>
</file>

<file path=customXml/itemProps2.xml><?xml version="1.0" encoding="utf-8"?>
<ds:datastoreItem xmlns:ds="http://schemas.openxmlformats.org/officeDocument/2006/customXml" ds:itemID="{3E443939-DFCD-4C03-AAEF-C02A6FEAFF39}">
  <ds:schemaRefs>
    <ds:schemaRef ds:uri="http://schemas.microsoft.com/office/2006/metadata/properties"/>
    <ds:schemaRef ds:uri="http://schemas.microsoft.com/office/infopath/2007/PartnerControls"/>
    <ds:schemaRef ds:uri="1bb7ccf1-cd49-4030-afd3-cc23715972ad"/>
    <ds:schemaRef ds:uri="dc960a24-677f-46d2-b3a9-4f198f48f007"/>
  </ds:schemaRefs>
</ds:datastoreItem>
</file>

<file path=customXml/itemProps3.xml><?xml version="1.0" encoding="utf-8"?>
<ds:datastoreItem xmlns:ds="http://schemas.openxmlformats.org/officeDocument/2006/customXml" ds:itemID="{DF9BD90B-B7A0-45B4-96B7-75C6E3802D69}"/>
</file>

<file path=customXml/itemProps4.xml><?xml version="1.0" encoding="utf-8"?>
<ds:datastoreItem xmlns:ds="http://schemas.openxmlformats.org/officeDocument/2006/customXml" ds:itemID="{8299EDCC-B786-462A-9C87-B34B6B6D5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PAGHE_AAAAXXYY_AN.dotx</Template>
  <TotalTime>134</TotalTime>
  <Pages>3</Pages>
  <Words>602</Words>
  <Characters>3432</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SPEDIZIONE</vt:lpstr>
    </vt:vector>
  </TitlesOfParts>
  <Company>Teamsystem S.p.A</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SPEDIZIONE</dc:title>
  <dc:creator>Roberta Di Cillo</dc:creator>
  <cp:lastModifiedBy>Franco Presutti</cp:lastModifiedBy>
  <cp:revision>189</cp:revision>
  <cp:lastPrinted>2025-03-24T14:48:00Z</cp:lastPrinted>
  <dcterms:created xsi:type="dcterms:W3CDTF">2021-03-11T11:11:00Z</dcterms:created>
  <dcterms:modified xsi:type="dcterms:W3CDTF">2025-03-24T14:48:00Z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0x010100B216EE688D59CF468A6ECF2E2BC17FF5</vt:lpwstr>
  </property>
  <property fmtid="{D5CDD505-2E9C-101B-9397-08002B2CF9AE}" pid="3" name="MediaServiceImageTags">
    <vt:lpwstr/>
  </property>
</Properties>
</file>