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2C2AD" w14:textId="77777777" w:rsidR="00E250AC" w:rsidRDefault="00B07AA0">
      <w:pPr>
        <w:pStyle w:val="WWTipoDocumento"/>
        <w:rPr>
          <w:rFonts w:cs="Arial"/>
          <w:sz w:val="4"/>
          <w:szCs w:val="4"/>
        </w:rPr>
      </w:pPr>
      <w:bookmarkStart w:id="0" w:name="_Toc33011301"/>
      <w:r>
        <w:rPr>
          <w:rFonts w:cs="Arial"/>
          <w:sz w:val="4"/>
          <w:szCs w:val="4"/>
          <w:lang w:val="it-IT"/>
        </w:rPr>
        <w:t xml:space="preserve"> </w:t>
      </w:r>
      <w:r>
        <w:rPr>
          <w:rFonts w:cs="Arial"/>
          <w:sz w:val="4"/>
          <w:szCs w:val="4"/>
        </w:rPr>
        <w:t>ANOMALIE CORRETTE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3"/>
        <w:gridCol w:w="3544"/>
        <w:gridCol w:w="3831"/>
      </w:tblGrid>
      <w:tr w:rsidR="00E250AC" w14:paraId="51A5FCF2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1135D75" w14:textId="77777777" w:rsidR="00E250AC" w:rsidRDefault="005E1E40">
            <w:pPr>
              <w:pStyle w:val="CorpoAltF0"/>
              <w:rPr>
                <w:rFonts w:cs="Arial"/>
                <w:lang w:val="it-IT" w:eastAsia="it-IT"/>
              </w:rPr>
            </w:pPr>
            <w:bookmarkStart w:id="1" w:name="INDICE"/>
            <w:bookmarkEnd w:id="1"/>
            <w:r>
              <w:rPr>
                <w:rFonts w:cs="Arial"/>
                <w:noProof/>
                <w:lang w:val="it-IT" w:eastAsia="zh-TW"/>
              </w:rPr>
              <w:pict w14:anchorId="05CB6B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alt="MULTI_splash" style="width:90pt;height:108pt;visibility:visible">
                  <v:imagedata r:id="rId11" o:title=""/>
                </v:shape>
              </w:pict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6EF54005" w14:textId="50203AEE" w:rsidR="00E250AC" w:rsidRDefault="00B07AA0">
            <w:pPr>
              <w:pStyle w:val="CorpoAltF0"/>
              <w:rPr>
                <w:rFonts w:cs="Arial"/>
                <w:b/>
                <w:lang w:val="it-IT" w:eastAsia="it-IT"/>
              </w:rPr>
            </w:pPr>
            <w:r>
              <w:rPr>
                <w:rFonts w:cs="Arial"/>
                <w:b/>
                <w:lang w:val="it-IT" w:eastAsia="it-IT"/>
              </w:rPr>
              <w:t>RELEASE Versione 202</w:t>
            </w:r>
            <w:r w:rsidR="00752F37">
              <w:rPr>
                <w:rFonts w:cs="Arial"/>
                <w:b/>
                <w:lang w:val="it-IT" w:eastAsia="it-IT"/>
              </w:rPr>
              <w:t>5</w:t>
            </w:r>
            <w:r>
              <w:rPr>
                <w:rFonts w:cs="Arial"/>
                <w:b/>
                <w:lang w:val="it-IT" w:eastAsia="it-IT"/>
              </w:rPr>
              <w:t>.0</w:t>
            </w:r>
            <w:r w:rsidR="00185EE7">
              <w:rPr>
                <w:rFonts w:cs="Arial"/>
                <w:b/>
                <w:lang w:val="it-IT" w:eastAsia="it-IT"/>
              </w:rPr>
              <w:t>0</w:t>
            </w:r>
            <w:r>
              <w:rPr>
                <w:rFonts w:cs="Arial"/>
                <w:b/>
                <w:lang w:val="it-IT" w:eastAsia="it-IT"/>
              </w:rPr>
              <w:t>.0</w:t>
            </w:r>
            <w:r w:rsidR="00692A85">
              <w:rPr>
                <w:rFonts w:cs="Arial"/>
                <w:b/>
                <w:lang w:val="it-IT" w:eastAsia="it-IT"/>
              </w:rPr>
              <w:t>4</w:t>
            </w:r>
          </w:p>
        </w:tc>
      </w:tr>
      <w:tr w:rsidR="00E250AC" w14:paraId="04D27823" w14:textId="77777777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7E5B6F0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2A80C05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3E21F2B" w14:textId="185F9B2E" w:rsidR="00E250AC" w:rsidRDefault="00D07794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TS STUDIO Contabilità</w:t>
            </w:r>
          </w:p>
        </w:tc>
      </w:tr>
      <w:tr w:rsidR="00E250AC" w14:paraId="2A116313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9577D15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C66421B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A02D77C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E250AC" w14:paraId="138F4CD5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8129E20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D4923BD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9ECFC13" w14:textId="2A0DF289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752F37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.0</w:t>
            </w:r>
            <w:r w:rsidR="00185EE7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.0</w:t>
            </w:r>
            <w:r w:rsidR="00692A85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(</w:t>
            </w:r>
            <w:r w:rsidR="00EE6ED5">
              <w:rPr>
                <w:rFonts w:ascii="Arial" w:hAnsi="Arial" w:cs="Arial"/>
                <w:b/>
              </w:rPr>
              <w:t>Update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E250AC" w14:paraId="22B53335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B833874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419B95E" w14:textId="77777777" w:rsidR="00E250AC" w:rsidRPr="00433536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 w:rsidRPr="00433536"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9E93579" w14:textId="53B065A1" w:rsidR="00E250AC" w:rsidRPr="00433536" w:rsidRDefault="00692A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01</w:t>
            </w:r>
            <w:r w:rsidR="00B07AA0" w:rsidRPr="00433536">
              <w:rPr>
                <w:rFonts w:ascii="Arial" w:hAnsi="Arial" w:cs="Arial"/>
                <w:b/>
              </w:rPr>
              <w:t>/</w:t>
            </w:r>
            <w:r w:rsidR="00C4027C" w:rsidRPr="00433536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4</w:t>
            </w:r>
            <w:r w:rsidR="00B07AA0" w:rsidRPr="00433536">
              <w:rPr>
                <w:rFonts w:ascii="Arial" w:hAnsi="Arial" w:cs="Arial"/>
                <w:b/>
              </w:rPr>
              <w:t>/202</w:t>
            </w:r>
            <w:r w:rsidR="00752F37">
              <w:rPr>
                <w:rFonts w:ascii="Arial" w:hAnsi="Arial" w:cs="Arial"/>
                <w:b/>
              </w:rPr>
              <w:t>5</w:t>
            </w:r>
          </w:p>
        </w:tc>
      </w:tr>
      <w:tr w:rsidR="00E250AC" w14:paraId="30D55604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C7A4056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902F30B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132B1A2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Anomalie Corrette</w:t>
            </w:r>
          </w:p>
        </w:tc>
      </w:tr>
      <w:tr w:rsidR="00E250AC" w14:paraId="55CB51A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35199D8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C87A465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ABAA7FD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74093F99" w14:textId="77777777" w:rsidR="00E250AC" w:rsidRDefault="00E250AC">
      <w:pPr>
        <w:pStyle w:val="corpoAltF"/>
      </w:pPr>
    </w:p>
    <w:p w14:paraId="21D9C40C" w14:textId="77777777" w:rsidR="00E250AC" w:rsidRDefault="00E250AC">
      <w:pPr>
        <w:pStyle w:val="corpoAltF"/>
      </w:pPr>
    </w:p>
    <w:p w14:paraId="3A42D6C1" w14:textId="77777777" w:rsidR="00E250AC" w:rsidRDefault="00B07AA0">
      <w:pPr>
        <w:pStyle w:val="corpoAltF"/>
        <w:pBdr>
          <w:top w:val="single" w:sz="12" w:space="1" w:color="365F91"/>
          <w:left w:val="single" w:sz="12" w:space="4" w:color="365F91"/>
          <w:bottom w:val="single" w:sz="18" w:space="1" w:color="365F91"/>
          <w:right w:val="single" w:sz="18" w:space="4" w:color="365F91"/>
        </w:pBdr>
        <w:ind w:left="142" w:right="141"/>
        <w:jc w:val="center"/>
        <w:rPr>
          <w:b/>
          <w:i/>
          <w:spacing w:val="14"/>
          <w:sz w:val="28"/>
          <w:szCs w:val="28"/>
        </w:rPr>
      </w:pPr>
      <w:r>
        <w:rPr>
          <w:b/>
          <w:i/>
          <w:spacing w:val="14"/>
          <w:sz w:val="28"/>
          <w:szCs w:val="28"/>
        </w:rPr>
        <w:t>ANOMALIE CORRETTE</w:t>
      </w:r>
    </w:p>
    <w:p w14:paraId="2DBFAB88" w14:textId="534067B9" w:rsidR="0086145C" w:rsidRDefault="00B07AA0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r>
        <w:rPr>
          <w:rStyle w:val="Collegamentoipertestuale"/>
          <w:iCs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iCs/>
          <w:color w:val="auto"/>
          <w:spacing w:val="-20"/>
          <w:szCs w:val="28"/>
          <w:u w:val="none"/>
        </w:rPr>
        <w:fldChar w:fldCharType="separate"/>
      </w:r>
      <w:hyperlink w:anchor="_Toc194415438" w:history="1">
        <w:r w:rsidR="0086145C" w:rsidRPr="000407C7">
          <w:rPr>
            <w:rStyle w:val="Collegamentoipertestuale"/>
          </w:rPr>
          <w:t>Bilancio infrannuale</w:t>
        </w:r>
        <w:r w:rsidR="0086145C">
          <w:rPr>
            <w:webHidden/>
          </w:rPr>
          <w:tab/>
        </w:r>
        <w:r w:rsidR="0086145C">
          <w:rPr>
            <w:webHidden/>
          </w:rPr>
          <w:fldChar w:fldCharType="begin"/>
        </w:r>
        <w:r w:rsidR="0086145C">
          <w:rPr>
            <w:webHidden/>
          </w:rPr>
          <w:instrText xml:space="preserve"> PAGEREF _Toc194415438 \h </w:instrText>
        </w:r>
        <w:r w:rsidR="0086145C">
          <w:rPr>
            <w:webHidden/>
          </w:rPr>
        </w:r>
        <w:r w:rsidR="0086145C">
          <w:rPr>
            <w:webHidden/>
          </w:rPr>
          <w:fldChar w:fldCharType="separate"/>
        </w:r>
        <w:r w:rsidR="005E1E40">
          <w:rPr>
            <w:webHidden/>
          </w:rPr>
          <w:t>2</w:t>
        </w:r>
        <w:r w:rsidR="0086145C">
          <w:rPr>
            <w:webHidden/>
          </w:rPr>
          <w:fldChar w:fldCharType="end"/>
        </w:r>
      </w:hyperlink>
    </w:p>
    <w:p w14:paraId="2D24480A" w14:textId="174DB098" w:rsidR="0086145C" w:rsidRDefault="0086145C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4415439" w:history="1">
        <w:r w:rsidRPr="000407C7">
          <w:rPr>
            <w:rStyle w:val="Collegamentoipertestuale"/>
          </w:rPr>
          <w:t>BILINF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_Toc194415439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E1E40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3EC73FC" w14:textId="36321101" w:rsidR="0086145C" w:rsidRDefault="0086145C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4415440" w:history="1">
        <w:r w:rsidRPr="000407C7">
          <w:rPr>
            <w:rStyle w:val="Collegamentoipertestuale"/>
          </w:rPr>
          <w:t>Bilancio Infrannuale con esercizio maggiore di 12 mesi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_Toc194415440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E1E40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12A67E9" w14:textId="0DC70B4B" w:rsidR="0086145C" w:rsidRDefault="0086145C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4415441" w:history="1">
        <w:r w:rsidRPr="000407C7">
          <w:rPr>
            <w:rStyle w:val="Collegamentoipertestuale"/>
          </w:rPr>
          <w:t>Console per la gestione delle fatture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_Toc194415441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E1E40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2E1158F" w14:textId="7A151B8C" w:rsidR="0086145C" w:rsidRDefault="0086145C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4415442" w:history="1">
        <w:r w:rsidRPr="000407C7">
          <w:rPr>
            <w:rStyle w:val="Collegamentoipertestuale"/>
          </w:rPr>
          <w:t>ECONS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_Toc194415442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E1E40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004E678" w14:textId="167B15F1" w:rsidR="0086145C" w:rsidRDefault="0086145C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4415443" w:history="1">
        <w:r w:rsidRPr="000407C7">
          <w:rPr>
            <w:rStyle w:val="Collegamentoipertestuale"/>
          </w:rPr>
          <w:t>Gestione Corrispettivi - Stampa mese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_Toc194415443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E1E40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A1BD57F" w14:textId="770A4E86" w:rsidR="00E250AC" w:rsidRDefault="00B07AA0" w:rsidP="00EF6B58">
      <w:pPr>
        <w:pStyle w:val="Sommario4"/>
      </w:pPr>
      <w:r>
        <w:rPr>
          <w:rStyle w:val="Collegamentoipertestuale"/>
          <w:iCs/>
          <w:color w:val="auto"/>
          <w:spacing w:val="-20"/>
          <w:szCs w:val="28"/>
          <w:u w:val="none"/>
        </w:rPr>
        <w:fldChar w:fldCharType="end"/>
      </w:r>
    </w:p>
    <w:p w14:paraId="58DA3EDA" w14:textId="77777777" w:rsidR="00E250AC" w:rsidRDefault="00E250AC">
      <w:pPr>
        <w:pStyle w:val="corpoAltF"/>
        <w:sectPr w:rsidR="00E250AC" w:rsidSect="006C26E5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ep="period"/>
          <w:cols w:space="720"/>
          <w:noEndnote/>
        </w:sectPr>
      </w:pPr>
    </w:p>
    <w:tbl>
      <w:tblPr>
        <w:tblW w:w="94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3309"/>
      </w:tblGrid>
      <w:tr w:rsidR="00D20A58" w:rsidRPr="00D20A58" w14:paraId="78B23491" w14:textId="77777777" w:rsidTr="00854C3D">
        <w:trPr>
          <w:trHeight w:val="555"/>
        </w:trPr>
        <w:tc>
          <w:tcPr>
            <w:tcW w:w="60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E6F7276" w14:textId="61C5613C" w:rsidR="00583AD6" w:rsidRPr="00D20A58" w:rsidRDefault="000C1E7B" w:rsidP="00854C3D">
            <w:pPr>
              <w:pStyle w:val="TS-titolo-01"/>
            </w:pPr>
            <w:bookmarkStart w:id="2" w:name="_Toc194415438"/>
            <w:bookmarkStart w:id="3" w:name="_Hlk188959577"/>
            <w:bookmarkEnd w:id="0"/>
            <w:r w:rsidRPr="00D20A58">
              <w:lastRenderedPageBreak/>
              <w:t>Bilancio infrannuale</w:t>
            </w:r>
            <w:bookmarkEnd w:id="2"/>
          </w:p>
        </w:tc>
        <w:tc>
          <w:tcPr>
            <w:tcW w:w="33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  <w:vAlign w:val="center"/>
            <w:hideMark/>
          </w:tcPr>
          <w:p w14:paraId="7486F6AD" w14:textId="77777777" w:rsidR="00583AD6" w:rsidRPr="00D20A58" w:rsidRDefault="00583AD6" w:rsidP="00854C3D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0A58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D20A58" w:rsidRPr="00D20A58" w14:paraId="04DD27CA" w14:textId="77777777" w:rsidTr="00854C3D">
        <w:trPr>
          <w:trHeight w:val="540"/>
        </w:trPr>
        <w:tc>
          <w:tcPr>
            <w:tcW w:w="609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7AA44" w14:textId="77777777" w:rsidR="00583AD6" w:rsidRPr="00D20A58" w:rsidRDefault="00583AD6" w:rsidP="00854C3D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20A58"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  <w:tc>
          <w:tcPr>
            <w:tcW w:w="330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  <w:hideMark/>
          </w:tcPr>
          <w:p w14:paraId="406BDBD4" w14:textId="08E8D480" w:rsidR="00583AD6" w:rsidRPr="00D20A58" w:rsidRDefault="0026361F" w:rsidP="00854C3D">
            <w:pPr>
              <w:pStyle w:val="TS-titolo-Comando"/>
              <w:rPr>
                <w:sz w:val="20"/>
              </w:rPr>
            </w:pPr>
            <w:bookmarkStart w:id="4" w:name="_Toc194415439"/>
            <w:r w:rsidRPr="00D20A58">
              <w:t>BILINF</w:t>
            </w:r>
            <w:bookmarkEnd w:id="4"/>
          </w:p>
        </w:tc>
      </w:tr>
    </w:tbl>
    <w:p w14:paraId="29ABEE49" w14:textId="0E4CE102" w:rsidR="001E5CE0" w:rsidRPr="001E5CE0" w:rsidRDefault="001E5CE0" w:rsidP="001E5CE0">
      <w:pPr>
        <w:pStyle w:val="TS-titolo-04"/>
      </w:pPr>
      <w:bookmarkStart w:id="5" w:name="_Toc194415440"/>
      <w:r w:rsidRPr="001E5CE0">
        <w:t>Bilanci</w:t>
      </w:r>
      <w:r w:rsidRPr="00D20A58">
        <w:t>o</w:t>
      </w:r>
      <w:r w:rsidRPr="001E5CE0">
        <w:t xml:space="preserve"> Infrannual</w:t>
      </w:r>
      <w:r w:rsidRPr="00D20A58">
        <w:t>e</w:t>
      </w:r>
      <w:r w:rsidRPr="001E5CE0">
        <w:t xml:space="preserve"> con esercizio maggiore di 12 mesi</w:t>
      </w:r>
      <w:bookmarkEnd w:id="5"/>
    </w:p>
    <w:p w14:paraId="146F0870" w14:textId="77777777" w:rsidR="00183F27" w:rsidRPr="00D20A58" w:rsidRDefault="00183F27" w:rsidP="00183F27">
      <w:pPr>
        <w:pStyle w:val="CorpoAltF0"/>
        <w:rPr>
          <w:rFonts w:cs="Arial"/>
          <w:vanish/>
          <w:spacing w:val="-1"/>
          <w:lang w:val="it-IT"/>
        </w:rPr>
      </w:pPr>
    </w:p>
    <w:p w14:paraId="17D21E15" w14:textId="092F4C85" w:rsidR="00030667" w:rsidRPr="00D20A58" w:rsidRDefault="005343DC" w:rsidP="003F00D9">
      <w:pPr>
        <w:pStyle w:val="CorpoAltF0"/>
        <w:rPr>
          <w:rFonts w:cs="Arial"/>
          <w:spacing w:val="-1"/>
          <w:lang w:val="it-IT"/>
        </w:rPr>
      </w:pPr>
      <w:r w:rsidRPr="00D20A58">
        <w:rPr>
          <w:rFonts w:cs="Arial"/>
          <w:spacing w:val="-1"/>
          <w:lang w:val="it-IT"/>
        </w:rPr>
        <w:t xml:space="preserve">Nel caso particolare di una ditta con primo esercizio maggiore di 12 mesi e periodicità trimestrale, </w:t>
      </w:r>
      <w:r w:rsidR="00540B6E" w:rsidRPr="00D20A58">
        <w:rPr>
          <w:rFonts w:cs="Arial"/>
          <w:spacing w:val="-1"/>
          <w:lang w:val="it-IT"/>
        </w:rPr>
        <w:t xml:space="preserve">non era </w:t>
      </w:r>
      <w:r w:rsidR="00C334DA" w:rsidRPr="00D20A58">
        <w:rPr>
          <w:rFonts w:cs="Arial"/>
          <w:spacing w:val="-1"/>
          <w:lang w:val="it-IT"/>
        </w:rPr>
        <w:t xml:space="preserve">possibile eseguire </w:t>
      </w:r>
      <w:r w:rsidRPr="00D20A58">
        <w:rPr>
          <w:rFonts w:cs="Arial"/>
          <w:spacing w:val="-1"/>
          <w:lang w:val="it-IT"/>
        </w:rPr>
        <w:t>le elaborazioni di bilanci trimestrali con date al 31/03 - 30/06 - 30/09-31/12.</w:t>
      </w:r>
    </w:p>
    <w:p w14:paraId="698262E4" w14:textId="776B6BB7" w:rsidR="008E3453" w:rsidRPr="00D20A58" w:rsidRDefault="008E3453" w:rsidP="008E3453">
      <w:pPr>
        <w:pStyle w:val="CorpoAltF0"/>
        <w:rPr>
          <w:rFonts w:cs="Arial"/>
          <w:spacing w:val="-1"/>
        </w:rPr>
      </w:pPr>
    </w:p>
    <w:p w14:paraId="272B4E48" w14:textId="77777777" w:rsidR="00D20A58" w:rsidRDefault="00D20A58" w:rsidP="008E3453">
      <w:pPr>
        <w:pStyle w:val="CorpoAltF0"/>
        <w:rPr>
          <w:rFonts w:cs="Arial"/>
          <w:spacing w:val="-1"/>
        </w:rPr>
      </w:pPr>
    </w:p>
    <w:p w14:paraId="4694CD6F" w14:textId="77777777" w:rsidR="00B01336" w:rsidRDefault="00B01336" w:rsidP="008E3453">
      <w:pPr>
        <w:pStyle w:val="CorpoAltF0"/>
        <w:rPr>
          <w:rFonts w:cs="Arial"/>
          <w:spacing w:val="-1"/>
        </w:rPr>
      </w:pPr>
    </w:p>
    <w:tbl>
      <w:tblPr>
        <w:tblW w:w="94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3309"/>
      </w:tblGrid>
      <w:tr w:rsidR="0099781F" w:rsidRPr="00D20A58" w14:paraId="1C43B673" w14:textId="77777777" w:rsidTr="009B33DC">
        <w:trPr>
          <w:trHeight w:val="555"/>
        </w:trPr>
        <w:tc>
          <w:tcPr>
            <w:tcW w:w="60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713AC0E" w14:textId="62D04F99" w:rsidR="0099781F" w:rsidRPr="00D20A58" w:rsidRDefault="00DE4A3B" w:rsidP="009B33DC">
            <w:pPr>
              <w:pStyle w:val="TS-titolo-01"/>
            </w:pPr>
            <w:bookmarkStart w:id="6" w:name="pID0EABBLHA"/>
            <w:bookmarkStart w:id="7" w:name="_Toc194415441"/>
            <w:bookmarkEnd w:id="3"/>
            <w:r w:rsidRPr="00DE4A3B">
              <w:t>Console per la gestione delle fatture</w:t>
            </w:r>
            <w:bookmarkEnd w:id="6"/>
            <w:bookmarkEnd w:id="7"/>
          </w:p>
        </w:tc>
        <w:tc>
          <w:tcPr>
            <w:tcW w:w="33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  <w:vAlign w:val="center"/>
            <w:hideMark/>
          </w:tcPr>
          <w:p w14:paraId="68BC5632" w14:textId="77777777" w:rsidR="0099781F" w:rsidRPr="00D20A58" w:rsidRDefault="0099781F" w:rsidP="009B33DC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0A58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99781F" w:rsidRPr="00D20A58" w14:paraId="73969991" w14:textId="77777777" w:rsidTr="009B33DC">
        <w:trPr>
          <w:trHeight w:val="540"/>
        </w:trPr>
        <w:tc>
          <w:tcPr>
            <w:tcW w:w="609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B1E09" w14:textId="0313D707" w:rsidR="0099781F" w:rsidRPr="00D20A58" w:rsidRDefault="0099781F" w:rsidP="009B33DC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  <w:hideMark/>
          </w:tcPr>
          <w:p w14:paraId="617C2B50" w14:textId="36E899D1" w:rsidR="0099781F" w:rsidRPr="00D20A58" w:rsidRDefault="00665B0E" w:rsidP="009B33DC">
            <w:pPr>
              <w:pStyle w:val="TS-titolo-Comando"/>
              <w:rPr>
                <w:sz w:val="20"/>
              </w:rPr>
            </w:pPr>
            <w:bookmarkStart w:id="8" w:name="_Toc194415442"/>
            <w:r>
              <w:t>ECONS</w:t>
            </w:r>
            <w:bookmarkEnd w:id="8"/>
          </w:p>
        </w:tc>
      </w:tr>
    </w:tbl>
    <w:p w14:paraId="738E3307" w14:textId="7F61198E" w:rsidR="0099781F" w:rsidRPr="001E5CE0" w:rsidRDefault="00672EFF" w:rsidP="0099781F">
      <w:pPr>
        <w:pStyle w:val="TS-titolo-04"/>
      </w:pPr>
      <w:bookmarkStart w:id="9" w:name="_Toc194415443"/>
      <w:r>
        <w:t>Gestione C</w:t>
      </w:r>
      <w:r w:rsidR="00C1507F">
        <w:t xml:space="preserve">orrispettivi - </w:t>
      </w:r>
      <w:r w:rsidR="00C13AEC">
        <w:t>Stampa mese</w:t>
      </w:r>
      <w:bookmarkEnd w:id="9"/>
    </w:p>
    <w:p w14:paraId="31488E5A" w14:textId="77777777" w:rsidR="0099781F" w:rsidRPr="00D20A58" w:rsidRDefault="0099781F" w:rsidP="0099781F">
      <w:pPr>
        <w:pStyle w:val="CorpoAltF0"/>
        <w:rPr>
          <w:rFonts w:cs="Arial"/>
          <w:vanish/>
          <w:spacing w:val="-1"/>
          <w:lang w:val="it-IT"/>
        </w:rPr>
      </w:pPr>
    </w:p>
    <w:p w14:paraId="61A26E67" w14:textId="32B86A88" w:rsidR="005A2E9C" w:rsidRDefault="00D46EF8" w:rsidP="00624275">
      <w:pPr>
        <w:pStyle w:val="CorpoAltF0"/>
        <w:rPr>
          <w:lang w:val="it-IT"/>
        </w:rPr>
      </w:pPr>
      <w:r>
        <w:rPr>
          <w:lang w:val="it-IT"/>
        </w:rPr>
        <w:t xml:space="preserve">In </w:t>
      </w:r>
      <w:r w:rsidR="00F945A1">
        <w:rPr>
          <w:lang w:val="it-IT"/>
        </w:rPr>
        <w:t>presenza di alcune particolari condizioni n</w:t>
      </w:r>
      <w:r w:rsidR="008906DB">
        <w:rPr>
          <w:lang w:val="it-IT"/>
        </w:rPr>
        <w:t>ella “</w:t>
      </w:r>
      <w:r w:rsidR="008906DB" w:rsidRPr="00F945A1">
        <w:rPr>
          <w:i/>
          <w:iCs/>
          <w:lang w:val="it-IT"/>
        </w:rPr>
        <w:t>Stampa mese</w:t>
      </w:r>
      <w:r w:rsidR="008906DB">
        <w:rPr>
          <w:lang w:val="it-IT"/>
        </w:rPr>
        <w:t>”</w:t>
      </w:r>
      <w:r w:rsidR="00C1507F">
        <w:rPr>
          <w:lang w:val="it-IT"/>
        </w:rPr>
        <w:t xml:space="preserve"> della “</w:t>
      </w:r>
      <w:r w:rsidR="00C1507F" w:rsidRPr="00C1507F">
        <w:rPr>
          <w:b/>
          <w:bCs/>
          <w:lang w:val="it-IT"/>
        </w:rPr>
        <w:t>Gestione Corrispettivi</w:t>
      </w:r>
      <w:r w:rsidR="00C1507F">
        <w:rPr>
          <w:lang w:val="it-IT"/>
        </w:rPr>
        <w:t>”</w:t>
      </w:r>
      <w:r w:rsidR="008906DB">
        <w:rPr>
          <w:lang w:val="it-IT"/>
        </w:rPr>
        <w:t xml:space="preserve"> non era più </w:t>
      </w:r>
      <w:r w:rsidR="000B2561">
        <w:rPr>
          <w:lang w:val="it-IT"/>
        </w:rPr>
        <w:t>riportata la</w:t>
      </w:r>
      <w:r w:rsidR="008906DB" w:rsidRPr="008906DB">
        <w:rPr>
          <w:lang w:val="it-IT"/>
        </w:rPr>
        <w:t xml:space="preserve"> distinzione della tipologia pagamento</w:t>
      </w:r>
      <w:r w:rsidR="002B02E3">
        <w:rPr>
          <w:lang w:val="it-IT"/>
        </w:rPr>
        <w:t xml:space="preserve"> (</w:t>
      </w:r>
      <w:r w:rsidR="004675FD">
        <w:rPr>
          <w:lang w:val="it-IT"/>
        </w:rPr>
        <w:t>pagamento contante e pagamento elettronico)</w:t>
      </w:r>
      <w:r w:rsidR="00F945A1">
        <w:rPr>
          <w:lang w:val="it-IT"/>
        </w:rPr>
        <w:t>.</w:t>
      </w:r>
    </w:p>
    <w:sectPr w:rsidR="005A2E9C" w:rsidSect="006C26E5">
      <w:headerReference w:type="default" r:id="rId14"/>
      <w:footerReference w:type="default" r:id="rId15"/>
      <w:pgSz w:w="11907" w:h="16840" w:code="9"/>
      <w:pgMar w:top="567" w:right="1134" w:bottom="1134" w:left="1134" w:header="397" w:footer="397" w:gutter="0"/>
      <w:pgNumType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D0123" w14:textId="77777777" w:rsidR="009E1C24" w:rsidRDefault="009E1C24">
      <w:r>
        <w:separator/>
      </w:r>
    </w:p>
  </w:endnote>
  <w:endnote w:type="continuationSeparator" w:id="0">
    <w:p w14:paraId="17961052" w14:textId="77777777" w:rsidR="009E1C24" w:rsidRDefault="009E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08017" w14:textId="77777777" w:rsidR="00E250AC" w:rsidRDefault="005E1E4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pict w14:anchorId="289744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7" type="#_x0000_t75" style="width:474.45pt;height:6pt;visibility:visible">
          <v:imagedata r:id="rId1" o:title=""/>
        </v:shape>
      </w:pict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E250AC" w14:paraId="2817908F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E9EA5C2" w14:textId="77777777" w:rsidR="00E250AC" w:rsidRDefault="00E250AC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  <w:vAlign w:val="center"/>
        </w:tcPr>
        <w:p w14:paraId="6749CE2E" w14:textId="77777777" w:rsidR="00E250AC" w:rsidRDefault="00B07AA0">
          <w:pPr>
            <w:spacing w:line="240" w:lineRule="atLeast"/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</w:tc>
      <w:tc>
        <w:tcPr>
          <w:tcW w:w="1701" w:type="dxa"/>
        </w:tcPr>
        <w:p w14:paraId="15779839" w14:textId="77777777" w:rsidR="00E250AC" w:rsidRDefault="00B07AA0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2B118D3A" w14:textId="77777777" w:rsidR="00E250AC" w:rsidRDefault="00E250AC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0F4A9" w14:textId="77777777" w:rsidR="006C26E5" w:rsidRDefault="005E1E4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pict w14:anchorId="3126B9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74.45pt;height:6pt;visibility:visible">
          <v:imagedata r:id="rId1" o:title=""/>
        </v:shape>
      </w:pict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6C26E5" w14:paraId="3682B0E8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60A6BF2D" w14:textId="77777777" w:rsidR="006C26E5" w:rsidRDefault="006C26E5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  <w:vAlign w:val="center"/>
        </w:tcPr>
        <w:p w14:paraId="7800FBA2" w14:textId="77777777" w:rsidR="006C26E5" w:rsidRDefault="006C26E5">
          <w:pPr>
            <w:spacing w:line="240" w:lineRule="atLeast"/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</w:tc>
      <w:tc>
        <w:tcPr>
          <w:tcW w:w="1701" w:type="dxa"/>
        </w:tcPr>
        <w:p w14:paraId="58C27155" w14:textId="77777777" w:rsidR="006C26E5" w:rsidRDefault="006C26E5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4EC984C1" w14:textId="77777777" w:rsidR="006C26E5" w:rsidRDefault="006C26E5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994FD" w14:textId="77777777" w:rsidR="009E1C24" w:rsidRDefault="009E1C24">
      <w:r>
        <w:separator/>
      </w:r>
    </w:p>
  </w:footnote>
  <w:footnote w:type="continuationSeparator" w:id="0">
    <w:p w14:paraId="31746333" w14:textId="77777777" w:rsidR="009E1C24" w:rsidRDefault="009E1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E250AC" w14:paraId="4FD6AE2C" w14:textId="77777777">
      <w:trPr>
        <w:cantSplit/>
      </w:trPr>
      <w:tc>
        <w:tcPr>
          <w:tcW w:w="2835" w:type="dxa"/>
          <w:tcBorders>
            <w:top w:val="nil"/>
            <w:left w:val="nil"/>
            <w:right w:val="nil"/>
          </w:tcBorders>
        </w:tcPr>
        <w:p w14:paraId="412BD028" w14:textId="77777777" w:rsidR="00E250AC" w:rsidRDefault="005E1E40"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  <w:lang w:eastAsia="zh-TW"/>
            </w:rPr>
            <w:pict w14:anchorId="3EF3C34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_1" style="width:132pt;height:30pt;visibility:visible">
                <v:imagedata r:id="rId1" o:title=""/>
              </v:shape>
            </w:pict>
          </w:r>
        </w:p>
      </w:tc>
      <w:tc>
        <w:tcPr>
          <w:tcW w:w="4663" w:type="dxa"/>
          <w:tcBorders>
            <w:top w:val="nil"/>
            <w:left w:val="nil"/>
            <w:right w:val="nil"/>
          </w:tcBorders>
          <w:vAlign w:val="bottom"/>
        </w:tcPr>
        <w:p w14:paraId="48DD52A4" w14:textId="77777777" w:rsidR="00E250AC" w:rsidRDefault="00B07AA0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right w:val="nil"/>
          </w:tcBorders>
          <w:vAlign w:val="bottom"/>
        </w:tcPr>
        <w:p w14:paraId="6DB83BB0" w14:textId="77777777" w:rsidR="00E250AC" w:rsidRDefault="00E250AC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E250AC" w14:paraId="316ACCAD" w14:textId="77777777">
      <w:trPr>
        <w:cantSplit/>
      </w:trPr>
      <w:tc>
        <w:tcPr>
          <w:tcW w:w="9639" w:type="dxa"/>
          <w:gridSpan w:val="3"/>
          <w:tcBorders>
            <w:left w:val="nil"/>
            <w:bottom w:val="nil"/>
            <w:right w:val="nil"/>
          </w:tcBorders>
          <w:vAlign w:val="bottom"/>
        </w:tcPr>
        <w:p w14:paraId="79E4A2BA" w14:textId="77777777" w:rsidR="00E250AC" w:rsidRDefault="00E250AC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5343A41E" w14:textId="77777777" w:rsidR="00E250AC" w:rsidRDefault="00B07AA0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64FBF820" w14:textId="77777777" w:rsidR="00E250AC" w:rsidRDefault="00E250AC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693AD5A6" w14:textId="77777777" w:rsidR="00E250AC" w:rsidRDefault="00E250AC">
    <w:pPr>
      <w:pStyle w:val="CorpoAltF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39"/>
    </w:tblGrid>
    <w:tr w:rsidR="00D07794" w14:paraId="6EF60A5E" w14:textId="77777777">
      <w:trPr>
        <w:trHeight w:val="558"/>
      </w:trPr>
      <w:tc>
        <w:tcPr>
          <w:tcW w:w="9639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0574DAAE" w14:textId="77777777" w:rsidR="00D07794" w:rsidRDefault="00D07794">
          <w:pPr>
            <w:pStyle w:val="TS-testata-01"/>
            <w:rPr>
              <w:b w:val="0"/>
              <w:color w:val="FFFFFF"/>
              <w:sz w:val="32"/>
            </w:rPr>
          </w:pPr>
          <w:r>
            <w:t>MULTI – ANOMALIE CORRETTE</w:t>
          </w:r>
        </w:p>
      </w:tc>
    </w:tr>
    <w:tr w:rsidR="00D07794" w14:paraId="31C85D69" w14:textId="77777777">
      <w:trPr>
        <w:trHeight w:val="558"/>
      </w:trPr>
      <w:tc>
        <w:tcPr>
          <w:tcW w:w="9639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FF8AB16" w14:textId="77777777" w:rsidR="00D07794" w:rsidRDefault="00D07794">
          <w:pPr>
            <w:pStyle w:val="Intestazione"/>
            <w:ind w:left="69"/>
            <w:jc w:val="center"/>
            <w:rPr>
              <w:rFonts w:ascii="Arial" w:hAnsi="Arial" w:cs="Arial"/>
              <w:b/>
              <w:color w:val="FFFFFF"/>
              <w:sz w:val="32"/>
            </w:rPr>
          </w:pPr>
        </w:p>
      </w:tc>
    </w:tr>
  </w:tbl>
  <w:p w14:paraId="6EB446B4" w14:textId="77777777" w:rsidR="00D07794" w:rsidRDefault="00D07794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62CB5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05C51"/>
    <w:multiLevelType w:val="multilevel"/>
    <w:tmpl w:val="D766D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CF5332"/>
    <w:multiLevelType w:val="hybridMultilevel"/>
    <w:tmpl w:val="ED489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97E51"/>
    <w:multiLevelType w:val="multilevel"/>
    <w:tmpl w:val="7C6CA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31554584"/>
    <w:multiLevelType w:val="hybridMultilevel"/>
    <w:tmpl w:val="A740C4D6"/>
    <w:lvl w:ilvl="0" w:tplc="A7666192">
      <w:start w:val="1"/>
      <w:numFmt w:val="bullet"/>
      <w:pStyle w:val="Puntoelencobianc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24E4C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6180429">
    <w:abstractNumId w:val="4"/>
  </w:num>
  <w:num w:numId="2" w16cid:durableId="2022273635">
    <w:abstractNumId w:val="5"/>
  </w:num>
  <w:num w:numId="3" w16cid:durableId="1714570844">
    <w:abstractNumId w:val="0"/>
  </w:num>
  <w:num w:numId="4" w16cid:durableId="1516531882">
    <w:abstractNumId w:val="2"/>
  </w:num>
  <w:num w:numId="5" w16cid:durableId="172294418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77692550">
    <w:abstractNumId w:val="3"/>
  </w:num>
  <w:num w:numId="7" w16cid:durableId="174676129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50AC"/>
    <w:rsid w:val="00004D78"/>
    <w:rsid w:val="00005D6E"/>
    <w:rsid w:val="00005FAC"/>
    <w:rsid w:val="00006F32"/>
    <w:rsid w:val="00017889"/>
    <w:rsid w:val="000239C5"/>
    <w:rsid w:val="00023D65"/>
    <w:rsid w:val="00026FE8"/>
    <w:rsid w:val="00030667"/>
    <w:rsid w:val="0003326D"/>
    <w:rsid w:val="000358EC"/>
    <w:rsid w:val="0003757F"/>
    <w:rsid w:val="000405F3"/>
    <w:rsid w:val="00041B94"/>
    <w:rsid w:val="00051FA5"/>
    <w:rsid w:val="00052FC6"/>
    <w:rsid w:val="00053725"/>
    <w:rsid w:val="000565D9"/>
    <w:rsid w:val="0005674A"/>
    <w:rsid w:val="00065ADA"/>
    <w:rsid w:val="00066D07"/>
    <w:rsid w:val="00075A45"/>
    <w:rsid w:val="00076DD4"/>
    <w:rsid w:val="000778A4"/>
    <w:rsid w:val="00081F12"/>
    <w:rsid w:val="0009112D"/>
    <w:rsid w:val="000933E8"/>
    <w:rsid w:val="00094388"/>
    <w:rsid w:val="00094ECF"/>
    <w:rsid w:val="0009536B"/>
    <w:rsid w:val="000A3435"/>
    <w:rsid w:val="000A40E0"/>
    <w:rsid w:val="000A478A"/>
    <w:rsid w:val="000B0B5E"/>
    <w:rsid w:val="000B12C7"/>
    <w:rsid w:val="000B2561"/>
    <w:rsid w:val="000B3783"/>
    <w:rsid w:val="000B7BB0"/>
    <w:rsid w:val="000C1E7B"/>
    <w:rsid w:val="000C6E02"/>
    <w:rsid w:val="000C6FE7"/>
    <w:rsid w:val="000D5114"/>
    <w:rsid w:val="000D7067"/>
    <w:rsid w:val="000E0B49"/>
    <w:rsid w:val="000E6223"/>
    <w:rsid w:val="000E78E0"/>
    <w:rsid w:val="000E79E8"/>
    <w:rsid w:val="000F1C25"/>
    <w:rsid w:val="000F2673"/>
    <w:rsid w:val="00100524"/>
    <w:rsid w:val="001014C6"/>
    <w:rsid w:val="001024B2"/>
    <w:rsid w:val="00103920"/>
    <w:rsid w:val="00110A79"/>
    <w:rsid w:val="00112526"/>
    <w:rsid w:val="001317B4"/>
    <w:rsid w:val="00134378"/>
    <w:rsid w:val="0014425D"/>
    <w:rsid w:val="00152951"/>
    <w:rsid w:val="001616A0"/>
    <w:rsid w:val="001729D0"/>
    <w:rsid w:val="00173501"/>
    <w:rsid w:val="001774C6"/>
    <w:rsid w:val="00177934"/>
    <w:rsid w:val="00180DA8"/>
    <w:rsid w:val="00183F27"/>
    <w:rsid w:val="00185EE7"/>
    <w:rsid w:val="00186CB6"/>
    <w:rsid w:val="00191344"/>
    <w:rsid w:val="001950D1"/>
    <w:rsid w:val="00197C00"/>
    <w:rsid w:val="001A37B2"/>
    <w:rsid w:val="001A6237"/>
    <w:rsid w:val="001B15ED"/>
    <w:rsid w:val="001B5D22"/>
    <w:rsid w:val="001B6181"/>
    <w:rsid w:val="001B7078"/>
    <w:rsid w:val="001B7462"/>
    <w:rsid w:val="001C5157"/>
    <w:rsid w:val="001D37CB"/>
    <w:rsid w:val="001E033F"/>
    <w:rsid w:val="001E0B83"/>
    <w:rsid w:val="001E32BA"/>
    <w:rsid w:val="001E43E3"/>
    <w:rsid w:val="001E4937"/>
    <w:rsid w:val="001E5CE0"/>
    <w:rsid w:val="001F246E"/>
    <w:rsid w:val="001F68EB"/>
    <w:rsid w:val="00201538"/>
    <w:rsid w:val="00206D29"/>
    <w:rsid w:val="00214CBA"/>
    <w:rsid w:val="00216753"/>
    <w:rsid w:val="002226BD"/>
    <w:rsid w:val="00230844"/>
    <w:rsid w:val="0023099F"/>
    <w:rsid w:val="00232DBC"/>
    <w:rsid w:val="00236B39"/>
    <w:rsid w:val="0024110E"/>
    <w:rsid w:val="00241DBD"/>
    <w:rsid w:val="0024317E"/>
    <w:rsid w:val="00243959"/>
    <w:rsid w:val="00244215"/>
    <w:rsid w:val="00244E43"/>
    <w:rsid w:val="00251863"/>
    <w:rsid w:val="002605BD"/>
    <w:rsid w:val="0026361F"/>
    <w:rsid w:val="00281392"/>
    <w:rsid w:val="00283138"/>
    <w:rsid w:val="00283E0D"/>
    <w:rsid w:val="00285B8F"/>
    <w:rsid w:val="0028689F"/>
    <w:rsid w:val="00294E18"/>
    <w:rsid w:val="002964C9"/>
    <w:rsid w:val="002A3448"/>
    <w:rsid w:val="002A3676"/>
    <w:rsid w:val="002A4656"/>
    <w:rsid w:val="002A68C0"/>
    <w:rsid w:val="002B0184"/>
    <w:rsid w:val="002B02E3"/>
    <w:rsid w:val="002B0AA3"/>
    <w:rsid w:val="002B4ABB"/>
    <w:rsid w:val="002B4F27"/>
    <w:rsid w:val="002C0C77"/>
    <w:rsid w:val="002C22C5"/>
    <w:rsid w:val="002C56A2"/>
    <w:rsid w:val="002C7819"/>
    <w:rsid w:val="002D1F71"/>
    <w:rsid w:val="002D4BCE"/>
    <w:rsid w:val="002D4C39"/>
    <w:rsid w:val="002E0150"/>
    <w:rsid w:val="002E2CE7"/>
    <w:rsid w:val="002E6231"/>
    <w:rsid w:val="002E67F5"/>
    <w:rsid w:val="002E69B3"/>
    <w:rsid w:val="002E6B4E"/>
    <w:rsid w:val="002E76BB"/>
    <w:rsid w:val="002F149E"/>
    <w:rsid w:val="002F552C"/>
    <w:rsid w:val="0030315D"/>
    <w:rsid w:val="0031036C"/>
    <w:rsid w:val="00314A07"/>
    <w:rsid w:val="0031583D"/>
    <w:rsid w:val="003243AE"/>
    <w:rsid w:val="00325E91"/>
    <w:rsid w:val="003262BE"/>
    <w:rsid w:val="00326BBD"/>
    <w:rsid w:val="003300C2"/>
    <w:rsid w:val="00331329"/>
    <w:rsid w:val="00344CEC"/>
    <w:rsid w:val="00346FBB"/>
    <w:rsid w:val="003479B8"/>
    <w:rsid w:val="00350385"/>
    <w:rsid w:val="00351DE4"/>
    <w:rsid w:val="00357A90"/>
    <w:rsid w:val="00370763"/>
    <w:rsid w:val="00377066"/>
    <w:rsid w:val="003773FE"/>
    <w:rsid w:val="00377952"/>
    <w:rsid w:val="00382D66"/>
    <w:rsid w:val="003837E9"/>
    <w:rsid w:val="003925D3"/>
    <w:rsid w:val="00392AEC"/>
    <w:rsid w:val="00393241"/>
    <w:rsid w:val="003A67F7"/>
    <w:rsid w:val="003B0026"/>
    <w:rsid w:val="003B1623"/>
    <w:rsid w:val="003B6874"/>
    <w:rsid w:val="003C4CD7"/>
    <w:rsid w:val="003D437B"/>
    <w:rsid w:val="003D50FC"/>
    <w:rsid w:val="003D7C70"/>
    <w:rsid w:val="003E11C3"/>
    <w:rsid w:val="003E3CB4"/>
    <w:rsid w:val="003E74BB"/>
    <w:rsid w:val="003F00D9"/>
    <w:rsid w:val="003F1AF5"/>
    <w:rsid w:val="003F36B0"/>
    <w:rsid w:val="003F43FB"/>
    <w:rsid w:val="003F5A60"/>
    <w:rsid w:val="004012D0"/>
    <w:rsid w:val="00404782"/>
    <w:rsid w:val="0040553A"/>
    <w:rsid w:val="00420B6D"/>
    <w:rsid w:val="00430D60"/>
    <w:rsid w:val="00431D76"/>
    <w:rsid w:val="00433536"/>
    <w:rsid w:val="00436F01"/>
    <w:rsid w:val="00441DCF"/>
    <w:rsid w:val="00450FB1"/>
    <w:rsid w:val="0045139D"/>
    <w:rsid w:val="0045368D"/>
    <w:rsid w:val="00453F24"/>
    <w:rsid w:val="00457364"/>
    <w:rsid w:val="004675FD"/>
    <w:rsid w:val="00476127"/>
    <w:rsid w:val="0049337E"/>
    <w:rsid w:val="004934EA"/>
    <w:rsid w:val="004A12EE"/>
    <w:rsid w:val="004B4235"/>
    <w:rsid w:val="004B446C"/>
    <w:rsid w:val="004B65F6"/>
    <w:rsid w:val="004B6640"/>
    <w:rsid w:val="004B750E"/>
    <w:rsid w:val="004C0342"/>
    <w:rsid w:val="004C4BEA"/>
    <w:rsid w:val="004D179F"/>
    <w:rsid w:val="004D5782"/>
    <w:rsid w:val="004D6E4B"/>
    <w:rsid w:val="004D6F55"/>
    <w:rsid w:val="004E5DAB"/>
    <w:rsid w:val="004F01D1"/>
    <w:rsid w:val="004F1E21"/>
    <w:rsid w:val="004F23AE"/>
    <w:rsid w:val="004F5046"/>
    <w:rsid w:val="004F5B08"/>
    <w:rsid w:val="005016AC"/>
    <w:rsid w:val="005038C9"/>
    <w:rsid w:val="00511946"/>
    <w:rsid w:val="00512C55"/>
    <w:rsid w:val="00513CD9"/>
    <w:rsid w:val="00516BF9"/>
    <w:rsid w:val="0052044D"/>
    <w:rsid w:val="00521CC4"/>
    <w:rsid w:val="00522056"/>
    <w:rsid w:val="00524F7F"/>
    <w:rsid w:val="005343DC"/>
    <w:rsid w:val="00534DD4"/>
    <w:rsid w:val="00534EA7"/>
    <w:rsid w:val="00540B6E"/>
    <w:rsid w:val="00541EB1"/>
    <w:rsid w:val="00547394"/>
    <w:rsid w:val="00551B7B"/>
    <w:rsid w:val="00556113"/>
    <w:rsid w:val="00560DBC"/>
    <w:rsid w:val="00574B8A"/>
    <w:rsid w:val="00574F18"/>
    <w:rsid w:val="00583AD6"/>
    <w:rsid w:val="005842A4"/>
    <w:rsid w:val="005847BD"/>
    <w:rsid w:val="005921B9"/>
    <w:rsid w:val="00593229"/>
    <w:rsid w:val="005A0061"/>
    <w:rsid w:val="005A1D55"/>
    <w:rsid w:val="005A2E9C"/>
    <w:rsid w:val="005B0A88"/>
    <w:rsid w:val="005C0CA5"/>
    <w:rsid w:val="005C0F34"/>
    <w:rsid w:val="005C1A45"/>
    <w:rsid w:val="005D4E43"/>
    <w:rsid w:val="005D4F75"/>
    <w:rsid w:val="005D57AA"/>
    <w:rsid w:val="005D5FB1"/>
    <w:rsid w:val="005E0CB3"/>
    <w:rsid w:val="005E1E40"/>
    <w:rsid w:val="005E1E47"/>
    <w:rsid w:val="005E284F"/>
    <w:rsid w:val="005F488B"/>
    <w:rsid w:val="0060501C"/>
    <w:rsid w:val="006108AF"/>
    <w:rsid w:val="00612B48"/>
    <w:rsid w:val="00614342"/>
    <w:rsid w:val="006178E5"/>
    <w:rsid w:val="00624275"/>
    <w:rsid w:val="00626EEF"/>
    <w:rsid w:val="00627494"/>
    <w:rsid w:val="00635F93"/>
    <w:rsid w:val="0064703D"/>
    <w:rsid w:val="00647FEB"/>
    <w:rsid w:val="0065146B"/>
    <w:rsid w:val="00651C67"/>
    <w:rsid w:val="00652846"/>
    <w:rsid w:val="0066130F"/>
    <w:rsid w:val="00665B0E"/>
    <w:rsid w:val="00672EFF"/>
    <w:rsid w:val="0068470E"/>
    <w:rsid w:val="00687AE9"/>
    <w:rsid w:val="00692A85"/>
    <w:rsid w:val="00695F49"/>
    <w:rsid w:val="006A063C"/>
    <w:rsid w:val="006A3A0C"/>
    <w:rsid w:val="006B5E45"/>
    <w:rsid w:val="006B5EDB"/>
    <w:rsid w:val="006C114F"/>
    <w:rsid w:val="006C1DB6"/>
    <w:rsid w:val="006C26E5"/>
    <w:rsid w:val="006C5B4F"/>
    <w:rsid w:val="006C5FC3"/>
    <w:rsid w:val="006D7276"/>
    <w:rsid w:val="006E0849"/>
    <w:rsid w:val="006F5F92"/>
    <w:rsid w:val="006F6152"/>
    <w:rsid w:val="006F7F44"/>
    <w:rsid w:val="007156D3"/>
    <w:rsid w:val="00716D7E"/>
    <w:rsid w:val="00720EF9"/>
    <w:rsid w:val="00721FA2"/>
    <w:rsid w:val="00731E37"/>
    <w:rsid w:val="0073395E"/>
    <w:rsid w:val="007433AA"/>
    <w:rsid w:val="00745FBA"/>
    <w:rsid w:val="007500A4"/>
    <w:rsid w:val="007508B9"/>
    <w:rsid w:val="00752F37"/>
    <w:rsid w:val="0075640F"/>
    <w:rsid w:val="00760EA7"/>
    <w:rsid w:val="0077182B"/>
    <w:rsid w:val="00774944"/>
    <w:rsid w:val="00775BD3"/>
    <w:rsid w:val="00785FD1"/>
    <w:rsid w:val="007A370E"/>
    <w:rsid w:val="007A4AFF"/>
    <w:rsid w:val="007B7D26"/>
    <w:rsid w:val="007B7D47"/>
    <w:rsid w:val="007C34B1"/>
    <w:rsid w:val="007C4479"/>
    <w:rsid w:val="007D3154"/>
    <w:rsid w:val="007E494B"/>
    <w:rsid w:val="007E5DE7"/>
    <w:rsid w:val="007F0CCB"/>
    <w:rsid w:val="007F720B"/>
    <w:rsid w:val="00803255"/>
    <w:rsid w:val="008041EB"/>
    <w:rsid w:val="00811B25"/>
    <w:rsid w:val="008142AE"/>
    <w:rsid w:val="00816CDE"/>
    <w:rsid w:val="00820ECA"/>
    <w:rsid w:val="00822E27"/>
    <w:rsid w:val="00824CD7"/>
    <w:rsid w:val="00830724"/>
    <w:rsid w:val="008311EB"/>
    <w:rsid w:val="008328E6"/>
    <w:rsid w:val="00833587"/>
    <w:rsid w:val="00833DEF"/>
    <w:rsid w:val="00840CC2"/>
    <w:rsid w:val="00841C97"/>
    <w:rsid w:val="00845EEE"/>
    <w:rsid w:val="00855A98"/>
    <w:rsid w:val="0086145C"/>
    <w:rsid w:val="008638EA"/>
    <w:rsid w:val="00882068"/>
    <w:rsid w:val="0088696E"/>
    <w:rsid w:val="008906DB"/>
    <w:rsid w:val="00891314"/>
    <w:rsid w:val="00892A36"/>
    <w:rsid w:val="008934D6"/>
    <w:rsid w:val="008A1BED"/>
    <w:rsid w:val="008B7B15"/>
    <w:rsid w:val="008B7C44"/>
    <w:rsid w:val="008C4FAA"/>
    <w:rsid w:val="008E3453"/>
    <w:rsid w:val="008E72FA"/>
    <w:rsid w:val="008E753A"/>
    <w:rsid w:val="008F6762"/>
    <w:rsid w:val="008F717B"/>
    <w:rsid w:val="0090444B"/>
    <w:rsid w:val="00904719"/>
    <w:rsid w:val="0090602D"/>
    <w:rsid w:val="00915889"/>
    <w:rsid w:val="00920415"/>
    <w:rsid w:val="009236A4"/>
    <w:rsid w:val="00923F72"/>
    <w:rsid w:val="0093572D"/>
    <w:rsid w:val="00936815"/>
    <w:rsid w:val="009412B6"/>
    <w:rsid w:val="00942494"/>
    <w:rsid w:val="00952A4D"/>
    <w:rsid w:val="00954B28"/>
    <w:rsid w:val="00955433"/>
    <w:rsid w:val="00955684"/>
    <w:rsid w:val="00961159"/>
    <w:rsid w:val="00970398"/>
    <w:rsid w:val="00972656"/>
    <w:rsid w:val="009740C5"/>
    <w:rsid w:val="00974441"/>
    <w:rsid w:val="0097537A"/>
    <w:rsid w:val="00976801"/>
    <w:rsid w:val="00977FDF"/>
    <w:rsid w:val="0098258F"/>
    <w:rsid w:val="00983CD4"/>
    <w:rsid w:val="00983FE3"/>
    <w:rsid w:val="00986992"/>
    <w:rsid w:val="009923F6"/>
    <w:rsid w:val="00992858"/>
    <w:rsid w:val="0099762A"/>
    <w:rsid w:val="0099781F"/>
    <w:rsid w:val="009A00C7"/>
    <w:rsid w:val="009A1626"/>
    <w:rsid w:val="009A2EA4"/>
    <w:rsid w:val="009C1FD9"/>
    <w:rsid w:val="009C32EE"/>
    <w:rsid w:val="009C551F"/>
    <w:rsid w:val="009D42C1"/>
    <w:rsid w:val="009D5083"/>
    <w:rsid w:val="009D5E58"/>
    <w:rsid w:val="009D684F"/>
    <w:rsid w:val="009D6A41"/>
    <w:rsid w:val="009D73C5"/>
    <w:rsid w:val="009E0FCE"/>
    <w:rsid w:val="009E1C24"/>
    <w:rsid w:val="009E33E6"/>
    <w:rsid w:val="00A057CA"/>
    <w:rsid w:val="00A06CC5"/>
    <w:rsid w:val="00A1003B"/>
    <w:rsid w:val="00A16A7B"/>
    <w:rsid w:val="00A3200F"/>
    <w:rsid w:val="00A3401C"/>
    <w:rsid w:val="00A43739"/>
    <w:rsid w:val="00A45569"/>
    <w:rsid w:val="00A51835"/>
    <w:rsid w:val="00A56A9B"/>
    <w:rsid w:val="00A578D0"/>
    <w:rsid w:val="00A7085A"/>
    <w:rsid w:val="00A71F50"/>
    <w:rsid w:val="00A768B0"/>
    <w:rsid w:val="00A903BF"/>
    <w:rsid w:val="00A91414"/>
    <w:rsid w:val="00A9184F"/>
    <w:rsid w:val="00A9211E"/>
    <w:rsid w:val="00AB45D8"/>
    <w:rsid w:val="00AB77E3"/>
    <w:rsid w:val="00AC3079"/>
    <w:rsid w:val="00AD2172"/>
    <w:rsid w:val="00AD7232"/>
    <w:rsid w:val="00AE4308"/>
    <w:rsid w:val="00AF5085"/>
    <w:rsid w:val="00AF6339"/>
    <w:rsid w:val="00AF6E04"/>
    <w:rsid w:val="00AF73AF"/>
    <w:rsid w:val="00B01336"/>
    <w:rsid w:val="00B03504"/>
    <w:rsid w:val="00B05D1B"/>
    <w:rsid w:val="00B07AA0"/>
    <w:rsid w:val="00B248EF"/>
    <w:rsid w:val="00B255E9"/>
    <w:rsid w:val="00B26CB0"/>
    <w:rsid w:val="00B27761"/>
    <w:rsid w:val="00B27E5A"/>
    <w:rsid w:val="00B3305C"/>
    <w:rsid w:val="00B33CFB"/>
    <w:rsid w:val="00B368E1"/>
    <w:rsid w:val="00B45790"/>
    <w:rsid w:val="00B52554"/>
    <w:rsid w:val="00B55D7D"/>
    <w:rsid w:val="00B707D1"/>
    <w:rsid w:val="00B714D5"/>
    <w:rsid w:val="00B72E5D"/>
    <w:rsid w:val="00B8374B"/>
    <w:rsid w:val="00B8473F"/>
    <w:rsid w:val="00B941A3"/>
    <w:rsid w:val="00BA27CE"/>
    <w:rsid w:val="00BB06DA"/>
    <w:rsid w:val="00BB235D"/>
    <w:rsid w:val="00BB5582"/>
    <w:rsid w:val="00BC58D2"/>
    <w:rsid w:val="00BC6EA2"/>
    <w:rsid w:val="00BD4CEE"/>
    <w:rsid w:val="00BD4FE4"/>
    <w:rsid w:val="00BD7A38"/>
    <w:rsid w:val="00BE34D0"/>
    <w:rsid w:val="00BF2DF0"/>
    <w:rsid w:val="00BF5E45"/>
    <w:rsid w:val="00BF783B"/>
    <w:rsid w:val="00C0785B"/>
    <w:rsid w:val="00C12FBD"/>
    <w:rsid w:val="00C13AEC"/>
    <w:rsid w:val="00C1507F"/>
    <w:rsid w:val="00C16993"/>
    <w:rsid w:val="00C22F0F"/>
    <w:rsid w:val="00C240E6"/>
    <w:rsid w:val="00C265D3"/>
    <w:rsid w:val="00C26958"/>
    <w:rsid w:val="00C3075D"/>
    <w:rsid w:val="00C30B84"/>
    <w:rsid w:val="00C334DA"/>
    <w:rsid w:val="00C3796A"/>
    <w:rsid w:val="00C4027C"/>
    <w:rsid w:val="00C44564"/>
    <w:rsid w:val="00C4781F"/>
    <w:rsid w:val="00C55E7C"/>
    <w:rsid w:val="00C560E8"/>
    <w:rsid w:val="00C56511"/>
    <w:rsid w:val="00C57253"/>
    <w:rsid w:val="00C631DD"/>
    <w:rsid w:val="00C71A41"/>
    <w:rsid w:val="00C72717"/>
    <w:rsid w:val="00C8085F"/>
    <w:rsid w:val="00C81093"/>
    <w:rsid w:val="00C902AA"/>
    <w:rsid w:val="00C90B2E"/>
    <w:rsid w:val="00C92404"/>
    <w:rsid w:val="00CA06FC"/>
    <w:rsid w:val="00CA594D"/>
    <w:rsid w:val="00CA5C72"/>
    <w:rsid w:val="00CB362A"/>
    <w:rsid w:val="00CB3F9E"/>
    <w:rsid w:val="00CC4FC1"/>
    <w:rsid w:val="00CC775C"/>
    <w:rsid w:val="00CC7970"/>
    <w:rsid w:val="00CD09C4"/>
    <w:rsid w:val="00CD1284"/>
    <w:rsid w:val="00CD3E78"/>
    <w:rsid w:val="00CE1A4A"/>
    <w:rsid w:val="00CE4B4A"/>
    <w:rsid w:val="00CE5B1D"/>
    <w:rsid w:val="00CE6F5D"/>
    <w:rsid w:val="00CF1E54"/>
    <w:rsid w:val="00CF4210"/>
    <w:rsid w:val="00D0243D"/>
    <w:rsid w:val="00D05B54"/>
    <w:rsid w:val="00D05E0F"/>
    <w:rsid w:val="00D06C1E"/>
    <w:rsid w:val="00D07794"/>
    <w:rsid w:val="00D135BC"/>
    <w:rsid w:val="00D1414F"/>
    <w:rsid w:val="00D15B0D"/>
    <w:rsid w:val="00D1698D"/>
    <w:rsid w:val="00D20A45"/>
    <w:rsid w:val="00D20A58"/>
    <w:rsid w:val="00D24A5C"/>
    <w:rsid w:val="00D30CCA"/>
    <w:rsid w:val="00D36AC4"/>
    <w:rsid w:val="00D40D9E"/>
    <w:rsid w:val="00D441B7"/>
    <w:rsid w:val="00D4424F"/>
    <w:rsid w:val="00D44AA3"/>
    <w:rsid w:val="00D469B6"/>
    <w:rsid w:val="00D46EF8"/>
    <w:rsid w:val="00D50D9E"/>
    <w:rsid w:val="00D547FC"/>
    <w:rsid w:val="00D55716"/>
    <w:rsid w:val="00D55AF2"/>
    <w:rsid w:val="00D56A22"/>
    <w:rsid w:val="00D57A16"/>
    <w:rsid w:val="00D66206"/>
    <w:rsid w:val="00D7798D"/>
    <w:rsid w:val="00D8046A"/>
    <w:rsid w:val="00D877E3"/>
    <w:rsid w:val="00D93081"/>
    <w:rsid w:val="00D939D2"/>
    <w:rsid w:val="00DA0650"/>
    <w:rsid w:val="00DA2A7D"/>
    <w:rsid w:val="00DA33DA"/>
    <w:rsid w:val="00DA54CB"/>
    <w:rsid w:val="00DA6530"/>
    <w:rsid w:val="00DB2C73"/>
    <w:rsid w:val="00DB545A"/>
    <w:rsid w:val="00DB58B9"/>
    <w:rsid w:val="00DC7A14"/>
    <w:rsid w:val="00DD108D"/>
    <w:rsid w:val="00DD1DDE"/>
    <w:rsid w:val="00DD1FE7"/>
    <w:rsid w:val="00DD302C"/>
    <w:rsid w:val="00DD73A6"/>
    <w:rsid w:val="00DE0C02"/>
    <w:rsid w:val="00DE4A3B"/>
    <w:rsid w:val="00DE4CAF"/>
    <w:rsid w:val="00DF5B6F"/>
    <w:rsid w:val="00E105EA"/>
    <w:rsid w:val="00E107DF"/>
    <w:rsid w:val="00E10ABC"/>
    <w:rsid w:val="00E138FA"/>
    <w:rsid w:val="00E157CC"/>
    <w:rsid w:val="00E2085E"/>
    <w:rsid w:val="00E250AC"/>
    <w:rsid w:val="00E3181D"/>
    <w:rsid w:val="00E53F44"/>
    <w:rsid w:val="00E56B38"/>
    <w:rsid w:val="00E616AF"/>
    <w:rsid w:val="00E6244B"/>
    <w:rsid w:val="00E70CEC"/>
    <w:rsid w:val="00E71989"/>
    <w:rsid w:val="00E742D1"/>
    <w:rsid w:val="00E767BF"/>
    <w:rsid w:val="00E768DD"/>
    <w:rsid w:val="00E84BE3"/>
    <w:rsid w:val="00E87935"/>
    <w:rsid w:val="00EA00DC"/>
    <w:rsid w:val="00EA0A2D"/>
    <w:rsid w:val="00EA205B"/>
    <w:rsid w:val="00EA6348"/>
    <w:rsid w:val="00EB288C"/>
    <w:rsid w:val="00EC0F9E"/>
    <w:rsid w:val="00EC3BBA"/>
    <w:rsid w:val="00EC6D6D"/>
    <w:rsid w:val="00EC7D83"/>
    <w:rsid w:val="00ED453B"/>
    <w:rsid w:val="00EE172D"/>
    <w:rsid w:val="00EE6ED5"/>
    <w:rsid w:val="00EE7F28"/>
    <w:rsid w:val="00EF00DC"/>
    <w:rsid w:val="00EF116E"/>
    <w:rsid w:val="00EF4C21"/>
    <w:rsid w:val="00EF5F9B"/>
    <w:rsid w:val="00EF616B"/>
    <w:rsid w:val="00EF6B58"/>
    <w:rsid w:val="00F07B95"/>
    <w:rsid w:val="00F144BB"/>
    <w:rsid w:val="00F20C2D"/>
    <w:rsid w:val="00F22751"/>
    <w:rsid w:val="00F27D32"/>
    <w:rsid w:val="00F31C25"/>
    <w:rsid w:val="00F32756"/>
    <w:rsid w:val="00F32D99"/>
    <w:rsid w:val="00F33EB0"/>
    <w:rsid w:val="00F3718D"/>
    <w:rsid w:val="00F4461E"/>
    <w:rsid w:val="00F458AF"/>
    <w:rsid w:val="00F533DC"/>
    <w:rsid w:val="00F546ED"/>
    <w:rsid w:val="00F55156"/>
    <w:rsid w:val="00F61506"/>
    <w:rsid w:val="00F6331D"/>
    <w:rsid w:val="00F641CC"/>
    <w:rsid w:val="00F6736D"/>
    <w:rsid w:val="00F67AC9"/>
    <w:rsid w:val="00F752E2"/>
    <w:rsid w:val="00F822DD"/>
    <w:rsid w:val="00F8459F"/>
    <w:rsid w:val="00F84F96"/>
    <w:rsid w:val="00F945A1"/>
    <w:rsid w:val="00FB107F"/>
    <w:rsid w:val="00FB61DB"/>
    <w:rsid w:val="00FB6AF1"/>
    <w:rsid w:val="00FB6B17"/>
    <w:rsid w:val="00FB7E1E"/>
    <w:rsid w:val="00FC3CDC"/>
    <w:rsid w:val="00FC4C95"/>
    <w:rsid w:val="00FC6683"/>
    <w:rsid w:val="00FC6FEA"/>
    <w:rsid w:val="00FC7604"/>
    <w:rsid w:val="00FC7A27"/>
    <w:rsid w:val="00FD3847"/>
    <w:rsid w:val="00FE14D7"/>
    <w:rsid w:val="00FE5D3C"/>
    <w:rsid w:val="00FE682A"/>
    <w:rsid w:val="00FF02AD"/>
    <w:rsid w:val="00FF187D"/>
    <w:rsid w:val="00FF394E"/>
    <w:rsid w:val="00FF4CD3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F65323"/>
  <w15:chartTrackingRefBased/>
  <w15:docId w15:val="{D2015BF2-3076-45C0-9764-B7E1F14C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pPr>
      <w:keepNext/>
      <w:numPr>
        <w:numId w:val="1"/>
      </w:numPr>
      <w:spacing w:after="360" w:line="24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uiPriority w:val="9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link w:val="Titolo3Carattere"/>
    <w:uiPriority w:val="9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link w:val="Titolo4Carattere"/>
    <w:uiPriority w:val="9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pPr>
      <w:numPr>
        <w:ilvl w:val="5"/>
        <w:numId w:val="1"/>
      </w:numPr>
      <w:spacing w:before="240" w:after="60"/>
      <w:outlineLvl w:val="5"/>
    </w:pPr>
    <w:rPr>
      <w:i/>
      <w:szCs w:val="20"/>
    </w:rPr>
  </w:style>
  <w:style w:type="paragraph" w:styleId="Titolo7">
    <w:name w:val="heading 7"/>
    <w:basedOn w:val="Normale"/>
    <w:next w:val="Normale"/>
    <w:link w:val="Titolo7Carattere"/>
    <w:uiPriority w:val="9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b/>
      <w:sz w:val="32"/>
    </w:rPr>
  </w:style>
  <w:style w:type="character" w:customStyle="1" w:styleId="Titolo2Carattere">
    <w:name w:val="Titolo 2 Carattere"/>
    <w:link w:val="Titolo2"/>
    <w:uiPriority w:val="9"/>
    <w:locked/>
    <w:rPr>
      <w:rFonts w:ascii="Verdana" w:hAnsi="Verdana"/>
      <w:b/>
      <w:sz w:val="24"/>
      <w:lang w:val="it-IT" w:eastAsia="it-IT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PMingLiU" w:hAnsi="Cambria" w:cs="Times New Roman"/>
      <w:b/>
      <w:bCs/>
      <w:sz w:val="26"/>
      <w:szCs w:val="26"/>
      <w:lang w:eastAsia="it-IT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PMingLiU" w:hAnsi="Calibri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PMingLiU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"/>
    <w:rPr>
      <w:i/>
      <w:sz w:val="24"/>
    </w:rPr>
  </w:style>
  <w:style w:type="character" w:customStyle="1" w:styleId="Titolo7Carattere">
    <w:name w:val="Titolo 7 Carattere"/>
    <w:link w:val="Titolo7"/>
    <w:uiPriority w:val="9"/>
    <w:rPr>
      <w:rFonts w:ascii="Arial" w:hAnsi="Arial"/>
    </w:rPr>
  </w:style>
  <w:style w:type="character" w:customStyle="1" w:styleId="Titolo8Carattere">
    <w:name w:val="Titolo 8 Carattere"/>
    <w:link w:val="Titolo8"/>
    <w:uiPriority w:val="9"/>
    <w:rPr>
      <w:rFonts w:ascii="Arial" w:hAnsi="Arial"/>
      <w:i/>
    </w:rPr>
  </w:style>
  <w:style w:type="character" w:customStyle="1" w:styleId="Titolo9Carattere">
    <w:name w:val="Titolo 9 Carattere"/>
    <w:link w:val="Titolo9"/>
    <w:uiPriority w:val="9"/>
    <w:rPr>
      <w:rFonts w:ascii="Arial" w:hAnsi="Arial"/>
      <w:b/>
      <w:i/>
      <w:sz w:val="18"/>
    </w:rPr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uiPriority w:val="99"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link w:val="Puntoelenco1Carattere"/>
    <w:qFormat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locked/>
    <w:rPr>
      <w:lang w:val="it-IT" w:eastAsia="it-IT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  <w:spacing w:line="240" w:lineRule="atLeast"/>
      <w:jc w:val="both"/>
      <w:outlineLvl w:val="0"/>
    </w:pPr>
    <w:rPr>
      <w:rFonts w:ascii="Arial" w:eastAsia="Calibri" w:hAnsi="Arial" w:cs="Arial"/>
      <w:b/>
      <w:i/>
      <w:sz w:val="28"/>
      <w:lang w:eastAsia="en-US"/>
    </w:rPr>
  </w:style>
  <w:style w:type="paragraph" w:customStyle="1" w:styleId="TS-titolo-02">
    <w:name w:val="TS-titolo-02"/>
    <w:basedOn w:val="Intestazione"/>
    <w:autoRedefine/>
    <w:uiPriority w:val="99"/>
    <w:qFormat/>
    <w:pPr>
      <w:ind w:left="69"/>
      <w:jc w:val="center"/>
      <w:outlineLvl w:val="0"/>
    </w:pPr>
    <w:rPr>
      <w:rFonts w:ascii="Arial" w:hAnsi="Arial" w:cs="Arial"/>
      <w:b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rsid w:val="001E0B83"/>
    <w:pPr>
      <w:pBdr>
        <w:top w:val="single" w:sz="4" w:space="0" w:color="auto"/>
      </w:pBdr>
      <w:ind w:left="0"/>
      <w:jc w:val="both"/>
    </w:pPr>
    <w:rPr>
      <w:rFonts w:cs="Arial"/>
      <w:sz w:val="20"/>
      <w:lang w:eastAsia="x-none"/>
    </w:rPr>
  </w:style>
  <w:style w:type="paragraph" w:styleId="Titolo">
    <w:name w:val="Title"/>
    <w:basedOn w:val="Normale"/>
    <w:link w:val="TitoloCarattere"/>
    <w:uiPriority w:val="10"/>
    <w:qFormat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oloCarattere">
    <w:name w:val="Titolo Carattere"/>
    <w:link w:val="Titolo"/>
    <w:uiPriority w:val="10"/>
    <w:rPr>
      <w:rFonts w:ascii="Cambria" w:eastAsia="PMingLiU" w:hAnsi="Cambria" w:cs="Times New Roman"/>
      <w:b/>
      <w:bCs/>
      <w:kern w:val="28"/>
      <w:sz w:val="32"/>
      <w:szCs w:val="32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pPr>
      <w:ind w:left="200" w:hanging="200"/>
    </w:pPr>
    <w:rPr>
      <w:sz w:val="20"/>
      <w:szCs w:val="20"/>
    </w:rPr>
  </w:style>
  <w:style w:type="paragraph" w:styleId="Titoloindice">
    <w:name w:val="index heading"/>
    <w:basedOn w:val="Normale"/>
    <w:next w:val="Indice1"/>
    <w:uiPriority w:val="99"/>
    <w:semiHidden/>
    <w:rPr>
      <w:sz w:val="20"/>
      <w:szCs w:val="20"/>
    </w:rPr>
  </w:style>
  <w:style w:type="paragraph" w:customStyle="1" w:styleId="TS-titolo-03">
    <w:name w:val="TS-titolo-03"/>
    <w:basedOn w:val="Intestazione"/>
    <w:autoRedefine/>
    <w:uiPriority w:val="99"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  <w:rPr>
      <w:rFonts w:ascii="Arial" w:hAnsi="Arial"/>
      <w:b/>
      <w:sz w:val="20"/>
      <w:szCs w:val="20"/>
    </w:rPr>
  </w:style>
  <w:style w:type="character" w:customStyle="1" w:styleId="Corpodeltesto3Carattere">
    <w:name w:val="Corpo del testo 3 Carattere"/>
    <w:link w:val="Corpodeltesto3"/>
    <w:uiPriority w:val="99"/>
    <w:semiHidden/>
    <w:rPr>
      <w:sz w:val="16"/>
      <w:szCs w:val="16"/>
      <w:lang w:eastAsia="it-IT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urier New" w:hAnsi="Courier New" w:cs="Times New Roman"/>
    </w:r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Pr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Pr>
      <w:b/>
      <w:bCs/>
      <w:lang w:eastAsia="it-IT"/>
    </w:rPr>
  </w:style>
  <w:style w:type="paragraph" w:styleId="Corpodeltesto2">
    <w:name w:val="Body Text 2"/>
    <w:basedOn w:val="Normale"/>
    <w:link w:val="Corpodeltesto2Carattere"/>
    <w:uiPriority w:val="99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Pr>
      <w:sz w:val="24"/>
      <w:szCs w:val="24"/>
      <w:lang w:eastAsia="it-IT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/>
      <w:sz w:val="20"/>
      <w:szCs w:val="20"/>
    </w:rPr>
  </w:style>
  <w:style w:type="character" w:styleId="Numeropagina">
    <w:name w:val="page number"/>
    <w:uiPriority w:val="9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rPr>
      <w:sz w:val="24"/>
      <w:szCs w:val="24"/>
      <w:lang w:eastAsia="it-IT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uiPriority w:val="99"/>
    <w:pPr>
      <w:ind w:left="180"/>
      <w:jc w:val="both"/>
    </w:pPr>
    <w:rPr>
      <w:rFonts w:ascii="Verdana" w:hAnsi="Verdana" w:cs="Arial"/>
      <w:sz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sz w:val="24"/>
      <w:szCs w:val="24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Verdana" w:hAnsi="Verdana" w:cs="Arial"/>
      <w:sz w:val="20"/>
    </w:rPr>
  </w:style>
  <w:style w:type="character" w:customStyle="1" w:styleId="CorpodeltestoCarattere">
    <w:name w:val="Corpo del testo Carattere"/>
    <w:link w:val="Corpodeltesto"/>
    <w:uiPriority w:val="99"/>
    <w:semiHidden/>
    <w:rPr>
      <w:sz w:val="24"/>
      <w:szCs w:val="24"/>
      <w:lang w:eastAsia="it-IT"/>
    </w:rPr>
  </w:style>
  <w:style w:type="paragraph" w:styleId="Sommario8">
    <w:name w:val="toc 8"/>
    <w:basedOn w:val="Normale"/>
    <w:next w:val="Normale"/>
    <w:autoRedefine/>
    <w:uiPriority w:val="39"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uiPriority w:val="39"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uiPriority w:val="39"/>
    <w:semiHidden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pPr>
      <w:ind w:left="1440"/>
    </w:pPr>
  </w:style>
  <w:style w:type="character" w:styleId="Enfasigrassetto">
    <w:name w:val="Strong"/>
    <w:uiPriority w:val="22"/>
    <w:qFormat/>
    <w:rPr>
      <w:b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bCs/>
      <w:i w:val="0"/>
      <w:sz w:val="32"/>
    </w:rPr>
  </w:style>
  <w:style w:type="character" w:customStyle="1" w:styleId="corpoAltFCarattere">
    <w:name w:val="corpo (Alt+F) Carattere"/>
    <w:link w:val="corpoAltF"/>
    <w:locked/>
    <w:rPr>
      <w:rFonts w:ascii="Arial" w:hAnsi="Arial"/>
      <w:lang w:val="it-IT" w:eastAsia="it-IT"/>
    </w:rPr>
  </w:style>
  <w:style w:type="paragraph" w:styleId="Indice7">
    <w:name w:val="index 7"/>
    <w:basedOn w:val="Normale"/>
    <w:next w:val="Normale"/>
    <w:autoRedefine/>
    <w:uiPriority w:val="99"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Cs w:val="20"/>
      <w:lang w:val="x-none" w:eastAsia="x-none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sz w:val="0"/>
      <w:szCs w:val="0"/>
      <w:lang w:eastAsia="it-IT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locked/>
    <w:rPr>
      <w:rFonts w:ascii="Arial" w:hAnsi="Arial"/>
      <w:sz w:val="24"/>
    </w:rPr>
  </w:style>
  <w:style w:type="character" w:customStyle="1" w:styleId="TS-titolo-04Carattere">
    <w:name w:val="TS-titolo-04 Carattere"/>
    <w:link w:val="TS-titolo-04"/>
    <w:locked/>
    <w:rsid w:val="001E0B83"/>
    <w:rPr>
      <w:rFonts w:ascii="Arial" w:hAnsi="Arial" w:cs="Arial"/>
      <w:b/>
      <w:kern w:val="28"/>
      <w:lang w:eastAsia="x-none"/>
    </w:rPr>
  </w:style>
  <w:style w:type="character" w:customStyle="1" w:styleId="CorpoSpazioPrimaCarattere">
    <w:name w:val="Corpo SpazioPrima Carattere"/>
    <w:link w:val="CorpoSpazioPrima"/>
    <w:locked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/>
      <w:lang w:val="it-IT" w:eastAsia="it-IT"/>
    </w:rPr>
  </w:style>
  <w:style w:type="character" w:customStyle="1" w:styleId="corpoCarattere">
    <w:name w:val="corpo Carattere"/>
    <w:link w:val="corpo"/>
    <w:locked/>
    <w:rPr>
      <w:rFonts w:ascii="Arial" w:hAnsi="Arial"/>
      <w:lang w:val="it-IT" w:eastAsia="it-IT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arattereCarattere">
    <w:name w:val="Carattere Carattere"/>
    <w:rPr>
      <w:rFonts w:ascii="Times New Roman" w:hAnsi="Times New Roman"/>
      <w:sz w:val="20"/>
      <w:lang w:val="x-none" w:eastAsia="it-IT"/>
    </w:rPr>
  </w:style>
  <w:style w:type="character" w:customStyle="1" w:styleId="FunzionealthCarattere1">
    <w:name w:val="Funzione(alt+h) Carattere1"/>
    <w:link w:val="Funzionealth"/>
    <w:locked/>
    <w:rPr>
      <w:rFonts w:ascii="Arial" w:hAnsi="Arial"/>
      <w:i/>
      <w:lang w:val="it-IT" w:eastAsia="it-IT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locked/>
    <w:rPr>
      <w:rFonts w:ascii="Arial" w:hAnsi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pPr>
      <w:spacing w:before="60"/>
      <w:jc w:val="left"/>
    </w:pPr>
    <w:rPr>
      <w:color w:val="17365D"/>
      <w:sz w:val="28"/>
    </w:rPr>
  </w:style>
  <w:style w:type="paragraph" w:customStyle="1" w:styleId="WWAnomalie">
    <w:name w:val="WW_Anomalie"/>
    <w:basedOn w:val="WWNormativaSoftware"/>
    <w:next w:val="CorpoAltF0"/>
    <w:link w:val="WWAnomalieCarattere"/>
    <w:pPr>
      <w:ind w:left="176"/>
    </w:pPr>
    <w:rPr>
      <w:bCs w:val="0"/>
    </w:rPr>
  </w:style>
  <w:style w:type="character" w:customStyle="1" w:styleId="WWAnomalieCarattere">
    <w:name w:val="WW_Anomalie Carattere"/>
    <w:link w:val="WWAnomalie"/>
    <w:locked/>
    <w:rPr>
      <w:rFonts w:ascii="Arial" w:hAnsi="Arial"/>
      <w:b/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/>
      <w:sz w:val="22"/>
    </w:rPr>
  </w:style>
  <w:style w:type="character" w:customStyle="1" w:styleId="WWTipoDocumentoCarattere">
    <w:name w:val="WW_TipoDocumento Carattere"/>
    <w:link w:val="WWTipoDocumento"/>
    <w:locked/>
    <w:rPr>
      <w:rFonts w:ascii="Arial" w:hAnsi="Arial"/>
      <w:b/>
      <w:color w:val="FFFFFF"/>
      <w:sz w:val="22"/>
    </w:rPr>
  </w:style>
  <w:style w:type="character" w:customStyle="1" w:styleId="IntestazioneCarattere1">
    <w:name w:val="Intestazione Carattere1"/>
    <w:rPr>
      <w:rFonts w:cs="Times New Roman"/>
    </w:rPr>
  </w:style>
  <w:style w:type="paragraph" w:customStyle="1" w:styleId="Sceltadiprimolivello">
    <w:name w:val="Scelta di primo livello"/>
    <w:basedOn w:val="Normale"/>
    <w:link w:val="SceltadiprimolivelloCarattere"/>
    <w:rPr>
      <w:rFonts w:ascii="Arial" w:hAnsi="Arial"/>
      <w:sz w:val="28"/>
      <w:szCs w:val="20"/>
      <w:lang w:val="x-none" w:eastAsia="x-none"/>
    </w:rPr>
  </w:style>
  <w:style w:type="character" w:customStyle="1" w:styleId="SceltadiprimolivelloCarattere">
    <w:name w:val="Scelta di primo livello Carattere"/>
    <w:link w:val="Sceltadiprimolivello"/>
    <w:locked/>
    <w:rPr>
      <w:rFonts w:ascii="Arial" w:hAnsi="Arial"/>
      <w:sz w:val="2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S-titolo-01Carattere">
    <w:name w:val="TS-titolo-01 Carattere"/>
    <w:link w:val="TS-titolo-01"/>
    <w:locked/>
    <w:rPr>
      <w:rFonts w:ascii="Arial" w:eastAsia="Calibri" w:hAnsi="Arial" w:cs="Arial"/>
      <w:b/>
      <w:i/>
      <w:sz w:val="28"/>
      <w:lang w:eastAsia="en-US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Puntoelencobianco">
    <w:name w:val="Punto elenco (bianco)"/>
    <w:basedOn w:val="Corpodeltesto2"/>
    <w:link w:val="PuntoelencobiancoCarattere"/>
    <w:pPr>
      <w:numPr>
        <w:numId w:val="2"/>
      </w:numPr>
    </w:pPr>
    <w:rPr>
      <w:rFonts w:ascii="Arial" w:hAnsi="Arial"/>
      <w:bCs/>
      <w:i w:val="0"/>
      <w:iCs/>
      <w:sz w:val="20"/>
      <w:lang w:val="x-none" w:eastAsia="x-none"/>
    </w:rPr>
  </w:style>
  <w:style w:type="character" w:customStyle="1" w:styleId="PuntoelencobiancoCarattere">
    <w:name w:val="Punto elenco (bianco) Carattere"/>
    <w:link w:val="Puntoelencobianco"/>
    <w:locked/>
    <w:rPr>
      <w:rFonts w:ascii="Arial" w:hAnsi="Arial"/>
      <w:bCs/>
      <w:iCs/>
      <w:lang w:val="x-none" w:eastAsia="x-none"/>
    </w:rPr>
  </w:style>
  <w:style w:type="character" w:customStyle="1" w:styleId="Puntoelenco1Carattere">
    <w:name w:val="Punto elenco 1 Carattere"/>
    <w:link w:val="Puntoelenco1"/>
    <w:locked/>
    <w:rPr>
      <w:rFonts w:ascii="Arial" w:hAnsi="Arial" w:cs="Arial"/>
      <w:lang w:val="it-IT" w:eastAsia="it-IT" w:bidi="ar-SA"/>
    </w:rPr>
  </w:style>
  <w:style w:type="character" w:styleId="Enfasicorsivo">
    <w:name w:val="Emphasis"/>
    <w:uiPriority w:val="20"/>
    <w:qFormat/>
    <w:rPr>
      <w:rFonts w:cs="Times New Roman"/>
      <w:i/>
      <w:iCs/>
    </w:rPr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character" w:customStyle="1" w:styleId="normaltextrun">
    <w:name w:val="normaltextrun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scxw244845038">
    <w:name w:val="scxw244845038"/>
    <w:rPr>
      <w:rFonts w:cs="Times New Roman"/>
    </w:rPr>
  </w:style>
  <w:style w:type="character" w:customStyle="1" w:styleId="searchresulthighlight">
    <w:name w:val="search_result_highlight"/>
    <w:rPr>
      <w:rFonts w:cs="Times New Roman"/>
    </w:rPr>
  </w:style>
  <w:style w:type="character" w:customStyle="1" w:styleId="position">
    <w:name w:val="position"/>
    <w:rPr>
      <w:rFonts w:cs="Times New Roman"/>
    </w:rPr>
  </w:style>
  <w:style w:type="character" w:customStyle="1" w:styleId="journal-actions">
    <w:name w:val="journal-actions"/>
    <w:basedOn w:val="Carpredefinitoparagrafo"/>
  </w:style>
  <w:style w:type="paragraph" w:styleId="Numeroelenco">
    <w:name w:val="List Number"/>
    <w:basedOn w:val="Normale"/>
    <w:pPr>
      <w:numPr>
        <w:numId w:val="3"/>
      </w:numPr>
    </w:pPr>
    <w:rPr>
      <w:rFonts w:ascii="Arial" w:eastAsia="Calibri" w:hAnsi="Arial"/>
      <w:sz w:val="20"/>
      <w:szCs w:val="20"/>
    </w:rPr>
  </w:style>
  <w:style w:type="paragraph" w:customStyle="1" w:styleId="author">
    <w:name w:val="author"/>
    <w:basedOn w:val="Normale"/>
    <w:pPr>
      <w:spacing w:before="100" w:beforeAutospacing="1" w:after="100" w:afterAutospacing="1"/>
    </w:pPr>
  </w:style>
  <w:style w:type="character" w:customStyle="1" w:styleId="ts-image">
    <w:name w:val="ts-image"/>
    <w:basedOn w:val="Carpredefinitoparagrafo"/>
  </w:style>
  <w:style w:type="paragraph" w:customStyle="1" w:styleId="StileTS-titolo-ComandoBarrato">
    <w:name w:val="Stile TS-titolo-Comando + Barrato"/>
    <w:basedOn w:val="TS-titolo-Comando"/>
    <w:autoRedefine/>
  </w:style>
  <w:style w:type="character" w:customStyle="1" w:styleId="ui-provider">
    <w:name w:val="ui-provider"/>
    <w:basedOn w:val="Carpredefinitoparagrafo"/>
    <w:rsid w:val="00FF4CD3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C3075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link w:val="Iniziomodulo-z"/>
    <w:uiPriority w:val="99"/>
    <w:semiHidden/>
    <w:rsid w:val="00C3075D"/>
    <w:rPr>
      <w:rFonts w:ascii="Arial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C3075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link w:val="Finemodulo-z"/>
    <w:uiPriority w:val="99"/>
    <w:semiHidden/>
    <w:rsid w:val="00C3075D"/>
    <w:rPr>
      <w:rFonts w:ascii="Arial" w:hAnsi="Arial" w:cs="Arial"/>
      <w:vanish/>
      <w:sz w:val="16"/>
      <w:szCs w:val="16"/>
    </w:rPr>
  </w:style>
  <w:style w:type="character" w:styleId="Menzionenonrisolta">
    <w:name w:val="Unresolved Mention"/>
    <w:uiPriority w:val="99"/>
    <w:semiHidden/>
    <w:unhideWhenUsed/>
    <w:rsid w:val="00FE6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8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617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7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74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1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6558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1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099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3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49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4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0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36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54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7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3396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230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9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23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8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94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87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5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6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50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3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3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158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8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028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7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49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531582">
                                          <w:marLeft w:val="0"/>
                                          <w:marRight w:val="0"/>
                                          <w:marTop w:val="1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9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49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7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2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9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6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1352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6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8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41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3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9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8925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2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4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1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654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8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5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27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7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899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1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2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1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8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77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0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7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2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95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9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15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1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3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54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22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55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72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4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32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8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9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3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4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4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47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44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3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0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8489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3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6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6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33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2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8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10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1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4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896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8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4" w:space="0" w:color="auto"/>
                                                    <w:left w:val="single" w:sz="24" w:space="0" w:color="auto"/>
                                                    <w:bottom w:val="single" w:sz="24" w:space="0" w:color="auto"/>
                                                    <w:right w:val="single" w:sz="24" w:space="0" w:color="auto"/>
                                                  </w:divBdr>
                                                  <w:divsChild>
                                                    <w:div w:id="183440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2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0266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941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247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36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4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89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80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7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76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956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7050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3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9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6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8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74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06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9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23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601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54907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349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30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9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22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5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81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35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210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496842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471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4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1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0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0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1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5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879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685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4" w:space="0" w:color="auto"/>
                                                    <w:left w:val="single" w:sz="24" w:space="0" w:color="auto"/>
                                                    <w:bottom w:val="single" w:sz="24" w:space="0" w:color="auto"/>
                                                    <w:right w:val="single" w:sz="24" w:space="0" w:color="auto"/>
                                                  </w:divBdr>
                                                  <w:divsChild>
                                                    <w:div w:id="3816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767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212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178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969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8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40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3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0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9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53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53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6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13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46065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4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2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7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02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9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0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8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872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213544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115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0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5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8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20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34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06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07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35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242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93292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8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4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8308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92172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5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7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8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95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44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5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983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913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3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7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31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41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76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85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896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4" w:space="0" w:color="auto"/>
                                                    <w:left w:val="single" w:sz="24" w:space="0" w:color="auto"/>
                                                    <w:bottom w:val="single" w:sz="24" w:space="0" w:color="auto"/>
                                                    <w:right w:val="single" w:sz="24" w:space="0" w:color="auto"/>
                                                  </w:divBdr>
                                                  <w:divsChild>
                                                    <w:div w:id="799034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950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0406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1019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7011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19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1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0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45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23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1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057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355892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3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3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7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0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3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8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05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58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321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8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35221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982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7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0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00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12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33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96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763763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58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8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9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32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6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6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6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0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1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71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0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1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1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68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94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4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39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6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07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6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7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0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69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2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71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0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0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9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3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37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40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7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6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16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6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6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68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1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9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2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68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8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68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234067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8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8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9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9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70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70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70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72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3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30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6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0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73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68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9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9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2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1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3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67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4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4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4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678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7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3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3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67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3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9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0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1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8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1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8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40717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4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6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396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7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6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7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1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7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7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2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67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3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9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91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40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6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26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6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6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6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1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2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9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1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67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2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05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234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4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27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0725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6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08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6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1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71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68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68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1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4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39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2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4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40697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4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0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7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20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40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0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27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6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6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1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3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4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71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0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4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9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1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903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35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6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6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6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36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0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2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9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8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4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0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9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1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7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6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679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6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9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8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3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2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0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0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5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73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496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950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427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4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1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3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8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8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43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0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7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30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61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03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99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06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4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783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9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4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65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1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5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06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1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1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2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47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0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43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63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400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4" w:space="0" w:color="auto"/>
                                                    <w:left w:val="single" w:sz="24" w:space="0" w:color="auto"/>
                                                    <w:bottom w:val="single" w:sz="24" w:space="0" w:color="auto"/>
                                                    <w:right w:val="single" w:sz="24" w:space="0" w:color="auto"/>
                                                  </w:divBdr>
                                                  <w:divsChild>
                                                    <w:div w:id="1788235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707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865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059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030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5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3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4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49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8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52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78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9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41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366226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9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5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34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35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3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8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58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917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160579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594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8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2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5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3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5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6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0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93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612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026567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817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2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09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1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0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33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93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9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9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06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450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26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147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9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1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36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9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680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7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76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43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76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44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72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525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680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4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0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1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19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97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85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07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48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40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232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3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6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34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27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0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1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60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4" w:space="0" w:color="auto"/>
                                        <w:right w:val="single" w:sz="24" w:space="0" w:color="auto"/>
                                      </w:divBdr>
                                      <w:divsChild>
                                        <w:div w:id="150281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246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464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502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112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0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4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661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6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6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9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26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4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8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2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6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60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3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8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1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3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998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8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55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6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8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9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5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1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4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04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36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4" w:space="0" w:color="auto"/>
                                        <w:right w:val="single" w:sz="24" w:space="0" w:color="auto"/>
                                      </w:divBdr>
                                      <w:divsChild>
                                        <w:div w:id="131178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28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97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454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147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2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7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6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lfior\Desktop\PAGHE_AAAAXXYY_A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6b56d6-eba2-428a-98db-82344daa7495" xsi:nil="true"/>
    <lcf76f155ced4ddcb4097134ff3c332f xmlns="04daea01-f6c1-405d-8087-9af951464a6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5243DBE420074EA23CC716544191E7" ma:contentTypeVersion="13" ma:contentTypeDescription="Creare un nuovo documento." ma:contentTypeScope="" ma:versionID="c865222b3308da0faef1f433e52c9b20">
  <xsd:schema xmlns:xsd="http://www.w3.org/2001/XMLSchema" xmlns:xs="http://www.w3.org/2001/XMLSchema" xmlns:p="http://schemas.microsoft.com/office/2006/metadata/properties" xmlns:ns2="04daea01-f6c1-405d-8087-9af951464a6d" xmlns:ns3="3c6b56d6-eba2-428a-98db-82344daa7495" targetNamespace="http://schemas.microsoft.com/office/2006/metadata/properties" ma:root="true" ma:fieldsID="57618e340d577f132b936a609f78658c" ns2:_="" ns3:_="">
    <xsd:import namespace="04daea01-f6c1-405d-8087-9af951464a6d"/>
    <xsd:import namespace="3c6b56d6-eba2-428a-98db-82344daa74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aea01-f6c1-405d-8087-9af951464a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fcfb70c-bfb9-411d-a5bd-78c2dd418d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b56d6-eba2-428a-98db-82344daa74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af993b-188a-4fa6-9515-c08c1534d49b}" ma:internalName="TaxCatchAll" ma:showField="CatchAllData" ma:web="3c6b56d6-eba2-428a-98db-82344daa74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566AA-4B48-4458-ACE0-5404E470C1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352D0B-AC42-41D2-BD79-36114BF3EBD9}">
  <ds:schemaRefs>
    <ds:schemaRef ds:uri="http://schemas.microsoft.com/office/2006/metadata/properties"/>
    <ds:schemaRef ds:uri="http://schemas.microsoft.com/office/infopath/2007/PartnerControls"/>
    <ds:schemaRef ds:uri="3c6b56d6-eba2-428a-98db-82344daa7495"/>
    <ds:schemaRef ds:uri="04daea01-f6c1-405d-8087-9af951464a6d"/>
  </ds:schemaRefs>
</ds:datastoreItem>
</file>

<file path=customXml/itemProps3.xml><?xml version="1.0" encoding="utf-8"?>
<ds:datastoreItem xmlns:ds="http://schemas.openxmlformats.org/officeDocument/2006/customXml" ds:itemID="{1772A2E2-AFF7-45F5-82DC-FB55EFE44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daea01-f6c1-405d-8087-9af951464a6d"/>
    <ds:schemaRef ds:uri="3c6b56d6-eba2-428a-98db-82344daa7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73AB69-4321-4DAA-9A57-67CF7D47A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PAGHE_AAAAXXYY_AN</Template>
  <TotalTime>4449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SPEDIZIONE</vt:lpstr>
      <vt:lpstr>SPEDIZIONE</vt:lpstr>
    </vt:vector>
  </TitlesOfParts>
  <Company>Teamsystem S.p.A</Company>
  <LinksUpToDate>false</LinksUpToDate>
  <CharactersWithSpaces>1526</CharactersWithSpaces>
  <SharedDoc>false</SharedDoc>
  <HLinks>
    <vt:vector size="78" baseType="variant">
      <vt:variant>
        <vt:i4>1048627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_Toc31617215</vt:lpwstr>
      </vt:variant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_Toc31617214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_Toc31617213</vt:lpwstr>
      </vt:variant>
      <vt:variant>
        <vt:i4>1507379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_Toc31617212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_Toc31617211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_Toc31617210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_Toc31617209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_Toc31617208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_Toc31617207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_Toc31617206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_Toc31617205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_Toc31617204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_Toc31617203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subject/>
  <dc:creator>lbelfior</dc:creator>
  <cp:keywords/>
  <dc:description/>
  <cp:lastModifiedBy>Francesca Carmela Agnusdei</cp:lastModifiedBy>
  <cp:revision>417</cp:revision>
  <cp:lastPrinted>2025-04-01T15:34:00Z</cp:lastPrinted>
  <dcterms:created xsi:type="dcterms:W3CDTF">2021-10-04T12:23:00Z</dcterms:created>
  <dcterms:modified xsi:type="dcterms:W3CDTF">2025-04-01T15:34:00Z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0x010100D95243DBE420074EA23CC716544191E7</vt:lpwstr>
  </property>
</Properties>
</file>