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1E8A4" w14:textId="77777777" w:rsidR="009A4790" w:rsidRDefault="009A4790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9A4790" w14:paraId="01B69D8F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0546A1B7" w14:textId="4D794122" w:rsidR="009A4790" w:rsidRDefault="000632E5">
            <w:pPr>
              <w:pStyle w:val="WWRelease"/>
              <w:jc w:val="center"/>
            </w:pPr>
            <w:r>
              <w:t xml:space="preserve">RELEASE Versione </w:t>
            </w:r>
            <w:r w:rsidR="00BE3FD5">
              <w:t>202</w:t>
            </w:r>
            <w:r w:rsidR="005135F0">
              <w:t>5</w:t>
            </w:r>
            <w:r w:rsidR="00BA29C4">
              <w:t>.00.00</w:t>
            </w:r>
          </w:p>
        </w:tc>
      </w:tr>
    </w:tbl>
    <w:p w14:paraId="55C733A4" w14:textId="77777777" w:rsidR="009A4790" w:rsidRDefault="009A4790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2279"/>
        <w:gridCol w:w="3538"/>
      </w:tblGrid>
      <w:tr w:rsidR="009A4790" w14:paraId="4AA85B66" w14:textId="77777777">
        <w:trPr>
          <w:cantSplit/>
          <w:trHeight w:val="340"/>
          <w:jc w:val="center"/>
        </w:trPr>
        <w:tc>
          <w:tcPr>
            <w:tcW w:w="3817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614F95D" w14:textId="77777777" w:rsidR="009A4790" w:rsidRPr="007B77CC" w:rsidRDefault="000632E5" w:rsidP="007B77CC">
            <w:pPr>
              <w:pStyle w:val="WWTipoDocumento"/>
            </w:pPr>
            <w:r w:rsidRPr="007B77CC">
              <w:t>CONTENUTO DEL RILASCIO</w:t>
            </w:r>
          </w:p>
          <w:p w14:paraId="7DAF4D02" w14:textId="77777777" w:rsidR="009A4790" w:rsidRDefault="000632E5">
            <w:pPr>
              <w:pStyle w:val="CorpoAltF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D1C3169" wp14:editId="7D028F6B">
                  <wp:extent cx="2260527" cy="2907665"/>
                  <wp:effectExtent l="0" t="0" r="6985" b="698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5567" cy="2939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92A38F7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3D843A7" w14:textId="77777777" w:rsidR="009A4790" w:rsidRDefault="000632E5">
            <w:pPr>
              <w:pStyle w:val="CorpoAltF0"/>
              <w:ind w:left="113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STT </w:t>
            </w:r>
            <w:r>
              <w:rPr>
                <w:rFonts w:cs="Arial"/>
                <w:b/>
                <w:sz w:val="18"/>
                <w:szCs w:val="18"/>
              </w:rPr>
              <w:t>Servizi Telematici TS</w:t>
            </w:r>
          </w:p>
        </w:tc>
      </w:tr>
      <w:tr w:rsidR="009A4790" w14:paraId="10CA8810" w14:textId="77777777">
        <w:trPr>
          <w:cantSplit/>
          <w:trHeight w:val="340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7C72A1A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EA6FD50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750C60C" w14:textId="77777777" w:rsidR="009A4790" w:rsidRDefault="000632E5"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9A4790" w14:paraId="0D6F8790" w14:textId="77777777">
        <w:trPr>
          <w:cantSplit/>
          <w:trHeight w:val="340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44D28F26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CCA8DA1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1A837BF" w14:textId="710CAF9C" w:rsidR="009A4790" w:rsidRDefault="000632E5">
            <w:pPr>
              <w:pStyle w:val="CorpoAltF0"/>
              <w:ind w:left="113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</w:t>
            </w:r>
            <w:r w:rsidR="005135F0">
              <w:rPr>
                <w:rFonts w:cs="Arial"/>
                <w:b/>
              </w:rPr>
              <w:t>5</w:t>
            </w:r>
            <w:r w:rsidR="00BA29C4">
              <w:rPr>
                <w:rFonts w:cs="Arial"/>
                <w:b/>
              </w:rPr>
              <w:t>.00.00</w:t>
            </w:r>
            <w:r w:rsidR="00AF160B">
              <w:rPr>
                <w:rFonts w:cs="Arial"/>
                <w:b/>
              </w:rPr>
              <w:t xml:space="preserve"> (Versione completa)</w:t>
            </w:r>
          </w:p>
        </w:tc>
      </w:tr>
      <w:tr w:rsidR="009A4790" w14:paraId="326E9540" w14:textId="77777777">
        <w:trPr>
          <w:cantSplit/>
          <w:trHeight w:val="340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AB04561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7625835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2DEA50D" w14:textId="464972FE" w:rsidR="009A4790" w:rsidRDefault="005135F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26</w:t>
            </w:r>
            <w:r w:rsidR="00BA29C4">
              <w:rPr>
                <w:rFonts w:cs="Arial"/>
                <w:b/>
              </w:rPr>
              <w:t>/03/202</w:t>
            </w:r>
            <w:r>
              <w:rPr>
                <w:rFonts w:cs="Arial"/>
                <w:b/>
              </w:rPr>
              <w:t>5</w:t>
            </w:r>
          </w:p>
        </w:tc>
      </w:tr>
      <w:tr w:rsidR="009A4790" w14:paraId="256E612D" w14:textId="77777777">
        <w:trPr>
          <w:cantSplit/>
          <w:trHeight w:val="340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7609490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F3040C4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9315A9E" w14:textId="77777777" w:rsidR="009A4790" w:rsidRDefault="000632E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9A4790" w14:paraId="5358FC2C" w14:textId="77777777">
        <w:trPr>
          <w:cantSplit/>
          <w:trHeight w:val="340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692C5E7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7BEFE7F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535FDDE" w14:textId="77777777" w:rsidR="009A4790" w:rsidRDefault="000632E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9A4790" w14:paraId="7B47AE1A" w14:textId="77777777">
        <w:trPr>
          <w:cantSplit/>
          <w:trHeight w:hRule="exact" w:val="113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7CF0B9D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7CFD4186" w14:textId="77777777" w:rsidR="009A4790" w:rsidRDefault="009A479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1AC7BA6D" w14:textId="77777777" w:rsidR="009A4790" w:rsidRDefault="009A479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9A4790" w14:paraId="2A1AAE7A" w14:textId="77777777">
        <w:trPr>
          <w:cantSplit/>
          <w:trHeight w:val="221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7EF18BB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58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7A946604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9A4790" w14:paraId="2450F5D7" w14:textId="77777777">
        <w:trPr>
          <w:cantSplit/>
          <w:trHeight w:val="348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CA43E15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3EE9B93" w14:textId="77777777" w:rsidR="009A4790" w:rsidRPr="000A3359" w:rsidRDefault="000632E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A3359">
              <w:rPr>
                <w:rFonts w:ascii="Arial" w:hAnsi="Arial" w:cs="Arial"/>
                <w:b/>
                <w:sz w:val="18"/>
                <w:szCs w:val="18"/>
              </w:rPr>
              <w:t>MULTI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D3181E" w14:textId="59D107F1" w:rsidR="009A4790" w:rsidRPr="005D7DFF" w:rsidRDefault="000632E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576E3B">
              <w:rPr>
                <w:rFonts w:ascii="Arial" w:hAnsi="Arial" w:cs="Arial"/>
                <w:b/>
              </w:rPr>
              <w:t xml:space="preserve">Versione </w:t>
            </w:r>
            <w:r w:rsidR="00DD1467" w:rsidRPr="00576E3B">
              <w:rPr>
                <w:rFonts w:ascii="Arial" w:hAnsi="Arial" w:cs="Arial"/>
                <w:b/>
              </w:rPr>
              <w:t>202</w:t>
            </w:r>
            <w:r w:rsidR="005135F0">
              <w:rPr>
                <w:rFonts w:ascii="Arial" w:hAnsi="Arial" w:cs="Arial"/>
                <w:b/>
              </w:rPr>
              <w:t>5</w:t>
            </w:r>
            <w:r w:rsidR="008D24B1">
              <w:rPr>
                <w:rFonts w:ascii="Arial" w:hAnsi="Arial" w:cs="Arial"/>
                <w:b/>
              </w:rPr>
              <w:t>.00.0</w:t>
            </w:r>
            <w:r w:rsidR="005135F0">
              <w:rPr>
                <w:rFonts w:ascii="Arial" w:hAnsi="Arial" w:cs="Arial"/>
                <w:b/>
              </w:rPr>
              <w:t>2</w:t>
            </w:r>
          </w:p>
        </w:tc>
      </w:tr>
      <w:tr w:rsidR="009A4790" w14:paraId="46D0FE87" w14:textId="77777777" w:rsidTr="00576E3B">
        <w:trPr>
          <w:cantSplit/>
          <w:trHeight w:val="347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0F402C2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C1ABB85" w14:textId="77777777" w:rsidR="009A4790" w:rsidRPr="000A3359" w:rsidRDefault="000632E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A3359">
              <w:rPr>
                <w:rFonts w:ascii="Arial" w:hAnsi="Arial" w:cs="Arial"/>
                <w:b/>
                <w:sz w:val="18"/>
                <w:szCs w:val="18"/>
              </w:rPr>
              <w:t>STUDIO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898BE7F" w14:textId="0D4496B2" w:rsidR="009A4790" w:rsidRPr="005D7DFF" w:rsidRDefault="008D24B1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576E3B">
              <w:rPr>
                <w:rFonts w:ascii="Arial" w:hAnsi="Arial" w:cs="Arial"/>
                <w:b/>
              </w:rPr>
              <w:t>Versione 202</w:t>
            </w:r>
            <w:r w:rsidR="005135F0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.00.0</w:t>
            </w:r>
            <w:r w:rsidR="005135F0">
              <w:rPr>
                <w:rFonts w:ascii="Arial" w:hAnsi="Arial" w:cs="Arial"/>
                <w:b/>
              </w:rPr>
              <w:t>2</w:t>
            </w:r>
          </w:p>
        </w:tc>
      </w:tr>
      <w:tr w:rsidR="009A4790" w14:paraId="359481DE" w14:textId="77777777">
        <w:trPr>
          <w:cantSplit/>
          <w:trHeight w:val="347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AC16C90" w14:textId="77777777" w:rsidR="009A4790" w:rsidRDefault="009A4790">
            <w:pPr>
              <w:rPr>
                <w:color w:val="000000"/>
              </w:rPr>
            </w:pPr>
          </w:p>
        </w:tc>
        <w:tc>
          <w:tcPr>
            <w:tcW w:w="22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96EC341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CON.TE</w:t>
            </w: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9456084" w14:textId="32BDF2FC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 202</w:t>
            </w:r>
            <w:r w:rsidR="005135F0">
              <w:rPr>
                <w:rFonts w:ascii="Arial" w:hAnsi="Arial" w:cs="Arial"/>
                <w:b/>
              </w:rPr>
              <w:t>5</w:t>
            </w:r>
            <w:r w:rsidR="00BA29C4">
              <w:rPr>
                <w:rFonts w:ascii="Arial" w:hAnsi="Arial" w:cs="Arial"/>
                <w:b/>
              </w:rPr>
              <w:t>.00.00</w:t>
            </w:r>
          </w:p>
        </w:tc>
      </w:tr>
      <w:tr w:rsidR="009A4790" w14:paraId="4C4BC9CC" w14:textId="77777777" w:rsidTr="005135F0">
        <w:trPr>
          <w:cantSplit/>
          <w:trHeight w:val="832"/>
          <w:jc w:val="center"/>
        </w:trPr>
        <w:tc>
          <w:tcPr>
            <w:tcW w:w="3817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46FA4B" w14:textId="77777777" w:rsidR="009A4790" w:rsidRDefault="009A4790">
            <w:pPr>
              <w:pStyle w:val="Titoloindice"/>
              <w:rPr>
                <w:color w:val="000000"/>
              </w:rPr>
            </w:pPr>
          </w:p>
        </w:tc>
        <w:tc>
          <w:tcPr>
            <w:tcW w:w="58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917ACC4" w14:textId="77777777" w:rsidR="009A4790" w:rsidRDefault="000632E5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inerti software di base e sistemi operativi consultare la tabella in coda al presente documento</w:t>
            </w:r>
          </w:p>
        </w:tc>
      </w:tr>
    </w:tbl>
    <w:p w14:paraId="128974D9" w14:textId="77777777" w:rsidR="009A4790" w:rsidRDefault="009A4790">
      <w:pPr>
        <w:pStyle w:val="CorpoAltF0"/>
        <w:jc w:val="left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9A4790" w14:paraId="3AE392E4" w14:textId="77777777" w:rsidTr="005135F0">
        <w:trPr>
          <w:trHeight w:val="221"/>
          <w:jc w:val="center"/>
        </w:trPr>
        <w:tc>
          <w:tcPr>
            <w:tcW w:w="962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  <w:hideMark/>
          </w:tcPr>
          <w:p w14:paraId="46BC24FB" w14:textId="77777777" w:rsidR="009A4790" w:rsidRDefault="000632E5">
            <w:pPr>
              <w:pStyle w:val="WWContenutoRilascio"/>
            </w:pPr>
            <w:r>
              <w:t>Contenuto del rilascio</w:t>
            </w:r>
          </w:p>
        </w:tc>
      </w:tr>
      <w:tr w:rsidR="009A4790" w14:paraId="0B5915E0" w14:textId="77777777" w:rsidTr="005135F0">
        <w:trPr>
          <w:trHeight w:val="5810"/>
          <w:jc w:val="center"/>
        </w:trPr>
        <w:tc>
          <w:tcPr>
            <w:tcW w:w="962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27B911B" w14:textId="77777777" w:rsidR="009A4790" w:rsidRPr="00162875" w:rsidRDefault="009A4790">
            <w:pPr>
              <w:pStyle w:val="corpoAltF"/>
            </w:pPr>
            <w:bookmarkStart w:id="0" w:name="_Toc18917756"/>
          </w:p>
          <w:p w14:paraId="797A8801" w14:textId="77777777" w:rsidR="009A4790" w:rsidRPr="006C770F" w:rsidRDefault="000632E5">
            <w:pPr>
              <w:pStyle w:val="corpoAltF"/>
              <w:rPr>
                <w:b/>
                <w:bCs/>
                <w:sz w:val="22"/>
                <w:szCs w:val="22"/>
                <w:u w:val="single"/>
              </w:rPr>
            </w:pPr>
            <w:r w:rsidRPr="006C770F">
              <w:rPr>
                <w:b/>
                <w:bCs/>
                <w:sz w:val="22"/>
                <w:szCs w:val="22"/>
                <w:u w:val="single"/>
              </w:rPr>
              <w:t>IMPLEMENTAZIONI</w:t>
            </w:r>
          </w:p>
          <w:bookmarkEnd w:id="0"/>
          <w:p w14:paraId="150D2EC4" w14:textId="77777777" w:rsidR="006C770F" w:rsidRDefault="006C770F" w:rsidP="00AF160B">
            <w:pPr>
              <w:pStyle w:val="CorpoAltF0"/>
            </w:pPr>
          </w:p>
          <w:p w14:paraId="6E72D8B4" w14:textId="77777777" w:rsidR="005135F0" w:rsidRPr="005135F0" w:rsidRDefault="005135F0" w:rsidP="005135F0">
            <w:pPr>
              <w:pStyle w:val="2MADescrizioneCampo"/>
              <w:numPr>
                <w:ilvl w:val="0"/>
                <w:numId w:val="48"/>
              </w:numPr>
              <w:rPr>
                <w:b/>
                <w:bCs/>
              </w:rPr>
            </w:pPr>
            <w:bookmarkStart w:id="1" w:name="_Hlk23755618"/>
            <w:bookmarkStart w:id="2" w:name="_Toc149120268"/>
            <w:bookmarkStart w:id="3" w:name="_Toc193817866"/>
            <w:r w:rsidRPr="005135F0">
              <w:rPr>
                <w:b/>
                <w:bCs/>
              </w:rPr>
              <w:t>Specifiche Fedra Versione 7.0</w:t>
            </w:r>
            <w:bookmarkEnd w:id="2"/>
            <w:r w:rsidRPr="005135F0">
              <w:rPr>
                <w:b/>
                <w:bCs/>
              </w:rPr>
              <w:t>3</w:t>
            </w:r>
            <w:bookmarkEnd w:id="3"/>
            <w:r w:rsidRPr="005135F0">
              <w:rPr>
                <w:b/>
                <w:bCs/>
              </w:rPr>
              <w:t xml:space="preserve"> </w:t>
            </w:r>
          </w:p>
          <w:p w14:paraId="46F070EB" w14:textId="77777777" w:rsidR="005135F0" w:rsidRDefault="005135F0" w:rsidP="005135F0">
            <w:pPr>
              <w:pStyle w:val="2MADescrizioneCampo"/>
            </w:pPr>
          </w:p>
          <w:p w14:paraId="1128C735" w14:textId="77777777" w:rsidR="005135F0" w:rsidRPr="0012703B" w:rsidRDefault="005135F0" w:rsidP="005135F0">
            <w:pPr>
              <w:pStyle w:val="2MADescrizioneCampo"/>
            </w:pPr>
            <w:r>
              <w:t xml:space="preserve">L’aggiornamento in rilascio recepisce e introduce nella procedura </w:t>
            </w:r>
            <w:r w:rsidRPr="006C770F">
              <w:rPr>
                <w:b/>
                <w:bCs/>
              </w:rPr>
              <w:t>STT</w:t>
            </w:r>
            <w:r>
              <w:t xml:space="preserve"> le variazioni introdotte dalla versione 7.03 dell’applicativo Fedra.</w:t>
            </w:r>
          </w:p>
          <w:p w14:paraId="31BF5CC5" w14:textId="77777777" w:rsidR="005135F0" w:rsidRDefault="005135F0" w:rsidP="005135F0">
            <w:pPr>
              <w:pStyle w:val="2MADescrizioneCampo"/>
            </w:pPr>
          </w:p>
          <w:p w14:paraId="6B3F0740" w14:textId="77777777" w:rsidR="005135F0" w:rsidRPr="005135F0" w:rsidRDefault="005135F0" w:rsidP="005135F0">
            <w:pPr>
              <w:pStyle w:val="2MADescrizioneCampo"/>
              <w:numPr>
                <w:ilvl w:val="0"/>
                <w:numId w:val="48"/>
              </w:numPr>
              <w:rPr>
                <w:b/>
                <w:bCs/>
              </w:rPr>
            </w:pPr>
            <w:bookmarkStart w:id="4" w:name="_Toc149120269"/>
            <w:bookmarkStart w:id="5" w:name="_Toc193817867"/>
            <w:r w:rsidRPr="005135F0">
              <w:rPr>
                <w:b/>
                <w:bCs/>
              </w:rPr>
              <w:t>Accorpamento CCIAA</w:t>
            </w:r>
            <w:bookmarkEnd w:id="4"/>
            <w:r w:rsidRPr="005135F0">
              <w:rPr>
                <w:b/>
                <w:bCs/>
              </w:rPr>
              <w:t xml:space="preserve"> di Pavia, Mantova e Cremona</w:t>
            </w:r>
            <w:bookmarkEnd w:id="5"/>
          </w:p>
          <w:p w14:paraId="6C061A82" w14:textId="77777777" w:rsidR="005135F0" w:rsidRDefault="005135F0" w:rsidP="005135F0">
            <w:pPr>
              <w:pStyle w:val="2MADescrizioneCampo"/>
            </w:pPr>
          </w:p>
          <w:p w14:paraId="4133DB99" w14:textId="77777777" w:rsidR="005135F0" w:rsidRDefault="005135F0" w:rsidP="005135F0">
            <w:pPr>
              <w:pStyle w:val="2MADescrizioneCampo"/>
            </w:pPr>
            <w:r w:rsidRPr="00BB39B5">
              <w:t xml:space="preserve">Le </w:t>
            </w:r>
            <w:r w:rsidRPr="00A63101">
              <w:t xml:space="preserve">CCIAA </w:t>
            </w:r>
            <w:r>
              <w:t xml:space="preserve">di </w:t>
            </w:r>
            <w:r w:rsidRPr="00A63101">
              <w:t xml:space="preserve">Pavia, Mantova e Cremona </w:t>
            </w:r>
            <w:r w:rsidRPr="00BB39B5">
              <w:t xml:space="preserve">sono state accorpate nella nuova </w:t>
            </w:r>
            <w:r w:rsidRPr="00581FCB">
              <w:t>“Grande Camera” nel Sud lombardo</w:t>
            </w:r>
            <w:r w:rsidRPr="00BB39B5">
              <w:t xml:space="preserve"> con sede a </w:t>
            </w:r>
            <w:r>
              <w:t>Mantova</w:t>
            </w:r>
            <w:r w:rsidRPr="00BB39B5">
              <w:t>.</w:t>
            </w:r>
          </w:p>
          <w:p w14:paraId="64ACA861" w14:textId="77777777" w:rsidR="005135F0" w:rsidRDefault="005135F0" w:rsidP="005135F0">
            <w:pPr>
              <w:pStyle w:val="2MADescrizioneCampo"/>
            </w:pPr>
          </w:p>
          <w:p w14:paraId="4EC47DE2" w14:textId="77777777" w:rsidR="005135F0" w:rsidRPr="005135F0" w:rsidRDefault="005135F0" w:rsidP="005135F0">
            <w:pPr>
              <w:pStyle w:val="2MADescrizioneCampo"/>
              <w:numPr>
                <w:ilvl w:val="0"/>
                <w:numId w:val="48"/>
              </w:numPr>
              <w:rPr>
                <w:b/>
                <w:bCs/>
              </w:rPr>
            </w:pPr>
            <w:bookmarkStart w:id="6" w:name="_Toc193817868"/>
            <w:r w:rsidRPr="005135F0">
              <w:rPr>
                <w:b/>
                <w:bCs/>
              </w:rPr>
              <w:t>Inserimento Comune di Valbrenta pratiche SUAP</w:t>
            </w:r>
            <w:bookmarkEnd w:id="6"/>
          </w:p>
          <w:p w14:paraId="631E2F7A" w14:textId="77777777" w:rsidR="005135F0" w:rsidRDefault="005135F0" w:rsidP="005135F0">
            <w:pPr>
              <w:pStyle w:val="2MADescrizioneCampo"/>
            </w:pPr>
          </w:p>
          <w:p w14:paraId="18103623" w14:textId="77777777" w:rsidR="005135F0" w:rsidRPr="00A63101" w:rsidRDefault="005135F0" w:rsidP="005135F0">
            <w:pPr>
              <w:pStyle w:val="2MADescrizioneCampo"/>
            </w:pPr>
            <w:r>
              <w:t>Da questa versione i</w:t>
            </w:r>
            <w:r w:rsidRPr="00A63101">
              <w:t>l Comune di Valbrenta</w:t>
            </w:r>
            <w:r>
              <w:t xml:space="preserve"> è stato inserito </w:t>
            </w:r>
            <w:r w:rsidRPr="00A63101">
              <w:t>tra i possibili comuni destinatari della pratica SUAP della provincia di Vicenza</w:t>
            </w:r>
            <w:r>
              <w:t>.</w:t>
            </w:r>
          </w:p>
          <w:p w14:paraId="40F995E3" w14:textId="77777777" w:rsidR="005135F0" w:rsidRDefault="005135F0" w:rsidP="005135F0">
            <w:pPr>
              <w:pStyle w:val="2MADescrizioneCampo"/>
            </w:pPr>
          </w:p>
          <w:p w14:paraId="32BE23F8" w14:textId="77777777" w:rsidR="005135F0" w:rsidRPr="005135F0" w:rsidRDefault="005135F0" w:rsidP="005135F0">
            <w:pPr>
              <w:pStyle w:val="2MADescrizioneCampo"/>
              <w:numPr>
                <w:ilvl w:val="0"/>
                <w:numId w:val="48"/>
              </w:numPr>
              <w:rPr>
                <w:b/>
                <w:bCs/>
              </w:rPr>
            </w:pPr>
            <w:bookmarkStart w:id="7" w:name="_Toc193817869"/>
            <w:r w:rsidRPr="005135F0">
              <w:rPr>
                <w:b/>
                <w:bCs/>
              </w:rPr>
              <w:t>Credenziali Infocamere “W8J”</w:t>
            </w:r>
            <w:bookmarkEnd w:id="7"/>
          </w:p>
          <w:p w14:paraId="4376ADBF" w14:textId="77777777" w:rsidR="005135F0" w:rsidRDefault="005135F0" w:rsidP="005135F0">
            <w:pPr>
              <w:pStyle w:val="2MADescrizioneCampo"/>
            </w:pPr>
          </w:p>
          <w:p w14:paraId="3AF44B42" w14:textId="77777777" w:rsidR="005135F0" w:rsidRDefault="005135F0" w:rsidP="005135F0">
            <w:pPr>
              <w:pStyle w:val="2MADescrizioneCampo"/>
            </w:pPr>
            <w:r>
              <w:t xml:space="preserve">Da questa versione è prevista la possibilità di inserire </w:t>
            </w:r>
            <w:r w:rsidRPr="00A63101">
              <w:t>credenziali Infocamere che iniziano per “W8J”</w:t>
            </w:r>
            <w:r w:rsidRPr="001D2AC7">
              <w:t>.</w:t>
            </w:r>
          </w:p>
          <w:p w14:paraId="48F7F8C5" w14:textId="77777777" w:rsidR="005135F0" w:rsidRDefault="005135F0" w:rsidP="005135F0">
            <w:pPr>
              <w:pStyle w:val="2MADescrizioneCampo"/>
            </w:pPr>
          </w:p>
          <w:p w14:paraId="3AFB1043" w14:textId="20A6BF5E" w:rsidR="005135F0" w:rsidRPr="005135F0" w:rsidRDefault="005135F0" w:rsidP="005135F0">
            <w:pPr>
              <w:pStyle w:val="2MADescrizioneCampo"/>
              <w:numPr>
                <w:ilvl w:val="0"/>
                <w:numId w:val="48"/>
              </w:numPr>
              <w:rPr>
                <w:b/>
              </w:rPr>
            </w:pPr>
            <w:bookmarkStart w:id="8" w:name="_Toc193364613"/>
            <w:bookmarkStart w:id="9" w:name="_Toc193817871"/>
            <w:r w:rsidRPr="005135F0">
              <w:rPr>
                <w:b/>
                <w:noProof/>
              </w:rPr>
              <w:t xml:space="preserve">Licenze d’uso </w:t>
            </w:r>
            <w:bookmarkEnd w:id="8"/>
            <w:r w:rsidRPr="005135F0">
              <w:rPr>
                <w:b/>
                <w:noProof/>
              </w:rPr>
              <w:t>STT</w:t>
            </w:r>
            <w:bookmarkEnd w:id="9"/>
            <w:r w:rsidRPr="005135F0">
              <w:rPr>
                <w:b/>
                <w:noProof/>
              </w:rPr>
              <w:t xml:space="preserve"> anno 2025</w:t>
            </w:r>
          </w:p>
          <w:p w14:paraId="4CAB9ADA" w14:textId="77777777" w:rsidR="005135F0" w:rsidRDefault="005135F0" w:rsidP="005135F0">
            <w:pPr>
              <w:pStyle w:val="2MADescrizioneCampo"/>
            </w:pPr>
          </w:p>
          <w:p w14:paraId="08052BF3" w14:textId="2A72E96E" w:rsidR="005135F0" w:rsidRDefault="005135F0" w:rsidP="005135F0">
            <w:pPr>
              <w:pStyle w:val="2MADescrizioneCampo"/>
            </w:pPr>
            <w:r>
              <w:t xml:space="preserve">Il presente rilascio si rende necessario al fine di allineare la procedura e </w:t>
            </w:r>
            <w:r w:rsidRPr="0090662E">
              <w:t>aggiornare le licenze di procedura per l’anno 2025.</w:t>
            </w:r>
          </w:p>
          <w:bookmarkEnd w:id="1"/>
          <w:p w14:paraId="524710B7" w14:textId="25A7D543" w:rsidR="00014A71" w:rsidRDefault="00014A71" w:rsidP="00EB2467">
            <w:pPr>
              <w:pStyle w:val="CorpoAltF0"/>
            </w:pPr>
          </w:p>
        </w:tc>
      </w:tr>
    </w:tbl>
    <w:p w14:paraId="29E65741" w14:textId="0ACD65F3" w:rsidR="00FE6697" w:rsidRDefault="00FE6697" w:rsidP="005135F0">
      <w:pPr>
        <w:jc w:val="center"/>
      </w:pPr>
      <w:bookmarkStart w:id="10" w:name="_Toc33011301"/>
      <w:r>
        <w:rPr>
          <w:noProof/>
        </w:rPr>
        <w:drawing>
          <wp:inline distT="0" distB="0" distL="0" distR="0" wp14:anchorId="126AB7DF" wp14:editId="393C4DCA">
            <wp:extent cx="5956300" cy="1297669"/>
            <wp:effectExtent l="0" t="0" r="6350" b="0"/>
            <wp:docPr id="7" name="Immagin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29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0"/>
    </w:p>
    <w:sectPr w:rsidR="00FE6697">
      <w:headerReference w:type="default" r:id="rId11"/>
      <w:footerReference w:type="default" r:id="rId12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9FC52" w14:textId="77777777" w:rsidR="005E30F9" w:rsidRDefault="005E30F9">
      <w:r>
        <w:separator/>
      </w:r>
    </w:p>
  </w:endnote>
  <w:endnote w:type="continuationSeparator" w:id="0">
    <w:p w14:paraId="63CE3544" w14:textId="77777777" w:rsidR="005E30F9" w:rsidRDefault="005E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FT Etica Lt">
    <w:altName w:val="Corbe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2115B" w14:textId="77777777" w:rsidR="009A4790" w:rsidRDefault="000632E5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7E7795DA" wp14:editId="4CBCCE58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9A4790" w14:paraId="618D8738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03A0CDCB" w14:textId="77777777" w:rsidR="009A4790" w:rsidRDefault="009A4790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4B039047" w14:textId="77777777" w:rsidR="009A4790" w:rsidRDefault="000632E5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62C2E216" w14:textId="118A9F26" w:rsidR="009A4790" w:rsidRDefault="000632E5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STT 20</w:t>
          </w:r>
          <w:r w:rsidR="00FE6697">
            <w:rPr>
              <w:rFonts w:ascii="Arial" w:hAnsi="Arial" w:cs="Arial"/>
              <w:i/>
              <w:sz w:val="20"/>
              <w:szCs w:val="20"/>
            </w:rPr>
            <w:t>2</w:t>
          </w:r>
          <w:r w:rsidR="005135F0">
            <w:rPr>
              <w:rFonts w:ascii="Arial" w:hAnsi="Arial" w:cs="Arial"/>
              <w:i/>
              <w:sz w:val="20"/>
              <w:szCs w:val="20"/>
            </w:rPr>
            <w:t>5</w:t>
          </w:r>
          <w:r w:rsidR="008D24B1">
            <w:rPr>
              <w:rFonts w:ascii="Arial" w:hAnsi="Arial" w:cs="Arial"/>
              <w:i/>
              <w:sz w:val="20"/>
              <w:szCs w:val="20"/>
            </w:rPr>
            <w:t>.00.00</w:t>
          </w:r>
        </w:p>
      </w:tc>
      <w:tc>
        <w:tcPr>
          <w:tcW w:w="1701" w:type="dxa"/>
        </w:tcPr>
        <w:p w14:paraId="69684E37" w14:textId="77777777" w:rsidR="009A4790" w:rsidRDefault="000632E5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0D89571F" w14:textId="77777777" w:rsidR="009A4790" w:rsidRDefault="009A4790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5BBD4" w14:textId="77777777" w:rsidR="005E30F9" w:rsidRDefault="005E30F9">
      <w:r>
        <w:separator/>
      </w:r>
    </w:p>
  </w:footnote>
  <w:footnote w:type="continuationSeparator" w:id="0">
    <w:p w14:paraId="075F705B" w14:textId="77777777" w:rsidR="005E30F9" w:rsidRDefault="005E3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9A4790" w14:paraId="27E26E43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1910593" w14:textId="77777777" w:rsidR="009A4790" w:rsidRDefault="000632E5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4637A73C" wp14:editId="601771DA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38FB89D" w14:textId="77777777" w:rsidR="009A4790" w:rsidRDefault="000632E5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BAA1B34" w14:textId="77777777" w:rsidR="009A4790" w:rsidRDefault="009A4790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9A4790" w14:paraId="45C79D6E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4ACC80C" w14:textId="77777777" w:rsidR="009A4790" w:rsidRDefault="009A4790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638347AE" w14:textId="77777777" w:rsidR="009A4790" w:rsidRDefault="000632E5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E61B773" w14:textId="77777777" w:rsidR="009A4790" w:rsidRDefault="009A4790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15EF58F5" w14:textId="77777777" w:rsidR="009A4790" w:rsidRDefault="009A4790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C0608"/>
    <w:multiLevelType w:val="hybridMultilevel"/>
    <w:tmpl w:val="0E448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A7B78"/>
    <w:multiLevelType w:val="hybridMultilevel"/>
    <w:tmpl w:val="F620B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005D0"/>
    <w:multiLevelType w:val="hybridMultilevel"/>
    <w:tmpl w:val="F5A423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11D67D6F"/>
    <w:multiLevelType w:val="multilevel"/>
    <w:tmpl w:val="BF745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579"/>
        </w:tabs>
        <w:ind w:left="579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8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8FD475B"/>
    <w:multiLevelType w:val="hybridMultilevel"/>
    <w:tmpl w:val="6E7287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 w15:restartNumberingAfterBreak="0">
    <w:nsid w:val="22461373"/>
    <w:multiLevelType w:val="hybridMultilevel"/>
    <w:tmpl w:val="AC547D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766B6"/>
    <w:multiLevelType w:val="hybridMultilevel"/>
    <w:tmpl w:val="E77E7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7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0E68E6"/>
    <w:multiLevelType w:val="hybridMultilevel"/>
    <w:tmpl w:val="13587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01B9F"/>
    <w:multiLevelType w:val="hybridMultilevel"/>
    <w:tmpl w:val="26F867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64755"/>
    <w:multiLevelType w:val="hybridMultilevel"/>
    <w:tmpl w:val="3D4299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43D46"/>
    <w:multiLevelType w:val="hybridMultilevel"/>
    <w:tmpl w:val="4184EC1C"/>
    <w:lvl w:ilvl="0" w:tplc="0410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6F58E6EA">
      <w:numFmt w:val="bullet"/>
      <w:lvlText w:val="-"/>
      <w:lvlJc w:val="left"/>
      <w:pPr>
        <w:ind w:left="3512" w:hanging="360"/>
      </w:pPr>
      <w:rPr>
        <w:rFonts w:ascii="LFT Etica Lt" w:eastAsia="Times" w:hAnsi="LFT Etica Lt" w:cs="Aria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7" w15:restartNumberingAfterBreak="0">
    <w:nsid w:val="544E7FD4"/>
    <w:multiLevelType w:val="hybridMultilevel"/>
    <w:tmpl w:val="534AA4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63846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BD8440C"/>
    <w:multiLevelType w:val="hybridMultilevel"/>
    <w:tmpl w:val="6376FBE0"/>
    <w:lvl w:ilvl="0" w:tplc="33B05862">
      <w:numFmt w:val="bullet"/>
      <w:lvlText w:val="-"/>
      <w:lvlJc w:val="left"/>
      <w:pPr>
        <w:ind w:left="3306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66" w:hanging="360"/>
      </w:pPr>
      <w:rPr>
        <w:rFonts w:ascii="Wingdings" w:hAnsi="Wingdings" w:hint="default"/>
      </w:rPr>
    </w:lvl>
  </w:abstractNum>
  <w:abstractNum w:abstractNumId="31" w15:restartNumberingAfterBreak="0">
    <w:nsid w:val="5D140163"/>
    <w:multiLevelType w:val="hybridMultilevel"/>
    <w:tmpl w:val="2408C932"/>
    <w:lvl w:ilvl="0" w:tplc="E666806C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2" w15:restartNumberingAfterBreak="0">
    <w:nsid w:val="621E67B6"/>
    <w:multiLevelType w:val="hybridMultilevel"/>
    <w:tmpl w:val="AC547D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7D0DD9"/>
    <w:multiLevelType w:val="hybridMultilevel"/>
    <w:tmpl w:val="CB5C2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E2204"/>
    <w:multiLevelType w:val="hybridMultilevel"/>
    <w:tmpl w:val="D75A20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F55B2"/>
    <w:multiLevelType w:val="hybridMultilevel"/>
    <w:tmpl w:val="95D828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C02C1"/>
    <w:multiLevelType w:val="hybridMultilevel"/>
    <w:tmpl w:val="45EE4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06D38"/>
    <w:multiLevelType w:val="hybridMultilevel"/>
    <w:tmpl w:val="01765E68"/>
    <w:lvl w:ilvl="0" w:tplc="EC4811EC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2" w15:restartNumberingAfterBreak="0">
    <w:nsid w:val="76D817EF"/>
    <w:multiLevelType w:val="hybridMultilevel"/>
    <w:tmpl w:val="B53E93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25AD6"/>
    <w:multiLevelType w:val="hybridMultilevel"/>
    <w:tmpl w:val="35F2E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7A74F1"/>
    <w:multiLevelType w:val="hybridMultilevel"/>
    <w:tmpl w:val="61E28BF6"/>
    <w:lvl w:ilvl="0" w:tplc="D42892B8">
      <w:start w:val="1"/>
      <w:numFmt w:val="decimal"/>
      <w:pStyle w:val="TS-titolo-04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608513">
    <w:abstractNumId w:val="8"/>
  </w:num>
  <w:num w:numId="2" w16cid:durableId="1255751014">
    <w:abstractNumId w:val="7"/>
  </w:num>
  <w:num w:numId="3" w16cid:durableId="2084793567">
    <w:abstractNumId w:val="4"/>
  </w:num>
  <w:num w:numId="4" w16cid:durableId="1342587259">
    <w:abstractNumId w:val="38"/>
  </w:num>
  <w:num w:numId="5" w16cid:durableId="520705158">
    <w:abstractNumId w:val="10"/>
  </w:num>
  <w:num w:numId="6" w16cid:durableId="1773742787">
    <w:abstractNumId w:val="25"/>
  </w:num>
  <w:num w:numId="7" w16cid:durableId="867791405">
    <w:abstractNumId w:val="13"/>
  </w:num>
  <w:num w:numId="8" w16cid:durableId="1593006310">
    <w:abstractNumId w:val="16"/>
  </w:num>
  <w:num w:numId="9" w16cid:durableId="1934312401">
    <w:abstractNumId w:val="24"/>
  </w:num>
  <w:num w:numId="10" w16cid:durableId="996498054">
    <w:abstractNumId w:val="12"/>
  </w:num>
  <w:num w:numId="11" w16cid:durableId="346716092">
    <w:abstractNumId w:val="17"/>
  </w:num>
  <w:num w:numId="12" w16cid:durableId="87165179">
    <w:abstractNumId w:val="15"/>
  </w:num>
  <w:num w:numId="13" w16cid:durableId="358166238">
    <w:abstractNumId w:val="39"/>
  </w:num>
  <w:num w:numId="14" w16cid:durableId="1049260484">
    <w:abstractNumId w:val="6"/>
  </w:num>
  <w:num w:numId="15" w16cid:durableId="1587229480">
    <w:abstractNumId w:val="35"/>
  </w:num>
  <w:num w:numId="16" w16cid:durableId="1755391917">
    <w:abstractNumId w:val="37"/>
  </w:num>
  <w:num w:numId="17" w16cid:durableId="1385568549">
    <w:abstractNumId w:val="22"/>
  </w:num>
  <w:num w:numId="18" w16cid:durableId="1280993942">
    <w:abstractNumId w:val="45"/>
  </w:num>
  <w:num w:numId="19" w16cid:durableId="1581283939">
    <w:abstractNumId w:val="18"/>
  </w:num>
  <w:num w:numId="20" w16cid:durableId="1095128137">
    <w:abstractNumId w:val="29"/>
  </w:num>
  <w:num w:numId="21" w16cid:durableId="197008583">
    <w:abstractNumId w:val="0"/>
  </w:num>
  <w:num w:numId="22" w16cid:durableId="1087380923">
    <w:abstractNumId w:val="26"/>
  </w:num>
  <w:num w:numId="23" w16cid:durableId="1487553914">
    <w:abstractNumId w:val="19"/>
  </w:num>
  <w:num w:numId="24" w16cid:durableId="2100173598">
    <w:abstractNumId w:val="33"/>
  </w:num>
  <w:num w:numId="25" w16cid:durableId="252132050">
    <w:abstractNumId w:val="30"/>
  </w:num>
  <w:num w:numId="26" w16cid:durableId="161259163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494414728">
    <w:abstractNumId w:val="28"/>
  </w:num>
  <w:num w:numId="28" w16cid:durableId="235283585">
    <w:abstractNumId w:val="27"/>
  </w:num>
  <w:num w:numId="29" w16cid:durableId="2048791057">
    <w:abstractNumId w:val="1"/>
  </w:num>
  <w:num w:numId="30" w16cid:durableId="183591198">
    <w:abstractNumId w:val="14"/>
  </w:num>
  <w:num w:numId="31" w16cid:durableId="1315137297">
    <w:abstractNumId w:val="40"/>
  </w:num>
  <w:num w:numId="32" w16cid:durableId="456728787">
    <w:abstractNumId w:val="31"/>
  </w:num>
  <w:num w:numId="33" w16cid:durableId="878013185">
    <w:abstractNumId w:val="31"/>
  </w:num>
  <w:num w:numId="34" w16cid:durableId="650211618">
    <w:abstractNumId w:val="21"/>
  </w:num>
  <w:num w:numId="35" w16cid:durableId="1474634492">
    <w:abstractNumId w:val="42"/>
  </w:num>
  <w:num w:numId="36" w16cid:durableId="745958113">
    <w:abstractNumId w:val="20"/>
  </w:num>
  <w:num w:numId="37" w16cid:durableId="667632164">
    <w:abstractNumId w:val="9"/>
  </w:num>
  <w:num w:numId="38" w16cid:durableId="707528739">
    <w:abstractNumId w:val="36"/>
  </w:num>
  <w:num w:numId="39" w16cid:durableId="1364212587">
    <w:abstractNumId w:val="43"/>
  </w:num>
  <w:num w:numId="40" w16cid:durableId="56780064">
    <w:abstractNumId w:val="5"/>
  </w:num>
  <w:num w:numId="41" w16cid:durableId="592401139">
    <w:abstractNumId w:val="2"/>
  </w:num>
  <w:num w:numId="42" w16cid:durableId="424157556">
    <w:abstractNumId w:val="11"/>
  </w:num>
  <w:num w:numId="43" w16cid:durableId="1502085300">
    <w:abstractNumId w:val="23"/>
  </w:num>
  <w:num w:numId="44" w16cid:durableId="1101728767">
    <w:abstractNumId w:val="41"/>
  </w:num>
  <w:num w:numId="45" w16cid:durableId="1996568263">
    <w:abstractNumId w:val="32"/>
  </w:num>
  <w:num w:numId="46" w16cid:durableId="1670476443">
    <w:abstractNumId w:val="34"/>
  </w:num>
  <w:num w:numId="47" w16cid:durableId="250284903">
    <w:abstractNumId w:val="44"/>
  </w:num>
  <w:num w:numId="48" w16cid:durableId="136678360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90"/>
    <w:rsid w:val="00014A71"/>
    <w:rsid w:val="00015D8C"/>
    <w:rsid w:val="00021415"/>
    <w:rsid w:val="000632E5"/>
    <w:rsid w:val="00073435"/>
    <w:rsid w:val="00075958"/>
    <w:rsid w:val="000A3359"/>
    <w:rsid w:val="000A4D11"/>
    <w:rsid w:val="000A6156"/>
    <w:rsid w:val="000D5F24"/>
    <w:rsid w:val="0012278C"/>
    <w:rsid w:val="001318CF"/>
    <w:rsid w:val="00162875"/>
    <w:rsid w:val="001C79E2"/>
    <w:rsid w:val="00202AE5"/>
    <w:rsid w:val="00267E22"/>
    <w:rsid w:val="00284431"/>
    <w:rsid w:val="0044737B"/>
    <w:rsid w:val="00463360"/>
    <w:rsid w:val="004F4E19"/>
    <w:rsid w:val="005135F0"/>
    <w:rsid w:val="005475FA"/>
    <w:rsid w:val="00576E3B"/>
    <w:rsid w:val="005B4448"/>
    <w:rsid w:val="005C1A96"/>
    <w:rsid w:val="005D6885"/>
    <w:rsid w:val="005D7DFF"/>
    <w:rsid w:val="005E30F9"/>
    <w:rsid w:val="006253D1"/>
    <w:rsid w:val="00653C99"/>
    <w:rsid w:val="006C770F"/>
    <w:rsid w:val="0072094B"/>
    <w:rsid w:val="00774BA2"/>
    <w:rsid w:val="007A570F"/>
    <w:rsid w:val="007B77CC"/>
    <w:rsid w:val="0080541E"/>
    <w:rsid w:val="0081026A"/>
    <w:rsid w:val="008908E6"/>
    <w:rsid w:val="008B0971"/>
    <w:rsid w:val="008B1526"/>
    <w:rsid w:val="008D24B1"/>
    <w:rsid w:val="00932AB1"/>
    <w:rsid w:val="00991292"/>
    <w:rsid w:val="00994C6C"/>
    <w:rsid w:val="009A4790"/>
    <w:rsid w:val="009C7F9C"/>
    <w:rsid w:val="009F20C2"/>
    <w:rsid w:val="009F33BC"/>
    <w:rsid w:val="00A0763C"/>
    <w:rsid w:val="00A21466"/>
    <w:rsid w:val="00A504B1"/>
    <w:rsid w:val="00AD3B11"/>
    <w:rsid w:val="00AE20D6"/>
    <w:rsid w:val="00AE38CF"/>
    <w:rsid w:val="00AF160B"/>
    <w:rsid w:val="00B05A6C"/>
    <w:rsid w:val="00B93529"/>
    <w:rsid w:val="00BA29C4"/>
    <w:rsid w:val="00BE3FD5"/>
    <w:rsid w:val="00CA4D0A"/>
    <w:rsid w:val="00CB64DB"/>
    <w:rsid w:val="00D21E30"/>
    <w:rsid w:val="00D907AD"/>
    <w:rsid w:val="00DA2C06"/>
    <w:rsid w:val="00DB05A8"/>
    <w:rsid w:val="00DC2E90"/>
    <w:rsid w:val="00DD1467"/>
    <w:rsid w:val="00E806EB"/>
    <w:rsid w:val="00EB2467"/>
    <w:rsid w:val="00ED36AD"/>
    <w:rsid w:val="00F11740"/>
    <w:rsid w:val="00F36172"/>
    <w:rsid w:val="00F60B9C"/>
    <w:rsid w:val="00FC346C"/>
    <w:rsid w:val="00FD0977"/>
    <w:rsid w:val="00FE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2A3BF7FD"/>
  <w15:docId w15:val="{7757F12F-1149-4884-9966-9E6A3390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rsid w:val="000A6156"/>
    <w:pPr>
      <w:numPr>
        <w:numId w:val="47"/>
      </w:numPr>
      <w:pBdr>
        <w:top w:val="single" w:sz="4" w:space="0" w:color="auto"/>
      </w:pBdr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sid w:val="000A6156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  <w:rPr>
      <w:rFonts w:ascii="Times" w:eastAsia="Times" w:hAnsi="Times"/>
      <w:szCs w:val="20"/>
    </w:rPr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paragraph" w:customStyle="1" w:styleId="2MADescrizioneCampo">
    <w:name w:val="2_MA_DescrizioneCampo"/>
    <w:basedOn w:val="corpo"/>
    <w:qFormat/>
    <w:rsid w:val="005C1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cid:image001.png@01D8F5C3.5713C19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cumenti\voghera\NoteRilasciNostri\STT\MODELLI%20PER%20NOTE%20STT\STT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4F751-FA43-43E9-A279-736342C0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STT_AAAAXXYY_CR.dotx</Template>
  <TotalTime>167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Barbara Trombin</dc:creator>
  <cp:lastModifiedBy>Barbara Trombin</cp:lastModifiedBy>
  <cp:revision>9</cp:revision>
  <cp:lastPrinted>2015-07-20T15:55:00Z</cp:lastPrinted>
  <dcterms:created xsi:type="dcterms:W3CDTF">2023-10-19T10:28:00Z</dcterms:created>
  <dcterms:modified xsi:type="dcterms:W3CDTF">2025-03-25T17:09:00Z</dcterms:modified>
</cp:coreProperties>
</file>