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0C814" w14:textId="77777777" w:rsidR="00D9512C" w:rsidRDefault="00D9512C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D9512C" w:rsidRPr="00F624B8" w14:paraId="3380C816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380C815" w14:textId="54C2C0F7" w:rsidR="00D9512C" w:rsidRPr="00F624B8" w:rsidRDefault="008027FD">
            <w:pPr>
              <w:pStyle w:val="WWRelease"/>
              <w:jc w:val="center"/>
              <w:rPr>
                <w:lang w:val="en-US"/>
              </w:rPr>
            </w:pPr>
            <w:r w:rsidRPr="00F624B8">
              <w:rPr>
                <w:lang w:val="en-US"/>
              </w:rPr>
              <w:t xml:space="preserve">RELEASE </w:t>
            </w:r>
            <w:proofErr w:type="spellStart"/>
            <w:r w:rsidRPr="00F624B8">
              <w:rPr>
                <w:lang w:val="en-US"/>
              </w:rPr>
              <w:t>Versione</w:t>
            </w:r>
            <w:proofErr w:type="spellEnd"/>
            <w:r w:rsidRPr="00F624B8">
              <w:rPr>
                <w:lang w:val="en-US"/>
              </w:rPr>
              <w:t xml:space="preserve"> 202</w:t>
            </w:r>
            <w:r w:rsidR="006925FB" w:rsidRPr="00F624B8">
              <w:rPr>
                <w:lang w:val="en-US"/>
              </w:rPr>
              <w:t>4</w:t>
            </w:r>
            <w:r w:rsidRPr="00F624B8">
              <w:rPr>
                <w:lang w:val="en-US"/>
              </w:rPr>
              <w:t>.</w:t>
            </w:r>
            <w:r w:rsidR="00D115D6" w:rsidRPr="00F624B8">
              <w:rPr>
                <w:lang w:val="en-US"/>
              </w:rPr>
              <w:t>1</w:t>
            </w:r>
            <w:r w:rsidRPr="00F624B8">
              <w:rPr>
                <w:lang w:val="en-US"/>
              </w:rPr>
              <w:t>.</w:t>
            </w:r>
            <w:r w:rsidR="00183430" w:rsidRPr="00F624B8">
              <w:rPr>
                <w:lang w:val="en-US"/>
              </w:rPr>
              <w:t>1</w:t>
            </w:r>
          </w:p>
        </w:tc>
      </w:tr>
    </w:tbl>
    <w:p w14:paraId="3380C817" w14:textId="77777777" w:rsidR="00D9512C" w:rsidRPr="00F624B8" w:rsidRDefault="00D9512C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D9512C" w:rsidRPr="00F624B8" w14:paraId="3380C81C" w14:textId="77777777" w:rsidTr="00932F37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3380C818" w14:textId="77777777" w:rsidR="00D9512C" w:rsidRPr="00F624B8" w:rsidRDefault="008027FD">
            <w:pPr>
              <w:pStyle w:val="WWTipoDocumento"/>
            </w:pPr>
            <w:r w:rsidRPr="00F624B8">
              <w:t>CONTENUTO DEL RILASCIO</w:t>
            </w:r>
          </w:p>
          <w:p w14:paraId="3380C819" w14:textId="77777777" w:rsidR="00D9512C" w:rsidRPr="00F624B8" w:rsidRDefault="008027FD">
            <w:pPr>
              <w:pStyle w:val="CorpoAltF0"/>
              <w:rPr>
                <w:color w:val="000000"/>
              </w:rPr>
            </w:pPr>
            <w:r w:rsidRPr="00F624B8">
              <w:rPr>
                <w:noProof/>
              </w:rPr>
              <w:drawing>
                <wp:inline distT="0" distB="0" distL="0" distR="0" wp14:anchorId="3380C862" wp14:editId="3380C863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A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B" w14:textId="77777777" w:rsidR="00D9512C" w:rsidRPr="00F624B8" w:rsidRDefault="008027FD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 w:rsidRPr="00F624B8"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 w:rsidR="00D9512C" w:rsidRPr="00F624B8" w14:paraId="3380C82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1D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E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1F" w14:textId="2DC4873E" w:rsidR="00D9512C" w:rsidRPr="00F624B8" w:rsidRDefault="008027FD">
            <w:pPr>
              <w:pStyle w:val="CorpoAltF0"/>
              <w:ind w:left="113"/>
              <w:rPr>
                <w:rFonts w:cs="Arial"/>
              </w:rPr>
            </w:pPr>
            <w:r w:rsidRPr="00F624B8">
              <w:rPr>
                <w:rFonts w:cs="Arial"/>
              </w:rPr>
              <w:t>Aggiornamento procedura</w:t>
            </w:r>
          </w:p>
        </w:tc>
      </w:tr>
      <w:tr w:rsidR="00D9512C" w:rsidRPr="00F624B8" w14:paraId="3380C824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1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2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3" w14:textId="2697E556" w:rsidR="00D9512C" w:rsidRPr="00F624B8" w:rsidRDefault="008027FD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F624B8">
              <w:rPr>
                <w:rFonts w:cs="Arial"/>
                <w:b/>
                <w:bCs/>
              </w:rPr>
              <w:t>202</w:t>
            </w:r>
            <w:r w:rsidR="006925FB" w:rsidRPr="00F624B8">
              <w:rPr>
                <w:rFonts w:cs="Arial"/>
                <w:b/>
                <w:bCs/>
              </w:rPr>
              <w:t>4</w:t>
            </w:r>
            <w:r w:rsidRPr="00F624B8">
              <w:rPr>
                <w:rFonts w:cs="Arial"/>
                <w:b/>
                <w:bCs/>
              </w:rPr>
              <w:t>.</w:t>
            </w:r>
            <w:r w:rsidR="00D115D6" w:rsidRPr="00F624B8">
              <w:rPr>
                <w:rFonts w:cs="Arial"/>
                <w:b/>
                <w:bCs/>
              </w:rPr>
              <w:t>1</w:t>
            </w:r>
            <w:r w:rsidRPr="00F624B8">
              <w:rPr>
                <w:rFonts w:cs="Arial"/>
                <w:b/>
                <w:bCs/>
              </w:rPr>
              <w:t>.</w:t>
            </w:r>
            <w:r w:rsidR="00183430" w:rsidRPr="00F624B8">
              <w:rPr>
                <w:rFonts w:cs="Arial"/>
                <w:b/>
                <w:bCs/>
              </w:rPr>
              <w:t>1</w:t>
            </w:r>
            <w:r w:rsidRPr="00F624B8">
              <w:rPr>
                <w:rFonts w:cs="Arial"/>
                <w:b/>
                <w:bCs/>
              </w:rPr>
              <w:t xml:space="preserve"> (</w:t>
            </w:r>
            <w:r w:rsidR="00183430" w:rsidRPr="00F624B8">
              <w:rPr>
                <w:rFonts w:cs="Arial"/>
                <w:b/>
                <w:bCs/>
              </w:rPr>
              <w:t>Update</w:t>
            </w:r>
            <w:r w:rsidRPr="00F624B8">
              <w:rPr>
                <w:rFonts w:cs="Arial"/>
                <w:b/>
                <w:bCs/>
              </w:rPr>
              <w:t>)</w:t>
            </w:r>
          </w:p>
        </w:tc>
      </w:tr>
      <w:tr w:rsidR="00D9512C" w:rsidRPr="00F624B8" w14:paraId="3380C828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5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6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7" w14:textId="411A7AB4" w:rsidR="00D9512C" w:rsidRPr="00F624B8" w:rsidRDefault="006A25EE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F624B8">
              <w:rPr>
                <w:rFonts w:cs="Arial"/>
                <w:b/>
                <w:bCs/>
              </w:rPr>
              <w:t>16</w:t>
            </w:r>
            <w:r w:rsidR="008027FD" w:rsidRPr="00F624B8">
              <w:rPr>
                <w:rFonts w:cs="Arial"/>
                <w:b/>
                <w:bCs/>
              </w:rPr>
              <w:t>.</w:t>
            </w:r>
            <w:r w:rsidR="00E60846" w:rsidRPr="00F624B8">
              <w:rPr>
                <w:rFonts w:cs="Arial"/>
                <w:b/>
                <w:bCs/>
              </w:rPr>
              <w:t>0</w:t>
            </w:r>
            <w:r w:rsidR="00183430" w:rsidRPr="00F624B8">
              <w:rPr>
                <w:rFonts w:cs="Arial"/>
                <w:b/>
                <w:bCs/>
              </w:rPr>
              <w:t>5</w:t>
            </w:r>
            <w:r w:rsidR="008027FD" w:rsidRPr="00F624B8">
              <w:rPr>
                <w:rFonts w:cs="Arial"/>
                <w:b/>
                <w:bCs/>
              </w:rPr>
              <w:t>.202</w:t>
            </w:r>
            <w:r w:rsidR="006925FB" w:rsidRPr="00F624B8">
              <w:rPr>
                <w:rFonts w:cs="Arial"/>
                <w:b/>
                <w:bCs/>
              </w:rPr>
              <w:t>4</w:t>
            </w:r>
          </w:p>
        </w:tc>
      </w:tr>
      <w:tr w:rsidR="00D9512C" w:rsidRPr="00F624B8" w14:paraId="3380C82C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9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A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B" w14:textId="77777777" w:rsidR="00D9512C" w:rsidRPr="00F624B8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F624B8">
              <w:rPr>
                <w:rFonts w:cs="Arial"/>
                <w:b/>
              </w:rPr>
              <w:t>Contenuto del Rilascio</w:t>
            </w:r>
          </w:p>
        </w:tc>
      </w:tr>
      <w:tr w:rsidR="00D9512C" w:rsidRPr="00F624B8" w14:paraId="3380C830" w14:textId="77777777" w:rsidTr="00932F3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2D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E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2F" w14:textId="77777777" w:rsidR="00D9512C" w:rsidRPr="00F624B8" w:rsidRDefault="008027FD">
            <w:pPr>
              <w:pStyle w:val="CorpoAltF0"/>
              <w:ind w:left="113"/>
              <w:rPr>
                <w:rFonts w:cs="Arial"/>
                <w:b/>
              </w:rPr>
            </w:pPr>
            <w:r w:rsidRPr="00F624B8">
              <w:rPr>
                <w:rFonts w:cs="Arial"/>
                <w:b/>
              </w:rPr>
              <w:t>Guida utente</w:t>
            </w:r>
          </w:p>
        </w:tc>
      </w:tr>
      <w:tr w:rsidR="00D9512C" w:rsidRPr="00F624B8" w14:paraId="3380C834" w14:textId="77777777" w:rsidTr="00932F37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1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2" w14:textId="77777777" w:rsidR="00D9512C" w:rsidRPr="00F624B8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80C833" w14:textId="77777777" w:rsidR="00D9512C" w:rsidRPr="00F624B8" w:rsidRDefault="00D9512C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D9512C" w:rsidRPr="00F624B8" w14:paraId="3380C837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5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3380C836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F624B8"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D9512C" w:rsidRPr="00F624B8" w14:paraId="3380C83B" w14:textId="77777777" w:rsidTr="00932F37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8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9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A" w14:textId="254027EE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F624B8">
              <w:rPr>
                <w:rFonts w:ascii="Arial" w:hAnsi="Arial" w:cs="Arial"/>
                <w:b/>
                <w:bCs/>
              </w:rPr>
              <w:t>Versione  202</w:t>
            </w:r>
            <w:r w:rsidR="0019080E" w:rsidRPr="00F624B8">
              <w:rPr>
                <w:rFonts w:ascii="Arial" w:hAnsi="Arial" w:cs="Arial"/>
                <w:b/>
                <w:bCs/>
              </w:rPr>
              <w:t>4</w:t>
            </w:r>
            <w:proofErr w:type="gramEnd"/>
            <w:r w:rsidRPr="00F624B8">
              <w:rPr>
                <w:rFonts w:ascii="Arial" w:hAnsi="Arial" w:cs="Arial"/>
                <w:b/>
                <w:bCs/>
              </w:rPr>
              <w:t>.</w:t>
            </w:r>
            <w:r w:rsidR="00665FA8" w:rsidRPr="00F624B8">
              <w:rPr>
                <w:rFonts w:ascii="Arial" w:hAnsi="Arial" w:cs="Arial"/>
                <w:b/>
                <w:bCs/>
              </w:rPr>
              <w:t>1</w:t>
            </w:r>
            <w:r w:rsidRPr="00F624B8">
              <w:rPr>
                <w:rFonts w:ascii="Arial" w:hAnsi="Arial" w:cs="Arial"/>
                <w:b/>
                <w:bCs/>
              </w:rPr>
              <w:t>.</w:t>
            </w:r>
            <w:r w:rsidR="00183430" w:rsidRPr="00F624B8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932F37" w:rsidRPr="00F624B8" w14:paraId="3380C83F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3C" w14:textId="77777777" w:rsidR="00932F37" w:rsidRPr="00F624B8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D" w14:textId="77777777" w:rsidR="00932F37" w:rsidRPr="00F624B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3E" w14:textId="1D7072DA" w:rsidR="00932F37" w:rsidRPr="00F624B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F624B8">
              <w:rPr>
                <w:rFonts w:ascii="Arial" w:hAnsi="Arial" w:cs="Arial"/>
                <w:b/>
              </w:rPr>
              <w:t>Versione  202</w:t>
            </w:r>
            <w:r w:rsidR="007D5642" w:rsidRPr="00F624B8">
              <w:rPr>
                <w:rFonts w:ascii="Arial" w:hAnsi="Arial" w:cs="Arial"/>
                <w:b/>
              </w:rPr>
              <w:t>4</w:t>
            </w:r>
            <w:proofErr w:type="gramEnd"/>
            <w:r w:rsidRPr="00F624B8">
              <w:rPr>
                <w:rFonts w:ascii="Arial" w:hAnsi="Arial" w:cs="Arial"/>
                <w:b/>
              </w:rPr>
              <w:t>.</w:t>
            </w:r>
            <w:r w:rsidR="00183430" w:rsidRPr="00F624B8">
              <w:rPr>
                <w:rFonts w:ascii="Arial" w:hAnsi="Arial" w:cs="Arial"/>
                <w:b/>
              </w:rPr>
              <w:t>1</w:t>
            </w:r>
            <w:r w:rsidRPr="00F624B8">
              <w:rPr>
                <w:rFonts w:ascii="Arial" w:hAnsi="Arial" w:cs="Arial"/>
                <w:b/>
              </w:rPr>
              <w:t>.</w:t>
            </w:r>
            <w:r w:rsidR="00183430" w:rsidRPr="00F624B8">
              <w:rPr>
                <w:rFonts w:ascii="Arial" w:hAnsi="Arial" w:cs="Arial"/>
                <w:b/>
              </w:rPr>
              <w:t>0</w:t>
            </w:r>
          </w:p>
        </w:tc>
      </w:tr>
      <w:tr w:rsidR="00932F37" w:rsidRPr="00F624B8" w14:paraId="3380C843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0" w14:textId="77777777" w:rsidR="00932F37" w:rsidRPr="00F624B8" w:rsidRDefault="00932F37" w:rsidP="00932F37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1" w14:textId="77777777" w:rsidR="00932F37" w:rsidRPr="00F624B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2" w14:textId="702DD5E3" w:rsidR="00932F37" w:rsidRPr="00F624B8" w:rsidRDefault="00932F37" w:rsidP="00932F3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proofErr w:type="gramStart"/>
            <w:r w:rsidRPr="00F624B8">
              <w:rPr>
                <w:rFonts w:ascii="Arial" w:hAnsi="Arial" w:cs="Arial"/>
                <w:b/>
              </w:rPr>
              <w:t>Versione  202</w:t>
            </w:r>
            <w:r w:rsidR="003346A3" w:rsidRPr="00F624B8">
              <w:rPr>
                <w:rFonts w:ascii="Arial" w:hAnsi="Arial" w:cs="Arial"/>
                <w:b/>
              </w:rPr>
              <w:t>4</w:t>
            </w:r>
            <w:proofErr w:type="gramEnd"/>
            <w:r w:rsidRPr="00F624B8">
              <w:rPr>
                <w:rFonts w:ascii="Arial" w:hAnsi="Arial" w:cs="Arial"/>
                <w:b/>
              </w:rPr>
              <w:t>.</w:t>
            </w:r>
            <w:r w:rsidR="00183430" w:rsidRPr="00F624B8">
              <w:rPr>
                <w:rFonts w:ascii="Arial" w:hAnsi="Arial" w:cs="Arial"/>
                <w:b/>
              </w:rPr>
              <w:t>2</w:t>
            </w:r>
            <w:r w:rsidRPr="00F624B8">
              <w:rPr>
                <w:rFonts w:ascii="Arial" w:hAnsi="Arial" w:cs="Arial"/>
                <w:b/>
              </w:rPr>
              <w:t>.</w:t>
            </w:r>
            <w:r w:rsidR="00183430" w:rsidRPr="00F624B8">
              <w:rPr>
                <w:rFonts w:ascii="Arial" w:hAnsi="Arial" w:cs="Arial"/>
                <w:b/>
              </w:rPr>
              <w:t>1</w:t>
            </w:r>
          </w:p>
        </w:tc>
      </w:tr>
      <w:tr w:rsidR="00D9512C" w:rsidRPr="00F624B8" w14:paraId="3380C847" w14:textId="77777777" w:rsidTr="00932F37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4" w14:textId="77777777" w:rsidR="00D9512C" w:rsidRPr="00F624B8" w:rsidRDefault="00D9512C">
            <w:pPr>
              <w:rPr>
                <w:color w:val="000000"/>
              </w:rPr>
            </w:pPr>
          </w:p>
        </w:tc>
        <w:tc>
          <w:tcPr>
            <w:tcW w:w="1973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5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F624B8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4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80C846" w14:textId="7848CA8F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proofErr w:type="gramStart"/>
            <w:r w:rsidRPr="00F624B8">
              <w:rPr>
                <w:rFonts w:ascii="Arial" w:hAnsi="Arial" w:cs="Arial"/>
                <w:b/>
              </w:rPr>
              <w:t>Versione  202</w:t>
            </w:r>
            <w:r w:rsidR="003346A3" w:rsidRPr="00F624B8">
              <w:rPr>
                <w:rFonts w:ascii="Arial" w:hAnsi="Arial" w:cs="Arial"/>
                <w:b/>
              </w:rPr>
              <w:t>4</w:t>
            </w:r>
            <w:proofErr w:type="gramEnd"/>
            <w:r w:rsidRPr="00F624B8">
              <w:rPr>
                <w:rFonts w:ascii="Arial" w:hAnsi="Arial" w:cs="Arial"/>
                <w:b/>
              </w:rPr>
              <w:t>.</w:t>
            </w:r>
            <w:r w:rsidR="003346A3" w:rsidRPr="00F624B8">
              <w:rPr>
                <w:rFonts w:ascii="Arial" w:hAnsi="Arial" w:cs="Arial"/>
                <w:b/>
              </w:rPr>
              <w:t>0</w:t>
            </w:r>
            <w:r w:rsidRPr="00F624B8">
              <w:rPr>
                <w:rFonts w:ascii="Arial" w:hAnsi="Arial" w:cs="Arial"/>
                <w:b/>
              </w:rPr>
              <w:t>.</w:t>
            </w:r>
            <w:r w:rsidR="005D2620" w:rsidRPr="00F624B8">
              <w:rPr>
                <w:rFonts w:ascii="Arial" w:hAnsi="Arial" w:cs="Arial"/>
                <w:b/>
              </w:rPr>
              <w:t>4</w:t>
            </w:r>
          </w:p>
        </w:tc>
      </w:tr>
      <w:tr w:rsidR="00D9512C" w:rsidRPr="00F624B8" w14:paraId="3380C84A" w14:textId="77777777" w:rsidTr="00932F37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80C848" w14:textId="77777777" w:rsidR="00D9512C" w:rsidRPr="00F624B8" w:rsidRDefault="00D9512C">
            <w:pPr>
              <w:pStyle w:val="Titoloindice"/>
              <w:rPr>
                <w:color w:val="000000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380C849" w14:textId="77777777" w:rsidR="00D9512C" w:rsidRPr="00F624B8" w:rsidRDefault="008027FD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F624B8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3380C84B" w14:textId="77777777" w:rsidR="00D9512C" w:rsidRPr="00F624B8" w:rsidRDefault="00D9512C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F624B8" w14:paraId="3380C84D" w14:textId="77777777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3380C84C" w14:textId="77777777" w:rsidR="00D9512C" w:rsidRPr="00F624B8" w:rsidRDefault="008027FD">
            <w:pPr>
              <w:pStyle w:val="WWContenutoRilascio"/>
            </w:pPr>
            <w:r w:rsidRPr="00F624B8">
              <w:t>Contenuto del rilascio</w:t>
            </w:r>
          </w:p>
        </w:tc>
      </w:tr>
      <w:tr w:rsidR="00D9512C" w:rsidRPr="00F624B8" w14:paraId="3380C855" w14:textId="77777777">
        <w:trPr>
          <w:jc w:val="center"/>
        </w:trPr>
        <w:tc>
          <w:tcPr>
            <w:tcW w:w="9671" w:type="dxa"/>
          </w:tcPr>
          <w:p w14:paraId="610160BB" w14:textId="77777777" w:rsidR="00444856" w:rsidRPr="00F624B8" w:rsidRDefault="00444856" w:rsidP="00444856">
            <w:pPr>
              <w:pStyle w:val="corpoAltF"/>
            </w:pPr>
          </w:p>
          <w:p w14:paraId="3B487618" w14:textId="4BBB06D1" w:rsidR="00DF66F1" w:rsidRPr="00F624B8" w:rsidRDefault="00DF66F1" w:rsidP="00DF66F1">
            <w:pPr>
              <w:pStyle w:val="corpoAltF"/>
              <w:spacing w:before="180"/>
              <w:ind w:left="147" w:right="170"/>
              <w:rPr>
                <w:sz w:val="22"/>
                <w:szCs w:val="22"/>
              </w:rPr>
            </w:pPr>
            <w:r w:rsidRPr="00F624B8">
              <w:rPr>
                <w:b/>
                <w:bCs/>
                <w:sz w:val="22"/>
                <w:szCs w:val="22"/>
              </w:rPr>
              <w:t>Con il presente aggiornamento la procedura viene allineata alle specifiche tecniche UNIEMENS versione 4.24 del 2</w:t>
            </w:r>
            <w:r w:rsidR="004E01F1" w:rsidRPr="00F624B8">
              <w:rPr>
                <w:b/>
                <w:bCs/>
                <w:sz w:val="22"/>
                <w:szCs w:val="22"/>
              </w:rPr>
              <w:t>9</w:t>
            </w:r>
            <w:r w:rsidRPr="00F624B8">
              <w:rPr>
                <w:b/>
                <w:bCs/>
                <w:sz w:val="22"/>
                <w:szCs w:val="22"/>
              </w:rPr>
              <w:t>/0</w:t>
            </w:r>
            <w:r w:rsidR="004E01F1" w:rsidRPr="00F624B8">
              <w:rPr>
                <w:b/>
                <w:bCs/>
                <w:sz w:val="22"/>
                <w:szCs w:val="22"/>
              </w:rPr>
              <w:t>4</w:t>
            </w:r>
            <w:r w:rsidRPr="00F624B8">
              <w:rPr>
                <w:b/>
                <w:bCs/>
                <w:sz w:val="22"/>
                <w:szCs w:val="22"/>
              </w:rPr>
              <w:t>/2024</w:t>
            </w:r>
            <w:r w:rsidRPr="00F624B8">
              <w:rPr>
                <w:b/>
                <w:sz w:val="22"/>
                <w:szCs w:val="22"/>
              </w:rPr>
              <w:t>.</w:t>
            </w:r>
          </w:p>
          <w:p w14:paraId="7F7BFABC" w14:textId="77777777" w:rsidR="00D9512C" w:rsidRPr="00F624B8" w:rsidRDefault="00D9512C" w:rsidP="006A25EE">
            <w:pPr>
              <w:pStyle w:val="corpoAltF"/>
            </w:pPr>
          </w:p>
          <w:p w14:paraId="3380C854" w14:textId="67D84145" w:rsidR="00444856" w:rsidRPr="00F624B8" w:rsidRDefault="00444856" w:rsidP="006A25EE">
            <w:pPr>
              <w:pStyle w:val="corpoAltF"/>
            </w:pPr>
          </w:p>
        </w:tc>
      </w:tr>
    </w:tbl>
    <w:p w14:paraId="5AFC9BD0" w14:textId="5F5E5E0E" w:rsidR="00386A80" w:rsidRPr="00F624B8" w:rsidRDefault="00386A80" w:rsidP="00D3256B">
      <w:pPr>
        <w:pStyle w:val="corpoAltF"/>
      </w:pPr>
    </w:p>
    <w:p w14:paraId="47459CE7" w14:textId="77777777" w:rsidR="00355051" w:rsidRPr="00F624B8" w:rsidRDefault="00355051" w:rsidP="00D3256B">
      <w:pPr>
        <w:pStyle w:val="corpoAltF"/>
      </w:pPr>
    </w:p>
    <w:p w14:paraId="1C77FFAA" w14:textId="77777777" w:rsidR="00D3256B" w:rsidRPr="00F624B8" w:rsidRDefault="00D3256B" w:rsidP="00D3256B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D9512C" w:rsidRPr="00F624B8" w14:paraId="3380C858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380C857" w14:textId="77777777" w:rsidR="00D9512C" w:rsidRPr="00F624B8" w:rsidRDefault="008027FD">
            <w:pPr>
              <w:pStyle w:val="WWContenutoRilascio"/>
              <w:rPr>
                <w:rFonts w:cs="Arial"/>
              </w:rPr>
            </w:pPr>
            <w:r w:rsidRPr="00F624B8">
              <w:rPr>
                <w:rFonts w:cs="Arial"/>
              </w:rPr>
              <w:t>Sistemi Operativi e Browser supportati e Date fine supporto</w:t>
            </w:r>
          </w:p>
        </w:tc>
      </w:tr>
      <w:tr w:rsidR="00D9512C" w:rsidRPr="00F624B8" w14:paraId="3380C85D" w14:textId="77777777">
        <w:trPr>
          <w:jc w:val="center"/>
        </w:trPr>
        <w:tc>
          <w:tcPr>
            <w:tcW w:w="9629" w:type="dxa"/>
          </w:tcPr>
          <w:p w14:paraId="3380C859" w14:textId="77777777" w:rsidR="00D9512C" w:rsidRPr="00F624B8" w:rsidRDefault="008027FD">
            <w:pPr>
              <w:pStyle w:val="CorpoAltF0"/>
              <w:spacing w:before="180"/>
            </w:pPr>
            <w:r w:rsidRPr="00F624B8">
              <w:t xml:space="preserve">Documento consultabile Online su </w:t>
            </w:r>
            <w:proofErr w:type="spellStart"/>
            <w:r w:rsidRPr="00F624B8">
              <w:t>MySupport</w:t>
            </w:r>
            <w:proofErr w:type="spellEnd"/>
            <w:r w:rsidRPr="00F624B8">
              <w:t>:</w:t>
            </w:r>
          </w:p>
          <w:p w14:paraId="3380C85A" w14:textId="77777777" w:rsidR="00D9512C" w:rsidRPr="00F624B8" w:rsidRDefault="00F624B8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12" w:history="1">
              <w:r w:rsidR="008027FD" w:rsidRPr="00F624B8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3380C85B" w14:textId="77777777" w:rsidR="00D9512C" w:rsidRPr="00F624B8" w:rsidRDefault="008027FD">
            <w:pPr>
              <w:pStyle w:val="CorpoAltF0"/>
              <w:spacing w:before="180"/>
              <w:rPr>
                <w:b/>
                <w:bCs/>
              </w:rPr>
            </w:pPr>
            <w:r w:rsidRPr="00F624B8">
              <w:rPr>
                <w:rFonts w:cs="Arial"/>
                <w:b/>
                <w:bCs/>
                <w:u w:val="single"/>
              </w:rPr>
              <w:t>ATTENZIONE</w:t>
            </w:r>
            <w:r w:rsidRPr="00F624B8">
              <w:rPr>
                <w:rFonts w:cs="Arial"/>
                <w:b/>
                <w:bCs/>
              </w:rPr>
              <w:t>:</w:t>
            </w:r>
            <w:r w:rsidRPr="00F624B8"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</w:t>
            </w:r>
            <w:proofErr w:type="gramStart"/>
            <w:r w:rsidRPr="00F624B8">
              <w:rPr>
                <w:rFonts w:cs="Arial"/>
              </w:rPr>
              <w:t>6</w:t>
            </w:r>
            <w:proofErr w:type="gramEnd"/>
            <w:r w:rsidRPr="00F624B8">
              <w:rPr>
                <w:rFonts w:cs="Arial"/>
              </w:rPr>
              <w:t xml:space="preserve"> mesi da parte di TeamSystem.</w:t>
            </w:r>
          </w:p>
          <w:p w14:paraId="3380C85C" w14:textId="77777777" w:rsidR="00D9512C" w:rsidRPr="00F624B8" w:rsidRDefault="00D9512C">
            <w:pPr>
              <w:pStyle w:val="CorpoAltF0"/>
              <w:rPr>
                <w:sz w:val="18"/>
                <w:szCs w:val="18"/>
              </w:rPr>
            </w:pPr>
          </w:p>
        </w:tc>
      </w:tr>
    </w:tbl>
    <w:p w14:paraId="6838F873" w14:textId="77777777" w:rsidR="00217DDF" w:rsidRPr="00F624B8" w:rsidRDefault="00217DDF" w:rsidP="00217DDF">
      <w:pPr>
        <w:pStyle w:val="CorpoAltF0"/>
      </w:pPr>
    </w:p>
    <w:p w14:paraId="5D7D98F5" w14:textId="673AE777" w:rsidR="00217DDF" w:rsidRPr="00732D31" w:rsidRDefault="00217DDF" w:rsidP="00183DA8">
      <w:pPr>
        <w:pStyle w:val="WWTipoDocumento"/>
        <w:rPr>
          <w:sz w:val="20"/>
          <w:szCs w:val="20"/>
        </w:rPr>
      </w:pPr>
      <w:r w:rsidRPr="00F624B8">
        <w:rPr>
          <w:sz w:val="20"/>
          <w:szCs w:val="20"/>
        </w:rPr>
        <w:t>----------------------------------</w:t>
      </w:r>
    </w:p>
    <w:sectPr w:rsidR="00217DDF" w:rsidRPr="00732D31">
      <w:headerReference w:type="default" r:id="rId13"/>
      <w:footerReference w:type="default" r:id="rId14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E7EF" w14:textId="77777777" w:rsidR="002D746D" w:rsidRDefault="002D746D">
      <w:r>
        <w:separator/>
      </w:r>
    </w:p>
  </w:endnote>
  <w:endnote w:type="continuationSeparator" w:id="0">
    <w:p w14:paraId="721D7091" w14:textId="77777777" w:rsidR="002D746D" w:rsidRDefault="002D746D">
      <w:r>
        <w:continuationSeparator/>
      </w:r>
    </w:p>
  </w:endnote>
  <w:endnote w:type="continuationNotice" w:id="1">
    <w:p w14:paraId="7FE7F181" w14:textId="77777777" w:rsidR="002D746D" w:rsidRDefault="002D7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C871" w14:textId="77777777" w:rsidR="00D9512C" w:rsidRDefault="008027FD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80C87A" wp14:editId="3380C87B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D9512C" w14:paraId="3380C876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380C872" w14:textId="77777777" w:rsidR="00D9512C" w:rsidRDefault="00D9512C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380C873" w14:textId="77777777" w:rsidR="00D9512C" w:rsidRDefault="008027FD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380C874" w14:textId="43555D61" w:rsidR="00D9512C" w:rsidRDefault="008027FD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2024.</w:t>
          </w:r>
          <w:r w:rsidR="00665FA8">
            <w:rPr>
              <w:rFonts w:ascii="Arial" w:hAnsi="Arial" w:cs="Arial"/>
              <w:i/>
              <w:sz w:val="20"/>
              <w:szCs w:val="20"/>
            </w:rPr>
            <w:t>1</w:t>
          </w:r>
          <w:r>
            <w:rPr>
              <w:rFonts w:ascii="Arial" w:hAnsi="Arial" w:cs="Arial"/>
              <w:i/>
              <w:sz w:val="20"/>
              <w:szCs w:val="20"/>
            </w:rPr>
            <w:t>.</w:t>
          </w:r>
          <w:r w:rsidR="00540A04">
            <w:rPr>
              <w:rFonts w:ascii="Arial" w:hAnsi="Arial" w:cs="Arial"/>
              <w:i/>
              <w:sz w:val="20"/>
              <w:szCs w:val="20"/>
            </w:rPr>
            <w:t>1</w:t>
          </w:r>
        </w:p>
      </w:tc>
      <w:tc>
        <w:tcPr>
          <w:tcW w:w="1701" w:type="dxa"/>
        </w:tcPr>
        <w:p w14:paraId="3380C875" w14:textId="77777777" w:rsidR="00D9512C" w:rsidRDefault="008027FD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380C877" w14:textId="77777777" w:rsidR="00D9512C" w:rsidRDefault="00D9512C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3BDC" w14:textId="77777777" w:rsidR="002D746D" w:rsidRDefault="002D746D">
      <w:r>
        <w:separator/>
      </w:r>
    </w:p>
  </w:footnote>
  <w:footnote w:type="continuationSeparator" w:id="0">
    <w:p w14:paraId="6097CE3F" w14:textId="77777777" w:rsidR="002D746D" w:rsidRDefault="002D746D">
      <w:r>
        <w:continuationSeparator/>
      </w:r>
    </w:p>
  </w:footnote>
  <w:footnote w:type="continuationNotice" w:id="1">
    <w:p w14:paraId="5D1CD5E5" w14:textId="77777777" w:rsidR="002D746D" w:rsidRDefault="002D74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D9512C" w14:paraId="3380C86B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380C868" w14:textId="77777777" w:rsidR="00D9512C" w:rsidRDefault="008027FD"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80C878" wp14:editId="3380C879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9" w14:textId="77777777" w:rsidR="00D9512C" w:rsidRDefault="008027FD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80C86A" w14:textId="77777777" w:rsidR="00D9512C" w:rsidRDefault="00D9512C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D9512C" w14:paraId="3380C86F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380C86C" w14:textId="77777777" w:rsidR="00D9512C" w:rsidRDefault="00D9512C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380C86D" w14:textId="77777777" w:rsidR="00D9512C" w:rsidRDefault="008027FD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380C86E" w14:textId="77777777" w:rsidR="00D9512C" w:rsidRDefault="00D9512C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380C870" w14:textId="77777777" w:rsidR="00D9512C" w:rsidRDefault="00D9512C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2C70"/>
    <w:multiLevelType w:val="hybridMultilevel"/>
    <w:tmpl w:val="73FC2366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5522278"/>
    <w:multiLevelType w:val="hybridMultilevel"/>
    <w:tmpl w:val="FAB204EA"/>
    <w:lvl w:ilvl="0" w:tplc="0410000B">
      <w:start w:val="1"/>
      <w:numFmt w:val="bullet"/>
      <w:lvlText w:val=""/>
      <w:lvlJc w:val="left"/>
      <w:pPr>
        <w:ind w:left="99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3" w15:restartNumberingAfterBreak="0">
    <w:nsid w:val="5A552E88"/>
    <w:multiLevelType w:val="hybridMultilevel"/>
    <w:tmpl w:val="D3226782"/>
    <w:lvl w:ilvl="0" w:tplc="691A9830">
      <w:start w:val="20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4" w15:restartNumberingAfterBreak="0">
    <w:nsid w:val="69745718"/>
    <w:multiLevelType w:val="hybridMultilevel"/>
    <w:tmpl w:val="51EAD95E"/>
    <w:lvl w:ilvl="0" w:tplc="196EE2A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8" w:hanging="360"/>
      </w:pPr>
    </w:lvl>
    <w:lvl w:ilvl="2" w:tplc="0410001B" w:tentative="1">
      <w:start w:val="1"/>
      <w:numFmt w:val="lowerRoman"/>
      <w:lvlText w:val="%3."/>
      <w:lvlJc w:val="right"/>
      <w:pPr>
        <w:ind w:left="1978" w:hanging="180"/>
      </w:pPr>
    </w:lvl>
    <w:lvl w:ilvl="3" w:tplc="0410000F" w:tentative="1">
      <w:start w:val="1"/>
      <w:numFmt w:val="decimal"/>
      <w:lvlText w:val="%4."/>
      <w:lvlJc w:val="left"/>
      <w:pPr>
        <w:ind w:left="2698" w:hanging="360"/>
      </w:pPr>
    </w:lvl>
    <w:lvl w:ilvl="4" w:tplc="04100019" w:tentative="1">
      <w:start w:val="1"/>
      <w:numFmt w:val="lowerLetter"/>
      <w:lvlText w:val="%5."/>
      <w:lvlJc w:val="left"/>
      <w:pPr>
        <w:ind w:left="3418" w:hanging="360"/>
      </w:pPr>
    </w:lvl>
    <w:lvl w:ilvl="5" w:tplc="0410001B" w:tentative="1">
      <w:start w:val="1"/>
      <w:numFmt w:val="lowerRoman"/>
      <w:lvlText w:val="%6."/>
      <w:lvlJc w:val="right"/>
      <w:pPr>
        <w:ind w:left="4138" w:hanging="180"/>
      </w:pPr>
    </w:lvl>
    <w:lvl w:ilvl="6" w:tplc="0410000F" w:tentative="1">
      <w:start w:val="1"/>
      <w:numFmt w:val="decimal"/>
      <w:lvlText w:val="%7."/>
      <w:lvlJc w:val="left"/>
      <w:pPr>
        <w:ind w:left="4858" w:hanging="360"/>
      </w:pPr>
    </w:lvl>
    <w:lvl w:ilvl="7" w:tplc="04100019" w:tentative="1">
      <w:start w:val="1"/>
      <w:numFmt w:val="lowerLetter"/>
      <w:lvlText w:val="%8."/>
      <w:lvlJc w:val="left"/>
      <w:pPr>
        <w:ind w:left="5578" w:hanging="360"/>
      </w:pPr>
    </w:lvl>
    <w:lvl w:ilvl="8" w:tplc="0410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5" w15:restartNumberingAfterBreak="0">
    <w:nsid w:val="6FDD3E55"/>
    <w:multiLevelType w:val="hybridMultilevel"/>
    <w:tmpl w:val="0E5078A4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99438407">
    <w:abstractNumId w:val="1"/>
  </w:num>
  <w:num w:numId="2" w16cid:durableId="433522264">
    <w:abstractNumId w:val="4"/>
  </w:num>
  <w:num w:numId="3" w16cid:durableId="1124039894">
    <w:abstractNumId w:val="0"/>
  </w:num>
  <w:num w:numId="4" w16cid:durableId="1974554902">
    <w:abstractNumId w:val="5"/>
  </w:num>
  <w:num w:numId="5" w16cid:durableId="560017456">
    <w:abstractNumId w:val="2"/>
  </w:num>
  <w:num w:numId="6" w16cid:durableId="135352879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12C"/>
    <w:rsid w:val="00010DE2"/>
    <w:rsid w:val="00017DD5"/>
    <w:rsid w:val="00040309"/>
    <w:rsid w:val="00040886"/>
    <w:rsid w:val="00052123"/>
    <w:rsid w:val="00060283"/>
    <w:rsid w:val="00063F2E"/>
    <w:rsid w:val="000647D3"/>
    <w:rsid w:val="0007352D"/>
    <w:rsid w:val="00090AD0"/>
    <w:rsid w:val="000A234B"/>
    <w:rsid w:val="000A24C7"/>
    <w:rsid w:val="000B1CFB"/>
    <w:rsid w:val="000C0ACE"/>
    <w:rsid w:val="000C6CD6"/>
    <w:rsid w:val="000C7A92"/>
    <w:rsid w:val="000E098F"/>
    <w:rsid w:val="000E3A84"/>
    <w:rsid w:val="000F5A4A"/>
    <w:rsid w:val="001027D5"/>
    <w:rsid w:val="00111A4F"/>
    <w:rsid w:val="0011514F"/>
    <w:rsid w:val="001432C9"/>
    <w:rsid w:val="00154BD6"/>
    <w:rsid w:val="001727D9"/>
    <w:rsid w:val="00182D35"/>
    <w:rsid w:val="00183430"/>
    <w:rsid w:val="00183DA8"/>
    <w:rsid w:val="0019080E"/>
    <w:rsid w:val="001B0E10"/>
    <w:rsid w:val="001C4D77"/>
    <w:rsid w:val="001C7161"/>
    <w:rsid w:val="001E0378"/>
    <w:rsid w:val="001F672E"/>
    <w:rsid w:val="0020039B"/>
    <w:rsid w:val="002017AF"/>
    <w:rsid w:val="0021323E"/>
    <w:rsid w:val="00217DDF"/>
    <w:rsid w:val="0022444D"/>
    <w:rsid w:val="002332B0"/>
    <w:rsid w:val="00255936"/>
    <w:rsid w:val="002672A8"/>
    <w:rsid w:val="00272BFC"/>
    <w:rsid w:val="00285E2F"/>
    <w:rsid w:val="002B34D6"/>
    <w:rsid w:val="002B67F1"/>
    <w:rsid w:val="002C79D2"/>
    <w:rsid w:val="002D32B5"/>
    <w:rsid w:val="002D746D"/>
    <w:rsid w:val="002F7B1D"/>
    <w:rsid w:val="00303363"/>
    <w:rsid w:val="00316880"/>
    <w:rsid w:val="003227C2"/>
    <w:rsid w:val="00330631"/>
    <w:rsid w:val="00332AC8"/>
    <w:rsid w:val="003346A3"/>
    <w:rsid w:val="003350C1"/>
    <w:rsid w:val="00342402"/>
    <w:rsid w:val="00346252"/>
    <w:rsid w:val="003544C8"/>
    <w:rsid w:val="00355051"/>
    <w:rsid w:val="00362042"/>
    <w:rsid w:val="00381F8C"/>
    <w:rsid w:val="00386A80"/>
    <w:rsid w:val="003F3824"/>
    <w:rsid w:val="00404CD5"/>
    <w:rsid w:val="004119AE"/>
    <w:rsid w:val="00422FBC"/>
    <w:rsid w:val="00436418"/>
    <w:rsid w:val="00444856"/>
    <w:rsid w:val="004560E5"/>
    <w:rsid w:val="00474099"/>
    <w:rsid w:val="004806B5"/>
    <w:rsid w:val="00486DB2"/>
    <w:rsid w:val="0049601C"/>
    <w:rsid w:val="004C12B1"/>
    <w:rsid w:val="004C3FF0"/>
    <w:rsid w:val="004C725A"/>
    <w:rsid w:val="004D247E"/>
    <w:rsid w:val="004D3DD6"/>
    <w:rsid w:val="004E01F1"/>
    <w:rsid w:val="004E126C"/>
    <w:rsid w:val="004E51D8"/>
    <w:rsid w:val="00501E04"/>
    <w:rsid w:val="005037CC"/>
    <w:rsid w:val="00540A04"/>
    <w:rsid w:val="00560204"/>
    <w:rsid w:val="0057136B"/>
    <w:rsid w:val="0057530A"/>
    <w:rsid w:val="00582666"/>
    <w:rsid w:val="005845CF"/>
    <w:rsid w:val="0059029D"/>
    <w:rsid w:val="005919FA"/>
    <w:rsid w:val="005A6129"/>
    <w:rsid w:val="005B25A2"/>
    <w:rsid w:val="005C7F6E"/>
    <w:rsid w:val="005D0BAA"/>
    <w:rsid w:val="005D2620"/>
    <w:rsid w:val="005F68F0"/>
    <w:rsid w:val="006051FE"/>
    <w:rsid w:val="0061179F"/>
    <w:rsid w:val="00627D0D"/>
    <w:rsid w:val="00637BF5"/>
    <w:rsid w:val="00641AD9"/>
    <w:rsid w:val="00657F4E"/>
    <w:rsid w:val="00665FA8"/>
    <w:rsid w:val="00685A97"/>
    <w:rsid w:val="006925FB"/>
    <w:rsid w:val="006A25EE"/>
    <w:rsid w:val="006C3BCD"/>
    <w:rsid w:val="006C5FF3"/>
    <w:rsid w:val="006D2496"/>
    <w:rsid w:val="006F0D71"/>
    <w:rsid w:val="00710316"/>
    <w:rsid w:val="00717CB8"/>
    <w:rsid w:val="00732D31"/>
    <w:rsid w:val="00747FFA"/>
    <w:rsid w:val="00762C6A"/>
    <w:rsid w:val="00776907"/>
    <w:rsid w:val="00777D8B"/>
    <w:rsid w:val="007A4D9F"/>
    <w:rsid w:val="007C1296"/>
    <w:rsid w:val="007C14ED"/>
    <w:rsid w:val="007C73C5"/>
    <w:rsid w:val="007D5642"/>
    <w:rsid w:val="007F016C"/>
    <w:rsid w:val="007F41E0"/>
    <w:rsid w:val="007F4BBB"/>
    <w:rsid w:val="008027FD"/>
    <w:rsid w:val="00816C7E"/>
    <w:rsid w:val="00817E9D"/>
    <w:rsid w:val="00822AE9"/>
    <w:rsid w:val="008466E8"/>
    <w:rsid w:val="00853890"/>
    <w:rsid w:val="00864E6B"/>
    <w:rsid w:val="00873BDF"/>
    <w:rsid w:val="008747BE"/>
    <w:rsid w:val="00875A63"/>
    <w:rsid w:val="008D2890"/>
    <w:rsid w:val="008F065D"/>
    <w:rsid w:val="00900975"/>
    <w:rsid w:val="00923D4D"/>
    <w:rsid w:val="00926058"/>
    <w:rsid w:val="00932F37"/>
    <w:rsid w:val="00933773"/>
    <w:rsid w:val="009419E5"/>
    <w:rsid w:val="0094588B"/>
    <w:rsid w:val="00945B89"/>
    <w:rsid w:val="009503D0"/>
    <w:rsid w:val="00956A7A"/>
    <w:rsid w:val="00957163"/>
    <w:rsid w:val="0096427A"/>
    <w:rsid w:val="009738C6"/>
    <w:rsid w:val="00977E12"/>
    <w:rsid w:val="00980E1C"/>
    <w:rsid w:val="00982E99"/>
    <w:rsid w:val="009837AF"/>
    <w:rsid w:val="00984D0C"/>
    <w:rsid w:val="00984FBE"/>
    <w:rsid w:val="009A1FAF"/>
    <w:rsid w:val="009C125E"/>
    <w:rsid w:val="009C6E46"/>
    <w:rsid w:val="009C76DD"/>
    <w:rsid w:val="009D07D3"/>
    <w:rsid w:val="009E2562"/>
    <w:rsid w:val="009E4103"/>
    <w:rsid w:val="00A01904"/>
    <w:rsid w:val="00A03CEF"/>
    <w:rsid w:val="00A229C2"/>
    <w:rsid w:val="00A35B0B"/>
    <w:rsid w:val="00A51BDB"/>
    <w:rsid w:val="00A55091"/>
    <w:rsid w:val="00A728AB"/>
    <w:rsid w:val="00A75ABC"/>
    <w:rsid w:val="00A94710"/>
    <w:rsid w:val="00A95DFA"/>
    <w:rsid w:val="00AA465F"/>
    <w:rsid w:val="00AD4108"/>
    <w:rsid w:val="00AD690D"/>
    <w:rsid w:val="00AF3093"/>
    <w:rsid w:val="00B11858"/>
    <w:rsid w:val="00B15265"/>
    <w:rsid w:val="00B1562C"/>
    <w:rsid w:val="00B17D93"/>
    <w:rsid w:val="00B321E3"/>
    <w:rsid w:val="00B34194"/>
    <w:rsid w:val="00B51154"/>
    <w:rsid w:val="00B53CE5"/>
    <w:rsid w:val="00B56BBF"/>
    <w:rsid w:val="00B604D5"/>
    <w:rsid w:val="00B732F6"/>
    <w:rsid w:val="00B75DE4"/>
    <w:rsid w:val="00B77B66"/>
    <w:rsid w:val="00BA3D97"/>
    <w:rsid w:val="00BB42F1"/>
    <w:rsid w:val="00BD32E5"/>
    <w:rsid w:val="00BE4C10"/>
    <w:rsid w:val="00BF2184"/>
    <w:rsid w:val="00C22065"/>
    <w:rsid w:val="00C2236A"/>
    <w:rsid w:val="00C308AA"/>
    <w:rsid w:val="00C34190"/>
    <w:rsid w:val="00C41D6A"/>
    <w:rsid w:val="00C5391B"/>
    <w:rsid w:val="00C54B88"/>
    <w:rsid w:val="00C63853"/>
    <w:rsid w:val="00C6530B"/>
    <w:rsid w:val="00C747B1"/>
    <w:rsid w:val="00C939B7"/>
    <w:rsid w:val="00CA4C1F"/>
    <w:rsid w:val="00CB6722"/>
    <w:rsid w:val="00CC037D"/>
    <w:rsid w:val="00CC4D2D"/>
    <w:rsid w:val="00CC4E98"/>
    <w:rsid w:val="00CC7B26"/>
    <w:rsid w:val="00CD4BD5"/>
    <w:rsid w:val="00CD6C10"/>
    <w:rsid w:val="00CD7E81"/>
    <w:rsid w:val="00CF4359"/>
    <w:rsid w:val="00CF56D5"/>
    <w:rsid w:val="00D115D6"/>
    <w:rsid w:val="00D1526F"/>
    <w:rsid w:val="00D200E8"/>
    <w:rsid w:val="00D3256B"/>
    <w:rsid w:val="00D506BE"/>
    <w:rsid w:val="00D5236B"/>
    <w:rsid w:val="00D5717A"/>
    <w:rsid w:val="00D64F7D"/>
    <w:rsid w:val="00D808E8"/>
    <w:rsid w:val="00D825F7"/>
    <w:rsid w:val="00D83240"/>
    <w:rsid w:val="00D8361D"/>
    <w:rsid w:val="00D8475A"/>
    <w:rsid w:val="00D9512C"/>
    <w:rsid w:val="00D96C9F"/>
    <w:rsid w:val="00DA46D7"/>
    <w:rsid w:val="00DA4FC6"/>
    <w:rsid w:val="00DA7CBA"/>
    <w:rsid w:val="00DC0F69"/>
    <w:rsid w:val="00DC7A2E"/>
    <w:rsid w:val="00DE457F"/>
    <w:rsid w:val="00DF2B22"/>
    <w:rsid w:val="00DF3A96"/>
    <w:rsid w:val="00DF66F1"/>
    <w:rsid w:val="00E0674E"/>
    <w:rsid w:val="00E12DE8"/>
    <w:rsid w:val="00E30220"/>
    <w:rsid w:val="00E33FEE"/>
    <w:rsid w:val="00E3606C"/>
    <w:rsid w:val="00E44B92"/>
    <w:rsid w:val="00E5052E"/>
    <w:rsid w:val="00E523EC"/>
    <w:rsid w:val="00E602CC"/>
    <w:rsid w:val="00E60846"/>
    <w:rsid w:val="00E65A3A"/>
    <w:rsid w:val="00E856F0"/>
    <w:rsid w:val="00E878CE"/>
    <w:rsid w:val="00E922FA"/>
    <w:rsid w:val="00EA0AD7"/>
    <w:rsid w:val="00EA5337"/>
    <w:rsid w:val="00EA7704"/>
    <w:rsid w:val="00EB5A48"/>
    <w:rsid w:val="00EB5AAE"/>
    <w:rsid w:val="00EC00C2"/>
    <w:rsid w:val="00ED4471"/>
    <w:rsid w:val="00F064DD"/>
    <w:rsid w:val="00F07632"/>
    <w:rsid w:val="00F14154"/>
    <w:rsid w:val="00F147F8"/>
    <w:rsid w:val="00F37550"/>
    <w:rsid w:val="00F45A74"/>
    <w:rsid w:val="00F624B8"/>
    <w:rsid w:val="00F84914"/>
    <w:rsid w:val="00F96539"/>
    <w:rsid w:val="00FA4137"/>
    <w:rsid w:val="00FB2517"/>
    <w:rsid w:val="00FD0D24"/>
    <w:rsid w:val="00FD2ED1"/>
    <w:rsid w:val="00FE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3380C814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.teamsystem.com/cs3public/showdoc.aspx?IdDoc=5909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8C857D3A7AAA429A55940A78F0317B" ma:contentTypeVersion="4" ma:contentTypeDescription="Creare un nuovo documento." ma:contentTypeScope="" ma:versionID="bd2e084caf8c85ba9382a2aac69c996f">
  <xsd:schema xmlns:xsd="http://www.w3.org/2001/XMLSchema" xmlns:xs="http://www.w3.org/2001/XMLSchema" xmlns:p="http://schemas.microsoft.com/office/2006/metadata/properties" xmlns:ns2="66569c3a-ec3a-4ed7-94b4-a20686147aaf" targetNamespace="http://schemas.microsoft.com/office/2006/metadata/properties" ma:root="true" ma:fieldsID="b8b0a9d9d377f8d20e7f5d4eec4c3e65" ns2:_="">
    <xsd:import namespace="66569c3a-ec3a-4ed7-94b4-a20686147a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69c3a-ec3a-4ed7-94b4-a20686147a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77DEB-B533-47A3-9E82-4AD0EAA4A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98040-26CA-452B-AB49-5DD559C7A4FE}"/>
</file>

<file path=customXml/itemProps4.xml><?xml version="1.0" encoding="utf-8"?>
<ds:datastoreItem xmlns:ds="http://schemas.openxmlformats.org/officeDocument/2006/customXml" ds:itemID="{F1184C2F-B560-405F-80DE-1AA2D13401FA}">
  <ds:schemaRefs>
    <ds:schemaRef ds:uri="http://purl.org/dc/terms/"/>
    <ds:schemaRef ds:uri="0248cd5f-0ae3-4983-9efa-b9058a88422e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9cdfb330-2aca-418c-a631-54d25d61d4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</Template>
  <TotalTime>589</TotalTime>
  <Pages>1</Pages>
  <Words>138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Barbara Mandolini</cp:lastModifiedBy>
  <cp:revision>357</cp:revision>
  <cp:lastPrinted>2021-12-21T18:52:00Z</cp:lastPrinted>
  <dcterms:created xsi:type="dcterms:W3CDTF">2020-11-18T14:32:00Z</dcterms:created>
  <dcterms:modified xsi:type="dcterms:W3CDTF">2024-05-16T10:20:00Z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0x0101001D8C857D3A7AAA429A55940A78F0317B</vt:lpwstr>
  </property>
  <property fmtid="{D5CDD505-2E9C-101B-9397-08002B2CF9AE}" pid="3" name="MediaServiceImageTags">
    <vt:lpwstr/>
  </property>
  <property fmtid="{D5CDD505-2E9C-101B-9397-08002B2CF9AE}" pid="4" name="Order">
    <vt:r8>2143700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