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0C814" w14:textId="77777777" w:rsidR="00D9512C" w:rsidRDefault="00D9512C"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D9512C" w:rsidRPr="00F841F8" w14:paraId="3380C816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3380C815" w14:textId="2330B171" w:rsidR="00D9512C" w:rsidRPr="00F841F8" w:rsidRDefault="008027FD">
            <w:pPr>
              <w:pStyle w:val="WWRelease"/>
              <w:jc w:val="center"/>
              <w:rPr>
                <w:lang w:val="en-US"/>
              </w:rPr>
            </w:pPr>
            <w:r w:rsidRPr="00F841F8">
              <w:rPr>
                <w:lang w:val="en-US"/>
              </w:rPr>
              <w:t>RELEASE Versione 202</w:t>
            </w:r>
            <w:r w:rsidR="006925FB" w:rsidRPr="00F841F8">
              <w:rPr>
                <w:lang w:val="en-US"/>
              </w:rPr>
              <w:t>4</w:t>
            </w:r>
            <w:r w:rsidRPr="00F841F8">
              <w:rPr>
                <w:lang w:val="en-US"/>
              </w:rPr>
              <w:t>.</w:t>
            </w:r>
            <w:r w:rsidR="00D115D6" w:rsidRPr="00F841F8">
              <w:rPr>
                <w:lang w:val="en-US"/>
              </w:rPr>
              <w:t>1</w:t>
            </w:r>
            <w:r w:rsidRPr="00F841F8">
              <w:rPr>
                <w:lang w:val="en-US"/>
              </w:rPr>
              <w:t>.</w:t>
            </w:r>
            <w:r w:rsidR="004425D8">
              <w:rPr>
                <w:lang w:val="en-US"/>
              </w:rPr>
              <w:t>5</w:t>
            </w:r>
          </w:p>
        </w:tc>
      </w:tr>
    </w:tbl>
    <w:p w14:paraId="3380C817" w14:textId="77777777" w:rsidR="00D9512C" w:rsidRPr="00F841F8" w:rsidRDefault="00D9512C"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3"/>
        <w:gridCol w:w="3841"/>
      </w:tblGrid>
      <w:tr w:rsidR="00D9512C" w:rsidRPr="00F841F8" w14:paraId="3380C81C" w14:textId="77777777" w:rsidTr="00932F37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 w14:paraId="3380C818" w14:textId="77777777" w:rsidR="00D9512C" w:rsidRPr="00F841F8" w:rsidRDefault="008027FD" w:rsidP="00733439">
            <w:pPr>
              <w:pStyle w:val="WWTipoDocumento"/>
            </w:pPr>
            <w:r w:rsidRPr="00F841F8">
              <w:t>CONTENUTO DEL RILASCIO</w:t>
            </w:r>
          </w:p>
          <w:p w14:paraId="3380C819" w14:textId="77777777" w:rsidR="00D9512C" w:rsidRPr="00F841F8" w:rsidRDefault="008027FD">
            <w:pPr>
              <w:pStyle w:val="CorpoAltF0"/>
              <w:rPr>
                <w:color w:val="000000"/>
              </w:rPr>
            </w:pPr>
            <w:r w:rsidRPr="00F841F8">
              <w:rPr>
                <w:noProof/>
              </w:rPr>
              <w:drawing>
                <wp:inline distT="0" distB="0" distL="0" distR="0" wp14:anchorId="3380C862" wp14:editId="3380C863">
                  <wp:extent cx="2350135" cy="2820670"/>
                  <wp:effectExtent l="0" t="0" r="0" b="0"/>
                  <wp:docPr id="3" name="Immagine 3" descr="PAGHE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35" cy="28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A" w14:textId="77777777" w:rsidR="00D9512C" w:rsidRPr="00F841F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841F8"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B" w14:textId="77777777" w:rsidR="00D9512C" w:rsidRPr="00F841F8" w:rsidRDefault="008027FD"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 w:rsidRPr="00F841F8">
              <w:rPr>
                <w:rFonts w:cs="Arial"/>
                <w:b/>
                <w:sz w:val="28"/>
                <w:szCs w:val="28"/>
              </w:rPr>
              <w:t>EMENS</w:t>
            </w:r>
          </w:p>
        </w:tc>
      </w:tr>
      <w:tr w:rsidR="00D9512C" w:rsidRPr="00F841F8" w14:paraId="3380C820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1D" w14:textId="77777777" w:rsidR="00D9512C" w:rsidRPr="00F841F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E" w14:textId="77777777" w:rsidR="00D9512C" w:rsidRPr="00F841F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841F8"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F" w14:textId="2DC4873E" w:rsidR="00D9512C" w:rsidRPr="00F841F8" w:rsidRDefault="008027FD">
            <w:pPr>
              <w:pStyle w:val="CorpoAltF0"/>
              <w:ind w:left="113"/>
              <w:rPr>
                <w:rFonts w:cs="Arial"/>
              </w:rPr>
            </w:pPr>
            <w:r w:rsidRPr="00F841F8">
              <w:rPr>
                <w:rFonts w:cs="Arial"/>
              </w:rPr>
              <w:t>Aggiornamento procedura</w:t>
            </w:r>
          </w:p>
        </w:tc>
      </w:tr>
      <w:tr w:rsidR="00D9512C" w:rsidRPr="00F841F8" w14:paraId="3380C824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1" w14:textId="77777777" w:rsidR="00D9512C" w:rsidRPr="00F841F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2" w14:textId="77777777" w:rsidR="00D9512C" w:rsidRPr="00F841F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841F8"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3" w14:textId="7EE9F36D" w:rsidR="00D9512C" w:rsidRPr="00F841F8" w:rsidRDefault="008027FD">
            <w:pPr>
              <w:pStyle w:val="CorpoAltF0"/>
              <w:ind w:left="113"/>
              <w:rPr>
                <w:rFonts w:cs="Arial"/>
                <w:b/>
                <w:bCs/>
              </w:rPr>
            </w:pPr>
            <w:r w:rsidRPr="00F841F8">
              <w:rPr>
                <w:rFonts w:cs="Arial"/>
                <w:b/>
                <w:bCs/>
              </w:rPr>
              <w:t>202</w:t>
            </w:r>
            <w:r w:rsidR="006925FB" w:rsidRPr="00F841F8">
              <w:rPr>
                <w:rFonts w:cs="Arial"/>
                <w:b/>
                <w:bCs/>
              </w:rPr>
              <w:t>4</w:t>
            </w:r>
            <w:r w:rsidRPr="00F841F8">
              <w:rPr>
                <w:rFonts w:cs="Arial"/>
                <w:b/>
                <w:bCs/>
              </w:rPr>
              <w:t>.</w:t>
            </w:r>
            <w:r w:rsidR="00D115D6" w:rsidRPr="00F841F8">
              <w:rPr>
                <w:rFonts w:cs="Arial"/>
                <w:b/>
                <w:bCs/>
              </w:rPr>
              <w:t>1</w:t>
            </w:r>
            <w:r w:rsidRPr="00F841F8">
              <w:rPr>
                <w:rFonts w:cs="Arial"/>
                <w:b/>
                <w:bCs/>
              </w:rPr>
              <w:t>.</w:t>
            </w:r>
            <w:r w:rsidR="004425D8">
              <w:rPr>
                <w:rFonts w:cs="Arial"/>
                <w:b/>
                <w:bCs/>
              </w:rPr>
              <w:t>5</w:t>
            </w:r>
            <w:r w:rsidRPr="00F841F8">
              <w:rPr>
                <w:rFonts w:cs="Arial"/>
                <w:b/>
                <w:bCs/>
              </w:rPr>
              <w:t xml:space="preserve"> (</w:t>
            </w:r>
            <w:r w:rsidR="00183430" w:rsidRPr="00F841F8">
              <w:rPr>
                <w:rFonts w:cs="Arial"/>
                <w:b/>
                <w:bCs/>
              </w:rPr>
              <w:t>Update</w:t>
            </w:r>
            <w:r w:rsidRPr="00F841F8">
              <w:rPr>
                <w:rFonts w:cs="Arial"/>
                <w:b/>
                <w:bCs/>
              </w:rPr>
              <w:t>)</w:t>
            </w:r>
          </w:p>
        </w:tc>
      </w:tr>
      <w:tr w:rsidR="00D9512C" w:rsidRPr="00F841F8" w14:paraId="3380C828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5" w14:textId="77777777" w:rsidR="00D9512C" w:rsidRPr="00F841F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6" w14:textId="77777777" w:rsidR="00D9512C" w:rsidRPr="00F841F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841F8"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7" w14:textId="7FF4D731" w:rsidR="00D9512C" w:rsidRPr="00F841F8" w:rsidRDefault="008D4233">
            <w:pPr>
              <w:pStyle w:val="CorpoAltF0"/>
              <w:ind w:left="113"/>
              <w:rPr>
                <w:rFonts w:cs="Arial"/>
                <w:b/>
                <w:bCs/>
              </w:rPr>
            </w:pPr>
            <w:r w:rsidRPr="008D4233">
              <w:rPr>
                <w:rFonts w:cs="Arial"/>
                <w:b/>
                <w:bCs/>
              </w:rPr>
              <w:t>07</w:t>
            </w:r>
            <w:r w:rsidR="008027FD" w:rsidRPr="008D4233">
              <w:rPr>
                <w:rFonts w:cs="Arial"/>
                <w:b/>
                <w:bCs/>
              </w:rPr>
              <w:t>.</w:t>
            </w:r>
            <w:r w:rsidRPr="008D4233">
              <w:rPr>
                <w:rFonts w:cs="Arial"/>
                <w:b/>
                <w:bCs/>
              </w:rPr>
              <w:t>08</w:t>
            </w:r>
            <w:r w:rsidR="008027FD" w:rsidRPr="008D4233">
              <w:rPr>
                <w:rFonts w:cs="Arial"/>
                <w:b/>
                <w:bCs/>
              </w:rPr>
              <w:t>.202</w:t>
            </w:r>
            <w:r w:rsidR="006925FB" w:rsidRPr="008D4233">
              <w:rPr>
                <w:rFonts w:cs="Arial"/>
                <w:b/>
                <w:bCs/>
              </w:rPr>
              <w:t>4</w:t>
            </w:r>
          </w:p>
        </w:tc>
      </w:tr>
      <w:tr w:rsidR="00D9512C" w:rsidRPr="00F841F8" w14:paraId="3380C82C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9" w14:textId="77777777" w:rsidR="00D9512C" w:rsidRPr="00F841F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A" w14:textId="77777777" w:rsidR="00D9512C" w:rsidRPr="00F841F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841F8"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B" w14:textId="77777777" w:rsidR="00D9512C" w:rsidRPr="00F841F8" w:rsidRDefault="008027FD">
            <w:pPr>
              <w:pStyle w:val="CorpoAltF0"/>
              <w:ind w:left="113"/>
              <w:rPr>
                <w:rFonts w:cs="Arial"/>
                <w:b/>
              </w:rPr>
            </w:pPr>
            <w:r w:rsidRPr="00F841F8">
              <w:rPr>
                <w:rFonts w:cs="Arial"/>
                <w:b/>
              </w:rPr>
              <w:t>Contenuto del Rilascio</w:t>
            </w:r>
          </w:p>
        </w:tc>
      </w:tr>
      <w:tr w:rsidR="00D9512C" w:rsidRPr="00F841F8" w14:paraId="3380C830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D" w14:textId="77777777" w:rsidR="00D9512C" w:rsidRPr="00F841F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E" w14:textId="77777777" w:rsidR="00D9512C" w:rsidRPr="00F841F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841F8"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F" w14:textId="77777777" w:rsidR="00D9512C" w:rsidRPr="00F841F8" w:rsidRDefault="008027FD">
            <w:pPr>
              <w:pStyle w:val="CorpoAltF0"/>
              <w:ind w:left="113"/>
              <w:rPr>
                <w:rFonts w:cs="Arial"/>
                <w:b/>
              </w:rPr>
            </w:pPr>
            <w:r w:rsidRPr="00F841F8">
              <w:rPr>
                <w:rFonts w:cs="Arial"/>
                <w:b/>
              </w:rPr>
              <w:t>Guida utente</w:t>
            </w:r>
          </w:p>
        </w:tc>
      </w:tr>
      <w:tr w:rsidR="00D9512C" w:rsidRPr="00F841F8" w14:paraId="3380C834" w14:textId="77777777" w:rsidTr="00932F37">
        <w:trPr>
          <w:cantSplit/>
          <w:trHeight w:hRule="exact" w:val="113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1" w14:textId="77777777" w:rsidR="00D9512C" w:rsidRPr="00F841F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3380C832" w14:textId="77777777" w:rsidR="00D9512C" w:rsidRPr="00F841F8" w:rsidRDefault="00D9512C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3380C833" w14:textId="77777777" w:rsidR="00D9512C" w:rsidRPr="00F841F8" w:rsidRDefault="00D9512C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D9512C" w:rsidRPr="00F841F8" w14:paraId="3380C837" w14:textId="77777777" w:rsidTr="00932F37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5" w14:textId="77777777" w:rsidR="00D9512C" w:rsidRPr="00F841F8" w:rsidRDefault="00D9512C">
            <w:pPr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 w14:paraId="3380C836" w14:textId="77777777" w:rsidR="00D9512C" w:rsidRPr="00F841F8" w:rsidRDefault="008027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 w:rsidRPr="00F841F8"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D9512C" w:rsidRPr="00F841F8" w14:paraId="3380C83B" w14:textId="77777777" w:rsidTr="00932F37">
        <w:trPr>
          <w:cantSplit/>
          <w:trHeight w:val="348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8" w14:textId="77777777" w:rsidR="00D9512C" w:rsidRPr="00F841F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9" w14:textId="77777777" w:rsidR="00D9512C" w:rsidRPr="00F841F8" w:rsidRDefault="008027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F841F8">
              <w:rPr>
                <w:rFonts w:ascii="Arial" w:hAnsi="Arial" w:cs="Arial"/>
                <w:b/>
              </w:rPr>
              <w:t>PAGHE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A" w14:textId="19EBB9F1" w:rsidR="00D9512C" w:rsidRPr="004425D8" w:rsidRDefault="008027FD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  <w:highlight w:val="yellow"/>
              </w:rPr>
            </w:pPr>
            <w:proofErr w:type="gramStart"/>
            <w:r w:rsidRPr="008D4233">
              <w:rPr>
                <w:rFonts w:ascii="Arial" w:hAnsi="Arial" w:cs="Arial"/>
                <w:b/>
                <w:bCs/>
              </w:rPr>
              <w:t>Versione  202</w:t>
            </w:r>
            <w:r w:rsidR="0019080E" w:rsidRPr="008D4233">
              <w:rPr>
                <w:rFonts w:ascii="Arial" w:hAnsi="Arial" w:cs="Arial"/>
                <w:b/>
                <w:bCs/>
              </w:rPr>
              <w:t>4</w:t>
            </w:r>
            <w:proofErr w:type="gramEnd"/>
            <w:r w:rsidRPr="008D4233">
              <w:rPr>
                <w:rFonts w:ascii="Arial" w:hAnsi="Arial" w:cs="Arial"/>
                <w:b/>
                <w:bCs/>
              </w:rPr>
              <w:t>.</w:t>
            </w:r>
            <w:r w:rsidR="00592ADA" w:rsidRPr="008D4233">
              <w:rPr>
                <w:rFonts w:ascii="Arial" w:hAnsi="Arial" w:cs="Arial"/>
                <w:b/>
                <w:bCs/>
              </w:rPr>
              <w:t>2</w:t>
            </w:r>
            <w:r w:rsidRPr="008D4233">
              <w:rPr>
                <w:rFonts w:ascii="Arial" w:hAnsi="Arial" w:cs="Arial"/>
                <w:b/>
                <w:bCs/>
              </w:rPr>
              <w:t>.</w:t>
            </w:r>
            <w:r w:rsidR="008D4233" w:rsidRPr="008D4233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932F37" w:rsidRPr="00F841F8" w14:paraId="3380C83F" w14:textId="77777777" w:rsidTr="00932F3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C" w14:textId="77777777" w:rsidR="00932F37" w:rsidRPr="00F841F8" w:rsidRDefault="00932F37" w:rsidP="00932F37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D" w14:textId="77777777" w:rsidR="00932F37" w:rsidRPr="00F841F8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F841F8"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E" w14:textId="3F73091C" w:rsidR="00932F37" w:rsidRPr="004425D8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  <w:highlight w:val="yellow"/>
              </w:rPr>
            </w:pPr>
            <w:proofErr w:type="gramStart"/>
            <w:r w:rsidRPr="003551AA">
              <w:rPr>
                <w:rFonts w:ascii="Arial" w:hAnsi="Arial" w:cs="Arial"/>
                <w:b/>
              </w:rPr>
              <w:t>Versione  202</w:t>
            </w:r>
            <w:r w:rsidR="007D5642" w:rsidRPr="003551AA">
              <w:rPr>
                <w:rFonts w:ascii="Arial" w:hAnsi="Arial" w:cs="Arial"/>
                <w:b/>
              </w:rPr>
              <w:t>4</w:t>
            </w:r>
            <w:proofErr w:type="gramEnd"/>
            <w:r w:rsidRPr="003551AA">
              <w:rPr>
                <w:rFonts w:ascii="Arial" w:hAnsi="Arial" w:cs="Arial"/>
                <w:b/>
              </w:rPr>
              <w:t>.</w:t>
            </w:r>
            <w:r w:rsidR="00183430" w:rsidRPr="003551AA">
              <w:rPr>
                <w:rFonts w:ascii="Arial" w:hAnsi="Arial" w:cs="Arial"/>
                <w:b/>
              </w:rPr>
              <w:t>1</w:t>
            </w:r>
            <w:r w:rsidRPr="003551AA">
              <w:rPr>
                <w:rFonts w:ascii="Arial" w:hAnsi="Arial" w:cs="Arial"/>
                <w:b/>
              </w:rPr>
              <w:t>.</w:t>
            </w:r>
            <w:r w:rsidR="004600A3" w:rsidRPr="003551AA">
              <w:rPr>
                <w:rFonts w:ascii="Arial" w:hAnsi="Arial" w:cs="Arial"/>
                <w:b/>
              </w:rPr>
              <w:t>3</w:t>
            </w:r>
          </w:p>
        </w:tc>
      </w:tr>
      <w:tr w:rsidR="00932F37" w:rsidRPr="00F841F8" w14:paraId="3380C843" w14:textId="77777777" w:rsidTr="00932F3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40" w14:textId="77777777" w:rsidR="00932F37" w:rsidRPr="00F841F8" w:rsidRDefault="00932F37" w:rsidP="00932F37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1" w14:textId="77777777" w:rsidR="00932F37" w:rsidRPr="00F841F8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F841F8">
              <w:rPr>
                <w:rFonts w:ascii="Arial" w:hAnsi="Arial" w:cs="Arial"/>
                <w:b/>
              </w:rPr>
              <w:t>STUDIO PAGHE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2" w14:textId="57F1FCE5" w:rsidR="00932F37" w:rsidRPr="00F841F8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proofErr w:type="gramStart"/>
            <w:r w:rsidRPr="00F841F8">
              <w:rPr>
                <w:rFonts w:ascii="Arial" w:hAnsi="Arial" w:cs="Arial"/>
                <w:b/>
              </w:rPr>
              <w:t>Versione  202</w:t>
            </w:r>
            <w:r w:rsidR="003346A3" w:rsidRPr="00F841F8">
              <w:rPr>
                <w:rFonts w:ascii="Arial" w:hAnsi="Arial" w:cs="Arial"/>
                <w:b/>
              </w:rPr>
              <w:t>4</w:t>
            </w:r>
            <w:proofErr w:type="gramEnd"/>
            <w:r w:rsidRPr="00F841F8">
              <w:rPr>
                <w:rFonts w:ascii="Arial" w:hAnsi="Arial" w:cs="Arial"/>
                <w:b/>
              </w:rPr>
              <w:t>.</w:t>
            </w:r>
            <w:r w:rsidR="004600A3">
              <w:rPr>
                <w:rFonts w:ascii="Arial" w:hAnsi="Arial" w:cs="Arial"/>
                <w:b/>
              </w:rPr>
              <w:t>4</w:t>
            </w:r>
            <w:r w:rsidRPr="00F841F8">
              <w:rPr>
                <w:rFonts w:ascii="Arial" w:hAnsi="Arial" w:cs="Arial"/>
                <w:b/>
              </w:rPr>
              <w:t>.</w:t>
            </w:r>
            <w:r w:rsidR="004425D8">
              <w:rPr>
                <w:rFonts w:ascii="Arial" w:hAnsi="Arial" w:cs="Arial"/>
                <w:b/>
              </w:rPr>
              <w:t>1</w:t>
            </w:r>
          </w:p>
        </w:tc>
      </w:tr>
      <w:tr w:rsidR="00D9512C" w:rsidRPr="00F841F8" w14:paraId="3380C847" w14:textId="77777777" w:rsidTr="00932F3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44" w14:textId="77777777" w:rsidR="00D9512C" w:rsidRPr="00F841F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5" w14:textId="77777777" w:rsidR="00D9512C" w:rsidRPr="00F841F8" w:rsidRDefault="008027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F841F8"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6" w14:textId="30DAD6F2" w:rsidR="00D9512C" w:rsidRPr="00F841F8" w:rsidRDefault="008027FD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proofErr w:type="gramStart"/>
            <w:r w:rsidRPr="003551AA">
              <w:rPr>
                <w:rFonts w:ascii="Arial" w:hAnsi="Arial" w:cs="Arial"/>
                <w:b/>
              </w:rPr>
              <w:t>Versione  202</w:t>
            </w:r>
            <w:r w:rsidR="003346A3" w:rsidRPr="003551AA">
              <w:rPr>
                <w:rFonts w:ascii="Arial" w:hAnsi="Arial" w:cs="Arial"/>
                <w:b/>
              </w:rPr>
              <w:t>4</w:t>
            </w:r>
            <w:proofErr w:type="gramEnd"/>
            <w:r w:rsidRPr="003551AA">
              <w:rPr>
                <w:rFonts w:ascii="Arial" w:hAnsi="Arial" w:cs="Arial"/>
                <w:b/>
              </w:rPr>
              <w:t>.</w:t>
            </w:r>
            <w:r w:rsidR="004425D8" w:rsidRPr="003551AA">
              <w:rPr>
                <w:rFonts w:ascii="Arial" w:hAnsi="Arial" w:cs="Arial"/>
                <w:b/>
              </w:rPr>
              <w:t>0</w:t>
            </w:r>
            <w:r w:rsidRPr="003551AA">
              <w:rPr>
                <w:rFonts w:ascii="Arial" w:hAnsi="Arial" w:cs="Arial"/>
                <w:b/>
              </w:rPr>
              <w:t>.</w:t>
            </w:r>
            <w:r w:rsidR="00FF5A38" w:rsidRPr="003551AA">
              <w:rPr>
                <w:rFonts w:ascii="Arial" w:hAnsi="Arial" w:cs="Arial"/>
                <w:b/>
              </w:rPr>
              <w:t>7</w:t>
            </w:r>
          </w:p>
        </w:tc>
      </w:tr>
      <w:tr w:rsidR="00D9512C" w:rsidRPr="00F841F8" w14:paraId="3380C84A" w14:textId="77777777" w:rsidTr="00932F37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48" w14:textId="77777777" w:rsidR="00D9512C" w:rsidRPr="00F841F8" w:rsidRDefault="00D9512C">
            <w:pPr>
              <w:pStyle w:val="Titoloindice"/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3380C849" w14:textId="77777777" w:rsidR="00D9512C" w:rsidRPr="00F841F8" w:rsidRDefault="008027FD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841F8"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3380C84B" w14:textId="77777777" w:rsidR="00D9512C" w:rsidRPr="00F841F8" w:rsidRDefault="00D9512C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D9512C" w:rsidRPr="00F841F8" w14:paraId="3380C84D" w14:textId="77777777"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 w14:paraId="3380C84C" w14:textId="77777777" w:rsidR="00D9512C" w:rsidRPr="00F841F8" w:rsidRDefault="008027FD">
            <w:pPr>
              <w:pStyle w:val="WWContenutoRilascio"/>
            </w:pPr>
            <w:r w:rsidRPr="00F841F8">
              <w:t>Contenuto del rilascio</w:t>
            </w:r>
          </w:p>
        </w:tc>
      </w:tr>
      <w:tr w:rsidR="00D9512C" w:rsidRPr="00F841F8" w14:paraId="3380C855" w14:textId="77777777">
        <w:trPr>
          <w:jc w:val="center"/>
        </w:trPr>
        <w:tc>
          <w:tcPr>
            <w:tcW w:w="9671" w:type="dxa"/>
          </w:tcPr>
          <w:p w14:paraId="610160BB" w14:textId="77777777" w:rsidR="00444856" w:rsidRPr="00F841F8" w:rsidRDefault="00444856" w:rsidP="00444856">
            <w:pPr>
              <w:pStyle w:val="corpoAltF"/>
            </w:pPr>
          </w:p>
          <w:p w14:paraId="7D89475C" w14:textId="09A0BDDD" w:rsidR="00894F76" w:rsidRPr="004425D8" w:rsidRDefault="004425D8" w:rsidP="004425D8">
            <w:pPr>
              <w:pStyle w:val="corpoAltF"/>
              <w:numPr>
                <w:ilvl w:val="0"/>
                <w:numId w:val="3"/>
              </w:numPr>
              <w:tabs>
                <w:tab w:val="clear" w:pos="720"/>
              </w:tabs>
              <w:spacing w:before="180"/>
              <w:ind w:left="454" w:right="170" w:hanging="284"/>
              <w:rPr>
                <w:b/>
              </w:rPr>
            </w:pPr>
            <w:r>
              <w:rPr>
                <w:bCs/>
              </w:rPr>
              <w:t xml:space="preserve">Con il presente aggiornamento la procedura viene allineata alla versione </w:t>
            </w:r>
            <w:r w:rsidRPr="00567FC1">
              <w:rPr>
                <w:b/>
              </w:rPr>
              <w:t>PAGHE 2024.2.5</w:t>
            </w:r>
            <w:r>
              <w:rPr>
                <w:bCs/>
              </w:rPr>
              <w:t xml:space="preserve"> con riferimento alla nuova codifica nel flusso Uniemens delle prestazioni di Assegno di integrazione salariale con causale “contratto solidarietà” erogate dal Fondo </w:t>
            </w:r>
            <w:r w:rsidRPr="001536C3">
              <w:t>bilaterale di solidarietà per il sostegno del reddito del personale del settore dei servizi ambientali</w:t>
            </w:r>
            <w:r>
              <w:t xml:space="preserve"> (Circolare n. 85 del 26 luglio 2024).</w:t>
            </w:r>
          </w:p>
          <w:p w14:paraId="677B47FC" w14:textId="77777777" w:rsidR="00186EBB" w:rsidRDefault="00186EBB" w:rsidP="00186EBB">
            <w:pPr>
              <w:pStyle w:val="corpoAltF"/>
            </w:pPr>
          </w:p>
          <w:p w14:paraId="3380C854" w14:textId="67D84145" w:rsidR="00444856" w:rsidRPr="00F841F8" w:rsidRDefault="00444856" w:rsidP="00BF1AB3">
            <w:pPr>
              <w:pStyle w:val="corpoAltF"/>
            </w:pPr>
          </w:p>
        </w:tc>
      </w:tr>
    </w:tbl>
    <w:p w14:paraId="5AFC9BD0" w14:textId="5F5E5E0E" w:rsidR="00386A80" w:rsidRPr="00F841F8" w:rsidRDefault="00386A80" w:rsidP="00D3256B">
      <w:pPr>
        <w:pStyle w:val="corpoAltF"/>
      </w:pPr>
    </w:p>
    <w:p w14:paraId="1C77FFAA" w14:textId="77777777" w:rsidR="00D3256B" w:rsidRPr="00F841F8" w:rsidRDefault="00D3256B" w:rsidP="00D3256B">
      <w:pPr>
        <w:pStyle w:val="corpoAltF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D9512C" w:rsidRPr="00F841F8" w14:paraId="3380C858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3380C857" w14:textId="77777777" w:rsidR="00D9512C" w:rsidRPr="00F841F8" w:rsidRDefault="008027FD">
            <w:pPr>
              <w:pStyle w:val="WWContenutoRilascio"/>
              <w:rPr>
                <w:rFonts w:cs="Arial"/>
              </w:rPr>
            </w:pPr>
            <w:r w:rsidRPr="00F841F8">
              <w:rPr>
                <w:rFonts w:cs="Arial"/>
              </w:rPr>
              <w:t>Sistemi Operativi e Browser supportati e Date fine supporto</w:t>
            </w:r>
          </w:p>
        </w:tc>
      </w:tr>
      <w:tr w:rsidR="00D9512C" w:rsidRPr="00F841F8" w14:paraId="3380C85D" w14:textId="77777777">
        <w:trPr>
          <w:jc w:val="center"/>
        </w:trPr>
        <w:tc>
          <w:tcPr>
            <w:tcW w:w="9629" w:type="dxa"/>
          </w:tcPr>
          <w:p w14:paraId="3380C859" w14:textId="77777777" w:rsidR="00D9512C" w:rsidRPr="00F841F8" w:rsidRDefault="008027FD">
            <w:pPr>
              <w:pStyle w:val="CorpoAltF0"/>
              <w:spacing w:before="180"/>
            </w:pPr>
            <w:r w:rsidRPr="00F841F8">
              <w:t xml:space="preserve">Documento consultabile Online su </w:t>
            </w:r>
            <w:proofErr w:type="spellStart"/>
            <w:r w:rsidRPr="00F841F8">
              <w:t>MySupport</w:t>
            </w:r>
            <w:proofErr w:type="spellEnd"/>
            <w:r w:rsidRPr="00F841F8">
              <w:t>:</w:t>
            </w:r>
          </w:p>
          <w:p w14:paraId="3380C85A" w14:textId="77777777" w:rsidR="00D9512C" w:rsidRPr="00F841F8" w:rsidRDefault="00A67970">
            <w:pPr>
              <w:pStyle w:val="CorpoAltF0"/>
              <w:spacing w:before="120"/>
              <w:rPr>
                <w:sz w:val="22"/>
                <w:szCs w:val="22"/>
              </w:rPr>
            </w:pPr>
            <w:hyperlink r:id="rId12" w:history="1">
              <w:r w:rsidR="008027FD" w:rsidRPr="00F841F8">
                <w:rPr>
                  <w:rStyle w:val="Collegamentoipertestuale"/>
                  <w:sz w:val="22"/>
                  <w:szCs w:val="22"/>
                </w:rPr>
                <w:t>Requisiti minimi per installazione TS Experience</w:t>
              </w:r>
            </w:hyperlink>
          </w:p>
          <w:p w14:paraId="3380C85B" w14:textId="77777777" w:rsidR="00D9512C" w:rsidRPr="00F841F8" w:rsidRDefault="008027FD">
            <w:pPr>
              <w:pStyle w:val="CorpoAltF0"/>
              <w:spacing w:before="180"/>
              <w:rPr>
                <w:b/>
                <w:bCs/>
              </w:rPr>
            </w:pPr>
            <w:r w:rsidRPr="00F841F8">
              <w:rPr>
                <w:rFonts w:cs="Arial"/>
                <w:b/>
                <w:bCs/>
                <w:u w:val="single"/>
              </w:rPr>
              <w:t>ATTENZIONE</w:t>
            </w:r>
            <w:r w:rsidRPr="00F841F8">
              <w:rPr>
                <w:rFonts w:cs="Arial"/>
                <w:b/>
                <w:bCs/>
              </w:rPr>
              <w:t>:</w:t>
            </w:r>
            <w:r w:rsidRPr="00F841F8">
              <w:rPr>
                <w:rFonts w:cs="Arial"/>
              </w:rPr>
              <w:t xml:space="preserve"> per i Sistemi Operativi Windows, le date di fine supporto sono state adeguate seguendo le indicazioni ufficiali del produttore (Microsoft), aggiungendo un periodo di supporto extra di circa </w:t>
            </w:r>
            <w:proofErr w:type="gramStart"/>
            <w:r w:rsidRPr="00F841F8">
              <w:rPr>
                <w:rFonts w:cs="Arial"/>
              </w:rPr>
              <w:t>6</w:t>
            </w:r>
            <w:proofErr w:type="gramEnd"/>
            <w:r w:rsidRPr="00F841F8">
              <w:rPr>
                <w:rFonts w:cs="Arial"/>
              </w:rPr>
              <w:t xml:space="preserve"> mesi da parte di TeamSystem.</w:t>
            </w:r>
          </w:p>
          <w:p w14:paraId="3380C85C" w14:textId="77777777" w:rsidR="00D9512C" w:rsidRPr="00F841F8" w:rsidRDefault="00D9512C">
            <w:pPr>
              <w:pStyle w:val="CorpoAltF0"/>
              <w:rPr>
                <w:sz w:val="18"/>
                <w:szCs w:val="18"/>
              </w:rPr>
            </w:pPr>
          </w:p>
        </w:tc>
      </w:tr>
    </w:tbl>
    <w:p w14:paraId="6838F873" w14:textId="77777777" w:rsidR="00217DDF" w:rsidRDefault="00217DDF" w:rsidP="00217DDF">
      <w:pPr>
        <w:pStyle w:val="CorpoAltF0"/>
      </w:pPr>
    </w:p>
    <w:p w14:paraId="658C8FD6" w14:textId="77777777" w:rsidR="00F05040" w:rsidRDefault="00F05040" w:rsidP="00217DDF">
      <w:pPr>
        <w:pStyle w:val="CorpoAltF0"/>
      </w:pPr>
    </w:p>
    <w:p w14:paraId="5D7D98F5" w14:textId="6E780B00" w:rsidR="00217DDF" w:rsidRPr="00732D31" w:rsidRDefault="00217DDF" w:rsidP="00183DA8">
      <w:pPr>
        <w:pStyle w:val="WWTipoDocumento"/>
        <w:rPr>
          <w:sz w:val="20"/>
          <w:szCs w:val="20"/>
        </w:rPr>
      </w:pPr>
      <w:r w:rsidRPr="00F841F8">
        <w:rPr>
          <w:sz w:val="20"/>
          <w:szCs w:val="20"/>
        </w:rPr>
        <w:t>--------------------------------</w:t>
      </w:r>
    </w:p>
    <w:sectPr w:rsidR="00217DDF" w:rsidRPr="00732D31">
      <w:headerReference w:type="default" r:id="rId13"/>
      <w:footerReference w:type="default" r:id="rId14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2231F" w14:textId="77777777" w:rsidR="00AF4FD3" w:rsidRDefault="00AF4FD3">
      <w:r>
        <w:separator/>
      </w:r>
    </w:p>
  </w:endnote>
  <w:endnote w:type="continuationSeparator" w:id="0">
    <w:p w14:paraId="35A0109C" w14:textId="77777777" w:rsidR="00AF4FD3" w:rsidRDefault="00AF4FD3">
      <w:r>
        <w:continuationSeparator/>
      </w:r>
    </w:p>
  </w:endnote>
  <w:endnote w:type="continuationNotice" w:id="1">
    <w:p w14:paraId="0AF83C95" w14:textId="77777777" w:rsidR="00AF4FD3" w:rsidRDefault="00AF4F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0C871" w14:textId="77777777" w:rsidR="00D9512C" w:rsidRDefault="008027FD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380C87A" wp14:editId="3380C87B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D9512C" w14:paraId="3380C876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380C872" w14:textId="77777777" w:rsidR="00D9512C" w:rsidRDefault="00D9512C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3380C873" w14:textId="77777777" w:rsidR="00D9512C" w:rsidRDefault="008027FD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3380C874" w14:textId="1D2CAF39" w:rsidR="00D9512C" w:rsidRDefault="008027FD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2024.</w:t>
          </w:r>
          <w:r w:rsidR="00665FA8">
            <w:rPr>
              <w:rFonts w:ascii="Arial" w:hAnsi="Arial" w:cs="Arial"/>
              <w:i/>
              <w:sz w:val="20"/>
              <w:szCs w:val="20"/>
            </w:rPr>
            <w:t>1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4425D8">
            <w:rPr>
              <w:rFonts w:ascii="Arial" w:hAnsi="Arial" w:cs="Arial"/>
              <w:i/>
              <w:sz w:val="20"/>
              <w:szCs w:val="20"/>
            </w:rPr>
            <w:t>5</w:t>
          </w:r>
        </w:p>
      </w:tc>
      <w:tc>
        <w:tcPr>
          <w:tcW w:w="1701" w:type="dxa"/>
        </w:tcPr>
        <w:p w14:paraId="3380C875" w14:textId="77777777" w:rsidR="00D9512C" w:rsidRDefault="008027FD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3380C877" w14:textId="77777777" w:rsidR="00D9512C" w:rsidRDefault="00D9512C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288C5" w14:textId="77777777" w:rsidR="00AF4FD3" w:rsidRDefault="00AF4FD3">
      <w:r>
        <w:separator/>
      </w:r>
    </w:p>
  </w:footnote>
  <w:footnote w:type="continuationSeparator" w:id="0">
    <w:p w14:paraId="730A19F8" w14:textId="77777777" w:rsidR="00AF4FD3" w:rsidRDefault="00AF4FD3">
      <w:r>
        <w:continuationSeparator/>
      </w:r>
    </w:p>
  </w:footnote>
  <w:footnote w:type="continuationNotice" w:id="1">
    <w:p w14:paraId="59750072" w14:textId="77777777" w:rsidR="00AF4FD3" w:rsidRDefault="00AF4F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D9512C" w14:paraId="3380C86B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380C868" w14:textId="77777777" w:rsidR="00D9512C" w:rsidRDefault="008027FD">
          <w:pPr>
            <w:pStyle w:val="Intestazione"/>
            <w:spacing w:before="6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380C878" wp14:editId="3380C879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380C869" w14:textId="77777777" w:rsidR="00D9512C" w:rsidRDefault="008027FD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380C86A" w14:textId="77777777" w:rsidR="00D9512C" w:rsidRDefault="00D9512C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D9512C" w14:paraId="3380C86F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3380C86C" w14:textId="77777777" w:rsidR="00D9512C" w:rsidRDefault="00D9512C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3380C86D" w14:textId="77777777" w:rsidR="00D9512C" w:rsidRDefault="008027FD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380C86E" w14:textId="77777777" w:rsidR="00D9512C" w:rsidRDefault="00D9512C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3380C870" w14:textId="77777777" w:rsidR="00D9512C" w:rsidRDefault="00D9512C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25F76"/>
    <w:multiLevelType w:val="hybridMultilevel"/>
    <w:tmpl w:val="F106F332"/>
    <w:lvl w:ilvl="0" w:tplc="691A9830">
      <w:start w:val="20"/>
      <w:numFmt w:val="bullet"/>
      <w:lvlText w:val="-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A1311C4"/>
    <w:multiLevelType w:val="hybridMultilevel"/>
    <w:tmpl w:val="778E095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522278"/>
    <w:multiLevelType w:val="hybridMultilevel"/>
    <w:tmpl w:val="FAB204EA"/>
    <w:lvl w:ilvl="0" w:tplc="0410000B">
      <w:start w:val="1"/>
      <w:numFmt w:val="bullet"/>
      <w:lvlText w:val=""/>
      <w:lvlJc w:val="left"/>
      <w:pPr>
        <w:ind w:left="99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5" w15:restartNumberingAfterBreak="0">
    <w:nsid w:val="5A552E88"/>
    <w:multiLevelType w:val="hybridMultilevel"/>
    <w:tmpl w:val="D3226782"/>
    <w:lvl w:ilvl="0" w:tplc="691A9830">
      <w:start w:val="20"/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69745718"/>
    <w:multiLevelType w:val="hybridMultilevel"/>
    <w:tmpl w:val="51EAD95E"/>
    <w:lvl w:ilvl="0" w:tplc="196EE2AA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8" w:hanging="360"/>
      </w:pPr>
    </w:lvl>
    <w:lvl w:ilvl="2" w:tplc="0410001B" w:tentative="1">
      <w:start w:val="1"/>
      <w:numFmt w:val="lowerRoman"/>
      <w:lvlText w:val="%3."/>
      <w:lvlJc w:val="right"/>
      <w:pPr>
        <w:ind w:left="1978" w:hanging="180"/>
      </w:pPr>
    </w:lvl>
    <w:lvl w:ilvl="3" w:tplc="0410000F" w:tentative="1">
      <w:start w:val="1"/>
      <w:numFmt w:val="decimal"/>
      <w:lvlText w:val="%4."/>
      <w:lvlJc w:val="left"/>
      <w:pPr>
        <w:ind w:left="2698" w:hanging="360"/>
      </w:pPr>
    </w:lvl>
    <w:lvl w:ilvl="4" w:tplc="04100019" w:tentative="1">
      <w:start w:val="1"/>
      <w:numFmt w:val="lowerLetter"/>
      <w:lvlText w:val="%5."/>
      <w:lvlJc w:val="left"/>
      <w:pPr>
        <w:ind w:left="3418" w:hanging="360"/>
      </w:pPr>
    </w:lvl>
    <w:lvl w:ilvl="5" w:tplc="0410001B" w:tentative="1">
      <w:start w:val="1"/>
      <w:numFmt w:val="lowerRoman"/>
      <w:lvlText w:val="%6."/>
      <w:lvlJc w:val="right"/>
      <w:pPr>
        <w:ind w:left="4138" w:hanging="180"/>
      </w:pPr>
    </w:lvl>
    <w:lvl w:ilvl="6" w:tplc="0410000F" w:tentative="1">
      <w:start w:val="1"/>
      <w:numFmt w:val="decimal"/>
      <w:lvlText w:val="%7."/>
      <w:lvlJc w:val="left"/>
      <w:pPr>
        <w:ind w:left="4858" w:hanging="360"/>
      </w:pPr>
    </w:lvl>
    <w:lvl w:ilvl="7" w:tplc="04100019" w:tentative="1">
      <w:start w:val="1"/>
      <w:numFmt w:val="lowerLetter"/>
      <w:lvlText w:val="%8."/>
      <w:lvlJc w:val="left"/>
      <w:pPr>
        <w:ind w:left="5578" w:hanging="360"/>
      </w:pPr>
    </w:lvl>
    <w:lvl w:ilvl="8" w:tplc="0410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7" w15:restartNumberingAfterBreak="0">
    <w:nsid w:val="6FDD3E55"/>
    <w:multiLevelType w:val="hybridMultilevel"/>
    <w:tmpl w:val="0E5078A4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899438407">
    <w:abstractNumId w:val="2"/>
  </w:num>
  <w:num w:numId="2" w16cid:durableId="433522264">
    <w:abstractNumId w:val="6"/>
  </w:num>
  <w:num w:numId="3" w16cid:durableId="1124039894">
    <w:abstractNumId w:val="1"/>
  </w:num>
  <w:num w:numId="4" w16cid:durableId="1974554902">
    <w:abstractNumId w:val="7"/>
  </w:num>
  <w:num w:numId="5" w16cid:durableId="560017456">
    <w:abstractNumId w:val="4"/>
  </w:num>
  <w:num w:numId="6" w16cid:durableId="1353528794">
    <w:abstractNumId w:val="5"/>
  </w:num>
  <w:num w:numId="7" w16cid:durableId="1271745090">
    <w:abstractNumId w:val="0"/>
  </w:num>
  <w:num w:numId="8" w16cid:durableId="259132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12C"/>
    <w:rsid w:val="00003D4F"/>
    <w:rsid w:val="00010DE2"/>
    <w:rsid w:val="00017DD5"/>
    <w:rsid w:val="000316CA"/>
    <w:rsid w:val="00032F0D"/>
    <w:rsid w:val="0003737D"/>
    <w:rsid w:val="00040309"/>
    <w:rsid w:val="00040886"/>
    <w:rsid w:val="000511BD"/>
    <w:rsid w:val="00052123"/>
    <w:rsid w:val="00060283"/>
    <w:rsid w:val="00063F2E"/>
    <w:rsid w:val="00064050"/>
    <w:rsid w:val="000647D3"/>
    <w:rsid w:val="0007352D"/>
    <w:rsid w:val="0007471A"/>
    <w:rsid w:val="00076867"/>
    <w:rsid w:val="00090AD0"/>
    <w:rsid w:val="00093ED1"/>
    <w:rsid w:val="00097BA9"/>
    <w:rsid w:val="000A234B"/>
    <w:rsid w:val="000A24C7"/>
    <w:rsid w:val="000B1CFB"/>
    <w:rsid w:val="000C0ACE"/>
    <w:rsid w:val="000C6CD6"/>
    <w:rsid w:val="000C7A92"/>
    <w:rsid w:val="000D1B2C"/>
    <w:rsid w:val="000E098F"/>
    <w:rsid w:val="000E3A84"/>
    <w:rsid w:val="000E6CF4"/>
    <w:rsid w:val="000F5A4A"/>
    <w:rsid w:val="000F6950"/>
    <w:rsid w:val="001027D5"/>
    <w:rsid w:val="00111A4F"/>
    <w:rsid w:val="0011514F"/>
    <w:rsid w:val="001432C9"/>
    <w:rsid w:val="00154BD6"/>
    <w:rsid w:val="001716F9"/>
    <w:rsid w:val="001727D9"/>
    <w:rsid w:val="00182D35"/>
    <w:rsid w:val="00183430"/>
    <w:rsid w:val="00183DA8"/>
    <w:rsid w:val="00186EBB"/>
    <w:rsid w:val="0019080E"/>
    <w:rsid w:val="00191B6A"/>
    <w:rsid w:val="001B0E10"/>
    <w:rsid w:val="001C4D77"/>
    <w:rsid w:val="001C7161"/>
    <w:rsid w:val="001E0378"/>
    <w:rsid w:val="001F672E"/>
    <w:rsid w:val="0020039B"/>
    <w:rsid w:val="002017AF"/>
    <w:rsid w:val="0021323E"/>
    <w:rsid w:val="00215D9B"/>
    <w:rsid w:val="00217DDF"/>
    <w:rsid w:val="0022444D"/>
    <w:rsid w:val="00227622"/>
    <w:rsid w:val="002332B0"/>
    <w:rsid w:val="00255936"/>
    <w:rsid w:val="002672A8"/>
    <w:rsid w:val="00272BFC"/>
    <w:rsid w:val="00276187"/>
    <w:rsid w:val="00285E2F"/>
    <w:rsid w:val="002B024A"/>
    <w:rsid w:val="002B34D6"/>
    <w:rsid w:val="002B67F1"/>
    <w:rsid w:val="002C1C1E"/>
    <w:rsid w:val="002C79D2"/>
    <w:rsid w:val="002D32B5"/>
    <w:rsid w:val="002D746D"/>
    <w:rsid w:val="002F0F9C"/>
    <w:rsid w:val="002F7B1D"/>
    <w:rsid w:val="00303363"/>
    <w:rsid w:val="00306B08"/>
    <w:rsid w:val="003105B6"/>
    <w:rsid w:val="00316880"/>
    <w:rsid w:val="003227C2"/>
    <w:rsid w:val="00330631"/>
    <w:rsid w:val="00332AC8"/>
    <w:rsid w:val="003346A3"/>
    <w:rsid w:val="003350C1"/>
    <w:rsid w:val="00342402"/>
    <w:rsid w:val="00346252"/>
    <w:rsid w:val="0035011A"/>
    <w:rsid w:val="003544C8"/>
    <w:rsid w:val="00355051"/>
    <w:rsid w:val="003551AA"/>
    <w:rsid w:val="00362042"/>
    <w:rsid w:val="00381F8C"/>
    <w:rsid w:val="00386A80"/>
    <w:rsid w:val="003A4D06"/>
    <w:rsid w:val="003B0048"/>
    <w:rsid w:val="003B16F5"/>
    <w:rsid w:val="003F3824"/>
    <w:rsid w:val="00404CD5"/>
    <w:rsid w:val="004119AE"/>
    <w:rsid w:val="004157E7"/>
    <w:rsid w:val="00422FBC"/>
    <w:rsid w:val="004254D5"/>
    <w:rsid w:val="00436418"/>
    <w:rsid w:val="004407C8"/>
    <w:rsid w:val="004425D8"/>
    <w:rsid w:val="00444856"/>
    <w:rsid w:val="004560E5"/>
    <w:rsid w:val="004600A3"/>
    <w:rsid w:val="00472134"/>
    <w:rsid w:val="00474099"/>
    <w:rsid w:val="004806B5"/>
    <w:rsid w:val="00486DB2"/>
    <w:rsid w:val="004930BB"/>
    <w:rsid w:val="0049601C"/>
    <w:rsid w:val="004B0D04"/>
    <w:rsid w:val="004C12B1"/>
    <w:rsid w:val="004C3FF0"/>
    <w:rsid w:val="004C725A"/>
    <w:rsid w:val="004D247E"/>
    <w:rsid w:val="004D299F"/>
    <w:rsid w:val="004D3DD6"/>
    <w:rsid w:val="004E01F1"/>
    <w:rsid w:val="004E126C"/>
    <w:rsid w:val="004E51D8"/>
    <w:rsid w:val="004F100F"/>
    <w:rsid w:val="00501E04"/>
    <w:rsid w:val="00501F30"/>
    <w:rsid w:val="005029F3"/>
    <w:rsid w:val="005037CC"/>
    <w:rsid w:val="00540A04"/>
    <w:rsid w:val="005451CB"/>
    <w:rsid w:val="0055168E"/>
    <w:rsid w:val="00560204"/>
    <w:rsid w:val="00564BFB"/>
    <w:rsid w:val="00567FC1"/>
    <w:rsid w:val="0057136B"/>
    <w:rsid w:val="005752B5"/>
    <w:rsid w:val="0057530A"/>
    <w:rsid w:val="00582666"/>
    <w:rsid w:val="00582DBF"/>
    <w:rsid w:val="005845CF"/>
    <w:rsid w:val="0059029D"/>
    <w:rsid w:val="005919FA"/>
    <w:rsid w:val="00592ADA"/>
    <w:rsid w:val="005A6129"/>
    <w:rsid w:val="005B25A2"/>
    <w:rsid w:val="005B30CF"/>
    <w:rsid w:val="005B6339"/>
    <w:rsid w:val="005C7F6E"/>
    <w:rsid w:val="005D0BAA"/>
    <w:rsid w:val="005D2620"/>
    <w:rsid w:val="005D5927"/>
    <w:rsid w:val="005F68F0"/>
    <w:rsid w:val="006051FE"/>
    <w:rsid w:val="0061179F"/>
    <w:rsid w:val="006260C5"/>
    <w:rsid w:val="00627D0D"/>
    <w:rsid w:val="00637BF5"/>
    <w:rsid w:val="00641AD9"/>
    <w:rsid w:val="00657F4E"/>
    <w:rsid w:val="00665FA8"/>
    <w:rsid w:val="0067298D"/>
    <w:rsid w:val="00685A97"/>
    <w:rsid w:val="00687FCC"/>
    <w:rsid w:val="00691E79"/>
    <w:rsid w:val="006925FB"/>
    <w:rsid w:val="006A25EE"/>
    <w:rsid w:val="006A3C9C"/>
    <w:rsid w:val="006C3BCD"/>
    <w:rsid w:val="006C5FF3"/>
    <w:rsid w:val="006D2496"/>
    <w:rsid w:val="006D74F4"/>
    <w:rsid w:val="006E7F4D"/>
    <w:rsid w:val="006F0D71"/>
    <w:rsid w:val="00710316"/>
    <w:rsid w:val="00717CB8"/>
    <w:rsid w:val="00732D31"/>
    <w:rsid w:val="00733439"/>
    <w:rsid w:val="00747283"/>
    <w:rsid w:val="00747FFA"/>
    <w:rsid w:val="00762C6A"/>
    <w:rsid w:val="007704BB"/>
    <w:rsid w:val="00776907"/>
    <w:rsid w:val="00777D8B"/>
    <w:rsid w:val="007A4D9F"/>
    <w:rsid w:val="007C1296"/>
    <w:rsid w:val="007C14ED"/>
    <w:rsid w:val="007C2BA4"/>
    <w:rsid w:val="007C73C5"/>
    <w:rsid w:val="007D5642"/>
    <w:rsid w:val="007D6D32"/>
    <w:rsid w:val="007F016C"/>
    <w:rsid w:val="007F41E0"/>
    <w:rsid w:val="007F4BBB"/>
    <w:rsid w:val="0080068D"/>
    <w:rsid w:val="008027FD"/>
    <w:rsid w:val="00816C7E"/>
    <w:rsid w:val="00817E9D"/>
    <w:rsid w:val="00822AE9"/>
    <w:rsid w:val="008466E8"/>
    <w:rsid w:val="00850897"/>
    <w:rsid w:val="00853890"/>
    <w:rsid w:val="00855484"/>
    <w:rsid w:val="00864E6B"/>
    <w:rsid w:val="00873BDF"/>
    <w:rsid w:val="008747BE"/>
    <w:rsid w:val="00875A63"/>
    <w:rsid w:val="00884B59"/>
    <w:rsid w:val="00884C8B"/>
    <w:rsid w:val="00894F76"/>
    <w:rsid w:val="008B74B1"/>
    <w:rsid w:val="008D2890"/>
    <w:rsid w:val="008D4233"/>
    <w:rsid w:val="008E4424"/>
    <w:rsid w:val="008E7785"/>
    <w:rsid w:val="008F065D"/>
    <w:rsid w:val="00900975"/>
    <w:rsid w:val="00920656"/>
    <w:rsid w:val="00920DB3"/>
    <w:rsid w:val="00923D4D"/>
    <w:rsid w:val="00926058"/>
    <w:rsid w:val="00932F37"/>
    <w:rsid w:val="00933773"/>
    <w:rsid w:val="009419E5"/>
    <w:rsid w:val="0094588B"/>
    <w:rsid w:val="00945AE2"/>
    <w:rsid w:val="00945B89"/>
    <w:rsid w:val="009503D0"/>
    <w:rsid w:val="00954E87"/>
    <w:rsid w:val="00956A7A"/>
    <w:rsid w:val="00957163"/>
    <w:rsid w:val="0096427A"/>
    <w:rsid w:val="00965C6E"/>
    <w:rsid w:val="00971132"/>
    <w:rsid w:val="00971E93"/>
    <w:rsid w:val="009738C6"/>
    <w:rsid w:val="0097395C"/>
    <w:rsid w:val="00977E12"/>
    <w:rsid w:val="00977F93"/>
    <w:rsid w:val="00980E1C"/>
    <w:rsid w:val="00982E99"/>
    <w:rsid w:val="009837AF"/>
    <w:rsid w:val="00984D0C"/>
    <w:rsid w:val="00984FBE"/>
    <w:rsid w:val="009853EE"/>
    <w:rsid w:val="00985744"/>
    <w:rsid w:val="00993F08"/>
    <w:rsid w:val="009A1FAF"/>
    <w:rsid w:val="009A77BE"/>
    <w:rsid w:val="009C125E"/>
    <w:rsid w:val="009C6E46"/>
    <w:rsid w:val="009C76DD"/>
    <w:rsid w:val="009D07D3"/>
    <w:rsid w:val="009E1887"/>
    <w:rsid w:val="009E2562"/>
    <w:rsid w:val="009E4103"/>
    <w:rsid w:val="00A01904"/>
    <w:rsid w:val="00A03CEF"/>
    <w:rsid w:val="00A17C88"/>
    <w:rsid w:val="00A22966"/>
    <w:rsid w:val="00A229C2"/>
    <w:rsid w:val="00A300B4"/>
    <w:rsid w:val="00A35B0B"/>
    <w:rsid w:val="00A51BDB"/>
    <w:rsid w:val="00A55091"/>
    <w:rsid w:val="00A67970"/>
    <w:rsid w:val="00A728AB"/>
    <w:rsid w:val="00A75ABC"/>
    <w:rsid w:val="00A93DB2"/>
    <w:rsid w:val="00A94710"/>
    <w:rsid w:val="00A94C93"/>
    <w:rsid w:val="00A95DFA"/>
    <w:rsid w:val="00AA465F"/>
    <w:rsid w:val="00AC1111"/>
    <w:rsid w:val="00AD2E12"/>
    <w:rsid w:val="00AD4108"/>
    <w:rsid w:val="00AD690D"/>
    <w:rsid w:val="00AF3093"/>
    <w:rsid w:val="00AF4FD3"/>
    <w:rsid w:val="00B11858"/>
    <w:rsid w:val="00B1321F"/>
    <w:rsid w:val="00B13868"/>
    <w:rsid w:val="00B15265"/>
    <w:rsid w:val="00B1562C"/>
    <w:rsid w:val="00B17D93"/>
    <w:rsid w:val="00B23549"/>
    <w:rsid w:val="00B321E3"/>
    <w:rsid w:val="00B34194"/>
    <w:rsid w:val="00B51154"/>
    <w:rsid w:val="00B53CE5"/>
    <w:rsid w:val="00B56BBF"/>
    <w:rsid w:val="00B604D5"/>
    <w:rsid w:val="00B732F6"/>
    <w:rsid w:val="00B75DE4"/>
    <w:rsid w:val="00B77B66"/>
    <w:rsid w:val="00B96286"/>
    <w:rsid w:val="00BA3D97"/>
    <w:rsid w:val="00BB42F1"/>
    <w:rsid w:val="00BD32E5"/>
    <w:rsid w:val="00BD7499"/>
    <w:rsid w:val="00BE4B73"/>
    <w:rsid w:val="00BE4C10"/>
    <w:rsid w:val="00BF1AB3"/>
    <w:rsid w:val="00BF2184"/>
    <w:rsid w:val="00C06FE3"/>
    <w:rsid w:val="00C16112"/>
    <w:rsid w:val="00C22065"/>
    <w:rsid w:val="00C2236A"/>
    <w:rsid w:val="00C30653"/>
    <w:rsid w:val="00C308AA"/>
    <w:rsid w:val="00C34190"/>
    <w:rsid w:val="00C41D6A"/>
    <w:rsid w:val="00C42E92"/>
    <w:rsid w:val="00C50B55"/>
    <w:rsid w:val="00C5391B"/>
    <w:rsid w:val="00C54B88"/>
    <w:rsid w:val="00C63853"/>
    <w:rsid w:val="00C64041"/>
    <w:rsid w:val="00C6530B"/>
    <w:rsid w:val="00C74499"/>
    <w:rsid w:val="00C747B1"/>
    <w:rsid w:val="00C90170"/>
    <w:rsid w:val="00C939B7"/>
    <w:rsid w:val="00CA4C1F"/>
    <w:rsid w:val="00CB6722"/>
    <w:rsid w:val="00CC037D"/>
    <w:rsid w:val="00CC4D2D"/>
    <w:rsid w:val="00CC4E98"/>
    <w:rsid w:val="00CC7B26"/>
    <w:rsid w:val="00CD4BD5"/>
    <w:rsid w:val="00CD6C10"/>
    <w:rsid w:val="00CD7E81"/>
    <w:rsid w:val="00CF4359"/>
    <w:rsid w:val="00CF56D5"/>
    <w:rsid w:val="00CF7C52"/>
    <w:rsid w:val="00D115D6"/>
    <w:rsid w:val="00D12AA5"/>
    <w:rsid w:val="00D1526F"/>
    <w:rsid w:val="00D1762C"/>
    <w:rsid w:val="00D200E8"/>
    <w:rsid w:val="00D3256B"/>
    <w:rsid w:val="00D506BE"/>
    <w:rsid w:val="00D5236B"/>
    <w:rsid w:val="00D5717A"/>
    <w:rsid w:val="00D64F7D"/>
    <w:rsid w:val="00D808E8"/>
    <w:rsid w:val="00D825F7"/>
    <w:rsid w:val="00D83240"/>
    <w:rsid w:val="00D8361D"/>
    <w:rsid w:val="00D841DF"/>
    <w:rsid w:val="00D8475A"/>
    <w:rsid w:val="00D914B7"/>
    <w:rsid w:val="00D9512C"/>
    <w:rsid w:val="00D96C9F"/>
    <w:rsid w:val="00DA46D7"/>
    <w:rsid w:val="00DA4FC6"/>
    <w:rsid w:val="00DA6F7F"/>
    <w:rsid w:val="00DA7CBA"/>
    <w:rsid w:val="00DC0F69"/>
    <w:rsid w:val="00DC7A2E"/>
    <w:rsid w:val="00DD6820"/>
    <w:rsid w:val="00DE457F"/>
    <w:rsid w:val="00DE5EF1"/>
    <w:rsid w:val="00DF2B22"/>
    <w:rsid w:val="00DF3A96"/>
    <w:rsid w:val="00DF66F1"/>
    <w:rsid w:val="00E01411"/>
    <w:rsid w:val="00E0674E"/>
    <w:rsid w:val="00E12DE8"/>
    <w:rsid w:val="00E208F5"/>
    <w:rsid w:val="00E30220"/>
    <w:rsid w:val="00E33FEE"/>
    <w:rsid w:val="00E3606C"/>
    <w:rsid w:val="00E44B92"/>
    <w:rsid w:val="00E5052E"/>
    <w:rsid w:val="00E523EC"/>
    <w:rsid w:val="00E602CC"/>
    <w:rsid w:val="00E60846"/>
    <w:rsid w:val="00E65A3A"/>
    <w:rsid w:val="00E856F0"/>
    <w:rsid w:val="00E878CE"/>
    <w:rsid w:val="00E922FA"/>
    <w:rsid w:val="00EA0AD7"/>
    <w:rsid w:val="00EA5337"/>
    <w:rsid w:val="00EA7704"/>
    <w:rsid w:val="00EB5A48"/>
    <w:rsid w:val="00EB5AAE"/>
    <w:rsid w:val="00EC00C2"/>
    <w:rsid w:val="00EC1B30"/>
    <w:rsid w:val="00ED4471"/>
    <w:rsid w:val="00F05040"/>
    <w:rsid w:val="00F064DD"/>
    <w:rsid w:val="00F07632"/>
    <w:rsid w:val="00F14154"/>
    <w:rsid w:val="00F147F8"/>
    <w:rsid w:val="00F2566D"/>
    <w:rsid w:val="00F27879"/>
    <w:rsid w:val="00F37550"/>
    <w:rsid w:val="00F45A74"/>
    <w:rsid w:val="00F624B8"/>
    <w:rsid w:val="00F64AD0"/>
    <w:rsid w:val="00F76999"/>
    <w:rsid w:val="00F841F8"/>
    <w:rsid w:val="00F84914"/>
    <w:rsid w:val="00F94509"/>
    <w:rsid w:val="00F96539"/>
    <w:rsid w:val="00FA4137"/>
    <w:rsid w:val="00FB2517"/>
    <w:rsid w:val="00FB5089"/>
    <w:rsid w:val="00FD0D24"/>
    <w:rsid w:val="00FD278B"/>
    <w:rsid w:val="00FD2ED1"/>
    <w:rsid w:val="00FE35AF"/>
    <w:rsid w:val="00FE5498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380C814"/>
  <w15:docId w15:val="{40CFF136-83E7-4838-9E78-3C909ECE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searchresulthighlight">
    <w:name w:val="search_result_highlight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200">
          <w:marLeft w:val="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611">
          <w:marLeft w:val="42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4660">
          <w:marLeft w:val="1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008">
          <w:marLeft w:val="6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4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8322">
          <w:marLeft w:val="1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5556">
          <w:marLeft w:val="6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.teamsystem.com/cs3public/showdoc.aspx?IdDoc=5909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oricoli\Documents\Modelli%20di%20Office%20personalizzati\EMENS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8C857D3A7AAA429A55940A78F0317B" ma:contentTypeVersion="4" ma:contentTypeDescription="Creare un nuovo documento." ma:contentTypeScope="" ma:versionID="bd2e084caf8c85ba9382a2aac69c996f">
  <xsd:schema xmlns:xsd="http://www.w3.org/2001/XMLSchema" xmlns:xs="http://www.w3.org/2001/XMLSchema" xmlns:p="http://schemas.microsoft.com/office/2006/metadata/properties" xmlns:ns2="66569c3a-ec3a-4ed7-94b4-a20686147aaf" targetNamespace="http://schemas.microsoft.com/office/2006/metadata/properties" ma:root="true" ma:fieldsID="b8b0a9d9d377f8d20e7f5d4eec4c3e65" ns2:_="">
    <xsd:import namespace="66569c3a-ec3a-4ed7-94b4-a20686147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9c3a-ec3a-4ed7-94b4-a20686147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BD4E5E-EEC3-4DB3-BA26-8D6F34C4C87D}"/>
</file>

<file path=customXml/itemProps2.xml><?xml version="1.0" encoding="utf-8"?>
<ds:datastoreItem xmlns:ds="http://schemas.openxmlformats.org/officeDocument/2006/customXml" ds:itemID="{72577DEB-B533-47A3-9E82-4AD0EAA4A9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3F9CF-E5C5-4FE7-9F72-87930253CA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184C2F-B560-405F-80DE-1AA2D13401FA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9cdfb330-2aca-418c-a631-54d25d61d43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248cd5f-0ae3-4983-9efa-b9058a88422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EMENS_AAAAxxYY_CR.dotx</Template>
  <TotalTime>1008</TotalTime>
  <Pages>1</Pages>
  <Words>179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Luca Moricoli</dc:creator>
  <cp:lastModifiedBy>Giulia Mancini Parentoni</cp:lastModifiedBy>
  <cp:revision>435</cp:revision>
  <cp:lastPrinted>2024-07-23T15:36:00Z</cp:lastPrinted>
  <dcterms:created xsi:type="dcterms:W3CDTF">2020-11-18T14:32:00Z</dcterms:created>
  <dcterms:modified xsi:type="dcterms:W3CDTF">2024-08-05T08:57:00Z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0x0101001D8C857D3A7AAA429A55940A78F0317B</vt:lpwstr>
  </property>
  <property fmtid="{D5CDD505-2E9C-101B-9397-08002B2CF9AE}" pid="3" name="MediaServiceImageTags">
    <vt:lpwstr/>
  </property>
</Properties>
</file>