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DE7B2" w14:textId="77777777" w:rsidR="00E762A2" w:rsidRPr="00630B4A" w:rsidRDefault="00E762A2" w:rsidP="00B02F78">
      <w:pPr>
        <w:pStyle w:val="corpoAltF"/>
        <w:tabs>
          <w:tab w:val="left" w:pos="567"/>
        </w:tabs>
        <w:jc w:val="left"/>
      </w:pPr>
      <w:bookmarkStart w:id="0" w:name="_Hlk480295496"/>
      <w:bookmarkStart w:id="1" w:name="_Toc33011301"/>
      <w:bookmarkEnd w:id="0"/>
      <w:r>
        <w:rPr>
          <w:noProof/>
        </w:rPr>
        <w:drawing>
          <wp:anchor distT="0" distB="0" distL="114300" distR="114300" simplePos="0" relativeHeight="251658241" behindDoc="0" locked="0" layoutInCell="1" allowOverlap="1" wp14:anchorId="56983EB7" wp14:editId="29AAD4A3">
            <wp:simplePos x="0" y="0"/>
            <wp:positionH relativeFrom="column">
              <wp:posOffset>661035</wp:posOffset>
            </wp:positionH>
            <wp:positionV relativeFrom="paragraph">
              <wp:posOffset>-346710</wp:posOffset>
            </wp:positionV>
            <wp:extent cx="2876550" cy="628650"/>
            <wp:effectExtent l="0" t="0" r="0" b="0"/>
            <wp:wrapNone/>
            <wp:docPr id="2" name="Immagine 2"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Logo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6550" cy="628650"/>
                    </a:xfrm>
                    <a:prstGeom prst="rect">
                      <a:avLst/>
                    </a:prstGeom>
                    <a:noFill/>
                  </pic:spPr>
                </pic:pic>
              </a:graphicData>
            </a:graphic>
            <wp14:sizeRelH relativeFrom="page">
              <wp14:pctWidth>0</wp14:pctWidth>
            </wp14:sizeRelH>
            <wp14:sizeRelV relativeFrom="page">
              <wp14:pctHeight>0</wp14:pctHeight>
            </wp14:sizeRelV>
          </wp:anchor>
        </w:drawing>
      </w:r>
    </w:p>
    <w:p w14:paraId="1629DB58" w14:textId="77777777" w:rsidR="00F875CF" w:rsidRPr="00630B4A" w:rsidRDefault="00F875CF" w:rsidP="00B02F78">
      <w:pPr>
        <w:pStyle w:val="corpoAltF"/>
        <w:tabs>
          <w:tab w:val="left" w:pos="567"/>
        </w:tabs>
        <w:jc w:val="left"/>
      </w:pPr>
    </w:p>
    <w:p w14:paraId="067E7AA6" w14:textId="77777777" w:rsidR="00E762A2" w:rsidRPr="00630B4A" w:rsidRDefault="00544C87" w:rsidP="00992B4B">
      <w:pPr>
        <w:pStyle w:val="corpoAltF"/>
      </w:pPr>
      <w:r>
        <w:rPr>
          <w:noProof/>
        </w:rPr>
        <mc:AlternateContent>
          <mc:Choice Requires="wpg">
            <w:drawing>
              <wp:anchor distT="0" distB="0" distL="114300" distR="114300" simplePos="0" relativeHeight="251658240" behindDoc="0" locked="0" layoutInCell="1" allowOverlap="1" wp14:anchorId="19AC491C" wp14:editId="017D6D20">
                <wp:simplePos x="0" y="0"/>
                <wp:positionH relativeFrom="column">
                  <wp:posOffset>404495</wp:posOffset>
                </wp:positionH>
                <wp:positionV relativeFrom="paragraph">
                  <wp:posOffset>113665</wp:posOffset>
                </wp:positionV>
                <wp:extent cx="5621655" cy="8095615"/>
                <wp:effectExtent l="635" t="16510" r="16510" b="12700"/>
                <wp:wrapNone/>
                <wp:docPr id="3" name="Grup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1655" cy="8095615"/>
                          <a:chOff x="1771" y="3521"/>
                          <a:chExt cx="8853" cy="12749"/>
                        </a:xfrm>
                      </wpg:grpSpPr>
                      <wps:wsp>
                        <wps:cNvPr id="4" name="Line 70"/>
                        <wps:cNvCnPr>
                          <a:cxnSpLocks noChangeShapeType="1"/>
                        </wps:cNvCnPr>
                        <wps:spPr bwMode="auto">
                          <a:xfrm flipH="1" flipV="1">
                            <a:off x="3308" y="3521"/>
                            <a:ext cx="4415" cy="0"/>
                          </a:xfrm>
                          <a:prstGeom prst="line">
                            <a:avLst/>
                          </a:prstGeom>
                          <a:noFill/>
                          <a:ln w="19050">
                            <a:solidFill>
                              <a:srgbClr val="C0C0C0"/>
                            </a:solidFill>
                            <a:round/>
                            <a:headEnd/>
                            <a:tailEnd/>
                          </a:ln>
                          <a:extLst>
                            <a:ext uri="{909E8E84-426E-40DD-AFC4-6F175D3DCCD1}">
                              <a14:hiddenFill xmlns:a14="http://schemas.microsoft.com/office/drawing/2010/main">
                                <a:noFill/>
                              </a14:hiddenFill>
                            </a:ext>
                          </a:extLst>
                        </wps:spPr>
                        <wps:bodyPr/>
                      </wps:wsp>
                      <wps:wsp>
                        <wps:cNvPr id="6" name="Rectangle 71"/>
                        <wps:cNvSpPr>
                          <a:spLocks noChangeArrowheads="1"/>
                        </wps:cNvSpPr>
                        <wps:spPr bwMode="auto">
                          <a:xfrm>
                            <a:off x="2350" y="9149"/>
                            <a:ext cx="4662" cy="401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72"/>
                        <wps:cNvSpPr>
                          <a:spLocks noChangeArrowheads="1"/>
                        </wps:cNvSpPr>
                        <wps:spPr bwMode="auto">
                          <a:xfrm>
                            <a:off x="2661" y="9566"/>
                            <a:ext cx="4008" cy="32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73"/>
                        <wps:cNvSpPr>
                          <a:spLocks/>
                        </wps:cNvSpPr>
                        <wps:spPr bwMode="auto">
                          <a:xfrm>
                            <a:off x="3132" y="12329"/>
                            <a:ext cx="397" cy="397"/>
                          </a:xfrm>
                          <a:custGeom>
                            <a:avLst/>
                            <a:gdLst>
                              <a:gd name="T0" fmla="*/ 794 w 794"/>
                              <a:gd name="T1" fmla="*/ 386 h 793"/>
                              <a:gd name="T2" fmla="*/ 751 w 794"/>
                              <a:gd name="T3" fmla="*/ 193 h 793"/>
                              <a:gd name="T4" fmla="*/ 600 w 794"/>
                              <a:gd name="T5" fmla="*/ 43 h 793"/>
                              <a:gd name="T6" fmla="*/ 407 w 794"/>
                              <a:gd name="T7" fmla="*/ 0 h 793"/>
                              <a:gd name="T8" fmla="*/ 407 w 794"/>
                              <a:gd name="T9" fmla="*/ 0 h 793"/>
                              <a:gd name="T10" fmla="*/ 193 w 794"/>
                              <a:gd name="T11" fmla="*/ 43 h 793"/>
                              <a:gd name="T12" fmla="*/ 65 w 794"/>
                              <a:gd name="T13" fmla="*/ 193 h 793"/>
                              <a:gd name="T14" fmla="*/ 0 w 794"/>
                              <a:gd name="T15" fmla="*/ 386 h 793"/>
                              <a:gd name="T16" fmla="*/ 0 w 794"/>
                              <a:gd name="T17" fmla="*/ 386 h 793"/>
                              <a:gd name="T18" fmla="*/ 65 w 794"/>
                              <a:gd name="T19" fmla="*/ 600 h 793"/>
                              <a:gd name="T20" fmla="*/ 193 w 794"/>
                              <a:gd name="T21" fmla="*/ 728 h 793"/>
                              <a:gd name="T22" fmla="*/ 407 w 794"/>
                              <a:gd name="T23" fmla="*/ 793 h 793"/>
                              <a:gd name="T24" fmla="*/ 407 w 794"/>
                              <a:gd name="T25" fmla="*/ 793 h 793"/>
                              <a:gd name="T26" fmla="*/ 600 w 794"/>
                              <a:gd name="T27" fmla="*/ 728 h 793"/>
                              <a:gd name="T28" fmla="*/ 751 w 794"/>
                              <a:gd name="T29" fmla="*/ 600 h 793"/>
                              <a:gd name="T30" fmla="*/ 794 w 794"/>
                              <a:gd name="T31" fmla="*/ 386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94" h="793">
                                <a:moveTo>
                                  <a:pt x="794" y="386"/>
                                </a:moveTo>
                                <a:lnTo>
                                  <a:pt x="751" y="193"/>
                                </a:lnTo>
                                <a:lnTo>
                                  <a:pt x="600" y="43"/>
                                </a:lnTo>
                                <a:lnTo>
                                  <a:pt x="407" y="0"/>
                                </a:lnTo>
                                <a:lnTo>
                                  <a:pt x="193" y="43"/>
                                </a:lnTo>
                                <a:lnTo>
                                  <a:pt x="65" y="193"/>
                                </a:lnTo>
                                <a:lnTo>
                                  <a:pt x="0" y="386"/>
                                </a:lnTo>
                                <a:lnTo>
                                  <a:pt x="65" y="600"/>
                                </a:lnTo>
                                <a:lnTo>
                                  <a:pt x="193" y="728"/>
                                </a:lnTo>
                                <a:lnTo>
                                  <a:pt x="407" y="793"/>
                                </a:lnTo>
                                <a:lnTo>
                                  <a:pt x="600" y="728"/>
                                </a:lnTo>
                                <a:lnTo>
                                  <a:pt x="751" y="600"/>
                                </a:lnTo>
                                <a:lnTo>
                                  <a:pt x="794" y="386"/>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74"/>
                        <wps:cNvSpPr>
                          <a:spLocks/>
                        </wps:cNvSpPr>
                        <wps:spPr bwMode="auto">
                          <a:xfrm>
                            <a:off x="4397" y="12329"/>
                            <a:ext cx="397" cy="397"/>
                          </a:xfrm>
                          <a:custGeom>
                            <a:avLst/>
                            <a:gdLst>
                              <a:gd name="T0" fmla="*/ 793 w 793"/>
                              <a:gd name="T1" fmla="*/ 386 h 793"/>
                              <a:gd name="T2" fmla="*/ 750 w 793"/>
                              <a:gd name="T3" fmla="*/ 193 h 793"/>
                              <a:gd name="T4" fmla="*/ 599 w 793"/>
                              <a:gd name="T5" fmla="*/ 43 h 793"/>
                              <a:gd name="T6" fmla="*/ 407 w 793"/>
                              <a:gd name="T7" fmla="*/ 0 h 793"/>
                              <a:gd name="T8" fmla="*/ 407 w 793"/>
                              <a:gd name="T9" fmla="*/ 0 h 793"/>
                              <a:gd name="T10" fmla="*/ 214 w 793"/>
                              <a:gd name="T11" fmla="*/ 43 h 793"/>
                              <a:gd name="T12" fmla="*/ 64 w 793"/>
                              <a:gd name="T13" fmla="*/ 193 h 793"/>
                              <a:gd name="T14" fmla="*/ 0 w 793"/>
                              <a:gd name="T15" fmla="*/ 386 h 793"/>
                              <a:gd name="T16" fmla="*/ 0 w 793"/>
                              <a:gd name="T17" fmla="*/ 386 h 793"/>
                              <a:gd name="T18" fmla="*/ 64 w 793"/>
                              <a:gd name="T19" fmla="*/ 600 h 793"/>
                              <a:gd name="T20" fmla="*/ 214 w 793"/>
                              <a:gd name="T21" fmla="*/ 728 h 793"/>
                              <a:gd name="T22" fmla="*/ 407 w 793"/>
                              <a:gd name="T23" fmla="*/ 793 h 793"/>
                              <a:gd name="T24" fmla="*/ 407 w 793"/>
                              <a:gd name="T25" fmla="*/ 793 h 793"/>
                              <a:gd name="T26" fmla="*/ 599 w 793"/>
                              <a:gd name="T27" fmla="*/ 728 h 793"/>
                              <a:gd name="T28" fmla="*/ 750 w 793"/>
                              <a:gd name="T29" fmla="*/ 600 h 793"/>
                              <a:gd name="T30" fmla="*/ 793 w 793"/>
                              <a:gd name="T31" fmla="*/ 386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93" h="793">
                                <a:moveTo>
                                  <a:pt x="793" y="386"/>
                                </a:moveTo>
                                <a:lnTo>
                                  <a:pt x="750" y="193"/>
                                </a:lnTo>
                                <a:lnTo>
                                  <a:pt x="599" y="43"/>
                                </a:lnTo>
                                <a:lnTo>
                                  <a:pt x="407" y="0"/>
                                </a:lnTo>
                                <a:lnTo>
                                  <a:pt x="214" y="43"/>
                                </a:lnTo>
                                <a:lnTo>
                                  <a:pt x="64" y="193"/>
                                </a:lnTo>
                                <a:lnTo>
                                  <a:pt x="0" y="386"/>
                                </a:lnTo>
                                <a:lnTo>
                                  <a:pt x="64" y="600"/>
                                </a:lnTo>
                                <a:lnTo>
                                  <a:pt x="214" y="728"/>
                                </a:lnTo>
                                <a:lnTo>
                                  <a:pt x="407" y="793"/>
                                </a:lnTo>
                                <a:lnTo>
                                  <a:pt x="599" y="728"/>
                                </a:lnTo>
                                <a:lnTo>
                                  <a:pt x="750" y="600"/>
                                </a:lnTo>
                                <a:lnTo>
                                  <a:pt x="793" y="386"/>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75"/>
                        <wps:cNvSpPr>
                          <a:spLocks/>
                        </wps:cNvSpPr>
                        <wps:spPr bwMode="auto">
                          <a:xfrm>
                            <a:off x="5651" y="12329"/>
                            <a:ext cx="397" cy="397"/>
                          </a:xfrm>
                          <a:custGeom>
                            <a:avLst/>
                            <a:gdLst>
                              <a:gd name="T0" fmla="*/ 793 w 793"/>
                              <a:gd name="T1" fmla="*/ 386 h 793"/>
                              <a:gd name="T2" fmla="*/ 729 w 793"/>
                              <a:gd name="T3" fmla="*/ 193 h 793"/>
                              <a:gd name="T4" fmla="*/ 600 w 793"/>
                              <a:gd name="T5" fmla="*/ 43 h 793"/>
                              <a:gd name="T6" fmla="*/ 385 w 793"/>
                              <a:gd name="T7" fmla="*/ 0 h 793"/>
                              <a:gd name="T8" fmla="*/ 385 w 793"/>
                              <a:gd name="T9" fmla="*/ 0 h 793"/>
                              <a:gd name="T10" fmla="*/ 192 w 793"/>
                              <a:gd name="T11" fmla="*/ 43 h 793"/>
                              <a:gd name="T12" fmla="*/ 43 w 793"/>
                              <a:gd name="T13" fmla="*/ 193 h 793"/>
                              <a:gd name="T14" fmla="*/ 0 w 793"/>
                              <a:gd name="T15" fmla="*/ 386 h 793"/>
                              <a:gd name="T16" fmla="*/ 0 w 793"/>
                              <a:gd name="T17" fmla="*/ 386 h 793"/>
                              <a:gd name="T18" fmla="*/ 43 w 793"/>
                              <a:gd name="T19" fmla="*/ 600 h 793"/>
                              <a:gd name="T20" fmla="*/ 192 w 793"/>
                              <a:gd name="T21" fmla="*/ 728 h 793"/>
                              <a:gd name="T22" fmla="*/ 385 w 793"/>
                              <a:gd name="T23" fmla="*/ 793 h 793"/>
                              <a:gd name="T24" fmla="*/ 385 w 793"/>
                              <a:gd name="T25" fmla="*/ 793 h 793"/>
                              <a:gd name="T26" fmla="*/ 600 w 793"/>
                              <a:gd name="T27" fmla="*/ 728 h 793"/>
                              <a:gd name="T28" fmla="*/ 729 w 793"/>
                              <a:gd name="T29" fmla="*/ 600 h 793"/>
                              <a:gd name="T30" fmla="*/ 793 w 793"/>
                              <a:gd name="T31" fmla="*/ 386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93" h="793">
                                <a:moveTo>
                                  <a:pt x="793" y="386"/>
                                </a:moveTo>
                                <a:lnTo>
                                  <a:pt x="729" y="193"/>
                                </a:lnTo>
                                <a:lnTo>
                                  <a:pt x="600" y="43"/>
                                </a:lnTo>
                                <a:lnTo>
                                  <a:pt x="385" y="0"/>
                                </a:lnTo>
                                <a:lnTo>
                                  <a:pt x="192" y="43"/>
                                </a:lnTo>
                                <a:lnTo>
                                  <a:pt x="43" y="193"/>
                                </a:lnTo>
                                <a:lnTo>
                                  <a:pt x="0" y="386"/>
                                </a:lnTo>
                                <a:lnTo>
                                  <a:pt x="43" y="600"/>
                                </a:lnTo>
                                <a:lnTo>
                                  <a:pt x="192" y="728"/>
                                </a:lnTo>
                                <a:lnTo>
                                  <a:pt x="385" y="793"/>
                                </a:lnTo>
                                <a:lnTo>
                                  <a:pt x="600" y="728"/>
                                </a:lnTo>
                                <a:lnTo>
                                  <a:pt x="729" y="600"/>
                                </a:lnTo>
                                <a:lnTo>
                                  <a:pt x="793" y="386"/>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Rectangle 76"/>
                        <wps:cNvSpPr>
                          <a:spLocks noChangeArrowheads="1"/>
                        </wps:cNvSpPr>
                        <wps:spPr bwMode="auto">
                          <a:xfrm>
                            <a:off x="2671" y="12083"/>
                            <a:ext cx="3998" cy="97"/>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77"/>
                        <wps:cNvSpPr>
                          <a:spLocks noChangeArrowheads="1"/>
                        </wps:cNvSpPr>
                        <wps:spPr bwMode="auto">
                          <a:xfrm>
                            <a:off x="3132" y="9577"/>
                            <a:ext cx="97" cy="250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78"/>
                        <wps:cNvSpPr>
                          <a:spLocks noChangeArrowheads="1"/>
                        </wps:cNvSpPr>
                        <wps:spPr bwMode="auto">
                          <a:xfrm>
                            <a:off x="3540" y="9577"/>
                            <a:ext cx="96" cy="250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79"/>
                        <wps:cNvSpPr>
                          <a:spLocks noChangeArrowheads="1"/>
                        </wps:cNvSpPr>
                        <wps:spPr bwMode="auto">
                          <a:xfrm>
                            <a:off x="3936" y="9577"/>
                            <a:ext cx="96" cy="250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0"/>
                        <wps:cNvSpPr>
                          <a:spLocks noChangeArrowheads="1"/>
                        </wps:cNvSpPr>
                        <wps:spPr bwMode="auto">
                          <a:xfrm>
                            <a:off x="4344" y="9577"/>
                            <a:ext cx="96" cy="250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81"/>
                        <wps:cNvSpPr>
                          <a:spLocks noChangeArrowheads="1"/>
                        </wps:cNvSpPr>
                        <wps:spPr bwMode="auto">
                          <a:xfrm>
                            <a:off x="4740" y="9577"/>
                            <a:ext cx="96" cy="250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82"/>
                        <wps:cNvSpPr>
                          <a:spLocks noChangeArrowheads="1"/>
                        </wps:cNvSpPr>
                        <wps:spPr bwMode="auto">
                          <a:xfrm>
                            <a:off x="5147" y="9577"/>
                            <a:ext cx="97" cy="250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83"/>
                        <wps:cNvSpPr>
                          <a:spLocks noChangeArrowheads="1"/>
                        </wps:cNvSpPr>
                        <wps:spPr bwMode="auto">
                          <a:xfrm>
                            <a:off x="5544" y="9577"/>
                            <a:ext cx="96" cy="250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84"/>
                        <wps:cNvSpPr>
                          <a:spLocks noChangeArrowheads="1"/>
                        </wps:cNvSpPr>
                        <wps:spPr bwMode="auto">
                          <a:xfrm>
                            <a:off x="5951" y="9577"/>
                            <a:ext cx="97" cy="250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85"/>
                        <wps:cNvSpPr>
                          <a:spLocks noChangeArrowheads="1"/>
                        </wps:cNvSpPr>
                        <wps:spPr bwMode="auto">
                          <a:xfrm>
                            <a:off x="6347" y="9577"/>
                            <a:ext cx="97" cy="250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Freeform 86"/>
                        <wps:cNvSpPr>
                          <a:spLocks/>
                        </wps:cNvSpPr>
                        <wps:spPr bwMode="auto">
                          <a:xfrm>
                            <a:off x="1771" y="6187"/>
                            <a:ext cx="6141" cy="6126"/>
                          </a:xfrm>
                          <a:custGeom>
                            <a:avLst/>
                            <a:gdLst>
                              <a:gd name="T0" fmla="*/ 12282 w 12282"/>
                              <a:gd name="T1" fmla="*/ 6576 h 12252"/>
                              <a:gd name="T2" fmla="*/ 5680 w 12282"/>
                              <a:gd name="T3" fmla="*/ 0 h 12252"/>
                              <a:gd name="T4" fmla="*/ 0 w 12282"/>
                              <a:gd name="T5" fmla="*/ 5676 h 12252"/>
                              <a:gd name="T6" fmla="*/ 6580 w 12282"/>
                              <a:gd name="T7" fmla="*/ 12252 h 12252"/>
                              <a:gd name="T8" fmla="*/ 12282 w 12282"/>
                              <a:gd name="T9" fmla="*/ 6576 h 12252"/>
                            </a:gdLst>
                            <a:ahLst/>
                            <a:cxnLst>
                              <a:cxn ang="0">
                                <a:pos x="T0" y="T1"/>
                              </a:cxn>
                              <a:cxn ang="0">
                                <a:pos x="T2" y="T3"/>
                              </a:cxn>
                              <a:cxn ang="0">
                                <a:pos x="T4" y="T5"/>
                              </a:cxn>
                              <a:cxn ang="0">
                                <a:pos x="T6" y="T7"/>
                              </a:cxn>
                              <a:cxn ang="0">
                                <a:pos x="T8" y="T9"/>
                              </a:cxn>
                            </a:cxnLst>
                            <a:rect l="0" t="0" r="r" b="b"/>
                            <a:pathLst>
                              <a:path w="12282" h="12252">
                                <a:moveTo>
                                  <a:pt x="12282" y="6576"/>
                                </a:moveTo>
                                <a:lnTo>
                                  <a:pt x="5680" y="0"/>
                                </a:lnTo>
                                <a:lnTo>
                                  <a:pt x="0" y="5676"/>
                                </a:lnTo>
                                <a:lnTo>
                                  <a:pt x="6580" y="12252"/>
                                </a:lnTo>
                                <a:lnTo>
                                  <a:pt x="12282" y="6576"/>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87"/>
                        <wps:cNvSpPr>
                          <a:spLocks/>
                        </wps:cNvSpPr>
                        <wps:spPr bwMode="auto">
                          <a:xfrm>
                            <a:off x="2264" y="6701"/>
                            <a:ext cx="5112" cy="5109"/>
                          </a:xfrm>
                          <a:custGeom>
                            <a:avLst/>
                            <a:gdLst>
                              <a:gd name="T0" fmla="*/ 10224 w 10224"/>
                              <a:gd name="T1" fmla="*/ 5656 h 10219"/>
                              <a:gd name="T2" fmla="*/ 4544 w 10224"/>
                              <a:gd name="T3" fmla="*/ 0 h 10219"/>
                              <a:gd name="T4" fmla="*/ 0 w 10224"/>
                              <a:gd name="T5" fmla="*/ 4542 h 10219"/>
                              <a:gd name="T6" fmla="*/ 5680 w 10224"/>
                              <a:gd name="T7" fmla="*/ 10219 h 10219"/>
                              <a:gd name="T8" fmla="*/ 10224 w 10224"/>
                              <a:gd name="T9" fmla="*/ 5656 h 10219"/>
                            </a:gdLst>
                            <a:ahLst/>
                            <a:cxnLst>
                              <a:cxn ang="0">
                                <a:pos x="T0" y="T1"/>
                              </a:cxn>
                              <a:cxn ang="0">
                                <a:pos x="T2" y="T3"/>
                              </a:cxn>
                              <a:cxn ang="0">
                                <a:pos x="T4" y="T5"/>
                              </a:cxn>
                              <a:cxn ang="0">
                                <a:pos x="T6" y="T7"/>
                              </a:cxn>
                              <a:cxn ang="0">
                                <a:pos x="T8" y="T9"/>
                              </a:cxn>
                            </a:cxnLst>
                            <a:rect l="0" t="0" r="r" b="b"/>
                            <a:pathLst>
                              <a:path w="10224" h="10219">
                                <a:moveTo>
                                  <a:pt x="10224" y="5656"/>
                                </a:moveTo>
                                <a:lnTo>
                                  <a:pt x="4544" y="0"/>
                                </a:lnTo>
                                <a:lnTo>
                                  <a:pt x="0" y="4542"/>
                                </a:lnTo>
                                <a:lnTo>
                                  <a:pt x="5680" y="10219"/>
                                </a:lnTo>
                                <a:lnTo>
                                  <a:pt x="10224" y="56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8"/>
                        <wps:cNvSpPr>
                          <a:spLocks/>
                        </wps:cNvSpPr>
                        <wps:spPr bwMode="auto">
                          <a:xfrm>
                            <a:off x="2725" y="9068"/>
                            <a:ext cx="386" cy="385"/>
                          </a:xfrm>
                          <a:custGeom>
                            <a:avLst/>
                            <a:gdLst>
                              <a:gd name="T0" fmla="*/ 665 w 771"/>
                              <a:gd name="T1" fmla="*/ 664 h 771"/>
                              <a:gd name="T2" fmla="*/ 771 w 771"/>
                              <a:gd name="T3" fmla="*/ 493 h 771"/>
                              <a:gd name="T4" fmla="*/ 771 w 771"/>
                              <a:gd name="T5" fmla="*/ 299 h 771"/>
                              <a:gd name="T6" fmla="*/ 665 w 771"/>
                              <a:gd name="T7" fmla="*/ 107 h 771"/>
                              <a:gd name="T8" fmla="*/ 665 w 771"/>
                              <a:gd name="T9" fmla="*/ 107 h 771"/>
                              <a:gd name="T10" fmla="*/ 493 w 771"/>
                              <a:gd name="T11" fmla="*/ 0 h 771"/>
                              <a:gd name="T12" fmla="*/ 278 w 771"/>
                              <a:gd name="T13" fmla="*/ 0 h 771"/>
                              <a:gd name="T14" fmla="*/ 107 w 771"/>
                              <a:gd name="T15" fmla="*/ 107 h 771"/>
                              <a:gd name="T16" fmla="*/ 107 w 771"/>
                              <a:gd name="T17" fmla="*/ 107 h 771"/>
                              <a:gd name="T18" fmla="*/ 0 w 771"/>
                              <a:gd name="T19" fmla="*/ 299 h 771"/>
                              <a:gd name="T20" fmla="*/ 0 w 771"/>
                              <a:gd name="T21" fmla="*/ 493 h 771"/>
                              <a:gd name="T22" fmla="*/ 107 w 771"/>
                              <a:gd name="T23" fmla="*/ 664 h 771"/>
                              <a:gd name="T24" fmla="*/ 107 w 771"/>
                              <a:gd name="T25" fmla="*/ 664 h 771"/>
                              <a:gd name="T26" fmla="*/ 278 w 771"/>
                              <a:gd name="T27" fmla="*/ 771 h 771"/>
                              <a:gd name="T28" fmla="*/ 493 w 771"/>
                              <a:gd name="T29" fmla="*/ 771 h 771"/>
                              <a:gd name="T30" fmla="*/ 665 w 771"/>
                              <a:gd name="T31" fmla="*/ 664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71" h="771">
                                <a:moveTo>
                                  <a:pt x="665" y="664"/>
                                </a:moveTo>
                                <a:lnTo>
                                  <a:pt x="771" y="493"/>
                                </a:lnTo>
                                <a:lnTo>
                                  <a:pt x="771" y="299"/>
                                </a:lnTo>
                                <a:lnTo>
                                  <a:pt x="665" y="107"/>
                                </a:lnTo>
                                <a:lnTo>
                                  <a:pt x="493" y="0"/>
                                </a:lnTo>
                                <a:lnTo>
                                  <a:pt x="278" y="0"/>
                                </a:lnTo>
                                <a:lnTo>
                                  <a:pt x="107" y="107"/>
                                </a:lnTo>
                                <a:lnTo>
                                  <a:pt x="0" y="299"/>
                                </a:lnTo>
                                <a:lnTo>
                                  <a:pt x="0" y="493"/>
                                </a:lnTo>
                                <a:lnTo>
                                  <a:pt x="107" y="664"/>
                                </a:lnTo>
                                <a:lnTo>
                                  <a:pt x="278" y="771"/>
                                </a:lnTo>
                                <a:lnTo>
                                  <a:pt x="493" y="771"/>
                                </a:lnTo>
                                <a:lnTo>
                                  <a:pt x="665" y="664"/>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89"/>
                        <wps:cNvSpPr>
                          <a:spLocks/>
                        </wps:cNvSpPr>
                        <wps:spPr bwMode="auto">
                          <a:xfrm>
                            <a:off x="3625" y="9738"/>
                            <a:ext cx="386" cy="385"/>
                          </a:xfrm>
                          <a:custGeom>
                            <a:avLst/>
                            <a:gdLst>
                              <a:gd name="T0" fmla="*/ 664 w 771"/>
                              <a:gd name="T1" fmla="*/ 664 h 772"/>
                              <a:gd name="T2" fmla="*/ 771 w 771"/>
                              <a:gd name="T3" fmla="*/ 472 h 772"/>
                              <a:gd name="T4" fmla="*/ 771 w 771"/>
                              <a:gd name="T5" fmla="*/ 279 h 772"/>
                              <a:gd name="T6" fmla="*/ 664 w 771"/>
                              <a:gd name="T7" fmla="*/ 107 h 772"/>
                              <a:gd name="T8" fmla="*/ 664 w 771"/>
                              <a:gd name="T9" fmla="*/ 107 h 772"/>
                              <a:gd name="T10" fmla="*/ 471 w 771"/>
                              <a:gd name="T11" fmla="*/ 0 h 772"/>
                              <a:gd name="T12" fmla="*/ 279 w 771"/>
                              <a:gd name="T13" fmla="*/ 0 h 772"/>
                              <a:gd name="T14" fmla="*/ 106 w 771"/>
                              <a:gd name="T15" fmla="*/ 107 h 772"/>
                              <a:gd name="T16" fmla="*/ 106 w 771"/>
                              <a:gd name="T17" fmla="*/ 107 h 772"/>
                              <a:gd name="T18" fmla="*/ 0 w 771"/>
                              <a:gd name="T19" fmla="*/ 279 h 772"/>
                              <a:gd name="T20" fmla="*/ 0 w 771"/>
                              <a:gd name="T21" fmla="*/ 472 h 772"/>
                              <a:gd name="T22" fmla="*/ 106 w 771"/>
                              <a:gd name="T23" fmla="*/ 664 h 772"/>
                              <a:gd name="T24" fmla="*/ 106 w 771"/>
                              <a:gd name="T25" fmla="*/ 664 h 772"/>
                              <a:gd name="T26" fmla="*/ 279 w 771"/>
                              <a:gd name="T27" fmla="*/ 772 h 772"/>
                              <a:gd name="T28" fmla="*/ 471 w 771"/>
                              <a:gd name="T29" fmla="*/ 772 h 772"/>
                              <a:gd name="T30" fmla="*/ 664 w 771"/>
                              <a:gd name="T31" fmla="*/ 664 h 7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71" h="772">
                                <a:moveTo>
                                  <a:pt x="664" y="664"/>
                                </a:moveTo>
                                <a:lnTo>
                                  <a:pt x="771" y="472"/>
                                </a:lnTo>
                                <a:lnTo>
                                  <a:pt x="771" y="279"/>
                                </a:lnTo>
                                <a:lnTo>
                                  <a:pt x="664" y="107"/>
                                </a:lnTo>
                                <a:lnTo>
                                  <a:pt x="471" y="0"/>
                                </a:lnTo>
                                <a:lnTo>
                                  <a:pt x="279" y="0"/>
                                </a:lnTo>
                                <a:lnTo>
                                  <a:pt x="106" y="107"/>
                                </a:lnTo>
                                <a:lnTo>
                                  <a:pt x="0" y="279"/>
                                </a:lnTo>
                                <a:lnTo>
                                  <a:pt x="0" y="472"/>
                                </a:lnTo>
                                <a:lnTo>
                                  <a:pt x="106" y="664"/>
                                </a:lnTo>
                                <a:lnTo>
                                  <a:pt x="279" y="772"/>
                                </a:lnTo>
                                <a:lnTo>
                                  <a:pt x="471" y="772"/>
                                </a:lnTo>
                                <a:lnTo>
                                  <a:pt x="664" y="664"/>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0"/>
                        <wps:cNvSpPr>
                          <a:spLocks/>
                        </wps:cNvSpPr>
                        <wps:spPr bwMode="auto">
                          <a:xfrm>
                            <a:off x="4504" y="10616"/>
                            <a:ext cx="386" cy="386"/>
                          </a:xfrm>
                          <a:custGeom>
                            <a:avLst/>
                            <a:gdLst>
                              <a:gd name="T0" fmla="*/ 664 w 772"/>
                              <a:gd name="T1" fmla="*/ 664 h 771"/>
                              <a:gd name="T2" fmla="*/ 772 w 772"/>
                              <a:gd name="T3" fmla="*/ 492 h 771"/>
                              <a:gd name="T4" fmla="*/ 772 w 772"/>
                              <a:gd name="T5" fmla="*/ 278 h 771"/>
                              <a:gd name="T6" fmla="*/ 664 w 772"/>
                              <a:gd name="T7" fmla="*/ 107 h 771"/>
                              <a:gd name="T8" fmla="*/ 664 w 772"/>
                              <a:gd name="T9" fmla="*/ 107 h 771"/>
                              <a:gd name="T10" fmla="*/ 493 w 772"/>
                              <a:gd name="T11" fmla="*/ 0 h 771"/>
                              <a:gd name="T12" fmla="*/ 279 w 772"/>
                              <a:gd name="T13" fmla="*/ 0 h 771"/>
                              <a:gd name="T14" fmla="*/ 108 w 772"/>
                              <a:gd name="T15" fmla="*/ 107 h 771"/>
                              <a:gd name="T16" fmla="*/ 108 w 772"/>
                              <a:gd name="T17" fmla="*/ 107 h 771"/>
                              <a:gd name="T18" fmla="*/ 0 w 772"/>
                              <a:gd name="T19" fmla="*/ 278 h 771"/>
                              <a:gd name="T20" fmla="*/ 0 w 772"/>
                              <a:gd name="T21" fmla="*/ 492 h 771"/>
                              <a:gd name="T22" fmla="*/ 108 w 772"/>
                              <a:gd name="T23" fmla="*/ 664 h 771"/>
                              <a:gd name="T24" fmla="*/ 108 w 772"/>
                              <a:gd name="T25" fmla="*/ 664 h 771"/>
                              <a:gd name="T26" fmla="*/ 279 w 772"/>
                              <a:gd name="T27" fmla="*/ 771 h 771"/>
                              <a:gd name="T28" fmla="*/ 493 w 772"/>
                              <a:gd name="T29" fmla="*/ 771 h 771"/>
                              <a:gd name="T30" fmla="*/ 664 w 772"/>
                              <a:gd name="T31" fmla="*/ 664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72" h="771">
                                <a:moveTo>
                                  <a:pt x="664" y="664"/>
                                </a:moveTo>
                                <a:lnTo>
                                  <a:pt x="772" y="492"/>
                                </a:lnTo>
                                <a:lnTo>
                                  <a:pt x="772" y="278"/>
                                </a:lnTo>
                                <a:lnTo>
                                  <a:pt x="664" y="107"/>
                                </a:lnTo>
                                <a:lnTo>
                                  <a:pt x="493" y="0"/>
                                </a:lnTo>
                                <a:lnTo>
                                  <a:pt x="279" y="0"/>
                                </a:lnTo>
                                <a:lnTo>
                                  <a:pt x="108" y="107"/>
                                </a:lnTo>
                                <a:lnTo>
                                  <a:pt x="0" y="278"/>
                                </a:lnTo>
                                <a:lnTo>
                                  <a:pt x="0" y="492"/>
                                </a:lnTo>
                                <a:lnTo>
                                  <a:pt x="108" y="664"/>
                                </a:lnTo>
                                <a:lnTo>
                                  <a:pt x="279" y="771"/>
                                </a:lnTo>
                                <a:lnTo>
                                  <a:pt x="493" y="771"/>
                                </a:lnTo>
                                <a:lnTo>
                                  <a:pt x="664" y="664"/>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91"/>
                        <wps:cNvSpPr>
                          <a:spLocks/>
                        </wps:cNvSpPr>
                        <wps:spPr bwMode="auto">
                          <a:xfrm>
                            <a:off x="2693" y="8479"/>
                            <a:ext cx="2894" cy="2903"/>
                          </a:xfrm>
                          <a:custGeom>
                            <a:avLst/>
                            <a:gdLst>
                              <a:gd name="T0" fmla="*/ 5787 w 5787"/>
                              <a:gd name="T1" fmla="*/ 5655 h 5805"/>
                              <a:gd name="T2" fmla="*/ 149 w 5787"/>
                              <a:gd name="T3" fmla="*/ 0 h 5805"/>
                              <a:gd name="T4" fmla="*/ 0 w 5787"/>
                              <a:gd name="T5" fmla="*/ 149 h 5805"/>
                              <a:gd name="T6" fmla="*/ 5658 w 5787"/>
                              <a:gd name="T7" fmla="*/ 5805 h 5805"/>
                              <a:gd name="T8" fmla="*/ 5787 w 5787"/>
                              <a:gd name="T9" fmla="*/ 5655 h 5805"/>
                            </a:gdLst>
                            <a:ahLst/>
                            <a:cxnLst>
                              <a:cxn ang="0">
                                <a:pos x="T0" y="T1"/>
                              </a:cxn>
                              <a:cxn ang="0">
                                <a:pos x="T2" y="T3"/>
                              </a:cxn>
                              <a:cxn ang="0">
                                <a:pos x="T4" y="T5"/>
                              </a:cxn>
                              <a:cxn ang="0">
                                <a:pos x="T6" y="T7"/>
                              </a:cxn>
                              <a:cxn ang="0">
                                <a:pos x="T8" y="T9"/>
                              </a:cxn>
                            </a:cxnLst>
                            <a:rect l="0" t="0" r="r" b="b"/>
                            <a:pathLst>
                              <a:path w="5787" h="5805">
                                <a:moveTo>
                                  <a:pt x="5787" y="5655"/>
                                </a:moveTo>
                                <a:lnTo>
                                  <a:pt x="149" y="0"/>
                                </a:lnTo>
                                <a:lnTo>
                                  <a:pt x="0" y="149"/>
                                </a:lnTo>
                                <a:lnTo>
                                  <a:pt x="5658" y="5805"/>
                                </a:lnTo>
                                <a:lnTo>
                                  <a:pt x="5787" y="5655"/>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089" y="7033"/>
                            <a:ext cx="1844" cy="1842"/>
                          </a:xfrm>
                          <a:custGeom>
                            <a:avLst/>
                            <a:gdLst>
                              <a:gd name="T0" fmla="*/ 3687 w 3687"/>
                              <a:gd name="T1" fmla="*/ 150 h 3684"/>
                              <a:gd name="T2" fmla="*/ 3559 w 3687"/>
                              <a:gd name="T3" fmla="*/ 0 h 3684"/>
                              <a:gd name="T4" fmla="*/ 0 w 3687"/>
                              <a:gd name="T5" fmla="*/ 3556 h 3684"/>
                              <a:gd name="T6" fmla="*/ 151 w 3687"/>
                              <a:gd name="T7" fmla="*/ 3684 h 3684"/>
                              <a:gd name="T8" fmla="*/ 3687 w 3687"/>
                              <a:gd name="T9" fmla="*/ 150 h 3684"/>
                            </a:gdLst>
                            <a:ahLst/>
                            <a:cxnLst>
                              <a:cxn ang="0">
                                <a:pos x="T0" y="T1"/>
                              </a:cxn>
                              <a:cxn ang="0">
                                <a:pos x="T2" y="T3"/>
                              </a:cxn>
                              <a:cxn ang="0">
                                <a:pos x="T4" y="T5"/>
                              </a:cxn>
                              <a:cxn ang="0">
                                <a:pos x="T6" y="T7"/>
                              </a:cxn>
                              <a:cxn ang="0">
                                <a:pos x="T8" y="T9"/>
                              </a:cxn>
                            </a:cxnLst>
                            <a:rect l="0" t="0" r="r" b="b"/>
                            <a:pathLst>
                              <a:path w="3687" h="3684">
                                <a:moveTo>
                                  <a:pt x="3687" y="150"/>
                                </a:moveTo>
                                <a:lnTo>
                                  <a:pt x="3559" y="0"/>
                                </a:lnTo>
                                <a:lnTo>
                                  <a:pt x="0" y="3556"/>
                                </a:lnTo>
                                <a:lnTo>
                                  <a:pt x="151" y="3684"/>
                                </a:lnTo>
                                <a:lnTo>
                                  <a:pt x="3687" y="15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379" y="7322"/>
                            <a:ext cx="1843" cy="1842"/>
                          </a:xfrm>
                          <a:custGeom>
                            <a:avLst/>
                            <a:gdLst>
                              <a:gd name="T0" fmla="*/ 3686 w 3686"/>
                              <a:gd name="T1" fmla="*/ 128 h 3685"/>
                              <a:gd name="T2" fmla="*/ 3537 w 3686"/>
                              <a:gd name="T3" fmla="*/ 0 h 3685"/>
                              <a:gd name="T4" fmla="*/ 0 w 3686"/>
                              <a:gd name="T5" fmla="*/ 3535 h 3685"/>
                              <a:gd name="T6" fmla="*/ 128 w 3686"/>
                              <a:gd name="T7" fmla="*/ 3685 h 3685"/>
                              <a:gd name="T8" fmla="*/ 3686 w 3686"/>
                              <a:gd name="T9" fmla="*/ 128 h 3685"/>
                            </a:gdLst>
                            <a:ahLst/>
                            <a:cxnLst>
                              <a:cxn ang="0">
                                <a:pos x="T0" y="T1"/>
                              </a:cxn>
                              <a:cxn ang="0">
                                <a:pos x="T2" y="T3"/>
                              </a:cxn>
                              <a:cxn ang="0">
                                <a:pos x="T4" y="T5"/>
                              </a:cxn>
                              <a:cxn ang="0">
                                <a:pos x="T6" y="T7"/>
                              </a:cxn>
                              <a:cxn ang="0">
                                <a:pos x="T8" y="T9"/>
                              </a:cxn>
                            </a:cxnLst>
                            <a:rect l="0" t="0" r="r" b="b"/>
                            <a:pathLst>
                              <a:path w="3686" h="3685">
                                <a:moveTo>
                                  <a:pt x="3686" y="128"/>
                                </a:moveTo>
                                <a:lnTo>
                                  <a:pt x="3537" y="0"/>
                                </a:lnTo>
                                <a:lnTo>
                                  <a:pt x="0" y="3535"/>
                                </a:lnTo>
                                <a:lnTo>
                                  <a:pt x="128" y="3685"/>
                                </a:lnTo>
                                <a:lnTo>
                                  <a:pt x="3686" y="128"/>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94"/>
                        <wps:cNvSpPr>
                          <a:spLocks/>
                        </wps:cNvSpPr>
                        <wps:spPr bwMode="auto">
                          <a:xfrm>
                            <a:off x="3658" y="7601"/>
                            <a:ext cx="1843" cy="1842"/>
                          </a:xfrm>
                          <a:custGeom>
                            <a:avLst/>
                            <a:gdLst>
                              <a:gd name="T0" fmla="*/ 3686 w 3686"/>
                              <a:gd name="T1" fmla="*/ 149 h 3684"/>
                              <a:gd name="T2" fmla="*/ 3558 w 3686"/>
                              <a:gd name="T3" fmla="*/ 0 h 3684"/>
                              <a:gd name="T4" fmla="*/ 0 w 3686"/>
                              <a:gd name="T5" fmla="*/ 3555 h 3684"/>
                              <a:gd name="T6" fmla="*/ 150 w 3686"/>
                              <a:gd name="T7" fmla="*/ 3684 h 3684"/>
                              <a:gd name="T8" fmla="*/ 3686 w 3686"/>
                              <a:gd name="T9" fmla="*/ 149 h 3684"/>
                            </a:gdLst>
                            <a:ahLst/>
                            <a:cxnLst>
                              <a:cxn ang="0">
                                <a:pos x="T0" y="T1"/>
                              </a:cxn>
                              <a:cxn ang="0">
                                <a:pos x="T2" y="T3"/>
                              </a:cxn>
                              <a:cxn ang="0">
                                <a:pos x="T4" y="T5"/>
                              </a:cxn>
                              <a:cxn ang="0">
                                <a:pos x="T6" y="T7"/>
                              </a:cxn>
                              <a:cxn ang="0">
                                <a:pos x="T8" y="T9"/>
                              </a:cxn>
                            </a:cxnLst>
                            <a:rect l="0" t="0" r="r" b="b"/>
                            <a:pathLst>
                              <a:path w="3686" h="3684">
                                <a:moveTo>
                                  <a:pt x="3686" y="149"/>
                                </a:moveTo>
                                <a:lnTo>
                                  <a:pt x="3558" y="0"/>
                                </a:lnTo>
                                <a:lnTo>
                                  <a:pt x="0" y="3555"/>
                                </a:lnTo>
                                <a:lnTo>
                                  <a:pt x="150" y="3684"/>
                                </a:lnTo>
                                <a:lnTo>
                                  <a:pt x="3686" y="149"/>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95"/>
                        <wps:cNvSpPr>
                          <a:spLocks/>
                        </wps:cNvSpPr>
                        <wps:spPr bwMode="auto">
                          <a:xfrm>
                            <a:off x="3947" y="7891"/>
                            <a:ext cx="1843" cy="1842"/>
                          </a:xfrm>
                          <a:custGeom>
                            <a:avLst/>
                            <a:gdLst>
                              <a:gd name="T0" fmla="*/ 3686 w 3686"/>
                              <a:gd name="T1" fmla="*/ 130 h 3685"/>
                              <a:gd name="T2" fmla="*/ 3537 w 3686"/>
                              <a:gd name="T3" fmla="*/ 0 h 3685"/>
                              <a:gd name="T4" fmla="*/ 0 w 3686"/>
                              <a:gd name="T5" fmla="*/ 3535 h 3685"/>
                              <a:gd name="T6" fmla="*/ 128 w 3686"/>
                              <a:gd name="T7" fmla="*/ 3685 h 3685"/>
                              <a:gd name="T8" fmla="*/ 3686 w 3686"/>
                              <a:gd name="T9" fmla="*/ 130 h 3685"/>
                            </a:gdLst>
                            <a:ahLst/>
                            <a:cxnLst>
                              <a:cxn ang="0">
                                <a:pos x="T0" y="T1"/>
                              </a:cxn>
                              <a:cxn ang="0">
                                <a:pos x="T2" y="T3"/>
                              </a:cxn>
                              <a:cxn ang="0">
                                <a:pos x="T4" y="T5"/>
                              </a:cxn>
                              <a:cxn ang="0">
                                <a:pos x="T6" y="T7"/>
                              </a:cxn>
                              <a:cxn ang="0">
                                <a:pos x="T8" y="T9"/>
                              </a:cxn>
                            </a:cxnLst>
                            <a:rect l="0" t="0" r="r" b="b"/>
                            <a:pathLst>
                              <a:path w="3686" h="3685">
                                <a:moveTo>
                                  <a:pt x="3686" y="130"/>
                                </a:moveTo>
                                <a:lnTo>
                                  <a:pt x="3537" y="0"/>
                                </a:lnTo>
                                <a:lnTo>
                                  <a:pt x="0" y="3535"/>
                                </a:lnTo>
                                <a:lnTo>
                                  <a:pt x="128" y="3685"/>
                                </a:lnTo>
                                <a:lnTo>
                                  <a:pt x="3686" y="13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96"/>
                        <wps:cNvSpPr>
                          <a:spLocks/>
                        </wps:cNvSpPr>
                        <wps:spPr bwMode="auto">
                          <a:xfrm>
                            <a:off x="4226" y="8169"/>
                            <a:ext cx="1843" cy="1853"/>
                          </a:xfrm>
                          <a:custGeom>
                            <a:avLst/>
                            <a:gdLst>
                              <a:gd name="T0" fmla="*/ 3686 w 3686"/>
                              <a:gd name="T1" fmla="*/ 149 h 3705"/>
                              <a:gd name="T2" fmla="*/ 3558 w 3686"/>
                              <a:gd name="T3" fmla="*/ 0 h 3705"/>
                              <a:gd name="T4" fmla="*/ 0 w 3686"/>
                              <a:gd name="T5" fmla="*/ 3555 h 3705"/>
                              <a:gd name="T6" fmla="*/ 150 w 3686"/>
                              <a:gd name="T7" fmla="*/ 3705 h 3705"/>
                              <a:gd name="T8" fmla="*/ 3686 w 3686"/>
                              <a:gd name="T9" fmla="*/ 149 h 3705"/>
                            </a:gdLst>
                            <a:ahLst/>
                            <a:cxnLst>
                              <a:cxn ang="0">
                                <a:pos x="T0" y="T1"/>
                              </a:cxn>
                              <a:cxn ang="0">
                                <a:pos x="T2" y="T3"/>
                              </a:cxn>
                              <a:cxn ang="0">
                                <a:pos x="T4" y="T5"/>
                              </a:cxn>
                              <a:cxn ang="0">
                                <a:pos x="T6" y="T7"/>
                              </a:cxn>
                              <a:cxn ang="0">
                                <a:pos x="T8" y="T9"/>
                              </a:cxn>
                            </a:cxnLst>
                            <a:rect l="0" t="0" r="r" b="b"/>
                            <a:pathLst>
                              <a:path w="3686" h="3705">
                                <a:moveTo>
                                  <a:pt x="3686" y="149"/>
                                </a:moveTo>
                                <a:lnTo>
                                  <a:pt x="3558" y="0"/>
                                </a:lnTo>
                                <a:lnTo>
                                  <a:pt x="0" y="3555"/>
                                </a:lnTo>
                                <a:lnTo>
                                  <a:pt x="150" y="3705"/>
                                </a:lnTo>
                                <a:lnTo>
                                  <a:pt x="3686" y="149"/>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97"/>
                        <wps:cNvSpPr>
                          <a:spLocks/>
                        </wps:cNvSpPr>
                        <wps:spPr bwMode="auto">
                          <a:xfrm>
                            <a:off x="4515" y="8457"/>
                            <a:ext cx="1843" cy="1843"/>
                          </a:xfrm>
                          <a:custGeom>
                            <a:avLst/>
                            <a:gdLst>
                              <a:gd name="T0" fmla="*/ 3686 w 3686"/>
                              <a:gd name="T1" fmla="*/ 129 h 3684"/>
                              <a:gd name="T2" fmla="*/ 3537 w 3686"/>
                              <a:gd name="T3" fmla="*/ 0 h 3684"/>
                              <a:gd name="T4" fmla="*/ 0 w 3686"/>
                              <a:gd name="T5" fmla="*/ 3535 h 3684"/>
                              <a:gd name="T6" fmla="*/ 128 w 3686"/>
                              <a:gd name="T7" fmla="*/ 3684 h 3684"/>
                              <a:gd name="T8" fmla="*/ 3686 w 3686"/>
                              <a:gd name="T9" fmla="*/ 129 h 3684"/>
                            </a:gdLst>
                            <a:ahLst/>
                            <a:cxnLst>
                              <a:cxn ang="0">
                                <a:pos x="T0" y="T1"/>
                              </a:cxn>
                              <a:cxn ang="0">
                                <a:pos x="T2" y="T3"/>
                              </a:cxn>
                              <a:cxn ang="0">
                                <a:pos x="T4" y="T5"/>
                              </a:cxn>
                              <a:cxn ang="0">
                                <a:pos x="T6" y="T7"/>
                              </a:cxn>
                              <a:cxn ang="0">
                                <a:pos x="T8" y="T9"/>
                              </a:cxn>
                            </a:cxnLst>
                            <a:rect l="0" t="0" r="r" b="b"/>
                            <a:pathLst>
                              <a:path w="3686" h="3684">
                                <a:moveTo>
                                  <a:pt x="3686" y="129"/>
                                </a:moveTo>
                                <a:lnTo>
                                  <a:pt x="3537" y="0"/>
                                </a:lnTo>
                                <a:lnTo>
                                  <a:pt x="0" y="3535"/>
                                </a:lnTo>
                                <a:lnTo>
                                  <a:pt x="128" y="3684"/>
                                </a:lnTo>
                                <a:lnTo>
                                  <a:pt x="3686" y="129"/>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98"/>
                        <wps:cNvSpPr>
                          <a:spLocks/>
                        </wps:cNvSpPr>
                        <wps:spPr bwMode="auto">
                          <a:xfrm>
                            <a:off x="4794" y="8736"/>
                            <a:ext cx="1853" cy="1853"/>
                          </a:xfrm>
                          <a:custGeom>
                            <a:avLst/>
                            <a:gdLst>
                              <a:gd name="T0" fmla="*/ 3708 w 3708"/>
                              <a:gd name="T1" fmla="*/ 150 h 3706"/>
                              <a:gd name="T2" fmla="*/ 3558 w 3708"/>
                              <a:gd name="T3" fmla="*/ 0 h 3706"/>
                              <a:gd name="T4" fmla="*/ 0 w 3708"/>
                              <a:gd name="T5" fmla="*/ 3556 h 3706"/>
                              <a:gd name="T6" fmla="*/ 150 w 3708"/>
                              <a:gd name="T7" fmla="*/ 3706 h 3706"/>
                              <a:gd name="T8" fmla="*/ 3708 w 3708"/>
                              <a:gd name="T9" fmla="*/ 150 h 3706"/>
                            </a:gdLst>
                            <a:ahLst/>
                            <a:cxnLst>
                              <a:cxn ang="0">
                                <a:pos x="T0" y="T1"/>
                              </a:cxn>
                              <a:cxn ang="0">
                                <a:pos x="T2" y="T3"/>
                              </a:cxn>
                              <a:cxn ang="0">
                                <a:pos x="T4" y="T5"/>
                              </a:cxn>
                              <a:cxn ang="0">
                                <a:pos x="T6" y="T7"/>
                              </a:cxn>
                              <a:cxn ang="0">
                                <a:pos x="T8" y="T9"/>
                              </a:cxn>
                            </a:cxnLst>
                            <a:rect l="0" t="0" r="r" b="b"/>
                            <a:pathLst>
                              <a:path w="3708" h="3706">
                                <a:moveTo>
                                  <a:pt x="3708" y="150"/>
                                </a:moveTo>
                                <a:lnTo>
                                  <a:pt x="3558" y="0"/>
                                </a:lnTo>
                                <a:lnTo>
                                  <a:pt x="0" y="3556"/>
                                </a:lnTo>
                                <a:lnTo>
                                  <a:pt x="150" y="3706"/>
                                </a:lnTo>
                                <a:lnTo>
                                  <a:pt x="3708" y="15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99"/>
                        <wps:cNvSpPr>
                          <a:spLocks/>
                        </wps:cNvSpPr>
                        <wps:spPr bwMode="auto">
                          <a:xfrm>
                            <a:off x="5083" y="9025"/>
                            <a:ext cx="1843" cy="1842"/>
                          </a:xfrm>
                          <a:custGeom>
                            <a:avLst/>
                            <a:gdLst>
                              <a:gd name="T0" fmla="*/ 3686 w 3686"/>
                              <a:gd name="T1" fmla="*/ 129 h 3685"/>
                              <a:gd name="T2" fmla="*/ 3537 w 3686"/>
                              <a:gd name="T3" fmla="*/ 0 h 3685"/>
                              <a:gd name="T4" fmla="*/ 0 w 3686"/>
                              <a:gd name="T5" fmla="*/ 3535 h 3685"/>
                              <a:gd name="T6" fmla="*/ 129 w 3686"/>
                              <a:gd name="T7" fmla="*/ 3685 h 3685"/>
                              <a:gd name="T8" fmla="*/ 3686 w 3686"/>
                              <a:gd name="T9" fmla="*/ 129 h 3685"/>
                            </a:gdLst>
                            <a:ahLst/>
                            <a:cxnLst>
                              <a:cxn ang="0">
                                <a:pos x="T0" y="T1"/>
                              </a:cxn>
                              <a:cxn ang="0">
                                <a:pos x="T2" y="T3"/>
                              </a:cxn>
                              <a:cxn ang="0">
                                <a:pos x="T4" y="T5"/>
                              </a:cxn>
                              <a:cxn ang="0">
                                <a:pos x="T6" y="T7"/>
                              </a:cxn>
                              <a:cxn ang="0">
                                <a:pos x="T8" y="T9"/>
                              </a:cxn>
                            </a:cxnLst>
                            <a:rect l="0" t="0" r="r" b="b"/>
                            <a:pathLst>
                              <a:path w="3686" h="3685">
                                <a:moveTo>
                                  <a:pt x="3686" y="129"/>
                                </a:moveTo>
                                <a:lnTo>
                                  <a:pt x="3537" y="0"/>
                                </a:lnTo>
                                <a:lnTo>
                                  <a:pt x="0" y="3535"/>
                                </a:lnTo>
                                <a:lnTo>
                                  <a:pt x="129" y="3685"/>
                                </a:lnTo>
                                <a:lnTo>
                                  <a:pt x="3686" y="129"/>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00"/>
                        <wps:cNvSpPr>
                          <a:spLocks/>
                        </wps:cNvSpPr>
                        <wps:spPr bwMode="auto">
                          <a:xfrm>
                            <a:off x="5362" y="9074"/>
                            <a:ext cx="1853" cy="1853"/>
                          </a:xfrm>
                          <a:custGeom>
                            <a:avLst/>
                            <a:gdLst>
                              <a:gd name="T0" fmla="*/ 3708 w 3708"/>
                              <a:gd name="T1" fmla="*/ 150 h 3707"/>
                              <a:gd name="T2" fmla="*/ 3558 w 3708"/>
                              <a:gd name="T3" fmla="*/ 0 h 3707"/>
                              <a:gd name="T4" fmla="*/ 0 w 3708"/>
                              <a:gd name="T5" fmla="*/ 3556 h 3707"/>
                              <a:gd name="T6" fmla="*/ 150 w 3708"/>
                              <a:gd name="T7" fmla="*/ 3707 h 3707"/>
                              <a:gd name="T8" fmla="*/ 3708 w 3708"/>
                              <a:gd name="T9" fmla="*/ 150 h 3707"/>
                            </a:gdLst>
                            <a:ahLst/>
                            <a:cxnLst>
                              <a:cxn ang="0">
                                <a:pos x="T0" y="T1"/>
                              </a:cxn>
                              <a:cxn ang="0">
                                <a:pos x="T2" y="T3"/>
                              </a:cxn>
                              <a:cxn ang="0">
                                <a:pos x="T4" y="T5"/>
                              </a:cxn>
                              <a:cxn ang="0">
                                <a:pos x="T6" y="T7"/>
                              </a:cxn>
                              <a:cxn ang="0">
                                <a:pos x="T8" y="T9"/>
                              </a:cxn>
                            </a:cxnLst>
                            <a:rect l="0" t="0" r="r" b="b"/>
                            <a:pathLst>
                              <a:path w="3708" h="3707">
                                <a:moveTo>
                                  <a:pt x="3708" y="150"/>
                                </a:moveTo>
                                <a:lnTo>
                                  <a:pt x="3558" y="0"/>
                                </a:lnTo>
                                <a:lnTo>
                                  <a:pt x="0" y="3556"/>
                                </a:lnTo>
                                <a:lnTo>
                                  <a:pt x="150" y="3707"/>
                                </a:lnTo>
                                <a:lnTo>
                                  <a:pt x="3708" y="15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01"/>
                        <wps:cNvSpPr>
                          <a:spLocks/>
                        </wps:cNvSpPr>
                        <wps:spPr bwMode="auto">
                          <a:xfrm>
                            <a:off x="2918" y="4580"/>
                            <a:ext cx="5498" cy="5837"/>
                          </a:xfrm>
                          <a:custGeom>
                            <a:avLst/>
                            <a:gdLst>
                              <a:gd name="T0" fmla="*/ 10996 w 10996"/>
                              <a:gd name="T1" fmla="*/ 8611 h 11675"/>
                              <a:gd name="T2" fmla="*/ 7438 w 10996"/>
                              <a:gd name="T3" fmla="*/ 0 h 11675"/>
                              <a:gd name="T4" fmla="*/ 0 w 10996"/>
                              <a:gd name="T5" fmla="*/ 3064 h 11675"/>
                              <a:gd name="T6" fmla="*/ 3579 w 10996"/>
                              <a:gd name="T7" fmla="*/ 11675 h 11675"/>
                              <a:gd name="T8" fmla="*/ 10996 w 10996"/>
                              <a:gd name="T9" fmla="*/ 8611 h 11675"/>
                            </a:gdLst>
                            <a:ahLst/>
                            <a:cxnLst>
                              <a:cxn ang="0">
                                <a:pos x="T0" y="T1"/>
                              </a:cxn>
                              <a:cxn ang="0">
                                <a:pos x="T2" y="T3"/>
                              </a:cxn>
                              <a:cxn ang="0">
                                <a:pos x="T4" y="T5"/>
                              </a:cxn>
                              <a:cxn ang="0">
                                <a:pos x="T6" y="T7"/>
                              </a:cxn>
                              <a:cxn ang="0">
                                <a:pos x="T8" y="T9"/>
                              </a:cxn>
                            </a:cxnLst>
                            <a:rect l="0" t="0" r="r" b="b"/>
                            <a:pathLst>
                              <a:path w="10996" h="11675">
                                <a:moveTo>
                                  <a:pt x="10996" y="8611"/>
                                </a:moveTo>
                                <a:lnTo>
                                  <a:pt x="7438" y="0"/>
                                </a:lnTo>
                                <a:lnTo>
                                  <a:pt x="0" y="3064"/>
                                </a:lnTo>
                                <a:lnTo>
                                  <a:pt x="3579" y="11675"/>
                                </a:lnTo>
                                <a:lnTo>
                                  <a:pt x="10996" y="8611"/>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02"/>
                        <wps:cNvSpPr>
                          <a:spLocks/>
                        </wps:cNvSpPr>
                        <wps:spPr bwMode="auto">
                          <a:xfrm>
                            <a:off x="3400" y="5030"/>
                            <a:ext cx="4501" cy="4927"/>
                          </a:xfrm>
                          <a:custGeom>
                            <a:avLst/>
                            <a:gdLst>
                              <a:gd name="T0" fmla="*/ 9001 w 9001"/>
                              <a:gd name="T1" fmla="*/ 7391 h 9854"/>
                              <a:gd name="T2" fmla="*/ 5937 w 9001"/>
                              <a:gd name="T3" fmla="*/ 0 h 9854"/>
                              <a:gd name="T4" fmla="*/ 0 w 9001"/>
                              <a:gd name="T5" fmla="*/ 2463 h 9854"/>
                              <a:gd name="T6" fmla="*/ 3064 w 9001"/>
                              <a:gd name="T7" fmla="*/ 9854 h 9854"/>
                              <a:gd name="T8" fmla="*/ 9001 w 9001"/>
                              <a:gd name="T9" fmla="*/ 7391 h 9854"/>
                            </a:gdLst>
                            <a:ahLst/>
                            <a:cxnLst>
                              <a:cxn ang="0">
                                <a:pos x="T0" y="T1"/>
                              </a:cxn>
                              <a:cxn ang="0">
                                <a:pos x="T2" y="T3"/>
                              </a:cxn>
                              <a:cxn ang="0">
                                <a:pos x="T4" y="T5"/>
                              </a:cxn>
                              <a:cxn ang="0">
                                <a:pos x="T6" y="T7"/>
                              </a:cxn>
                              <a:cxn ang="0">
                                <a:pos x="T8" y="T9"/>
                              </a:cxn>
                            </a:cxnLst>
                            <a:rect l="0" t="0" r="r" b="b"/>
                            <a:pathLst>
                              <a:path w="9001" h="9854">
                                <a:moveTo>
                                  <a:pt x="9001" y="7391"/>
                                </a:moveTo>
                                <a:lnTo>
                                  <a:pt x="5937" y="0"/>
                                </a:lnTo>
                                <a:lnTo>
                                  <a:pt x="0" y="2463"/>
                                </a:lnTo>
                                <a:lnTo>
                                  <a:pt x="3064" y="9854"/>
                                </a:lnTo>
                                <a:lnTo>
                                  <a:pt x="9001" y="73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03"/>
                        <wps:cNvSpPr>
                          <a:spLocks/>
                        </wps:cNvSpPr>
                        <wps:spPr bwMode="auto">
                          <a:xfrm>
                            <a:off x="3689" y="6583"/>
                            <a:ext cx="397" cy="396"/>
                          </a:xfrm>
                          <a:custGeom>
                            <a:avLst/>
                            <a:gdLst>
                              <a:gd name="T0" fmla="*/ 558 w 793"/>
                              <a:gd name="T1" fmla="*/ 749 h 792"/>
                              <a:gd name="T2" fmla="*/ 664 w 793"/>
                              <a:gd name="T3" fmla="*/ 685 h 792"/>
                              <a:gd name="T4" fmla="*/ 750 w 793"/>
                              <a:gd name="T5" fmla="*/ 599 h 792"/>
                              <a:gd name="T6" fmla="*/ 793 w 793"/>
                              <a:gd name="T7" fmla="*/ 491 h 792"/>
                              <a:gd name="T8" fmla="*/ 793 w 793"/>
                              <a:gd name="T9" fmla="*/ 363 h 792"/>
                              <a:gd name="T10" fmla="*/ 772 w 793"/>
                              <a:gd name="T11" fmla="*/ 234 h 792"/>
                              <a:gd name="T12" fmla="*/ 772 w 793"/>
                              <a:gd name="T13" fmla="*/ 234 h 792"/>
                              <a:gd name="T14" fmla="*/ 707 w 793"/>
                              <a:gd name="T15" fmla="*/ 128 h 792"/>
                              <a:gd name="T16" fmla="*/ 622 w 793"/>
                              <a:gd name="T17" fmla="*/ 42 h 792"/>
                              <a:gd name="T18" fmla="*/ 493 w 793"/>
                              <a:gd name="T19" fmla="*/ 0 h 792"/>
                              <a:gd name="T20" fmla="*/ 386 w 793"/>
                              <a:gd name="T21" fmla="*/ 0 h 792"/>
                              <a:gd name="T22" fmla="*/ 257 w 793"/>
                              <a:gd name="T23" fmla="*/ 20 h 792"/>
                              <a:gd name="T24" fmla="*/ 257 w 793"/>
                              <a:gd name="T25" fmla="*/ 20 h 792"/>
                              <a:gd name="T26" fmla="*/ 151 w 793"/>
                              <a:gd name="T27" fmla="*/ 85 h 792"/>
                              <a:gd name="T28" fmla="*/ 64 w 793"/>
                              <a:gd name="T29" fmla="*/ 192 h 792"/>
                              <a:gd name="T30" fmla="*/ 21 w 793"/>
                              <a:gd name="T31" fmla="*/ 299 h 792"/>
                              <a:gd name="T32" fmla="*/ 0 w 793"/>
                              <a:gd name="T33" fmla="*/ 428 h 792"/>
                              <a:gd name="T34" fmla="*/ 43 w 793"/>
                              <a:gd name="T35" fmla="*/ 535 h 792"/>
                              <a:gd name="T36" fmla="*/ 43 w 793"/>
                              <a:gd name="T37" fmla="*/ 535 h 792"/>
                              <a:gd name="T38" fmla="*/ 108 w 793"/>
                              <a:gd name="T39" fmla="*/ 642 h 792"/>
                              <a:gd name="T40" fmla="*/ 193 w 793"/>
                              <a:gd name="T41" fmla="*/ 727 h 792"/>
                              <a:gd name="T42" fmla="*/ 322 w 793"/>
                              <a:gd name="T43" fmla="*/ 770 h 792"/>
                              <a:gd name="T44" fmla="*/ 428 w 793"/>
                              <a:gd name="T45" fmla="*/ 792 h 792"/>
                              <a:gd name="T46" fmla="*/ 558 w 793"/>
                              <a:gd name="T47" fmla="*/ 749 h 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3" h="792">
                                <a:moveTo>
                                  <a:pt x="558" y="749"/>
                                </a:moveTo>
                                <a:lnTo>
                                  <a:pt x="664" y="685"/>
                                </a:lnTo>
                                <a:lnTo>
                                  <a:pt x="750" y="599"/>
                                </a:lnTo>
                                <a:lnTo>
                                  <a:pt x="793" y="491"/>
                                </a:lnTo>
                                <a:lnTo>
                                  <a:pt x="793" y="363"/>
                                </a:lnTo>
                                <a:lnTo>
                                  <a:pt x="772" y="234"/>
                                </a:lnTo>
                                <a:lnTo>
                                  <a:pt x="707" y="128"/>
                                </a:lnTo>
                                <a:lnTo>
                                  <a:pt x="622" y="42"/>
                                </a:lnTo>
                                <a:lnTo>
                                  <a:pt x="493" y="0"/>
                                </a:lnTo>
                                <a:lnTo>
                                  <a:pt x="386" y="0"/>
                                </a:lnTo>
                                <a:lnTo>
                                  <a:pt x="257" y="20"/>
                                </a:lnTo>
                                <a:lnTo>
                                  <a:pt x="151" y="85"/>
                                </a:lnTo>
                                <a:lnTo>
                                  <a:pt x="64" y="192"/>
                                </a:lnTo>
                                <a:lnTo>
                                  <a:pt x="21" y="299"/>
                                </a:lnTo>
                                <a:lnTo>
                                  <a:pt x="0" y="428"/>
                                </a:lnTo>
                                <a:lnTo>
                                  <a:pt x="43" y="535"/>
                                </a:lnTo>
                                <a:lnTo>
                                  <a:pt x="108" y="642"/>
                                </a:lnTo>
                                <a:lnTo>
                                  <a:pt x="193" y="727"/>
                                </a:lnTo>
                                <a:lnTo>
                                  <a:pt x="322" y="770"/>
                                </a:lnTo>
                                <a:lnTo>
                                  <a:pt x="428" y="792"/>
                                </a:lnTo>
                                <a:lnTo>
                                  <a:pt x="558" y="749"/>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04"/>
                        <wps:cNvSpPr>
                          <a:spLocks/>
                        </wps:cNvSpPr>
                        <wps:spPr bwMode="auto">
                          <a:xfrm>
                            <a:off x="4183" y="7750"/>
                            <a:ext cx="396" cy="397"/>
                          </a:xfrm>
                          <a:custGeom>
                            <a:avLst/>
                            <a:gdLst>
                              <a:gd name="T0" fmla="*/ 536 w 793"/>
                              <a:gd name="T1" fmla="*/ 750 h 793"/>
                              <a:gd name="T2" fmla="*/ 643 w 793"/>
                              <a:gd name="T3" fmla="*/ 685 h 793"/>
                              <a:gd name="T4" fmla="*/ 729 w 793"/>
                              <a:gd name="T5" fmla="*/ 600 h 793"/>
                              <a:gd name="T6" fmla="*/ 772 w 793"/>
                              <a:gd name="T7" fmla="*/ 493 h 793"/>
                              <a:gd name="T8" fmla="*/ 793 w 793"/>
                              <a:gd name="T9" fmla="*/ 365 h 793"/>
                              <a:gd name="T10" fmla="*/ 751 w 793"/>
                              <a:gd name="T11" fmla="*/ 235 h 793"/>
                              <a:gd name="T12" fmla="*/ 751 w 793"/>
                              <a:gd name="T13" fmla="*/ 235 h 793"/>
                              <a:gd name="T14" fmla="*/ 686 w 793"/>
                              <a:gd name="T15" fmla="*/ 129 h 793"/>
                              <a:gd name="T16" fmla="*/ 600 w 793"/>
                              <a:gd name="T17" fmla="*/ 43 h 793"/>
                              <a:gd name="T18" fmla="*/ 493 w 793"/>
                              <a:gd name="T19" fmla="*/ 0 h 793"/>
                              <a:gd name="T20" fmla="*/ 364 w 793"/>
                              <a:gd name="T21" fmla="*/ 0 h 793"/>
                              <a:gd name="T22" fmla="*/ 236 w 793"/>
                              <a:gd name="T23" fmla="*/ 21 h 793"/>
                              <a:gd name="T24" fmla="*/ 236 w 793"/>
                              <a:gd name="T25" fmla="*/ 21 h 793"/>
                              <a:gd name="T26" fmla="*/ 128 w 793"/>
                              <a:gd name="T27" fmla="*/ 86 h 793"/>
                              <a:gd name="T28" fmla="*/ 43 w 793"/>
                              <a:gd name="T29" fmla="*/ 192 h 793"/>
                              <a:gd name="T30" fmla="*/ 0 w 793"/>
                              <a:gd name="T31" fmla="*/ 300 h 793"/>
                              <a:gd name="T32" fmla="*/ 0 w 793"/>
                              <a:gd name="T33" fmla="*/ 428 h 793"/>
                              <a:gd name="T34" fmla="*/ 22 w 793"/>
                              <a:gd name="T35" fmla="*/ 536 h 793"/>
                              <a:gd name="T36" fmla="*/ 22 w 793"/>
                              <a:gd name="T37" fmla="*/ 536 h 793"/>
                              <a:gd name="T38" fmla="*/ 86 w 793"/>
                              <a:gd name="T39" fmla="*/ 642 h 793"/>
                              <a:gd name="T40" fmla="*/ 193 w 793"/>
                              <a:gd name="T41" fmla="*/ 728 h 793"/>
                              <a:gd name="T42" fmla="*/ 301 w 793"/>
                              <a:gd name="T43" fmla="*/ 771 h 793"/>
                              <a:gd name="T44" fmla="*/ 407 w 793"/>
                              <a:gd name="T45" fmla="*/ 793 h 793"/>
                              <a:gd name="T46" fmla="*/ 536 w 793"/>
                              <a:gd name="T47" fmla="*/ 750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3" h="793">
                                <a:moveTo>
                                  <a:pt x="536" y="750"/>
                                </a:moveTo>
                                <a:lnTo>
                                  <a:pt x="643" y="685"/>
                                </a:lnTo>
                                <a:lnTo>
                                  <a:pt x="729" y="600"/>
                                </a:lnTo>
                                <a:lnTo>
                                  <a:pt x="772" y="493"/>
                                </a:lnTo>
                                <a:lnTo>
                                  <a:pt x="793" y="365"/>
                                </a:lnTo>
                                <a:lnTo>
                                  <a:pt x="751" y="235"/>
                                </a:lnTo>
                                <a:lnTo>
                                  <a:pt x="686" y="129"/>
                                </a:lnTo>
                                <a:lnTo>
                                  <a:pt x="600" y="43"/>
                                </a:lnTo>
                                <a:lnTo>
                                  <a:pt x="493" y="0"/>
                                </a:lnTo>
                                <a:lnTo>
                                  <a:pt x="364" y="0"/>
                                </a:lnTo>
                                <a:lnTo>
                                  <a:pt x="236" y="21"/>
                                </a:lnTo>
                                <a:lnTo>
                                  <a:pt x="128" y="86"/>
                                </a:lnTo>
                                <a:lnTo>
                                  <a:pt x="43" y="192"/>
                                </a:lnTo>
                                <a:lnTo>
                                  <a:pt x="0" y="300"/>
                                </a:lnTo>
                                <a:lnTo>
                                  <a:pt x="0" y="428"/>
                                </a:lnTo>
                                <a:lnTo>
                                  <a:pt x="22" y="536"/>
                                </a:lnTo>
                                <a:lnTo>
                                  <a:pt x="86" y="642"/>
                                </a:lnTo>
                                <a:lnTo>
                                  <a:pt x="193" y="728"/>
                                </a:lnTo>
                                <a:lnTo>
                                  <a:pt x="301" y="771"/>
                                </a:lnTo>
                                <a:lnTo>
                                  <a:pt x="407" y="793"/>
                                </a:lnTo>
                                <a:lnTo>
                                  <a:pt x="536" y="75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05"/>
                        <wps:cNvSpPr>
                          <a:spLocks/>
                        </wps:cNvSpPr>
                        <wps:spPr bwMode="auto">
                          <a:xfrm>
                            <a:off x="4654" y="8896"/>
                            <a:ext cx="396" cy="397"/>
                          </a:xfrm>
                          <a:custGeom>
                            <a:avLst/>
                            <a:gdLst>
                              <a:gd name="T0" fmla="*/ 557 w 793"/>
                              <a:gd name="T1" fmla="*/ 771 h 793"/>
                              <a:gd name="T2" fmla="*/ 665 w 793"/>
                              <a:gd name="T3" fmla="*/ 707 h 793"/>
                              <a:gd name="T4" fmla="*/ 751 w 793"/>
                              <a:gd name="T5" fmla="*/ 600 h 793"/>
                              <a:gd name="T6" fmla="*/ 793 w 793"/>
                              <a:gd name="T7" fmla="*/ 493 h 793"/>
                              <a:gd name="T8" fmla="*/ 793 w 793"/>
                              <a:gd name="T9" fmla="*/ 365 h 793"/>
                              <a:gd name="T10" fmla="*/ 771 w 793"/>
                              <a:gd name="T11" fmla="*/ 257 h 793"/>
                              <a:gd name="T12" fmla="*/ 771 w 793"/>
                              <a:gd name="T13" fmla="*/ 257 h 793"/>
                              <a:gd name="T14" fmla="*/ 708 w 793"/>
                              <a:gd name="T15" fmla="*/ 150 h 793"/>
                              <a:gd name="T16" fmla="*/ 600 w 793"/>
                              <a:gd name="T17" fmla="*/ 64 h 793"/>
                              <a:gd name="T18" fmla="*/ 494 w 793"/>
                              <a:gd name="T19" fmla="*/ 21 h 793"/>
                              <a:gd name="T20" fmla="*/ 364 w 793"/>
                              <a:gd name="T21" fmla="*/ 0 h 793"/>
                              <a:gd name="T22" fmla="*/ 258 w 793"/>
                              <a:gd name="T23" fmla="*/ 43 h 793"/>
                              <a:gd name="T24" fmla="*/ 258 w 793"/>
                              <a:gd name="T25" fmla="*/ 43 h 793"/>
                              <a:gd name="T26" fmla="*/ 129 w 793"/>
                              <a:gd name="T27" fmla="*/ 107 h 793"/>
                              <a:gd name="T28" fmla="*/ 65 w 793"/>
                              <a:gd name="T29" fmla="*/ 192 h 793"/>
                              <a:gd name="T30" fmla="*/ 22 w 793"/>
                              <a:gd name="T31" fmla="*/ 300 h 793"/>
                              <a:gd name="T32" fmla="*/ 0 w 793"/>
                              <a:gd name="T33" fmla="*/ 428 h 793"/>
                              <a:gd name="T34" fmla="*/ 43 w 793"/>
                              <a:gd name="T35" fmla="*/ 557 h 793"/>
                              <a:gd name="T36" fmla="*/ 43 w 793"/>
                              <a:gd name="T37" fmla="*/ 557 h 793"/>
                              <a:gd name="T38" fmla="*/ 107 w 793"/>
                              <a:gd name="T39" fmla="*/ 664 h 793"/>
                              <a:gd name="T40" fmla="*/ 193 w 793"/>
                              <a:gd name="T41" fmla="*/ 750 h 793"/>
                              <a:gd name="T42" fmla="*/ 301 w 793"/>
                              <a:gd name="T43" fmla="*/ 793 h 793"/>
                              <a:gd name="T44" fmla="*/ 429 w 793"/>
                              <a:gd name="T45" fmla="*/ 793 h 793"/>
                              <a:gd name="T46" fmla="*/ 557 w 793"/>
                              <a:gd name="T47" fmla="*/ 771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3" h="793">
                                <a:moveTo>
                                  <a:pt x="557" y="771"/>
                                </a:moveTo>
                                <a:lnTo>
                                  <a:pt x="665" y="707"/>
                                </a:lnTo>
                                <a:lnTo>
                                  <a:pt x="751" y="600"/>
                                </a:lnTo>
                                <a:lnTo>
                                  <a:pt x="793" y="493"/>
                                </a:lnTo>
                                <a:lnTo>
                                  <a:pt x="793" y="365"/>
                                </a:lnTo>
                                <a:lnTo>
                                  <a:pt x="771" y="257"/>
                                </a:lnTo>
                                <a:lnTo>
                                  <a:pt x="708" y="150"/>
                                </a:lnTo>
                                <a:lnTo>
                                  <a:pt x="600" y="64"/>
                                </a:lnTo>
                                <a:lnTo>
                                  <a:pt x="494" y="21"/>
                                </a:lnTo>
                                <a:lnTo>
                                  <a:pt x="364" y="0"/>
                                </a:lnTo>
                                <a:lnTo>
                                  <a:pt x="258" y="43"/>
                                </a:lnTo>
                                <a:lnTo>
                                  <a:pt x="129" y="107"/>
                                </a:lnTo>
                                <a:lnTo>
                                  <a:pt x="65" y="192"/>
                                </a:lnTo>
                                <a:lnTo>
                                  <a:pt x="22" y="300"/>
                                </a:lnTo>
                                <a:lnTo>
                                  <a:pt x="0" y="428"/>
                                </a:lnTo>
                                <a:lnTo>
                                  <a:pt x="43" y="557"/>
                                </a:lnTo>
                                <a:lnTo>
                                  <a:pt x="107" y="664"/>
                                </a:lnTo>
                                <a:lnTo>
                                  <a:pt x="193" y="750"/>
                                </a:lnTo>
                                <a:lnTo>
                                  <a:pt x="301" y="793"/>
                                </a:lnTo>
                                <a:lnTo>
                                  <a:pt x="429" y="793"/>
                                </a:lnTo>
                                <a:lnTo>
                                  <a:pt x="557" y="771"/>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06"/>
                        <wps:cNvSpPr>
                          <a:spLocks/>
                        </wps:cNvSpPr>
                        <wps:spPr bwMode="auto">
                          <a:xfrm>
                            <a:off x="3958" y="5994"/>
                            <a:ext cx="1618" cy="3738"/>
                          </a:xfrm>
                          <a:custGeom>
                            <a:avLst/>
                            <a:gdLst>
                              <a:gd name="T0" fmla="*/ 3237 w 3237"/>
                              <a:gd name="T1" fmla="*/ 7390 h 7476"/>
                              <a:gd name="T2" fmla="*/ 171 w 3237"/>
                              <a:gd name="T3" fmla="*/ 0 h 7476"/>
                              <a:gd name="T4" fmla="*/ 0 w 3237"/>
                              <a:gd name="T5" fmla="*/ 85 h 7476"/>
                              <a:gd name="T6" fmla="*/ 3066 w 3237"/>
                              <a:gd name="T7" fmla="*/ 7476 h 7476"/>
                              <a:gd name="T8" fmla="*/ 3237 w 3237"/>
                              <a:gd name="T9" fmla="*/ 7390 h 7476"/>
                            </a:gdLst>
                            <a:ahLst/>
                            <a:cxnLst>
                              <a:cxn ang="0">
                                <a:pos x="T0" y="T1"/>
                              </a:cxn>
                              <a:cxn ang="0">
                                <a:pos x="T2" y="T3"/>
                              </a:cxn>
                              <a:cxn ang="0">
                                <a:pos x="T4" y="T5"/>
                              </a:cxn>
                              <a:cxn ang="0">
                                <a:pos x="T6" y="T7"/>
                              </a:cxn>
                              <a:cxn ang="0">
                                <a:pos x="T8" y="T9"/>
                              </a:cxn>
                            </a:cxnLst>
                            <a:rect l="0" t="0" r="r" b="b"/>
                            <a:pathLst>
                              <a:path w="3237" h="7476">
                                <a:moveTo>
                                  <a:pt x="3237" y="7390"/>
                                </a:moveTo>
                                <a:lnTo>
                                  <a:pt x="171" y="0"/>
                                </a:lnTo>
                                <a:lnTo>
                                  <a:pt x="0" y="85"/>
                                </a:lnTo>
                                <a:lnTo>
                                  <a:pt x="3066" y="7476"/>
                                </a:lnTo>
                                <a:lnTo>
                                  <a:pt x="3237" y="7390"/>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07"/>
                        <wps:cNvSpPr>
                          <a:spLocks/>
                        </wps:cNvSpPr>
                        <wps:spPr bwMode="auto">
                          <a:xfrm>
                            <a:off x="4226" y="5458"/>
                            <a:ext cx="2357" cy="1061"/>
                          </a:xfrm>
                          <a:custGeom>
                            <a:avLst/>
                            <a:gdLst>
                              <a:gd name="T0" fmla="*/ 4716 w 4716"/>
                              <a:gd name="T1" fmla="*/ 192 h 2121"/>
                              <a:gd name="T2" fmla="*/ 4629 w 4716"/>
                              <a:gd name="T3" fmla="*/ 0 h 2121"/>
                              <a:gd name="T4" fmla="*/ 0 w 4716"/>
                              <a:gd name="T5" fmla="*/ 1928 h 2121"/>
                              <a:gd name="T6" fmla="*/ 64 w 4716"/>
                              <a:gd name="T7" fmla="*/ 2121 h 2121"/>
                              <a:gd name="T8" fmla="*/ 4716 w 4716"/>
                              <a:gd name="T9" fmla="*/ 192 h 2121"/>
                            </a:gdLst>
                            <a:ahLst/>
                            <a:cxnLst>
                              <a:cxn ang="0">
                                <a:pos x="T0" y="T1"/>
                              </a:cxn>
                              <a:cxn ang="0">
                                <a:pos x="T2" y="T3"/>
                              </a:cxn>
                              <a:cxn ang="0">
                                <a:pos x="T4" y="T5"/>
                              </a:cxn>
                              <a:cxn ang="0">
                                <a:pos x="T6" y="T7"/>
                              </a:cxn>
                              <a:cxn ang="0">
                                <a:pos x="T8" y="T9"/>
                              </a:cxn>
                            </a:cxnLst>
                            <a:rect l="0" t="0" r="r" b="b"/>
                            <a:pathLst>
                              <a:path w="4716" h="2121">
                                <a:moveTo>
                                  <a:pt x="4716" y="192"/>
                                </a:moveTo>
                                <a:lnTo>
                                  <a:pt x="4629" y="0"/>
                                </a:lnTo>
                                <a:lnTo>
                                  <a:pt x="0" y="1928"/>
                                </a:lnTo>
                                <a:lnTo>
                                  <a:pt x="64" y="2121"/>
                                </a:lnTo>
                                <a:lnTo>
                                  <a:pt x="4716" y="192"/>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08"/>
                        <wps:cNvSpPr>
                          <a:spLocks/>
                        </wps:cNvSpPr>
                        <wps:spPr bwMode="auto">
                          <a:xfrm>
                            <a:off x="4375" y="5833"/>
                            <a:ext cx="2358" cy="1050"/>
                          </a:xfrm>
                          <a:custGeom>
                            <a:avLst/>
                            <a:gdLst>
                              <a:gd name="T0" fmla="*/ 4716 w 4716"/>
                              <a:gd name="T1" fmla="*/ 192 h 2099"/>
                              <a:gd name="T2" fmla="*/ 4651 w 4716"/>
                              <a:gd name="T3" fmla="*/ 0 h 2099"/>
                              <a:gd name="T4" fmla="*/ 0 w 4716"/>
                              <a:gd name="T5" fmla="*/ 1928 h 2099"/>
                              <a:gd name="T6" fmla="*/ 86 w 4716"/>
                              <a:gd name="T7" fmla="*/ 2099 h 2099"/>
                              <a:gd name="T8" fmla="*/ 4716 w 4716"/>
                              <a:gd name="T9" fmla="*/ 192 h 2099"/>
                            </a:gdLst>
                            <a:ahLst/>
                            <a:cxnLst>
                              <a:cxn ang="0">
                                <a:pos x="T0" y="T1"/>
                              </a:cxn>
                              <a:cxn ang="0">
                                <a:pos x="T2" y="T3"/>
                              </a:cxn>
                              <a:cxn ang="0">
                                <a:pos x="T4" y="T5"/>
                              </a:cxn>
                              <a:cxn ang="0">
                                <a:pos x="T6" y="T7"/>
                              </a:cxn>
                              <a:cxn ang="0">
                                <a:pos x="T8" y="T9"/>
                              </a:cxn>
                            </a:cxnLst>
                            <a:rect l="0" t="0" r="r" b="b"/>
                            <a:pathLst>
                              <a:path w="4716" h="2099">
                                <a:moveTo>
                                  <a:pt x="4716" y="192"/>
                                </a:moveTo>
                                <a:lnTo>
                                  <a:pt x="4651" y="0"/>
                                </a:lnTo>
                                <a:lnTo>
                                  <a:pt x="0" y="1928"/>
                                </a:lnTo>
                                <a:lnTo>
                                  <a:pt x="86" y="2099"/>
                                </a:lnTo>
                                <a:lnTo>
                                  <a:pt x="4716" y="192"/>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09"/>
                        <wps:cNvSpPr>
                          <a:spLocks/>
                        </wps:cNvSpPr>
                        <wps:spPr bwMode="auto">
                          <a:xfrm>
                            <a:off x="4536" y="6208"/>
                            <a:ext cx="2358" cy="1050"/>
                          </a:xfrm>
                          <a:custGeom>
                            <a:avLst/>
                            <a:gdLst>
                              <a:gd name="T0" fmla="*/ 4715 w 4715"/>
                              <a:gd name="T1" fmla="*/ 171 h 2099"/>
                              <a:gd name="T2" fmla="*/ 4630 w 4715"/>
                              <a:gd name="T3" fmla="*/ 0 h 2099"/>
                              <a:gd name="T4" fmla="*/ 0 w 4715"/>
                              <a:gd name="T5" fmla="*/ 1905 h 2099"/>
                              <a:gd name="T6" fmla="*/ 64 w 4715"/>
                              <a:gd name="T7" fmla="*/ 2099 h 2099"/>
                              <a:gd name="T8" fmla="*/ 4715 w 4715"/>
                              <a:gd name="T9" fmla="*/ 171 h 2099"/>
                            </a:gdLst>
                            <a:ahLst/>
                            <a:cxnLst>
                              <a:cxn ang="0">
                                <a:pos x="T0" y="T1"/>
                              </a:cxn>
                              <a:cxn ang="0">
                                <a:pos x="T2" y="T3"/>
                              </a:cxn>
                              <a:cxn ang="0">
                                <a:pos x="T4" y="T5"/>
                              </a:cxn>
                              <a:cxn ang="0">
                                <a:pos x="T6" y="T7"/>
                              </a:cxn>
                              <a:cxn ang="0">
                                <a:pos x="T8" y="T9"/>
                              </a:cxn>
                            </a:cxnLst>
                            <a:rect l="0" t="0" r="r" b="b"/>
                            <a:pathLst>
                              <a:path w="4715" h="2099">
                                <a:moveTo>
                                  <a:pt x="4715" y="171"/>
                                </a:moveTo>
                                <a:lnTo>
                                  <a:pt x="4630" y="0"/>
                                </a:lnTo>
                                <a:lnTo>
                                  <a:pt x="0" y="1905"/>
                                </a:lnTo>
                                <a:lnTo>
                                  <a:pt x="64" y="2099"/>
                                </a:lnTo>
                                <a:lnTo>
                                  <a:pt x="4715" y="171"/>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10"/>
                        <wps:cNvSpPr>
                          <a:spLocks/>
                        </wps:cNvSpPr>
                        <wps:spPr bwMode="auto">
                          <a:xfrm>
                            <a:off x="4687" y="6573"/>
                            <a:ext cx="2357" cy="1060"/>
                          </a:xfrm>
                          <a:custGeom>
                            <a:avLst/>
                            <a:gdLst>
                              <a:gd name="T0" fmla="*/ 4715 w 4715"/>
                              <a:gd name="T1" fmla="*/ 193 h 2120"/>
                              <a:gd name="T2" fmla="*/ 4629 w 4715"/>
                              <a:gd name="T3" fmla="*/ 0 h 2120"/>
                              <a:gd name="T4" fmla="*/ 0 w 4715"/>
                              <a:gd name="T5" fmla="*/ 1927 h 2120"/>
                              <a:gd name="T6" fmla="*/ 85 w 4715"/>
                              <a:gd name="T7" fmla="*/ 2120 h 2120"/>
                              <a:gd name="T8" fmla="*/ 4715 w 4715"/>
                              <a:gd name="T9" fmla="*/ 193 h 2120"/>
                            </a:gdLst>
                            <a:ahLst/>
                            <a:cxnLst>
                              <a:cxn ang="0">
                                <a:pos x="T0" y="T1"/>
                              </a:cxn>
                              <a:cxn ang="0">
                                <a:pos x="T2" y="T3"/>
                              </a:cxn>
                              <a:cxn ang="0">
                                <a:pos x="T4" y="T5"/>
                              </a:cxn>
                              <a:cxn ang="0">
                                <a:pos x="T6" y="T7"/>
                              </a:cxn>
                              <a:cxn ang="0">
                                <a:pos x="T8" y="T9"/>
                              </a:cxn>
                            </a:cxnLst>
                            <a:rect l="0" t="0" r="r" b="b"/>
                            <a:pathLst>
                              <a:path w="4715" h="2120">
                                <a:moveTo>
                                  <a:pt x="4715" y="193"/>
                                </a:moveTo>
                                <a:lnTo>
                                  <a:pt x="4629" y="0"/>
                                </a:lnTo>
                                <a:lnTo>
                                  <a:pt x="0" y="1927"/>
                                </a:lnTo>
                                <a:lnTo>
                                  <a:pt x="85" y="2120"/>
                                </a:lnTo>
                                <a:lnTo>
                                  <a:pt x="4715" y="193"/>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11"/>
                        <wps:cNvSpPr>
                          <a:spLocks/>
                        </wps:cNvSpPr>
                        <wps:spPr bwMode="auto">
                          <a:xfrm>
                            <a:off x="4836" y="6947"/>
                            <a:ext cx="2358" cy="1050"/>
                          </a:xfrm>
                          <a:custGeom>
                            <a:avLst/>
                            <a:gdLst>
                              <a:gd name="T0" fmla="*/ 4717 w 4717"/>
                              <a:gd name="T1" fmla="*/ 193 h 2100"/>
                              <a:gd name="T2" fmla="*/ 4652 w 4717"/>
                              <a:gd name="T3" fmla="*/ 0 h 2100"/>
                              <a:gd name="T4" fmla="*/ 0 w 4717"/>
                              <a:gd name="T5" fmla="*/ 1929 h 2100"/>
                              <a:gd name="T6" fmla="*/ 87 w 4717"/>
                              <a:gd name="T7" fmla="*/ 2100 h 2100"/>
                              <a:gd name="T8" fmla="*/ 4717 w 4717"/>
                              <a:gd name="T9" fmla="*/ 193 h 2100"/>
                            </a:gdLst>
                            <a:ahLst/>
                            <a:cxnLst>
                              <a:cxn ang="0">
                                <a:pos x="T0" y="T1"/>
                              </a:cxn>
                              <a:cxn ang="0">
                                <a:pos x="T2" y="T3"/>
                              </a:cxn>
                              <a:cxn ang="0">
                                <a:pos x="T4" y="T5"/>
                              </a:cxn>
                              <a:cxn ang="0">
                                <a:pos x="T6" y="T7"/>
                              </a:cxn>
                              <a:cxn ang="0">
                                <a:pos x="T8" y="T9"/>
                              </a:cxn>
                            </a:cxnLst>
                            <a:rect l="0" t="0" r="r" b="b"/>
                            <a:pathLst>
                              <a:path w="4717" h="2100">
                                <a:moveTo>
                                  <a:pt x="4717" y="193"/>
                                </a:moveTo>
                                <a:lnTo>
                                  <a:pt x="4652" y="0"/>
                                </a:lnTo>
                                <a:lnTo>
                                  <a:pt x="0" y="1929"/>
                                </a:lnTo>
                                <a:lnTo>
                                  <a:pt x="87" y="2100"/>
                                </a:lnTo>
                                <a:lnTo>
                                  <a:pt x="4717" y="193"/>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12"/>
                        <wps:cNvSpPr>
                          <a:spLocks/>
                        </wps:cNvSpPr>
                        <wps:spPr bwMode="auto">
                          <a:xfrm>
                            <a:off x="4997" y="7322"/>
                            <a:ext cx="2358" cy="1050"/>
                          </a:xfrm>
                          <a:custGeom>
                            <a:avLst/>
                            <a:gdLst>
                              <a:gd name="T0" fmla="*/ 4716 w 4716"/>
                              <a:gd name="T1" fmla="*/ 171 h 2100"/>
                              <a:gd name="T2" fmla="*/ 4630 w 4716"/>
                              <a:gd name="T3" fmla="*/ 0 h 2100"/>
                              <a:gd name="T4" fmla="*/ 0 w 4716"/>
                              <a:gd name="T5" fmla="*/ 1907 h 2100"/>
                              <a:gd name="T6" fmla="*/ 65 w 4716"/>
                              <a:gd name="T7" fmla="*/ 2100 h 2100"/>
                              <a:gd name="T8" fmla="*/ 4716 w 4716"/>
                              <a:gd name="T9" fmla="*/ 171 h 2100"/>
                            </a:gdLst>
                            <a:ahLst/>
                            <a:cxnLst>
                              <a:cxn ang="0">
                                <a:pos x="T0" y="T1"/>
                              </a:cxn>
                              <a:cxn ang="0">
                                <a:pos x="T2" y="T3"/>
                              </a:cxn>
                              <a:cxn ang="0">
                                <a:pos x="T4" y="T5"/>
                              </a:cxn>
                              <a:cxn ang="0">
                                <a:pos x="T6" y="T7"/>
                              </a:cxn>
                              <a:cxn ang="0">
                                <a:pos x="T8" y="T9"/>
                              </a:cxn>
                            </a:cxnLst>
                            <a:rect l="0" t="0" r="r" b="b"/>
                            <a:pathLst>
                              <a:path w="4716" h="2100">
                                <a:moveTo>
                                  <a:pt x="4716" y="171"/>
                                </a:moveTo>
                                <a:lnTo>
                                  <a:pt x="4630" y="0"/>
                                </a:lnTo>
                                <a:lnTo>
                                  <a:pt x="0" y="1907"/>
                                </a:lnTo>
                                <a:lnTo>
                                  <a:pt x="65" y="2100"/>
                                </a:lnTo>
                                <a:lnTo>
                                  <a:pt x="4716" y="171"/>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13"/>
                        <wps:cNvSpPr>
                          <a:spLocks/>
                        </wps:cNvSpPr>
                        <wps:spPr bwMode="auto">
                          <a:xfrm>
                            <a:off x="5147" y="7686"/>
                            <a:ext cx="2358" cy="1061"/>
                          </a:xfrm>
                          <a:custGeom>
                            <a:avLst/>
                            <a:gdLst>
                              <a:gd name="T0" fmla="*/ 4715 w 4715"/>
                              <a:gd name="T1" fmla="*/ 192 h 2121"/>
                              <a:gd name="T2" fmla="*/ 4650 w 4715"/>
                              <a:gd name="T3" fmla="*/ 0 h 2121"/>
                              <a:gd name="T4" fmla="*/ 0 w 4715"/>
                              <a:gd name="T5" fmla="*/ 1927 h 2121"/>
                              <a:gd name="T6" fmla="*/ 85 w 4715"/>
                              <a:gd name="T7" fmla="*/ 2121 h 2121"/>
                              <a:gd name="T8" fmla="*/ 4715 w 4715"/>
                              <a:gd name="T9" fmla="*/ 192 h 2121"/>
                            </a:gdLst>
                            <a:ahLst/>
                            <a:cxnLst>
                              <a:cxn ang="0">
                                <a:pos x="T0" y="T1"/>
                              </a:cxn>
                              <a:cxn ang="0">
                                <a:pos x="T2" y="T3"/>
                              </a:cxn>
                              <a:cxn ang="0">
                                <a:pos x="T4" y="T5"/>
                              </a:cxn>
                              <a:cxn ang="0">
                                <a:pos x="T6" y="T7"/>
                              </a:cxn>
                              <a:cxn ang="0">
                                <a:pos x="T8" y="T9"/>
                              </a:cxn>
                            </a:cxnLst>
                            <a:rect l="0" t="0" r="r" b="b"/>
                            <a:pathLst>
                              <a:path w="4715" h="2121">
                                <a:moveTo>
                                  <a:pt x="4715" y="192"/>
                                </a:moveTo>
                                <a:lnTo>
                                  <a:pt x="4650" y="0"/>
                                </a:lnTo>
                                <a:lnTo>
                                  <a:pt x="0" y="1927"/>
                                </a:lnTo>
                                <a:lnTo>
                                  <a:pt x="85" y="2121"/>
                                </a:lnTo>
                                <a:lnTo>
                                  <a:pt x="4715" y="192"/>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14"/>
                        <wps:cNvSpPr>
                          <a:spLocks/>
                        </wps:cNvSpPr>
                        <wps:spPr bwMode="auto">
                          <a:xfrm>
                            <a:off x="5297" y="8062"/>
                            <a:ext cx="2358" cy="1050"/>
                          </a:xfrm>
                          <a:custGeom>
                            <a:avLst/>
                            <a:gdLst>
                              <a:gd name="T0" fmla="*/ 4716 w 4716"/>
                              <a:gd name="T1" fmla="*/ 192 h 2098"/>
                              <a:gd name="T2" fmla="*/ 4652 w 4716"/>
                              <a:gd name="T3" fmla="*/ 0 h 2098"/>
                              <a:gd name="T4" fmla="*/ 0 w 4716"/>
                              <a:gd name="T5" fmla="*/ 1927 h 2098"/>
                              <a:gd name="T6" fmla="*/ 86 w 4716"/>
                              <a:gd name="T7" fmla="*/ 2098 h 2098"/>
                              <a:gd name="T8" fmla="*/ 4716 w 4716"/>
                              <a:gd name="T9" fmla="*/ 192 h 2098"/>
                            </a:gdLst>
                            <a:ahLst/>
                            <a:cxnLst>
                              <a:cxn ang="0">
                                <a:pos x="T0" y="T1"/>
                              </a:cxn>
                              <a:cxn ang="0">
                                <a:pos x="T2" y="T3"/>
                              </a:cxn>
                              <a:cxn ang="0">
                                <a:pos x="T4" y="T5"/>
                              </a:cxn>
                              <a:cxn ang="0">
                                <a:pos x="T6" y="T7"/>
                              </a:cxn>
                              <a:cxn ang="0">
                                <a:pos x="T8" y="T9"/>
                              </a:cxn>
                            </a:cxnLst>
                            <a:rect l="0" t="0" r="r" b="b"/>
                            <a:pathLst>
                              <a:path w="4716" h="2098">
                                <a:moveTo>
                                  <a:pt x="4716" y="192"/>
                                </a:moveTo>
                                <a:lnTo>
                                  <a:pt x="4652" y="0"/>
                                </a:lnTo>
                                <a:lnTo>
                                  <a:pt x="0" y="1927"/>
                                </a:lnTo>
                                <a:lnTo>
                                  <a:pt x="86" y="2098"/>
                                </a:lnTo>
                                <a:lnTo>
                                  <a:pt x="4716" y="192"/>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15"/>
                        <wps:cNvSpPr>
                          <a:spLocks/>
                        </wps:cNvSpPr>
                        <wps:spPr bwMode="auto">
                          <a:xfrm>
                            <a:off x="5458" y="8437"/>
                            <a:ext cx="2358" cy="1050"/>
                          </a:xfrm>
                          <a:custGeom>
                            <a:avLst/>
                            <a:gdLst>
                              <a:gd name="T0" fmla="*/ 4715 w 4715"/>
                              <a:gd name="T1" fmla="*/ 172 h 2099"/>
                              <a:gd name="T2" fmla="*/ 4630 w 4715"/>
                              <a:gd name="T3" fmla="*/ 0 h 2099"/>
                              <a:gd name="T4" fmla="*/ 0 w 4715"/>
                              <a:gd name="T5" fmla="*/ 1907 h 2099"/>
                              <a:gd name="T6" fmla="*/ 65 w 4715"/>
                              <a:gd name="T7" fmla="*/ 2099 h 2099"/>
                              <a:gd name="T8" fmla="*/ 4715 w 4715"/>
                              <a:gd name="T9" fmla="*/ 172 h 2099"/>
                            </a:gdLst>
                            <a:ahLst/>
                            <a:cxnLst>
                              <a:cxn ang="0">
                                <a:pos x="T0" y="T1"/>
                              </a:cxn>
                              <a:cxn ang="0">
                                <a:pos x="T2" y="T3"/>
                              </a:cxn>
                              <a:cxn ang="0">
                                <a:pos x="T4" y="T5"/>
                              </a:cxn>
                              <a:cxn ang="0">
                                <a:pos x="T6" y="T7"/>
                              </a:cxn>
                              <a:cxn ang="0">
                                <a:pos x="T8" y="T9"/>
                              </a:cxn>
                            </a:cxnLst>
                            <a:rect l="0" t="0" r="r" b="b"/>
                            <a:pathLst>
                              <a:path w="4715" h="2099">
                                <a:moveTo>
                                  <a:pt x="4715" y="172"/>
                                </a:moveTo>
                                <a:lnTo>
                                  <a:pt x="4630" y="0"/>
                                </a:lnTo>
                                <a:lnTo>
                                  <a:pt x="0" y="1907"/>
                                </a:lnTo>
                                <a:lnTo>
                                  <a:pt x="65" y="2099"/>
                                </a:lnTo>
                                <a:lnTo>
                                  <a:pt x="4715" y="172"/>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Rectangle 116"/>
                        <wps:cNvSpPr>
                          <a:spLocks noChangeArrowheads="1"/>
                        </wps:cNvSpPr>
                        <wps:spPr bwMode="auto">
                          <a:xfrm>
                            <a:off x="6508" y="4605"/>
                            <a:ext cx="4019" cy="4659"/>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17"/>
                        <wps:cNvSpPr>
                          <a:spLocks noChangeArrowheads="1"/>
                        </wps:cNvSpPr>
                        <wps:spPr bwMode="auto">
                          <a:xfrm>
                            <a:off x="6894" y="4912"/>
                            <a:ext cx="3215" cy="40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18"/>
                        <wps:cNvSpPr>
                          <a:spLocks/>
                        </wps:cNvSpPr>
                        <wps:spPr bwMode="auto">
                          <a:xfrm>
                            <a:off x="6959" y="5383"/>
                            <a:ext cx="396" cy="397"/>
                          </a:xfrm>
                          <a:custGeom>
                            <a:avLst/>
                            <a:gdLst>
                              <a:gd name="T0" fmla="*/ 386 w 793"/>
                              <a:gd name="T1" fmla="*/ 793 h 793"/>
                              <a:gd name="T2" fmla="*/ 600 w 793"/>
                              <a:gd name="T3" fmla="*/ 750 h 793"/>
                              <a:gd name="T4" fmla="*/ 729 w 793"/>
                              <a:gd name="T5" fmla="*/ 599 h 793"/>
                              <a:gd name="T6" fmla="*/ 793 w 793"/>
                              <a:gd name="T7" fmla="*/ 407 h 793"/>
                              <a:gd name="T8" fmla="*/ 793 w 793"/>
                              <a:gd name="T9" fmla="*/ 407 h 793"/>
                              <a:gd name="T10" fmla="*/ 729 w 793"/>
                              <a:gd name="T11" fmla="*/ 193 h 793"/>
                              <a:gd name="T12" fmla="*/ 600 w 793"/>
                              <a:gd name="T13" fmla="*/ 65 h 793"/>
                              <a:gd name="T14" fmla="*/ 386 w 793"/>
                              <a:gd name="T15" fmla="*/ 0 h 793"/>
                              <a:gd name="T16" fmla="*/ 386 w 793"/>
                              <a:gd name="T17" fmla="*/ 0 h 793"/>
                              <a:gd name="T18" fmla="*/ 193 w 793"/>
                              <a:gd name="T19" fmla="*/ 65 h 793"/>
                              <a:gd name="T20" fmla="*/ 43 w 793"/>
                              <a:gd name="T21" fmla="*/ 193 h 793"/>
                              <a:gd name="T22" fmla="*/ 0 w 793"/>
                              <a:gd name="T23" fmla="*/ 407 h 793"/>
                              <a:gd name="T24" fmla="*/ 0 w 793"/>
                              <a:gd name="T25" fmla="*/ 407 h 793"/>
                              <a:gd name="T26" fmla="*/ 43 w 793"/>
                              <a:gd name="T27" fmla="*/ 599 h 793"/>
                              <a:gd name="T28" fmla="*/ 193 w 793"/>
                              <a:gd name="T29" fmla="*/ 750 h 793"/>
                              <a:gd name="T30" fmla="*/ 386 w 793"/>
                              <a:gd name="T31" fmla="*/ 793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93" h="793">
                                <a:moveTo>
                                  <a:pt x="386" y="793"/>
                                </a:moveTo>
                                <a:lnTo>
                                  <a:pt x="600" y="750"/>
                                </a:lnTo>
                                <a:lnTo>
                                  <a:pt x="729" y="599"/>
                                </a:lnTo>
                                <a:lnTo>
                                  <a:pt x="793" y="407"/>
                                </a:lnTo>
                                <a:lnTo>
                                  <a:pt x="729" y="193"/>
                                </a:lnTo>
                                <a:lnTo>
                                  <a:pt x="600" y="65"/>
                                </a:lnTo>
                                <a:lnTo>
                                  <a:pt x="386" y="0"/>
                                </a:lnTo>
                                <a:lnTo>
                                  <a:pt x="193" y="65"/>
                                </a:lnTo>
                                <a:lnTo>
                                  <a:pt x="43" y="193"/>
                                </a:lnTo>
                                <a:lnTo>
                                  <a:pt x="0" y="407"/>
                                </a:lnTo>
                                <a:lnTo>
                                  <a:pt x="43" y="599"/>
                                </a:lnTo>
                                <a:lnTo>
                                  <a:pt x="193" y="750"/>
                                </a:lnTo>
                                <a:lnTo>
                                  <a:pt x="386" y="793"/>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19"/>
                        <wps:cNvSpPr>
                          <a:spLocks/>
                        </wps:cNvSpPr>
                        <wps:spPr bwMode="auto">
                          <a:xfrm>
                            <a:off x="6959" y="6647"/>
                            <a:ext cx="396" cy="396"/>
                          </a:xfrm>
                          <a:custGeom>
                            <a:avLst/>
                            <a:gdLst>
                              <a:gd name="T0" fmla="*/ 386 w 793"/>
                              <a:gd name="T1" fmla="*/ 792 h 792"/>
                              <a:gd name="T2" fmla="*/ 600 w 793"/>
                              <a:gd name="T3" fmla="*/ 750 h 792"/>
                              <a:gd name="T4" fmla="*/ 729 w 793"/>
                              <a:gd name="T5" fmla="*/ 599 h 792"/>
                              <a:gd name="T6" fmla="*/ 793 w 793"/>
                              <a:gd name="T7" fmla="*/ 407 h 792"/>
                              <a:gd name="T8" fmla="*/ 793 w 793"/>
                              <a:gd name="T9" fmla="*/ 407 h 792"/>
                              <a:gd name="T10" fmla="*/ 729 w 793"/>
                              <a:gd name="T11" fmla="*/ 192 h 792"/>
                              <a:gd name="T12" fmla="*/ 600 w 793"/>
                              <a:gd name="T13" fmla="*/ 64 h 792"/>
                              <a:gd name="T14" fmla="*/ 386 w 793"/>
                              <a:gd name="T15" fmla="*/ 0 h 792"/>
                              <a:gd name="T16" fmla="*/ 386 w 793"/>
                              <a:gd name="T17" fmla="*/ 0 h 792"/>
                              <a:gd name="T18" fmla="*/ 193 w 793"/>
                              <a:gd name="T19" fmla="*/ 64 h 792"/>
                              <a:gd name="T20" fmla="*/ 43 w 793"/>
                              <a:gd name="T21" fmla="*/ 192 h 792"/>
                              <a:gd name="T22" fmla="*/ 0 w 793"/>
                              <a:gd name="T23" fmla="*/ 407 h 792"/>
                              <a:gd name="T24" fmla="*/ 0 w 793"/>
                              <a:gd name="T25" fmla="*/ 407 h 792"/>
                              <a:gd name="T26" fmla="*/ 43 w 793"/>
                              <a:gd name="T27" fmla="*/ 599 h 792"/>
                              <a:gd name="T28" fmla="*/ 193 w 793"/>
                              <a:gd name="T29" fmla="*/ 750 h 792"/>
                              <a:gd name="T30" fmla="*/ 386 w 793"/>
                              <a:gd name="T31" fmla="*/ 792 h 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93" h="792">
                                <a:moveTo>
                                  <a:pt x="386" y="792"/>
                                </a:moveTo>
                                <a:lnTo>
                                  <a:pt x="600" y="750"/>
                                </a:lnTo>
                                <a:lnTo>
                                  <a:pt x="729" y="599"/>
                                </a:lnTo>
                                <a:lnTo>
                                  <a:pt x="793" y="407"/>
                                </a:lnTo>
                                <a:lnTo>
                                  <a:pt x="729" y="192"/>
                                </a:lnTo>
                                <a:lnTo>
                                  <a:pt x="600" y="64"/>
                                </a:lnTo>
                                <a:lnTo>
                                  <a:pt x="386" y="0"/>
                                </a:lnTo>
                                <a:lnTo>
                                  <a:pt x="193" y="64"/>
                                </a:lnTo>
                                <a:lnTo>
                                  <a:pt x="43" y="192"/>
                                </a:lnTo>
                                <a:lnTo>
                                  <a:pt x="0" y="407"/>
                                </a:lnTo>
                                <a:lnTo>
                                  <a:pt x="43" y="599"/>
                                </a:lnTo>
                                <a:lnTo>
                                  <a:pt x="193" y="750"/>
                                </a:lnTo>
                                <a:lnTo>
                                  <a:pt x="386" y="792"/>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20"/>
                        <wps:cNvSpPr>
                          <a:spLocks/>
                        </wps:cNvSpPr>
                        <wps:spPr bwMode="auto">
                          <a:xfrm>
                            <a:off x="6959" y="7891"/>
                            <a:ext cx="396" cy="407"/>
                          </a:xfrm>
                          <a:custGeom>
                            <a:avLst/>
                            <a:gdLst>
                              <a:gd name="T0" fmla="*/ 386 w 793"/>
                              <a:gd name="T1" fmla="*/ 815 h 815"/>
                              <a:gd name="T2" fmla="*/ 600 w 793"/>
                              <a:gd name="T3" fmla="*/ 751 h 815"/>
                              <a:gd name="T4" fmla="*/ 729 w 793"/>
                              <a:gd name="T5" fmla="*/ 600 h 815"/>
                              <a:gd name="T6" fmla="*/ 793 w 793"/>
                              <a:gd name="T7" fmla="*/ 407 h 815"/>
                              <a:gd name="T8" fmla="*/ 793 w 793"/>
                              <a:gd name="T9" fmla="*/ 407 h 815"/>
                              <a:gd name="T10" fmla="*/ 729 w 793"/>
                              <a:gd name="T11" fmla="*/ 215 h 815"/>
                              <a:gd name="T12" fmla="*/ 600 w 793"/>
                              <a:gd name="T13" fmla="*/ 65 h 815"/>
                              <a:gd name="T14" fmla="*/ 386 w 793"/>
                              <a:gd name="T15" fmla="*/ 0 h 815"/>
                              <a:gd name="T16" fmla="*/ 386 w 793"/>
                              <a:gd name="T17" fmla="*/ 0 h 815"/>
                              <a:gd name="T18" fmla="*/ 193 w 793"/>
                              <a:gd name="T19" fmla="*/ 65 h 815"/>
                              <a:gd name="T20" fmla="*/ 43 w 793"/>
                              <a:gd name="T21" fmla="*/ 215 h 815"/>
                              <a:gd name="T22" fmla="*/ 0 w 793"/>
                              <a:gd name="T23" fmla="*/ 407 h 815"/>
                              <a:gd name="T24" fmla="*/ 0 w 793"/>
                              <a:gd name="T25" fmla="*/ 407 h 815"/>
                              <a:gd name="T26" fmla="*/ 43 w 793"/>
                              <a:gd name="T27" fmla="*/ 600 h 815"/>
                              <a:gd name="T28" fmla="*/ 193 w 793"/>
                              <a:gd name="T29" fmla="*/ 751 h 815"/>
                              <a:gd name="T30" fmla="*/ 386 w 793"/>
                              <a:gd name="T31" fmla="*/ 815 h 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93" h="815">
                                <a:moveTo>
                                  <a:pt x="386" y="815"/>
                                </a:moveTo>
                                <a:lnTo>
                                  <a:pt x="600" y="751"/>
                                </a:lnTo>
                                <a:lnTo>
                                  <a:pt x="729" y="600"/>
                                </a:lnTo>
                                <a:lnTo>
                                  <a:pt x="793" y="407"/>
                                </a:lnTo>
                                <a:lnTo>
                                  <a:pt x="729" y="215"/>
                                </a:lnTo>
                                <a:lnTo>
                                  <a:pt x="600" y="65"/>
                                </a:lnTo>
                                <a:lnTo>
                                  <a:pt x="386" y="0"/>
                                </a:lnTo>
                                <a:lnTo>
                                  <a:pt x="193" y="65"/>
                                </a:lnTo>
                                <a:lnTo>
                                  <a:pt x="43" y="215"/>
                                </a:lnTo>
                                <a:lnTo>
                                  <a:pt x="0" y="407"/>
                                </a:lnTo>
                                <a:lnTo>
                                  <a:pt x="43" y="600"/>
                                </a:lnTo>
                                <a:lnTo>
                                  <a:pt x="193" y="751"/>
                                </a:lnTo>
                                <a:lnTo>
                                  <a:pt x="386" y="815"/>
                                </a:lnTo>
                                <a:close/>
                              </a:path>
                            </a:pathLst>
                          </a:custGeom>
                          <a:solidFill>
                            <a:srgbClr val="E3E3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Rectangle 121"/>
                        <wps:cNvSpPr>
                          <a:spLocks noChangeArrowheads="1"/>
                        </wps:cNvSpPr>
                        <wps:spPr bwMode="auto">
                          <a:xfrm>
                            <a:off x="7494" y="4923"/>
                            <a:ext cx="97" cy="3995"/>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122"/>
                        <wps:cNvSpPr>
                          <a:spLocks noChangeArrowheads="1"/>
                        </wps:cNvSpPr>
                        <wps:spPr bwMode="auto">
                          <a:xfrm>
                            <a:off x="7591" y="5383"/>
                            <a:ext cx="2518" cy="97"/>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Rectangle 123"/>
                        <wps:cNvSpPr>
                          <a:spLocks noChangeArrowheads="1"/>
                        </wps:cNvSpPr>
                        <wps:spPr bwMode="auto">
                          <a:xfrm>
                            <a:off x="7591" y="5780"/>
                            <a:ext cx="2518" cy="107"/>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124"/>
                        <wps:cNvSpPr>
                          <a:spLocks noChangeArrowheads="1"/>
                        </wps:cNvSpPr>
                        <wps:spPr bwMode="auto">
                          <a:xfrm>
                            <a:off x="7591" y="6187"/>
                            <a:ext cx="2518" cy="9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125"/>
                        <wps:cNvSpPr>
                          <a:spLocks noChangeArrowheads="1"/>
                        </wps:cNvSpPr>
                        <wps:spPr bwMode="auto">
                          <a:xfrm>
                            <a:off x="7591" y="6583"/>
                            <a:ext cx="2518" cy="107"/>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126"/>
                        <wps:cNvSpPr>
                          <a:spLocks noChangeArrowheads="1"/>
                        </wps:cNvSpPr>
                        <wps:spPr bwMode="auto">
                          <a:xfrm>
                            <a:off x="7591" y="6990"/>
                            <a:ext cx="2518" cy="9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127"/>
                        <wps:cNvSpPr>
                          <a:spLocks noChangeArrowheads="1"/>
                        </wps:cNvSpPr>
                        <wps:spPr bwMode="auto">
                          <a:xfrm>
                            <a:off x="7591" y="7386"/>
                            <a:ext cx="2518" cy="108"/>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128"/>
                        <wps:cNvSpPr>
                          <a:spLocks noChangeArrowheads="1"/>
                        </wps:cNvSpPr>
                        <wps:spPr bwMode="auto">
                          <a:xfrm>
                            <a:off x="7591" y="7794"/>
                            <a:ext cx="2518" cy="97"/>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129"/>
                        <wps:cNvSpPr>
                          <a:spLocks noChangeArrowheads="1"/>
                        </wps:cNvSpPr>
                        <wps:spPr bwMode="auto">
                          <a:xfrm>
                            <a:off x="7591" y="8190"/>
                            <a:ext cx="2518" cy="108"/>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130"/>
                        <wps:cNvSpPr>
                          <a:spLocks noChangeArrowheads="1"/>
                        </wps:cNvSpPr>
                        <wps:spPr bwMode="auto">
                          <a:xfrm>
                            <a:off x="7591" y="8597"/>
                            <a:ext cx="2518" cy="96"/>
                          </a:xfrm>
                          <a:prstGeom prst="rect">
                            <a:avLst/>
                          </a:prstGeom>
                          <a:solidFill>
                            <a:srgbClr val="E3E3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131"/>
                        <wps:cNvCnPr>
                          <a:cxnSpLocks noChangeShapeType="1"/>
                        </wps:cNvCnPr>
                        <wps:spPr bwMode="auto">
                          <a:xfrm>
                            <a:off x="7708" y="3521"/>
                            <a:ext cx="0" cy="2715"/>
                          </a:xfrm>
                          <a:prstGeom prst="line">
                            <a:avLst/>
                          </a:prstGeom>
                          <a:noFill/>
                          <a:ln w="19050">
                            <a:solidFill>
                              <a:srgbClr val="C0C0C0"/>
                            </a:solidFill>
                            <a:round/>
                            <a:headEnd/>
                            <a:tailEnd/>
                          </a:ln>
                          <a:extLst>
                            <a:ext uri="{909E8E84-426E-40DD-AFC4-6F175D3DCCD1}">
                              <a14:hiddenFill xmlns:a14="http://schemas.microsoft.com/office/drawing/2010/main">
                                <a:noFill/>
                              </a14:hiddenFill>
                            </a:ext>
                          </a:extLst>
                        </wps:spPr>
                        <wps:bodyPr/>
                      </wps:wsp>
                      <wps:wsp>
                        <wps:cNvPr id="70" name="Line 132"/>
                        <wps:cNvCnPr>
                          <a:cxnSpLocks noChangeShapeType="1"/>
                        </wps:cNvCnPr>
                        <wps:spPr bwMode="auto">
                          <a:xfrm flipH="1">
                            <a:off x="2164" y="6979"/>
                            <a:ext cx="0" cy="6686"/>
                          </a:xfrm>
                          <a:prstGeom prst="line">
                            <a:avLst/>
                          </a:prstGeom>
                          <a:noFill/>
                          <a:ln w="19050">
                            <a:solidFill>
                              <a:srgbClr val="C0C0C0"/>
                            </a:solidFill>
                            <a:round/>
                            <a:headEnd/>
                            <a:tailEnd/>
                          </a:ln>
                          <a:extLst>
                            <a:ext uri="{909E8E84-426E-40DD-AFC4-6F175D3DCCD1}">
                              <a14:hiddenFill xmlns:a14="http://schemas.microsoft.com/office/drawing/2010/main">
                                <a:noFill/>
                              </a14:hiddenFill>
                            </a:ext>
                          </a:extLst>
                        </wps:spPr>
                        <wps:bodyPr/>
                      </wps:wsp>
                      <wps:wsp>
                        <wps:cNvPr id="71" name="Rectangle 133"/>
                        <wps:cNvSpPr>
                          <a:spLocks noChangeArrowheads="1"/>
                        </wps:cNvSpPr>
                        <wps:spPr bwMode="auto">
                          <a:xfrm>
                            <a:off x="2164" y="13435"/>
                            <a:ext cx="8460" cy="2835"/>
                          </a:xfrm>
                          <a:prstGeom prst="rect">
                            <a:avLst/>
                          </a:prstGeom>
                          <a:noFill/>
                          <a:ln w="19050">
                            <a:solidFill>
                              <a:srgbClr val="C0C0C0"/>
                            </a:solidFill>
                            <a:miter lim="800000"/>
                            <a:headEnd/>
                            <a:tailEnd/>
                          </a:ln>
                          <a:extLst>
                            <a:ext uri="{909E8E84-426E-40DD-AFC4-6F175D3DCCD1}">
                              <a14:hiddenFill xmlns:a14="http://schemas.microsoft.com/office/drawing/2010/main">
                                <a:solidFill>
                                  <a:srgbClr val="FFFFFF"/>
                                </a:solidFill>
                              </a14:hiddenFill>
                            </a:ext>
                          </a:extLst>
                        </wps:spPr>
                        <wps:txbx>
                          <w:txbxContent>
                            <w:p w14:paraId="26F88821" w14:textId="77777777" w:rsidR="00B56074" w:rsidRDefault="00B56074" w:rsidP="00E762A2">
                              <w:pPr>
                                <w:spacing w:before="60" w:after="120"/>
                                <w:jc w:val="center"/>
                                <w:rPr>
                                  <w:rFonts w:ascii="Arial Black" w:hAnsi="Arial Black"/>
                                  <w:sz w:val="36"/>
                                  <w:szCs w:val="36"/>
                                </w:rPr>
                              </w:pPr>
                            </w:p>
                            <w:p w14:paraId="278B0FF0" w14:textId="77777777" w:rsidR="00B56074" w:rsidRDefault="00B56074" w:rsidP="00E762A2">
                              <w:pPr>
                                <w:spacing w:before="60" w:after="120"/>
                                <w:jc w:val="center"/>
                                <w:rPr>
                                  <w:rFonts w:ascii="Arial Black" w:hAnsi="Arial Black"/>
                                  <w:sz w:val="56"/>
                                  <w:szCs w:val="56"/>
                                </w:rPr>
                              </w:pPr>
                              <w:r>
                                <w:rPr>
                                  <w:rFonts w:ascii="Arial Black" w:hAnsi="Arial Black"/>
                                  <w:sz w:val="56"/>
                                  <w:szCs w:val="56"/>
                                </w:rPr>
                                <w:t>Modulo CONTRA</w:t>
                              </w:r>
                            </w:p>
                            <w:p w14:paraId="1CEF3BA3" w14:textId="7B81ABEC" w:rsidR="00B56074" w:rsidRPr="007F692C" w:rsidRDefault="00BE62EE" w:rsidP="00E762A2">
                              <w:pPr>
                                <w:spacing w:before="60" w:after="120"/>
                                <w:jc w:val="center"/>
                                <w:rPr>
                                  <w:rFonts w:ascii="Arial Black" w:hAnsi="Arial Black"/>
                                  <w:sz w:val="40"/>
                                  <w:szCs w:val="40"/>
                                </w:rPr>
                              </w:pPr>
                              <w:r>
                                <w:rPr>
                                  <w:rFonts w:ascii="Arial Black" w:hAnsi="Arial Black"/>
                                  <w:sz w:val="40"/>
                                  <w:szCs w:val="40"/>
                                </w:rPr>
                                <w:t>Maggio</w:t>
                              </w:r>
                              <w:r w:rsidR="00B56074" w:rsidRPr="003F7A2E">
                                <w:rPr>
                                  <w:rFonts w:ascii="Arial Black" w:hAnsi="Arial Black"/>
                                  <w:sz w:val="40"/>
                                  <w:szCs w:val="40"/>
                                </w:rPr>
                                <w:t xml:space="preserve"> 20</w:t>
                              </w:r>
                              <w:r w:rsidR="00B56074">
                                <w:rPr>
                                  <w:rFonts w:ascii="Arial Black" w:hAnsi="Arial Black"/>
                                  <w:sz w:val="40"/>
                                  <w:szCs w:val="40"/>
                                </w:rPr>
                                <w:t>2</w:t>
                              </w:r>
                              <w:r w:rsidR="00B61EC1">
                                <w:rPr>
                                  <w:rFonts w:ascii="Arial Black" w:hAnsi="Arial Black"/>
                                  <w:sz w:val="40"/>
                                  <w:szCs w:val="40"/>
                                </w:rPr>
                                <w:t>4</w:t>
                              </w:r>
                            </w:p>
                          </w:txbxContent>
                        </wps:txbx>
                        <wps:bodyPr rot="0" vert="horz" wrap="square" lIns="0" tIns="0" rIns="0" bIns="0" anchor="t" anchorCtr="0" upright="1">
                          <a:noAutofit/>
                        </wps:bodyPr>
                      </wps:wsp>
                      <wps:wsp>
                        <wps:cNvPr id="72" name="Rectangle 134"/>
                        <wps:cNvSpPr>
                          <a:spLocks noChangeArrowheads="1"/>
                        </wps:cNvSpPr>
                        <wps:spPr bwMode="auto">
                          <a:xfrm>
                            <a:off x="2164" y="6236"/>
                            <a:ext cx="5547" cy="779"/>
                          </a:xfrm>
                          <a:prstGeom prst="rect">
                            <a:avLst/>
                          </a:prstGeom>
                          <a:noFill/>
                          <a:ln w="19050">
                            <a:solidFill>
                              <a:srgbClr val="C0C0C0"/>
                            </a:solidFill>
                            <a:miter lim="800000"/>
                            <a:headEnd/>
                            <a:tailEnd/>
                          </a:ln>
                          <a:extLst>
                            <a:ext uri="{909E8E84-426E-40DD-AFC4-6F175D3DCCD1}">
                              <a14:hiddenFill xmlns:a14="http://schemas.microsoft.com/office/drawing/2010/main">
                                <a:solidFill>
                                  <a:srgbClr val="FFFFFF"/>
                                </a:solidFill>
                              </a14:hiddenFill>
                            </a:ext>
                          </a:extLst>
                        </wps:spPr>
                        <wps:txbx>
                          <w:txbxContent>
                            <w:p w14:paraId="5854CD9D" w14:textId="77777777" w:rsidR="00B56074" w:rsidRDefault="00B56074" w:rsidP="00E762A2">
                              <w:pPr>
                                <w:jc w:val="center"/>
                                <w:rPr>
                                  <w:rFonts w:ascii="Arial Black" w:hAnsi="Arial Black"/>
                                  <w:sz w:val="40"/>
                                  <w:szCs w:val="40"/>
                                  <w:lang w:val="en-US"/>
                                </w:rPr>
                              </w:pPr>
                              <w:r>
                                <w:rPr>
                                  <w:rFonts w:ascii="Arial Black" w:hAnsi="Arial Black"/>
                                  <w:sz w:val="40"/>
                                  <w:szCs w:val="40"/>
                                  <w:lang w:val="en-US"/>
                                </w:rPr>
                                <w:t>PAGHE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AC491C" id="Gruppo 3" o:spid="_x0000_s1026" style="position:absolute;left:0;text-align:left;margin-left:31.85pt;margin-top:8.95pt;width:442.65pt;height:637.45pt;z-index:251658240" coordorigin="1771,3521" coordsize="8853,12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">
                <v:line id="Line 70" o:spid="_x0000_s1027" style="position:absolute;flip:x y;visibility:visible;mso-wrap-style:square" from="3308,3521" to="7723,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" strokecolor="silver" strokeweight="1.5pt"/>
                <v:rect id="Rectangle 71" o:spid="_x0000_s1028" style="position:absolute;left:2350;top:9149;width:4662;height:4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" fillcolor="#e3e3e3" stroked="f"/>
                <v:rect id="Rectangle 72" o:spid="_x0000_s1029" style="position:absolute;left:2661;top:9566;width:4008;height:3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" stroked="f"/>
                <v:shape id="Freeform 73" o:spid="_x0000_s1030" style="position:absolute;left:3132;top:12329;width:397;height:397;visibility:visible;mso-wrap-style:square;v-text-anchor:top" coordsize="79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" path="m794,386l751,193,600,43,407,,193,43,65,193,,386,65,600,193,728r214,65l600,728,751,600,794,386xe" fillcolor="#e3e3e3" stroked="f">
                  <v:path arrowok="t" o:connecttype="custom" o:connectlocs="397,193;376,97;300,22;204,0;204,0;97,22;33,97;0,193;0,193;33,300;97,364;204,397;204,397;300,364;376,300;397,193" o:connectangles="0,0,0,0,0,0,0,0,0,0,0,0,0,0,0,0"/>
                </v:shape>
                <v:shape id="Freeform 74" o:spid="_x0000_s1031" style="position:absolute;left:4397;top:12329;width:397;height:397;visibility:visible;mso-wrap-style:square;v-text-anchor:top" coordsize="793,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" path="m793,386l750,193,599,43,407,,214,43,64,193,,386,64,600,214,728r193,65l599,728,750,600,793,386xe" fillcolor="#e3e3e3" stroked="f">
                  <v:path arrowok="t" o:connecttype="custom" o:connectlocs="397,193;375,97;300,22;204,0;204,0;107,22;32,97;0,193;0,193;32,300;107,364;204,397;204,397;300,364;375,300;397,193" o:connectangles="0,0,0,0,0,0,0,0,0,0,0,0,0,0,0,0"/>
                </v:shape>
                <v:shape id="Freeform 75" o:spid="_x0000_s1032" style="position:absolute;left:5651;top:12329;width:397;height:397;visibility:visible;mso-wrap-style:square;v-text-anchor:top" coordsize="793,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" path="m793,386l729,193,600,43,385,,192,43,43,193,,386,43,600,192,728r193,65l600,728,729,600,793,386xe" fillcolor="#e3e3e3" stroked="f">
                  <v:path arrowok="t" o:connecttype="custom" o:connectlocs="397,193;365,97;300,22;193,0;193,0;96,22;22,97;0,193;0,193;22,300;96,364;193,397;193,397;300,364;365,300;397,193" o:connectangles="0,0,0,0,0,0,0,0,0,0,0,0,0,0,0,0"/>
                </v:shape>
                <v:rect id="Rectangle 76" o:spid="_x0000_s1033" style="position:absolute;left:2671;top:12083;width:3998;height: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" fillcolor="#e3e3e3" stroked="f"/>
                <v:rect id="Rectangle 77" o:spid="_x0000_s1034" style="position:absolute;left:3132;top:9577;width:97;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" fillcolor="#e3e3e3" stroked="f"/>
                <v:rect id="Rectangle 78" o:spid="_x0000_s1035" style="position:absolute;left:3540;top:9577;width:96;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" fillcolor="#e3e3e3" stroked="f"/>
                <v:rect id="Rectangle 79" o:spid="_x0000_s1036" style="position:absolute;left:3936;top:9577;width:96;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" fillcolor="#e3e3e3" stroked="f"/>
                <v:rect id="Rectangle 80" o:spid="_x0000_s1037" style="position:absolute;left:4344;top:9577;width:96;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" fillcolor="#e3e3e3" stroked="f"/>
                <v:rect id="Rectangle 81" o:spid="_x0000_s1038" style="position:absolute;left:4740;top:9577;width:96;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" fillcolor="#e3e3e3" stroked="f"/>
                <v:rect id="Rectangle 82" o:spid="_x0000_s1039" style="position:absolute;left:5147;top:9577;width:97;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" fillcolor="#e3e3e3" stroked="f"/>
                <v:rect id="Rectangle 83" o:spid="_x0000_s1040" style="position:absolute;left:5544;top:9577;width:96;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" fillcolor="#e3e3e3" stroked="f"/>
                <v:rect id="Rectangle 84" o:spid="_x0000_s1041" style="position:absolute;left:5951;top:9577;width:97;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" fillcolor="#e3e3e3" stroked="f"/>
                <v:rect id="Rectangle 85" o:spid="_x0000_s1042" style="position:absolute;left:6347;top:9577;width:97;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" fillcolor="#e3e3e3" stroked="f"/>
                <v:shape id="Freeform 86" o:spid="_x0000_s1043" style="position:absolute;left:1771;top:6187;width:6141;height:6126;visibility:visible;mso-wrap-style:square;v-text-anchor:top" coordsize="12282,1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" path="m12282,6576l5680,,,5676r6580,6576l12282,6576xe" fillcolor="#e3e3e3" stroked="f">
                  <v:path arrowok="t" o:connecttype="custom" o:connectlocs="6141,3288;2840,0;0,2838;3290,6126;6141,3288" o:connectangles="0,0,0,0,0"/>
                </v:shape>
                <v:shape id="Freeform 87" o:spid="_x0000_s1044" style="position:absolute;left:2264;top:6701;width:5112;height:5109;visibility:visible;mso-wrap-style:square;v-text-anchor:top" coordsize="10224,1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" path="m10224,5656l4544,,,4542r5680,5677l10224,5656xe" stroked="f">
                  <v:path arrowok="t" o:connecttype="custom" o:connectlocs="5112,2828;2272,0;0,2271;2840,5109;5112,2828" o:connectangles="0,0,0,0,0"/>
                </v:shape>
                <v:shape id="Freeform 88" o:spid="_x0000_s1045" style="position:absolute;left:2725;top:9068;width:386;height:385;visibility:visible;mso-wrap-style:square;v-text-anchor:top" coordsize="771,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" path="m665,664l771,493r,-194l665,107,493,,278,,107,107,,299,,493,107,664,278,771r215,l665,664xe" fillcolor="#e3e3e3" stroked="f">
                  <v:path arrowok="t" o:connecttype="custom" o:connectlocs="333,332;386,246;386,149;333,53;333,53;247,0;139,0;54,53;54,53;0,149;0,246;54,332;54,332;139,385;247,385;333,332" o:connectangles="0,0,0,0,0,0,0,0,0,0,0,0,0,0,0,0"/>
                </v:shape>
                <v:shape id="Freeform 89" o:spid="_x0000_s1046" style="position:absolute;left:3625;top:9738;width:386;height:385;visibility:visible;mso-wrap-style:square;v-text-anchor:top" coordsize="771,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" path="m664,664l771,472r,-193l664,107,471,,279,,106,107,,279,,472,106,664,279,772r192,l664,664xe" fillcolor="#e3e3e3" stroked="f">
                  <v:path arrowok="t" o:connecttype="custom" o:connectlocs="332,331;386,235;386,139;332,53;332,53;236,0;140,0;53,53;53,53;0,139;0,235;53,331;53,331;140,385;236,385;332,331" o:connectangles="0,0,0,0,0,0,0,0,0,0,0,0,0,0,0,0"/>
                </v:shape>
                <v:shape id="Freeform 90" o:spid="_x0000_s1047" style="position:absolute;left:4504;top:10616;width:386;height:386;visibility:visible;mso-wrap-style:square;v-text-anchor:top" coordsize="772,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" path="m664,664l772,492r,-214l664,107,493,,279,,108,107,,278,,492,108,664,279,771r214,l664,664xe" fillcolor="#e3e3e3" stroked="f">
                  <v:path arrowok="t" o:connecttype="custom" o:connectlocs="332,332;386,246;386,139;332,54;332,54;247,0;140,0;54,54;54,54;0,139;0,246;54,332;54,332;140,386;247,386;332,332" o:connectangles="0,0,0,0,0,0,0,0,0,0,0,0,0,0,0,0"/>
                </v:shape>
                <v:shape id="Freeform 91" o:spid="_x0000_s1048" style="position:absolute;left:2693;top:8479;width:2894;height:2903;visibility:visible;mso-wrap-style:square;v-text-anchor:top" coordsize="5787,5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" path="m5787,5655l149,,,149,5658,5805r129,-150xe" fillcolor="#e3e3e3" stroked="f">
                  <v:path arrowok="t" o:connecttype="custom" o:connectlocs="2894,2828;75,0;0,75;2829,2903;2894,2828" o:connectangles="0,0,0,0,0"/>
                </v:shape>
                <v:shape id="Freeform 92" o:spid="_x0000_s1049" style="position:absolute;left:3089;top:7033;width:1844;height:1842;visibility:visible;mso-wrap-style:square;v-text-anchor:top" coordsize="3687,3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" path="m3687,150l3559,,,3556r151,128l3687,150xe" fillcolor="#e3e3e3" stroked="f">
                  <v:path arrowok="t" o:connecttype="custom" o:connectlocs="1844,75;1780,0;0,1778;76,1842;1844,75" o:connectangles="0,0,0,0,0"/>
                </v:shape>
                <v:shape id="Freeform 93" o:spid="_x0000_s1050" style="position:absolute;left:3379;top:7322;width:1843;height:1842;visibility:visible;mso-wrap-style:square;v-text-anchor:top" coordsize="3686,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" path="m3686,128l3537,,,3535r128,150l3686,128xe" fillcolor="#e3e3e3" stroked="f">
                  <v:path arrowok="t" o:connecttype="custom" o:connectlocs="1843,64;1769,0;0,1767;64,1842;1843,64" o:connectangles="0,0,0,0,0"/>
                </v:shape>
                <v:shape id="Freeform 94" o:spid="_x0000_s1051" style="position:absolute;left:3658;top:7601;width:1843;height:1842;visibility:visible;mso-wrap-style:square;v-text-anchor:top" coordsize="3686,3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" path="m3686,149l3558,,,3555r150,129l3686,149xe" fillcolor="#e3e3e3" stroked="f">
                  <v:path arrowok="t" o:connecttype="custom" o:connectlocs="1843,75;1779,0;0,1778;75,1842;1843,75" o:connectangles="0,0,0,0,0"/>
                </v:shape>
                <v:shape id="Freeform 95" o:spid="_x0000_s1052" style="position:absolute;left:3947;top:7891;width:1843;height:1842;visibility:visible;mso-wrap-style:square;v-text-anchor:top" coordsize="3686,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" path="m3686,130l3537,,,3535r128,150l3686,130xe" fillcolor="#e3e3e3" stroked="f">
                  <v:path arrowok="t" o:connecttype="custom" o:connectlocs="1843,65;1769,0;0,1767;64,1842;1843,65" o:connectangles="0,0,0,0,0"/>
                </v:shape>
                <v:shape id="Freeform 96" o:spid="_x0000_s1053" style="position:absolute;left:4226;top:8169;width:1843;height:1853;visibility:visible;mso-wrap-style:square;v-text-anchor:top" coordsize="3686,3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" path="m3686,149l3558,,,3555r150,150l3686,149xe" fillcolor="#e3e3e3" stroked="f">
                  <v:path arrowok="t" o:connecttype="custom" o:connectlocs="1843,75;1779,0;0,1778;75,1853;1843,75" o:connectangles="0,0,0,0,0"/>
                </v:shape>
                <v:shape id="Freeform 97" o:spid="_x0000_s1054" style="position:absolute;left:4515;top:8457;width:1843;height:1843;visibility:visible;mso-wrap-style:square;v-text-anchor:top" coordsize="3686,3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" path="m3686,129l3537,,,3535r128,149l3686,129xe" fillcolor="#e3e3e3" stroked="f">
                  <v:path arrowok="t" o:connecttype="custom" o:connectlocs="1843,65;1769,0;0,1768;64,1843;1843,65" o:connectangles="0,0,0,0,0"/>
                </v:shape>
                <v:shape id="Freeform 98" o:spid="_x0000_s1055" style="position:absolute;left:4794;top:8736;width:1853;height:1853;visibility:visible;mso-wrap-style:square;v-text-anchor:top" coordsize="3708,3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" path="m3708,150l3558,,,3556r150,150l3708,150xe" fillcolor="#e3e3e3" stroked="f">
                  <v:path arrowok="t" o:connecttype="custom" o:connectlocs="1853,75;1778,0;0,1778;75,1853;1853,75" o:connectangles="0,0,0,0,0"/>
                </v:shape>
                <v:shape id="Freeform 99" o:spid="_x0000_s1056" style="position:absolute;left:5083;top:9025;width:1843;height:1842;visibility:visible;mso-wrap-style:square;v-text-anchor:top" coordsize="3686,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" path="m3686,129l3537,,,3535r129,150l3686,129xe" fillcolor="#e3e3e3" stroked="f">
                  <v:path arrowok="t" o:connecttype="custom" o:connectlocs="1843,64;1769,0;0,1767;65,1842;1843,64" o:connectangles="0,0,0,0,0"/>
                </v:shape>
                <v:shape id="Freeform 100" o:spid="_x0000_s1057" style="position:absolute;left:5362;top:9074;width:1853;height:1853;visibility:visible;mso-wrap-style:square;v-text-anchor:top" coordsize="3708,3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" path="m3708,150l3558,,,3556r150,151l3708,150xe" fillcolor="#e3e3e3" stroked="f">
                  <v:path arrowok="t" o:connecttype="custom" o:connectlocs="1853,75;1778,0;0,1778;75,1853;1853,75" o:connectangles="0,0,0,0,0"/>
                </v:shape>
                <v:shape id="Freeform 101" o:spid="_x0000_s1058" style="position:absolute;left:2918;top:4580;width:5498;height:5837;visibility:visible;mso-wrap-style:square;v-text-anchor:top" coordsize="10996,11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" path="m10996,8611l7438,,,3064r3579,8611l10996,8611xe" fillcolor="#e3e3e3" stroked="f">
                  <v:path arrowok="t" o:connecttype="custom" o:connectlocs="5498,4305;3719,0;0,1532;1790,5837;5498,4305" o:connectangles="0,0,0,0,0"/>
                </v:shape>
                <v:shape id="Freeform 102" o:spid="_x0000_s1059" style="position:absolute;left:3400;top:5030;width:4501;height:4927;visibility:visible;mso-wrap-style:square;v-text-anchor:top" coordsize="9001,9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" path="m9001,7391l5937,,,2463,3064,9854,9001,7391xe" stroked="f">
                  <v:path arrowok="t" o:connecttype="custom" o:connectlocs="4501,3696;2969,0;0,1232;1532,4927;4501,3696" o:connectangles="0,0,0,0,0"/>
                </v:shape>
                <v:shape id="Freeform 103" o:spid="_x0000_s1060" style="position:absolute;left:3689;top:6583;width:397;height:396;visibility:visible;mso-wrap-style:square;v-text-anchor:top" coordsize="793,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" path="m558,749l664,685r86,-86l793,491r,-128l772,234,707,128,622,42,493,,386,,257,20,151,85,64,192,21,299,,428,43,535r65,107l193,727r129,43l428,792,558,749xe" fillcolor="#e3e3e3" stroked="f">
                  <v:path arrowok="t" o:connecttype="custom" o:connectlocs="279,375;332,343;375,300;397,246;397,182;386,117;386,117;354,64;311,21;247,0;193,0;129,10;129,10;76,43;32,96;11,150;0,214;22,268;22,268;54,321;97,364;161,385;214,396;279,375" o:connectangles="0,0,0,0,0,0,0,0,0,0,0,0,0,0,0,0,0,0,0,0,0,0,0,0"/>
                </v:shape>
                <v:shape id="Freeform 104" o:spid="_x0000_s1061" style="position:absolute;left:4183;top:7750;width:396;height:397;visibility:visible;mso-wrap-style:square;v-text-anchor:top" coordsize="793,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" path="m536,750l643,685r86,-85l772,493,793,365,751,235,686,129,600,43,493,,364,,236,21,128,86,43,192,,300,,428,22,536,86,642r107,86l301,771r106,22l536,750xe" fillcolor="#e3e3e3" stroked="f">
                  <v:path arrowok="t" o:connecttype="custom" o:connectlocs="268,375;321,343;364,300;386,247;396,183;375,118;375,118;343,65;300,22;246,0;182,0;118,11;118,11;64,43;21,96;0,150;0,214;11,268;11,268;43,321;96,364;150,386;203,397;268,375" o:connectangles="0,0,0,0,0,0,0,0,0,0,0,0,0,0,0,0,0,0,0,0,0,0,0,0"/>
                </v:shape>
                <v:shape id="Freeform 105" o:spid="_x0000_s1062" style="position:absolute;left:4654;top:8896;width:396;height:397;visibility:visible;mso-wrap-style:square;v-text-anchor:top" coordsize="793,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" path="m557,771l665,707,751,600,793,493r,-128l771,257,708,150,600,64,494,21,364,,258,43,129,107,65,192,22,300,,428,43,557r64,107l193,750r108,43l429,793,557,771xe" fillcolor="#e3e3e3" stroked="f">
                  <v:path arrowok="t" o:connecttype="custom" o:connectlocs="278,386;332,354;375,300;396,247;396,183;385,129;385,129;354,75;300,32;247,11;182,0;129,22;129,22;64,54;32,96;11,150;0,214;21,279;21,279;53,332;96,375;150,397;214,397;278,386" o:connectangles="0,0,0,0,0,0,0,0,0,0,0,0,0,0,0,0,0,0,0,0,0,0,0,0"/>
                </v:shape>
                <v:shape id="Freeform 106" o:spid="_x0000_s1063" style="position:absolute;left:3958;top:5994;width:1618;height:3738;visibility:visible;mso-wrap-style:square;v-text-anchor:top" coordsize="3237,7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" path="m3237,7390l171,,,85,3066,7476r171,-86xe" fillcolor="#e3e3e3" stroked="f">
                  <v:path arrowok="t" o:connecttype="custom" o:connectlocs="1618,3695;85,0;0,43;1533,3738;1618,3695" o:connectangles="0,0,0,0,0"/>
                </v:shape>
                <v:shape id="Freeform 107" o:spid="_x0000_s1064" style="position:absolute;left:4226;top:5458;width:2357;height:1061;visibility:visible;mso-wrap-style:square;v-text-anchor:top" coordsize="4716,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" path="m4716,192l4629,,,1928r64,193l4716,192xe" fillcolor="#e3e3e3" stroked="f">
                  <v:path arrowok="t" o:connecttype="custom" o:connectlocs="2357,96;2314,0;0,964;32,1061;2357,96" o:connectangles="0,0,0,0,0"/>
                </v:shape>
                <v:shape id="Freeform 108" o:spid="_x0000_s1065" style="position:absolute;left:4375;top:5833;width:2358;height:1050;visibility:visible;mso-wrap-style:square;v-text-anchor:top" coordsize="4716,2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" path="m4716,192l4651,,,1928r86,171l4716,192xe" fillcolor="#e3e3e3" stroked="f">
                  <v:path arrowok="t" o:connecttype="custom" o:connectlocs="2358,96;2326,0;0,964;43,1050;2358,96" o:connectangles="0,0,0,0,0"/>
                </v:shape>
                <v:shape id="Freeform 109" o:spid="_x0000_s1066" style="position:absolute;left:4536;top:6208;width:2358;height:1050;visibility:visible;mso-wrap-style:square;v-text-anchor:top" coordsize="4715,2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" path="m4715,171l4630,,,1905r64,194l4715,171xe" fillcolor="#e3e3e3" stroked="f">
                  <v:path arrowok="t" o:connecttype="custom" o:connectlocs="2358,86;2315,0;0,953;32,1050;2358,86" o:connectangles="0,0,0,0,0"/>
                </v:shape>
                <v:shape id="Freeform 110" o:spid="_x0000_s1067" style="position:absolute;left:4687;top:6573;width:2357;height:1060;visibility:visible;mso-wrap-style:square;v-text-anchor:top" coordsize="471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" path="m4715,193l4629,,,1927r85,193l4715,193xe" fillcolor="#e3e3e3" stroked="f">
                  <v:path arrowok="t" o:connecttype="custom" o:connectlocs="2357,97;2314,0;0,964;42,1060;2357,97" o:connectangles="0,0,0,0,0"/>
                </v:shape>
                <v:shape id="Freeform 111" o:spid="_x0000_s1068" style="position:absolute;left:4836;top:6947;width:2358;height:1050;visibility:visible;mso-wrap-style:square;v-text-anchor:top" coordsize="4717,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" path="m4717,193l4652,,,1929r87,171l4717,193xe" fillcolor="#e3e3e3" stroked="f">
                  <v:path arrowok="t" o:connecttype="custom" o:connectlocs="2358,97;2326,0;0,965;43,1050;2358,97" o:connectangles="0,0,0,0,0"/>
                </v:shape>
                <v:shape id="Freeform 112" o:spid="_x0000_s1069" style="position:absolute;left:4997;top:7322;width:2358;height:1050;visibility:visible;mso-wrap-style:square;v-text-anchor:top" coordsize="4716,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" path="m4716,171l4630,,,1907r65,193l4716,171xe" fillcolor="#e3e3e3" stroked="f">
                  <v:path arrowok="t" o:connecttype="custom" o:connectlocs="2358,86;2315,0;0,954;33,1050;2358,86" o:connectangles="0,0,0,0,0"/>
                </v:shape>
                <v:shape id="Freeform 113" o:spid="_x0000_s1070" style="position:absolute;left:5147;top:7686;width:2358;height:1061;visibility:visible;mso-wrap-style:square;v-text-anchor:top" coordsize="4715,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" path="m4715,192l4650,,,1927r85,194l4715,192xe" fillcolor="#e3e3e3" stroked="f">
                  <v:path arrowok="t" o:connecttype="custom" o:connectlocs="2358,96;2325,0;0,964;43,1061;2358,96" o:connectangles="0,0,0,0,0"/>
                </v:shape>
                <v:shape id="Freeform 114" o:spid="_x0000_s1071" style="position:absolute;left:5297;top:8062;width:2358;height:1050;visibility:visible;mso-wrap-style:square;v-text-anchor:top" coordsize="4716,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" path="m4716,192l4652,,,1927r86,171l4716,192xe" fillcolor="#e3e3e3" stroked="f">
                  <v:path arrowok="t" o:connecttype="custom" o:connectlocs="2358,96;2326,0;0,964;43,1050;2358,96" o:connectangles="0,0,0,0,0"/>
                </v:shape>
                <v:shape id="Freeform 115" o:spid="_x0000_s1072" style="position:absolute;left:5458;top:8437;width:2358;height:1050;visibility:visible;mso-wrap-style:square;v-text-anchor:top" coordsize="4715,2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" path="m4715,172l4630,,,1907r65,192l4715,172xe" fillcolor="#e3e3e3" stroked="f">
                  <v:path arrowok="t" o:connecttype="custom" o:connectlocs="2358,86;2315,0;0,954;33,1050;2358,86" o:connectangles="0,0,0,0,0"/>
                </v:shape>
                <v:rect id="Rectangle 116" o:spid="_x0000_s1073" style="position:absolute;left:6508;top:4605;width:4019;height:4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" fillcolor="#e3e3e3" stroked="f"/>
                <v:rect id="Rectangle 117" o:spid="_x0000_s1074" style="position:absolute;left:6894;top:4912;width:3215;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" stroked="f"/>
                <v:shape id="Freeform 118" o:spid="_x0000_s1075" style="position:absolute;left:6959;top:5383;width:396;height:397;visibility:visible;mso-wrap-style:square;v-text-anchor:top" coordsize="793,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" path="m386,793l600,750,729,599,793,407,729,193,600,65,386,,193,65,43,193,,407,43,599,193,750r193,43xe" fillcolor="#e3e3e3" stroked="f">
                  <v:path arrowok="t" o:connecttype="custom" o:connectlocs="193,397;300,375;364,300;396,204;396,204;364,97;300,33;193,0;193,0;96,33;21,97;0,204;0,204;21,300;96,375;193,397" o:connectangles="0,0,0,0,0,0,0,0,0,0,0,0,0,0,0,0"/>
                </v:shape>
                <v:shape id="Freeform 119" o:spid="_x0000_s1076" style="position:absolute;left:6959;top:6647;width:396;height:396;visibility:visible;mso-wrap-style:square;v-text-anchor:top" coordsize="793,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" path="m386,792l600,750,729,599,793,407,729,192,600,64,386,,193,64,43,192,,407,43,599,193,750r193,42xe" fillcolor="#e3e3e3" stroked="f">
                  <v:path arrowok="t" o:connecttype="custom" o:connectlocs="193,396;300,375;364,300;396,204;396,204;364,96;300,32;193,0;193,0;96,32;21,96;0,204;0,204;21,300;96,375;193,396" o:connectangles="0,0,0,0,0,0,0,0,0,0,0,0,0,0,0,0"/>
                </v:shape>
                <v:shape id="Freeform 120" o:spid="_x0000_s1077" style="position:absolute;left:6959;top:7891;width:396;height:407;visibility:visible;mso-wrap-style:square;v-text-anchor:top" coordsize="793,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" path="m386,815l600,751,729,600,793,407,729,215,600,65,386,,193,65,43,215,,407,43,600,193,751r193,64xe" fillcolor="#e3e3e3" stroked="f">
                  <v:path arrowok="t" o:connecttype="custom" o:connectlocs="193,407;300,375;364,300;396,203;396,203;364,107;300,32;193,0;193,0;96,32;21,107;0,203;0,203;21,300;96,375;193,407" o:connectangles="0,0,0,0,0,0,0,0,0,0,0,0,0,0,0,0"/>
                </v:shape>
                <v:rect id="Rectangle 121" o:spid="_x0000_s1078" style="position:absolute;left:7494;top:4923;width:97;height:3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" fillcolor="#e3e3e3" stroked="f"/>
                <v:rect id="Rectangle 122" o:spid="_x0000_s1079" style="position:absolute;left:7591;top:5383;width:2518;height: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" fillcolor="#e3e3e3" stroked="f"/>
                <v:rect id="Rectangle 123" o:spid="_x0000_s1080" style="position:absolute;left:7591;top:5780;width:2518;height:1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" fillcolor="#e3e3e3" stroked="f"/>
                <v:rect id="Rectangle 124" o:spid="_x0000_s1081" style="position:absolute;left:7591;top:6187;width:2518;height: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" fillcolor="#e3e3e3" stroked="f"/>
                <v:rect id="Rectangle 125" o:spid="_x0000_s1082" style="position:absolute;left:7591;top:6583;width:2518;height:1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" fillcolor="#e3e3e3" stroked="f"/>
                <v:rect id="Rectangle 126" o:spid="_x0000_s1083" style="position:absolute;left:7591;top:6990;width:2518;height: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" fillcolor="#e3e3e3" stroked="f"/>
                <v:rect id="Rectangle 127" o:spid="_x0000_s1084" style="position:absolute;left:7591;top:7386;width:2518;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" fillcolor="#e3e3e3" stroked="f"/>
                <v:rect id="Rectangle 128" o:spid="_x0000_s1085" style="position:absolute;left:7591;top:7794;width:2518;height: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" fillcolor="#e3e3e3" stroked="f"/>
                <v:rect id="Rectangle 129" o:spid="_x0000_s1086" style="position:absolute;left:7591;top:8190;width:2518;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" fillcolor="#e3e3e3" stroked="f"/>
                <v:rect id="Rectangle 130" o:spid="_x0000_s1087" style="position:absolute;left:7591;top:8597;width:2518;height: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" fillcolor="#e3e3e3" stroked="f"/>
                <v:line id="Line 131" o:spid="_x0000_s1088" style="position:absolute;visibility:visible;mso-wrap-style:square" from="7708,3521" to="7708,6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" strokecolor="silver" strokeweight="1.5pt"/>
                <v:line id="Line 132" o:spid="_x0000_s1089" style="position:absolute;flip:x;visibility:visible;mso-wrap-style:square" from="2164,6979" to="2164,13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" strokecolor="silver" strokeweight="1.5pt"/>
                <v:rect id="Rectangle 133" o:spid="_x0000_s1090" style="position:absolute;left:2164;top:13435;width:8460;height:2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" filled="f" strokecolor="silver" strokeweight="1.5pt">
                  <v:textbox inset="0,0,0,0">
                    <w:txbxContent>
                      <w:p w14:paraId="26F88821" w14:textId="77777777" w:rsidR="00B56074" w:rsidRDefault="00B56074" w:rsidP="00E762A2">
                        <w:pPr>
                          <w:spacing w:before="60" w:after="120"/>
                          <w:jc w:val="center"/>
                          <w:rPr>
                            <w:rFonts w:ascii="Arial Black" w:hAnsi="Arial Black"/>
                            <w:sz w:val="36"/>
                            <w:szCs w:val="36"/>
                          </w:rPr>
                        </w:pPr>
                      </w:p>
                      <w:p w14:paraId="278B0FF0" w14:textId="77777777" w:rsidR="00B56074" w:rsidRDefault="00B56074" w:rsidP="00E762A2">
                        <w:pPr>
                          <w:spacing w:before="60" w:after="120"/>
                          <w:jc w:val="center"/>
                          <w:rPr>
                            <w:rFonts w:ascii="Arial Black" w:hAnsi="Arial Black"/>
                            <w:sz w:val="56"/>
                            <w:szCs w:val="56"/>
                          </w:rPr>
                        </w:pPr>
                        <w:r>
                          <w:rPr>
                            <w:rFonts w:ascii="Arial Black" w:hAnsi="Arial Black"/>
                            <w:sz w:val="56"/>
                            <w:szCs w:val="56"/>
                          </w:rPr>
                          <w:t>Modulo CONTRA</w:t>
                        </w:r>
                      </w:p>
                      <w:p w14:paraId="1CEF3BA3" w14:textId="7B81ABEC" w:rsidR="00B56074" w:rsidRPr="007F692C" w:rsidRDefault="00BE62EE" w:rsidP="00E762A2">
                        <w:pPr>
                          <w:spacing w:before="60" w:after="120"/>
                          <w:jc w:val="center"/>
                          <w:rPr>
                            <w:rFonts w:ascii="Arial Black" w:hAnsi="Arial Black"/>
                            <w:sz w:val="40"/>
                            <w:szCs w:val="40"/>
                          </w:rPr>
                        </w:pPr>
                        <w:r>
                          <w:rPr>
                            <w:rFonts w:ascii="Arial Black" w:hAnsi="Arial Black"/>
                            <w:sz w:val="40"/>
                            <w:szCs w:val="40"/>
                          </w:rPr>
                          <w:t>Maggio</w:t>
                        </w:r>
                        <w:r w:rsidR="00B56074" w:rsidRPr="003F7A2E">
                          <w:rPr>
                            <w:rFonts w:ascii="Arial Black" w:hAnsi="Arial Black"/>
                            <w:sz w:val="40"/>
                            <w:szCs w:val="40"/>
                          </w:rPr>
                          <w:t xml:space="preserve"> 20</w:t>
                        </w:r>
                        <w:r w:rsidR="00B56074">
                          <w:rPr>
                            <w:rFonts w:ascii="Arial Black" w:hAnsi="Arial Black"/>
                            <w:sz w:val="40"/>
                            <w:szCs w:val="40"/>
                          </w:rPr>
                          <w:t>2</w:t>
                        </w:r>
                        <w:r w:rsidR="00B61EC1">
                          <w:rPr>
                            <w:rFonts w:ascii="Arial Black" w:hAnsi="Arial Black"/>
                            <w:sz w:val="40"/>
                            <w:szCs w:val="40"/>
                          </w:rPr>
                          <w:t>4</w:t>
                        </w:r>
                      </w:p>
                    </w:txbxContent>
                  </v:textbox>
                </v:rect>
                <v:rect id="Rectangle 134" o:spid="_x0000_s1091" style="position:absolute;left:2164;top:6236;width:5547;height: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" filled="f" strokecolor="silver" strokeweight="1.5pt">
                  <v:textbox inset="0,0,0,0">
                    <w:txbxContent>
                      <w:p w14:paraId="5854CD9D" w14:textId="77777777" w:rsidR="00B56074" w:rsidRDefault="00B56074" w:rsidP="00E762A2">
                        <w:pPr>
                          <w:jc w:val="center"/>
                          <w:rPr>
                            <w:rFonts w:ascii="Arial Black" w:hAnsi="Arial Black"/>
                            <w:sz w:val="40"/>
                            <w:szCs w:val="40"/>
                            <w:lang w:val="en-US"/>
                          </w:rPr>
                        </w:pPr>
                        <w:r>
                          <w:rPr>
                            <w:rFonts w:ascii="Arial Black" w:hAnsi="Arial Black"/>
                            <w:sz w:val="40"/>
                            <w:szCs w:val="40"/>
                            <w:lang w:val="en-US"/>
                          </w:rPr>
                          <w:t>PAGHE</w:t>
                        </w:r>
                      </w:p>
                    </w:txbxContent>
                  </v:textbox>
                </v:rect>
              </v:group>
            </w:pict>
          </mc:Fallback>
        </mc:AlternateContent>
      </w:r>
    </w:p>
    <w:p w14:paraId="3D33E3C2" w14:textId="77777777" w:rsidR="00E762A2" w:rsidRPr="00630B4A" w:rsidRDefault="00E762A2" w:rsidP="00E762A2">
      <w:pPr>
        <w:pStyle w:val="corpoAltF"/>
      </w:pPr>
    </w:p>
    <w:p w14:paraId="0AB55ED3" w14:textId="77777777" w:rsidR="00E762A2" w:rsidRPr="00630B4A" w:rsidRDefault="00E762A2" w:rsidP="00E762A2">
      <w:pPr>
        <w:pStyle w:val="CorpoAltF0"/>
      </w:pPr>
    </w:p>
    <w:p w14:paraId="6B0373DB" w14:textId="77777777" w:rsidR="00E762A2" w:rsidRPr="00630B4A" w:rsidRDefault="00E762A2" w:rsidP="00E762A2">
      <w:pPr>
        <w:pStyle w:val="CorpoAltF0"/>
      </w:pPr>
    </w:p>
    <w:p w14:paraId="7E808307" w14:textId="77777777" w:rsidR="00E762A2" w:rsidRPr="00630B4A" w:rsidRDefault="00E762A2" w:rsidP="00E762A2">
      <w:pPr>
        <w:pStyle w:val="CorpoAltF0"/>
      </w:pPr>
    </w:p>
    <w:p w14:paraId="232FA818" w14:textId="77777777" w:rsidR="00E762A2" w:rsidRPr="00630B4A" w:rsidRDefault="00E762A2" w:rsidP="00E762A2">
      <w:pPr>
        <w:pStyle w:val="CorpoAltF0"/>
      </w:pPr>
    </w:p>
    <w:p w14:paraId="765060A1" w14:textId="77777777" w:rsidR="00E762A2" w:rsidRPr="00630B4A" w:rsidRDefault="00E762A2" w:rsidP="00E762A2">
      <w:pPr>
        <w:pStyle w:val="CorpoAltF0"/>
      </w:pPr>
    </w:p>
    <w:p w14:paraId="0497FE5F" w14:textId="77777777" w:rsidR="00E762A2" w:rsidRPr="00630B4A" w:rsidRDefault="00E762A2" w:rsidP="00E762A2">
      <w:pPr>
        <w:pStyle w:val="CorpoAltF0"/>
      </w:pPr>
    </w:p>
    <w:p w14:paraId="56063BFB" w14:textId="77777777" w:rsidR="00E762A2" w:rsidRPr="00630B4A" w:rsidRDefault="00E762A2" w:rsidP="00E762A2">
      <w:pPr>
        <w:pStyle w:val="CorpoAltF0"/>
      </w:pPr>
    </w:p>
    <w:p w14:paraId="4837F23C" w14:textId="77777777" w:rsidR="00E762A2" w:rsidRPr="00630B4A" w:rsidRDefault="00E762A2" w:rsidP="00E762A2">
      <w:pPr>
        <w:pStyle w:val="CorpoAltF0"/>
      </w:pPr>
    </w:p>
    <w:p w14:paraId="2554D0C6" w14:textId="77777777" w:rsidR="00E762A2" w:rsidRPr="00630B4A" w:rsidRDefault="00E762A2" w:rsidP="00E762A2">
      <w:pPr>
        <w:pStyle w:val="CorpoAltF0"/>
      </w:pPr>
    </w:p>
    <w:p w14:paraId="41DA01C3" w14:textId="77777777" w:rsidR="00E762A2" w:rsidRPr="00630B4A" w:rsidRDefault="00E762A2" w:rsidP="00E762A2">
      <w:pPr>
        <w:pStyle w:val="CorpoAltF0"/>
      </w:pPr>
    </w:p>
    <w:p w14:paraId="63827AC4" w14:textId="77777777" w:rsidR="00E762A2" w:rsidRPr="00630B4A" w:rsidRDefault="00E762A2" w:rsidP="00E762A2">
      <w:pPr>
        <w:pStyle w:val="CorpoAltF0"/>
      </w:pPr>
    </w:p>
    <w:p w14:paraId="1FACA4BF" w14:textId="77777777" w:rsidR="00E762A2" w:rsidRPr="00630B4A" w:rsidRDefault="00E762A2" w:rsidP="00E762A2">
      <w:pPr>
        <w:pStyle w:val="CorpoAltF0"/>
      </w:pPr>
    </w:p>
    <w:p w14:paraId="3D38EA4F" w14:textId="77777777" w:rsidR="00E762A2" w:rsidRPr="00630B4A" w:rsidRDefault="00E762A2" w:rsidP="00E762A2">
      <w:pPr>
        <w:pStyle w:val="CorpoAltF0"/>
      </w:pPr>
    </w:p>
    <w:p w14:paraId="4B81B802" w14:textId="77777777" w:rsidR="00E762A2" w:rsidRPr="00630B4A" w:rsidRDefault="00E762A2" w:rsidP="00E762A2">
      <w:pPr>
        <w:pStyle w:val="CorpoAltF0"/>
      </w:pPr>
    </w:p>
    <w:p w14:paraId="4A7D005D" w14:textId="77777777" w:rsidR="00E762A2" w:rsidRPr="00630B4A" w:rsidRDefault="00E762A2" w:rsidP="00E762A2">
      <w:pPr>
        <w:pStyle w:val="CorpoAltF0"/>
      </w:pPr>
    </w:p>
    <w:p w14:paraId="3883CF3F" w14:textId="77777777" w:rsidR="00E762A2" w:rsidRPr="00630B4A" w:rsidRDefault="00E762A2" w:rsidP="00E762A2">
      <w:pPr>
        <w:pStyle w:val="CorpoAltF0"/>
      </w:pPr>
    </w:p>
    <w:p w14:paraId="33B26719" w14:textId="77777777" w:rsidR="00E762A2" w:rsidRPr="00630B4A" w:rsidRDefault="00E762A2" w:rsidP="00E762A2">
      <w:pPr>
        <w:pStyle w:val="CorpoAltF0"/>
      </w:pPr>
    </w:p>
    <w:p w14:paraId="5E2A014C" w14:textId="77777777" w:rsidR="00E762A2" w:rsidRPr="00630B4A" w:rsidRDefault="00E762A2" w:rsidP="00E762A2">
      <w:pPr>
        <w:pStyle w:val="CorpoAltF0"/>
      </w:pPr>
    </w:p>
    <w:p w14:paraId="0C80AAF0" w14:textId="77777777" w:rsidR="00E762A2" w:rsidRPr="00630B4A" w:rsidRDefault="00E762A2" w:rsidP="00E762A2">
      <w:pPr>
        <w:pStyle w:val="CorpoAltF0"/>
      </w:pPr>
    </w:p>
    <w:p w14:paraId="3F2A62FF" w14:textId="77777777" w:rsidR="00E762A2" w:rsidRPr="00630B4A" w:rsidRDefault="00E762A2" w:rsidP="00E762A2">
      <w:pPr>
        <w:pStyle w:val="CorpoAltF0"/>
      </w:pPr>
    </w:p>
    <w:p w14:paraId="5824B81D" w14:textId="77777777" w:rsidR="00E762A2" w:rsidRPr="00630B4A" w:rsidRDefault="00E762A2" w:rsidP="00E762A2">
      <w:pPr>
        <w:pStyle w:val="CorpoAltF0"/>
      </w:pPr>
    </w:p>
    <w:p w14:paraId="13B80475" w14:textId="77777777" w:rsidR="00E762A2" w:rsidRPr="00630B4A" w:rsidRDefault="00E762A2" w:rsidP="00E762A2">
      <w:pPr>
        <w:pStyle w:val="CorpoAltF0"/>
      </w:pPr>
    </w:p>
    <w:p w14:paraId="158FC0C4" w14:textId="77777777" w:rsidR="00E762A2" w:rsidRPr="00630B4A" w:rsidRDefault="00E762A2" w:rsidP="00E762A2">
      <w:pPr>
        <w:pStyle w:val="CorpoAltF0"/>
      </w:pPr>
    </w:p>
    <w:p w14:paraId="46E2E4E3" w14:textId="77777777" w:rsidR="00E762A2" w:rsidRPr="00630B4A" w:rsidRDefault="00E762A2" w:rsidP="00E762A2">
      <w:pPr>
        <w:pStyle w:val="CorpoAltF0"/>
      </w:pPr>
    </w:p>
    <w:p w14:paraId="0973AF76" w14:textId="77777777" w:rsidR="00E762A2" w:rsidRPr="00630B4A" w:rsidRDefault="00E762A2" w:rsidP="00E762A2">
      <w:pPr>
        <w:pStyle w:val="CorpoAltF0"/>
      </w:pPr>
    </w:p>
    <w:p w14:paraId="361EF0EC" w14:textId="77777777" w:rsidR="00E762A2" w:rsidRPr="00630B4A" w:rsidRDefault="00E762A2" w:rsidP="00E762A2">
      <w:pPr>
        <w:pStyle w:val="CorpoAltF0"/>
      </w:pPr>
    </w:p>
    <w:p w14:paraId="5C0D6A45" w14:textId="77777777" w:rsidR="00E762A2" w:rsidRPr="00630B4A" w:rsidRDefault="00E762A2" w:rsidP="00E762A2">
      <w:pPr>
        <w:pStyle w:val="CorpoAltF0"/>
      </w:pPr>
    </w:p>
    <w:p w14:paraId="09B2BF6C" w14:textId="77777777" w:rsidR="00E762A2" w:rsidRPr="00630B4A" w:rsidRDefault="00E762A2" w:rsidP="00E762A2">
      <w:pPr>
        <w:pStyle w:val="CorpoAltF0"/>
      </w:pPr>
    </w:p>
    <w:p w14:paraId="29664A5B" w14:textId="77777777" w:rsidR="00E762A2" w:rsidRPr="00630B4A" w:rsidRDefault="00E762A2" w:rsidP="00E762A2">
      <w:pPr>
        <w:pStyle w:val="CorpoAltF0"/>
      </w:pPr>
    </w:p>
    <w:p w14:paraId="543F60C5" w14:textId="77777777" w:rsidR="00E762A2" w:rsidRPr="00630B4A" w:rsidRDefault="00E762A2" w:rsidP="00E762A2">
      <w:pPr>
        <w:pStyle w:val="CorpoAltF0"/>
      </w:pPr>
    </w:p>
    <w:p w14:paraId="1E704BFF" w14:textId="77777777" w:rsidR="00E762A2" w:rsidRPr="00630B4A" w:rsidRDefault="00E762A2" w:rsidP="00E762A2">
      <w:pPr>
        <w:pStyle w:val="CorpoAltF0"/>
      </w:pPr>
    </w:p>
    <w:p w14:paraId="552034BA" w14:textId="77777777" w:rsidR="00E762A2" w:rsidRPr="00630B4A" w:rsidRDefault="00E762A2" w:rsidP="00E762A2">
      <w:pPr>
        <w:pStyle w:val="CorpoAltF0"/>
      </w:pPr>
    </w:p>
    <w:p w14:paraId="4F939B29" w14:textId="77777777" w:rsidR="00E762A2" w:rsidRPr="00630B4A" w:rsidRDefault="00E762A2" w:rsidP="00E762A2">
      <w:pPr>
        <w:pStyle w:val="CorpoAltF0"/>
      </w:pPr>
    </w:p>
    <w:p w14:paraId="6CB45AB2" w14:textId="77777777" w:rsidR="00E762A2" w:rsidRPr="00630B4A" w:rsidRDefault="00E762A2" w:rsidP="00E762A2">
      <w:pPr>
        <w:pStyle w:val="CorpoAltF0"/>
      </w:pPr>
    </w:p>
    <w:p w14:paraId="5E084098" w14:textId="77777777" w:rsidR="00E762A2" w:rsidRPr="00630B4A" w:rsidRDefault="00E762A2" w:rsidP="00E762A2">
      <w:pPr>
        <w:pStyle w:val="CorpoAltF0"/>
      </w:pPr>
    </w:p>
    <w:p w14:paraId="7DA2F0A4" w14:textId="77777777" w:rsidR="00E762A2" w:rsidRPr="00630B4A" w:rsidRDefault="00E762A2" w:rsidP="00E762A2">
      <w:pPr>
        <w:pStyle w:val="CorpoAltF0"/>
      </w:pPr>
    </w:p>
    <w:p w14:paraId="6EF6B338" w14:textId="77777777" w:rsidR="00E762A2" w:rsidRPr="00630B4A" w:rsidRDefault="00E762A2" w:rsidP="00E762A2">
      <w:pPr>
        <w:pStyle w:val="CorpoAltF0"/>
      </w:pPr>
    </w:p>
    <w:p w14:paraId="09465E10" w14:textId="77777777" w:rsidR="00E762A2" w:rsidRPr="00630B4A" w:rsidRDefault="00E762A2" w:rsidP="00E762A2">
      <w:pPr>
        <w:pStyle w:val="CorpoAltF0"/>
      </w:pPr>
    </w:p>
    <w:p w14:paraId="6B9342E2" w14:textId="77777777" w:rsidR="00E762A2" w:rsidRPr="00630B4A" w:rsidRDefault="00E762A2" w:rsidP="00E762A2">
      <w:pPr>
        <w:pStyle w:val="CorpoAltF0"/>
      </w:pPr>
    </w:p>
    <w:p w14:paraId="0B79C55A" w14:textId="77777777" w:rsidR="00E762A2" w:rsidRPr="00630B4A" w:rsidRDefault="00E762A2" w:rsidP="00E762A2">
      <w:pPr>
        <w:pStyle w:val="CorpoAltF0"/>
      </w:pPr>
    </w:p>
    <w:p w14:paraId="5994BAE0" w14:textId="77777777" w:rsidR="00E762A2" w:rsidRPr="00630B4A" w:rsidRDefault="00E762A2" w:rsidP="00E762A2">
      <w:pPr>
        <w:pStyle w:val="CorpoAltF0"/>
      </w:pPr>
    </w:p>
    <w:p w14:paraId="39D21185" w14:textId="77777777" w:rsidR="00E762A2" w:rsidRPr="00630B4A" w:rsidRDefault="00E762A2" w:rsidP="00E762A2">
      <w:pPr>
        <w:pStyle w:val="CorpoAltF0"/>
      </w:pPr>
    </w:p>
    <w:p w14:paraId="4AF6F59B" w14:textId="77777777" w:rsidR="00E762A2" w:rsidRPr="00630B4A" w:rsidRDefault="00E762A2" w:rsidP="00E762A2">
      <w:pPr>
        <w:pStyle w:val="CorpoAltF0"/>
      </w:pPr>
    </w:p>
    <w:p w14:paraId="7F39106C" w14:textId="77777777" w:rsidR="00E762A2" w:rsidRPr="00630B4A" w:rsidRDefault="00E762A2" w:rsidP="00E762A2">
      <w:pPr>
        <w:pStyle w:val="CorpoAltF0"/>
      </w:pPr>
    </w:p>
    <w:p w14:paraId="4B380CA0" w14:textId="77777777" w:rsidR="00E762A2" w:rsidRPr="00630B4A" w:rsidRDefault="00E762A2" w:rsidP="00E762A2">
      <w:pPr>
        <w:pStyle w:val="CorpoAltF0"/>
      </w:pPr>
    </w:p>
    <w:p w14:paraId="404926AC" w14:textId="77777777" w:rsidR="00E762A2" w:rsidRPr="00630B4A" w:rsidRDefault="00E762A2" w:rsidP="00E762A2">
      <w:pPr>
        <w:pStyle w:val="CorpoAltF0"/>
      </w:pPr>
    </w:p>
    <w:p w14:paraId="515D7870" w14:textId="77777777" w:rsidR="00E762A2" w:rsidRPr="00630B4A" w:rsidRDefault="00E762A2" w:rsidP="00E762A2">
      <w:pPr>
        <w:pStyle w:val="CorpoAltF0"/>
      </w:pPr>
    </w:p>
    <w:p w14:paraId="09E2465E" w14:textId="77777777" w:rsidR="00E762A2" w:rsidRPr="00630B4A" w:rsidRDefault="00E762A2" w:rsidP="00E762A2">
      <w:pPr>
        <w:pStyle w:val="CorpoAltF0"/>
      </w:pPr>
    </w:p>
    <w:p w14:paraId="48B24A48" w14:textId="77777777" w:rsidR="00E762A2" w:rsidRPr="00630B4A" w:rsidRDefault="00E762A2" w:rsidP="00E762A2">
      <w:pPr>
        <w:pStyle w:val="CorpoAltF0"/>
      </w:pPr>
    </w:p>
    <w:p w14:paraId="7AD88697" w14:textId="77777777" w:rsidR="00E762A2" w:rsidRPr="00630B4A" w:rsidRDefault="00E762A2" w:rsidP="00E762A2">
      <w:pPr>
        <w:pStyle w:val="CorpoAltF0"/>
      </w:pPr>
    </w:p>
    <w:p w14:paraId="5FB05846" w14:textId="77777777" w:rsidR="00E762A2" w:rsidRPr="00630B4A" w:rsidRDefault="00E762A2" w:rsidP="00E762A2">
      <w:pPr>
        <w:pStyle w:val="CorpoAltF0"/>
      </w:pPr>
    </w:p>
    <w:p w14:paraId="0B37545E" w14:textId="77777777" w:rsidR="00E762A2" w:rsidRPr="00630B4A" w:rsidRDefault="00E762A2" w:rsidP="00E762A2">
      <w:pPr>
        <w:pStyle w:val="CorpoAltF0"/>
      </w:pPr>
    </w:p>
    <w:p w14:paraId="64AC52F1" w14:textId="77777777" w:rsidR="00E762A2" w:rsidRPr="00630B4A" w:rsidRDefault="00E762A2" w:rsidP="00E762A2">
      <w:pPr>
        <w:pStyle w:val="CorpoAltF0"/>
      </w:pPr>
    </w:p>
    <w:p w14:paraId="41F6DB9D" w14:textId="77777777" w:rsidR="00E762A2" w:rsidRPr="00630B4A" w:rsidRDefault="00E762A2" w:rsidP="00E762A2">
      <w:pPr>
        <w:pStyle w:val="CorpoAltF0"/>
      </w:pPr>
    </w:p>
    <w:p w14:paraId="3653FDBD" w14:textId="77777777" w:rsidR="00E762A2" w:rsidRPr="00630B4A" w:rsidRDefault="00E762A2" w:rsidP="00E762A2">
      <w:pPr>
        <w:pStyle w:val="CorpoAltF0"/>
      </w:pPr>
    </w:p>
    <w:p w14:paraId="4F39FE1F" w14:textId="28BD5F28" w:rsidR="00E762A2" w:rsidRPr="00630B4A" w:rsidRDefault="00E762A2" w:rsidP="00E762A2">
      <w:pPr>
        <w:pStyle w:val="corpoAltF"/>
        <w:ind w:left="1134"/>
      </w:pPr>
      <w:proofErr w:type="gramStart"/>
      <w:r w:rsidRPr="00D716E7">
        <w:t>(</w:t>
      </w:r>
      <w:r w:rsidR="007F692C" w:rsidRPr="00D716E7">
        <w:t xml:space="preserve"> </w:t>
      </w:r>
      <w:r w:rsidRPr="00D716E7">
        <w:t>All</w:t>
      </w:r>
      <w:r w:rsidR="003227B8" w:rsidRPr="00D716E7">
        <w:t>ega</w:t>
      </w:r>
      <w:r w:rsidRPr="00D716E7">
        <w:t>to</w:t>
      </w:r>
      <w:proofErr w:type="gramEnd"/>
      <w:r w:rsidRPr="00D716E7">
        <w:t xml:space="preserve"> al rilascio </w:t>
      </w:r>
      <w:r w:rsidRPr="004F6163">
        <w:t>PAGHE vers</w:t>
      </w:r>
      <w:r w:rsidRPr="00691768">
        <w:t xml:space="preserve">. </w:t>
      </w:r>
      <w:r w:rsidR="001E24FE" w:rsidRPr="001F5639">
        <w:t>20</w:t>
      </w:r>
      <w:r w:rsidR="002418B5" w:rsidRPr="001F5639">
        <w:t>2</w:t>
      </w:r>
      <w:r w:rsidR="00B61EC1" w:rsidRPr="001F5639">
        <w:t>4</w:t>
      </w:r>
      <w:r w:rsidR="001E24FE" w:rsidRPr="001F5639">
        <w:t>.</w:t>
      </w:r>
      <w:r w:rsidR="004C6BF6" w:rsidRPr="001F5639">
        <w:t>0</w:t>
      </w:r>
      <w:r w:rsidR="00B50184" w:rsidRPr="001F5639">
        <w:t>1</w:t>
      </w:r>
      <w:r w:rsidR="001E24FE" w:rsidRPr="001F5639">
        <w:t>.</w:t>
      </w:r>
      <w:r w:rsidR="00C27A4B" w:rsidRPr="001F5639">
        <w:t>0</w:t>
      </w:r>
      <w:r w:rsidR="00BE2B43" w:rsidRPr="001F5639">
        <w:t>6</w:t>
      </w:r>
      <w:r w:rsidR="001E24FE" w:rsidRPr="00A46A5E">
        <w:t xml:space="preserve"> </w:t>
      </w:r>
      <w:r w:rsidRPr="00A46A5E">
        <w:t>)</w:t>
      </w:r>
      <w:r w:rsidR="00B110E1">
        <w:t xml:space="preserve"> </w:t>
      </w:r>
    </w:p>
    <w:p w14:paraId="7ED6C985" w14:textId="77777777" w:rsidR="00E762A2" w:rsidRPr="00630B4A" w:rsidRDefault="00E762A2" w:rsidP="00E762A2">
      <w:pPr>
        <w:pStyle w:val="corpoAltF"/>
        <w:ind w:left="1134"/>
      </w:pPr>
    </w:p>
    <w:p w14:paraId="10FDE07D" w14:textId="77777777" w:rsidR="00E762A2" w:rsidRPr="00630B4A" w:rsidRDefault="00E762A2" w:rsidP="00E762A2">
      <w:pPr>
        <w:jc w:val="both"/>
        <w:rPr>
          <w:rFonts w:ascii="Arial" w:hAnsi="Arial" w:cs="Arial"/>
          <w:spacing w:val="20"/>
          <w:sz w:val="20"/>
          <w:szCs w:val="20"/>
        </w:rPr>
      </w:pPr>
    </w:p>
    <w:p w14:paraId="7699E7E9" w14:textId="77777777" w:rsidR="00E762A2" w:rsidRPr="00630B4A" w:rsidRDefault="00E762A2" w:rsidP="00E762A2">
      <w:pPr>
        <w:jc w:val="both"/>
        <w:rPr>
          <w:rFonts w:ascii="Arial" w:hAnsi="Arial" w:cs="Arial"/>
          <w:spacing w:val="20"/>
          <w:sz w:val="20"/>
          <w:szCs w:val="20"/>
        </w:rPr>
        <w:sectPr w:rsidR="00E762A2" w:rsidRPr="00630B4A" w:rsidSect="007F76E3">
          <w:pgSz w:w="11906" w:h="16838"/>
          <w:pgMar w:top="1417" w:right="1134" w:bottom="1134" w:left="1134" w:header="708" w:footer="708" w:gutter="0"/>
          <w:pgNumType w:fmt="upperRoman" w:start="1"/>
          <w:cols w:space="708"/>
          <w:docGrid w:linePitch="360"/>
        </w:sectPr>
      </w:pPr>
    </w:p>
    <w:p w14:paraId="2C90BB96" w14:textId="77777777" w:rsidR="00D24C06" w:rsidRDefault="00D24C06">
      <w:pPr>
        <w:pStyle w:val="WWNewPage"/>
      </w:pPr>
    </w:p>
    <w:p w14:paraId="11DC8845" w14:textId="77777777" w:rsidR="001E091F" w:rsidRDefault="001E091F">
      <w:pPr>
        <w:pStyle w:val="Ignora"/>
      </w:pPr>
    </w:p>
    <w:p w14:paraId="6966E1A4" w14:textId="5F8DCA31" w:rsidR="00520275" w:rsidRDefault="00391F60">
      <w:pPr>
        <w:pStyle w:val="Sommario1"/>
        <w:rPr>
          <w:rFonts w:asciiTheme="minorHAnsi" w:eastAsiaTheme="minorEastAsia" w:hAnsiTheme="minorHAnsi" w:cstheme="minorBidi"/>
          <w:b w:val="0"/>
          <w:color w:val="auto"/>
          <w:kern w:val="2"/>
          <w:sz w:val="24"/>
          <w:szCs w:val="24"/>
          <w14:ligatures w14:val="standardContextual"/>
        </w:rPr>
      </w:pPr>
      <w:r>
        <w:rPr>
          <w:rStyle w:val="Collegamentoipertestuale"/>
          <w:b w:val="0"/>
          <w:i/>
          <w:iCs/>
          <w:color w:val="auto"/>
          <w:spacing w:val="-20"/>
          <w:szCs w:val="28"/>
          <w:u w:val="none"/>
        </w:rPr>
        <w:fldChar w:fldCharType="begin"/>
      </w:r>
      <w:r>
        <w:rPr>
          <w:rStyle w:val="Collegamentoipertestuale"/>
          <w:b w:val="0"/>
          <w:i/>
          <w:iCs/>
          <w:color w:val="auto"/>
          <w:spacing w:val="-20"/>
          <w:szCs w:val="28"/>
          <w:u w:val="none"/>
        </w:rPr>
        <w:instrText xml:space="preserve"> TOC \h \z \t "TS-titolo-01;1;TS-titolo-04;4;TS-titolo-Comando;2;TS-titolo-05;5;WW_NormativaSoftware;3" </w:instrText>
      </w:r>
      <w:r>
        <w:rPr>
          <w:rStyle w:val="Collegamentoipertestuale"/>
          <w:b w:val="0"/>
          <w:i/>
          <w:iCs/>
          <w:color w:val="auto"/>
          <w:spacing w:val="-20"/>
          <w:szCs w:val="28"/>
          <w:u w:val="none"/>
        </w:rPr>
        <w:fldChar w:fldCharType="separate"/>
      </w:r>
      <w:hyperlink w:anchor="_Toc167197023" w:history="1">
        <w:r w:rsidR="00520275" w:rsidRPr="00CE3D9A">
          <w:rPr>
            <w:rStyle w:val="Collegamentoipertestuale"/>
          </w:rPr>
          <w:t>Rinnovi contrattuali</w:t>
        </w:r>
        <w:r w:rsidR="00520275">
          <w:rPr>
            <w:webHidden/>
          </w:rPr>
          <w:tab/>
        </w:r>
        <w:r w:rsidR="00520275">
          <w:rPr>
            <w:webHidden/>
          </w:rPr>
          <w:fldChar w:fldCharType="begin"/>
        </w:r>
        <w:r w:rsidR="00520275">
          <w:rPr>
            <w:webHidden/>
          </w:rPr>
          <w:instrText xml:space="preserve"> PAGEREF _Toc167197023 \h </w:instrText>
        </w:r>
        <w:r w:rsidR="00520275">
          <w:rPr>
            <w:webHidden/>
          </w:rPr>
        </w:r>
        <w:r w:rsidR="00520275">
          <w:rPr>
            <w:webHidden/>
          </w:rPr>
          <w:fldChar w:fldCharType="separate"/>
        </w:r>
        <w:r w:rsidR="00A67B3E">
          <w:rPr>
            <w:webHidden/>
          </w:rPr>
          <w:t>3</w:t>
        </w:r>
        <w:r w:rsidR="00520275">
          <w:rPr>
            <w:webHidden/>
          </w:rPr>
          <w:fldChar w:fldCharType="end"/>
        </w:r>
      </w:hyperlink>
    </w:p>
    <w:p w14:paraId="2AEB514E" w14:textId="6BE305AD"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24" w:history="1">
        <w:r w:rsidRPr="00CE3D9A">
          <w:rPr>
            <w:rStyle w:val="Collegamentoipertestuale"/>
          </w:rPr>
          <w:t>Codice contratto 8206 Terziario Federdistribuzione DMO</w:t>
        </w:r>
        <w:r>
          <w:rPr>
            <w:webHidden/>
          </w:rPr>
          <w:tab/>
        </w:r>
        <w:r>
          <w:rPr>
            <w:webHidden/>
          </w:rPr>
          <w:fldChar w:fldCharType="begin"/>
        </w:r>
        <w:r>
          <w:rPr>
            <w:webHidden/>
          </w:rPr>
          <w:instrText xml:space="preserve"> PAGEREF _Toc167197024 \h </w:instrText>
        </w:r>
        <w:r>
          <w:rPr>
            <w:webHidden/>
          </w:rPr>
        </w:r>
        <w:r>
          <w:rPr>
            <w:webHidden/>
          </w:rPr>
          <w:fldChar w:fldCharType="separate"/>
        </w:r>
        <w:r w:rsidR="00A67B3E">
          <w:rPr>
            <w:webHidden/>
          </w:rPr>
          <w:t>3</w:t>
        </w:r>
        <w:r>
          <w:rPr>
            <w:webHidden/>
          </w:rPr>
          <w:fldChar w:fldCharType="end"/>
        </w:r>
      </w:hyperlink>
    </w:p>
    <w:p w14:paraId="209AF96D" w14:textId="47CCE770"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25" w:history="1">
        <w:r w:rsidRPr="00CE3D9A">
          <w:rPr>
            <w:rStyle w:val="Collegamentoipertestuale"/>
          </w:rPr>
          <w:t>Codici contratto 8761/8762 Concerie Aziende Industriali</w:t>
        </w:r>
        <w:r>
          <w:rPr>
            <w:webHidden/>
          </w:rPr>
          <w:tab/>
        </w:r>
        <w:r>
          <w:rPr>
            <w:webHidden/>
          </w:rPr>
          <w:fldChar w:fldCharType="begin"/>
        </w:r>
        <w:r>
          <w:rPr>
            <w:webHidden/>
          </w:rPr>
          <w:instrText xml:space="preserve"> PAGEREF _Toc167197025 \h </w:instrText>
        </w:r>
        <w:r>
          <w:rPr>
            <w:webHidden/>
          </w:rPr>
        </w:r>
        <w:r>
          <w:rPr>
            <w:webHidden/>
          </w:rPr>
          <w:fldChar w:fldCharType="separate"/>
        </w:r>
        <w:r w:rsidR="00A67B3E">
          <w:rPr>
            <w:webHidden/>
          </w:rPr>
          <w:t>3</w:t>
        </w:r>
        <w:r>
          <w:rPr>
            <w:webHidden/>
          </w:rPr>
          <w:fldChar w:fldCharType="end"/>
        </w:r>
      </w:hyperlink>
    </w:p>
    <w:p w14:paraId="745F8723" w14:textId="5BB63632" w:rsidR="00520275" w:rsidRDefault="00520275">
      <w:pPr>
        <w:pStyle w:val="Sommario1"/>
        <w:rPr>
          <w:rFonts w:asciiTheme="minorHAnsi" w:eastAsiaTheme="minorEastAsia" w:hAnsiTheme="minorHAnsi" w:cstheme="minorBidi"/>
          <w:b w:val="0"/>
          <w:color w:val="auto"/>
          <w:kern w:val="2"/>
          <w:sz w:val="24"/>
          <w:szCs w:val="24"/>
          <w14:ligatures w14:val="standardContextual"/>
        </w:rPr>
      </w:pPr>
      <w:hyperlink w:anchor="_Toc167197026" w:history="1">
        <w:r w:rsidRPr="00CE3D9A">
          <w:rPr>
            <w:rStyle w:val="Collegamentoipertestuale"/>
          </w:rPr>
          <w:t>Implementazioni</w:t>
        </w:r>
        <w:r>
          <w:rPr>
            <w:webHidden/>
          </w:rPr>
          <w:tab/>
        </w:r>
        <w:r>
          <w:rPr>
            <w:webHidden/>
          </w:rPr>
          <w:fldChar w:fldCharType="begin"/>
        </w:r>
        <w:r>
          <w:rPr>
            <w:webHidden/>
          </w:rPr>
          <w:instrText xml:space="preserve"> PAGEREF _Toc167197026 \h </w:instrText>
        </w:r>
        <w:r>
          <w:rPr>
            <w:webHidden/>
          </w:rPr>
        </w:r>
        <w:r>
          <w:rPr>
            <w:webHidden/>
          </w:rPr>
          <w:fldChar w:fldCharType="separate"/>
        </w:r>
        <w:r w:rsidR="00A67B3E">
          <w:rPr>
            <w:webHidden/>
          </w:rPr>
          <w:t>4</w:t>
        </w:r>
        <w:r>
          <w:rPr>
            <w:webHidden/>
          </w:rPr>
          <w:fldChar w:fldCharType="end"/>
        </w:r>
      </w:hyperlink>
    </w:p>
    <w:p w14:paraId="0FD040EE" w14:textId="48FF0F92" w:rsidR="00520275" w:rsidRDefault="00520275">
      <w:pPr>
        <w:pStyle w:val="Sommario2"/>
        <w:rPr>
          <w:rFonts w:asciiTheme="minorHAnsi" w:eastAsiaTheme="minorEastAsia" w:hAnsiTheme="minorHAnsi" w:cstheme="minorBidi"/>
          <w:b w:val="0"/>
          <w:kern w:val="2"/>
          <w:sz w:val="24"/>
          <w:szCs w:val="24"/>
          <w14:ligatures w14:val="standardContextual"/>
        </w:rPr>
      </w:pPr>
      <w:hyperlink w:anchor="_Toc167197027" w:history="1">
        <w:r w:rsidRPr="00CE3D9A">
          <w:rPr>
            <w:rStyle w:val="Collegamentoipertestuale"/>
          </w:rPr>
          <w:t>Gestione contratti</w:t>
        </w:r>
        <w:r>
          <w:rPr>
            <w:webHidden/>
          </w:rPr>
          <w:tab/>
        </w:r>
        <w:r>
          <w:rPr>
            <w:webHidden/>
          </w:rPr>
          <w:fldChar w:fldCharType="begin"/>
        </w:r>
        <w:r>
          <w:rPr>
            <w:webHidden/>
          </w:rPr>
          <w:instrText xml:space="preserve"> PAGEREF _Toc167197027 \h </w:instrText>
        </w:r>
        <w:r>
          <w:rPr>
            <w:webHidden/>
          </w:rPr>
        </w:r>
        <w:r>
          <w:rPr>
            <w:webHidden/>
          </w:rPr>
          <w:fldChar w:fldCharType="separate"/>
        </w:r>
        <w:r w:rsidR="00A67B3E">
          <w:rPr>
            <w:webHidden/>
          </w:rPr>
          <w:t>4</w:t>
        </w:r>
        <w:r>
          <w:rPr>
            <w:webHidden/>
          </w:rPr>
          <w:fldChar w:fldCharType="end"/>
        </w:r>
      </w:hyperlink>
    </w:p>
    <w:p w14:paraId="43579DA3" w14:textId="6B8A7BC1"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28" w:history="1">
        <w:r w:rsidRPr="00CE3D9A">
          <w:rPr>
            <w:rStyle w:val="Collegamentoipertestuale"/>
          </w:rPr>
          <w:t>Codice contratto 8185 Terziario e Servizi Conflavoro PMI</w:t>
        </w:r>
        <w:r>
          <w:rPr>
            <w:webHidden/>
          </w:rPr>
          <w:tab/>
        </w:r>
        <w:r>
          <w:rPr>
            <w:webHidden/>
          </w:rPr>
          <w:fldChar w:fldCharType="begin"/>
        </w:r>
        <w:r>
          <w:rPr>
            <w:webHidden/>
          </w:rPr>
          <w:instrText xml:space="preserve"> PAGEREF _Toc167197028 \h </w:instrText>
        </w:r>
        <w:r>
          <w:rPr>
            <w:webHidden/>
          </w:rPr>
        </w:r>
        <w:r>
          <w:rPr>
            <w:webHidden/>
          </w:rPr>
          <w:fldChar w:fldCharType="separate"/>
        </w:r>
        <w:r w:rsidR="00A67B3E">
          <w:rPr>
            <w:webHidden/>
          </w:rPr>
          <w:t>4</w:t>
        </w:r>
        <w:r>
          <w:rPr>
            <w:webHidden/>
          </w:rPr>
          <w:fldChar w:fldCharType="end"/>
        </w:r>
      </w:hyperlink>
    </w:p>
    <w:p w14:paraId="13475261" w14:textId="242A4112"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29" w:history="1">
        <w:r w:rsidRPr="00CE3D9A">
          <w:rPr>
            <w:rStyle w:val="Collegamentoipertestuale"/>
          </w:rPr>
          <w:t>Cooperative D.P.R. 602/70 Settore Industria</w:t>
        </w:r>
        <w:r>
          <w:rPr>
            <w:webHidden/>
          </w:rPr>
          <w:tab/>
        </w:r>
        <w:r>
          <w:rPr>
            <w:webHidden/>
          </w:rPr>
          <w:fldChar w:fldCharType="begin"/>
        </w:r>
        <w:r>
          <w:rPr>
            <w:webHidden/>
          </w:rPr>
          <w:instrText xml:space="preserve"> PAGEREF _Toc167197029 \h </w:instrText>
        </w:r>
        <w:r>
          <w:rPr>
            <w:webHidden/>
          </w:rPr>
        </w:r>
        <w:r>
          <w:rPr>
            <w:webHidden/>
          </w:rPr>
          <w:fldChar w:fldCharType="separate"/>
        </w:r>
        <w:r w:rsidR="00A67B3E">
          <w:rPr>
            <w:webHidden/>
          </w:rPr>
          <w:t>4</w:t>
        </w:r>
        <w:r>
          <w:rPr>
            <w:webHidden/>
          </w:rPr>
          <w:fldChar w:fldCharType="end"/>
        </w:r>
      </w:hyperlink>
    </w:p>
    <w:p w14:paraId="323016C0" w14:textId="525A7AF0" w:rsidR="00520275" w:rsidRDefault="00520275">
      <w:pPr>
        <w:pStyle w:val="Sommario2"/>
        <w:rPr>
          <w:rFonts w:asciiTheme="minorHAnsi" w:eastAsiaTheme="minorEastAsia" w:hAnsiTheme="minorHAnsi" w:cstheme="minorBidi"/>
          <w:b w:val="0"/>
          <w:kern w:val="2"/>
          <w:sz w:val="24"/>
          <w:szCs w:val="24"/>
          <w14:ligatures w14:val="standardContextual"/>
        </w:rPr>
      </w:pPr>
      <w:hyperlink w:anchor="_Toc167197030" w:history="1">
        <w:r w:rsidRPr="00CE3D9A">
          <w:rPr>
            <w:rStyle w:val="Collegamentoipertestuale"/>
          </w:rPr>
          <w:t>TABELLE</w:t>
        </w:r>
        <w:r>
          <w:rPr>
            <w:webHidden/>
          </w:rPr>
          <w:tab/>
        </w:r>
        <w:r>
          <w:rPr>
            <w:webHidden/>
          </w:rPr>
          <w:fldChar w:fldCharType="begin"/>
        </w:r>
        <w:r>
          <w:rPr>
            <w:webHidden/>
          </w:rPr>
          <w:instrText xml:space="preserve"> PAGEREF _Toc167197030 \h </w:instrText>
        </w:r>
        <w:r>
          <w:rPr>
            <w:webHidden/>
          </w:rPr>
        </w:r>
        <w:r>
          <w:rPr>
            <w:webHidden/>
          </w:rPr>
          <w:fldChar w:fldCharType="separate"/>
        </w:r>
        <w:r w:rsidR="00A67B3E">
          <w:rPr>
            <w:webHidden/>
          </w:rPr>
          <w:t>5</w:t>
        </w:r>
        <w:r>
          <w:rPr>
            <w:webHidden/>
          </w:rPr>
          <w:fldChar w:fldCharType="end"/>
        </w:r>
      </w:hyperlink>
    </w:p>
    <w:p w14:paraId="79E59079" w14:textId="3872581E"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31" w:history="1">
        <w:r w:rsidRPr="00CE3D9A">
          <w:rPr>
            <w:rStyle w:val="Collegamentoipertestuale"/>
          </w:rPr>
          <w:t>Cod. 8178 Cooperative Sociali Sistema Cooperativo</w:t>
        </w:r>
        <w:r>
          <w:rPr>
            <w:webHidden/>
          </w:rPr>
          <w:tab/>
        </w:r>
        <w:r>
          <w:rPr>
            <w:webHidden/>
          </w:rPr>
          <w:fldChar w:fldCharType="begin"/>
        </w:r>
        <w:r>
          <w:rPr>
            <w:webHidden/>
          </w:rPr>
          <w:instrText xml:space="preserve"> PAGEREF _Toc167197031 \h </w:instrText>
        </w:r>
        <w:r>
          <w:rPr>
            <w:webHidden/>
          </w:rPr>
        </w:r>
        <w:r>
          <w:rPr>
            <w:webHidden/>
          </w:rPr>
          <w:fldChar w:fldCharType="separate"/>
        </w:r>
        <w:r w:rsidR="00A67B3E">
          <w:rPr>
            <w:webHidden/>
          </w:rPr>
          <w:t>5</w:t>
        </w:r>
        <w:r>
          <w:rPr>
            <w:webHidden/>
          </w:rPr>
          <w:fldChar w:fldCharType="end"/>
        </w:r>
      </w:hyperlink>
    </w:p>
    <w:p w14:paraId="76E47228" w14:textId="673CC03A"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32" w:history="1">
        <w:r w:rsidRPr="00CE3D9A">
          <w:rPr>
            <w:rStyle w:val="Collegamentoipertestuale"/>
            <w:b/>
            <w:noProof/>
          </w:rPr>
          <w:t xml:space="preserve">TB0105 </w:t>
        </w:r>
        <w:r w:rsidRPr="00CE3D9A">
          <w:rPr>
            <w:rStyle w:val="Collegamentoipertestuale"/>
            <w:bCs/>
            <w:noProof/>
          </w:rPr>
          <w:t>- Tabella indennità vacanza contrattuale</w:t>
        </w:r>
        <w:r>
          <w:rPr>
            <w:noProof/>
            <w:webHidden/>
          </w:rPr>
          <w:tab/>
        </w:r>
        <w:r>
          <w:rPr>
            <w:noProof/>
            <w:webHidden/>
          </w:rPr>
          <w:fldChar w:fldCharType="begin"/>
        </w:r>
        <w:r>
          <w:rPr>
            <w:noProof/>
            <w:webHidden/>
          </w:rPr>
          <w:instrText xml:space="preserve"> PAGEREF _Toc167197032 \h </w:instrText>
        </w:r>
        <w:r>
          <w:rPr>
            <w:noProof/>
            <w:webHidden/>
          </w:rPr>
        </w:r>
        <w:r>
          <w:rPr>
            <w:noProof/>
            <w:webHidden/>
          </w:rPr>
          <w:fldChar w:fldCharType="separate"/>
        </w:r>
        <w:r w:rsidR="00A67B3E">
          <w:rPr>
            <w:noProof/>
            <w:webHidden/>
          </w:rPr>
          <w:t>5</w:t>
        </w:r>
        <w:r>
          <w:rPr>
            <w:noProof/>
            <w:webHidden/>
          </w:rPr>
          <w:fldChar w:fldCharType="end"/>
        </w:r>
      </w:hyperlink>
    </w:p>
    <w:p w14:paraId="34FC60A4" w14:textId="51F3A4A3"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33" w:history="1">
        <w:r w:rsidRPr="00CE3D9A">
          <w:rPr>
            <w:rStyle w:val="Collegamentoipertestuale"/>
          </w:rPr>
          <w:t>Cod. 8837/8839 Servizi Assistenziali Misericordie e Anpas</w:t>
        </w:r>
        <w:r>
          <w:rPr>
            <w:webHidden/>
          </w:rPr>
          <w:tab/>
        </w:r>
        <w:r>
          <w:rPr>
            <w:webHidden/>
          </w:rPr>
          <w:fldChar w:fldCharType="begin"/>
        </w:r>
        <w:r>
          <w:rPr>
            <w:webHidden/>
          </w:rPr>
          <w:instrText xml:space="preserve"> PAGEREF _Toc167197033 \h </w:instrText>
        </w:r>
        <w:r>
          <w:rPr>
            <w:webHidden/>
          </w:rPr>
        </w:r>
        <w:r>
          <w:rPr>
            <w:webHidden/>
          </w:rPr>
          <w:fldChar w:fldCharType="separate"/>
        </w:r>
        <w:r w:rsidR="00A67B3E">
          <w:rPr>
            <w:webHidden/>
          </w:rPr>
          <w:t>5</w:t>
        </w:r>
        <w:r>
          <w:rPr>
            <w:webHidden/>
          </w:rPr>
          <w:fldChar w:fldCharType="end"/>
        </w:r>
      </w:hyperlink>
    </w:p>
    <w:p w14:paraId="51145403" w14:textId="14F67496"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34" w:history="1">
        <w:r w:rsidRPr="00CE3D9A">
          <w:rPr>
            <w:rStyle w:val="Collegamentoipertestuale"/>
            <w:b/>
            <w:noProof/>
          </w:rPr>
          <w:t xml:space="preserve">TB1102 </w:t>
        </w:r>
        <w:r w:rsidRPr="00CE3D9A">
          <w:rPr>
            <w:rStyle w:val="Collegamentoipertestuale"/>
            <w:bCs/>
            <w:noProof/>
          </w:rPr>
          <w:t>- Tabella dati presenze</w:t>
        </w:r>
        <w:r>
          <w:rPr>
            <w:noProof/>
            <w:webHidden/>
          </w:rPr>
          <w:tab/>
        </w:r>
        <w:r>
          <w:rPr>
            <w:noProof/>
            <w:webHidden/>
          </w:rPr>
          <w:fldChar w:fldCharType="begin"/>
        </w:r>
        <w:r>
          <w:rPr>
            <w:noProof/>
            <w:webHidden/>
          </w:rPr>
          <w:instrText xml:space="preserve"> PAGEREF _Toc167197034 \h </w:instrText>
        </w:r>
        <w:r>
          <w:rPr>
            <w:noProof/>
            <w:webHidden/>
          </w:rPr>
        </w:r>
        <w:r>
          <w:rPr>
            <w:noProof/>
            <w:webHidden/>
          </w:rPr>
          <w:fldChar w:fldCharType="separate"/>
        </w:r>
        <w:r w:rsidR="00A67B3E">
          <w:rPr>
            <w:noProof/>
            <w:webHidden/>
          </w:rPr>
          <w:t>5</w:t>
        </w:r>
        <w:r>
          <w:rPr>
            <w:noProof/>
            <w:webHidden/>
          </w:rPr>
          <w:fldChar w:fldCharType="end"/>
        </w:r>
      </w:hyperlink>
    </w:p>
    <w:p w14:paraId="13E7C82A" w14:textId="28C5FAFC" w:rsidR="00520275" w:rsidRDefault="00520275">
      <w:pPr>
        <w:pStyle w:val="Sommario2"/>
        <w:rPr>
          <w:rFonts w:asciiTheme="minorHAnsi" w:eastAsiaTheme="minorEastAsia" w:hAnsiTheme="minorHAnsi" w:cstheme="minorBidi"/>
          <w:b w:val="0"/>
          <w:kern w:val="2"/>
          <w:sz w:val="24"/>
          <w:szCs w:val="24"/>
          <w14:ligatures w14:val="standardContextual"/>
        </w:rPr>
      </w:pPr>
      <w:hyperlink w:anchor="_Toc167197035" w:history="1">
        <w:r w:rsidRPr="00CE3D9A">
          <w:rPr>
            <w:rStyle w:val="Collegamentoipertestuale"/>
          </w:rPr>
          <w:t>VOCI</w:t>
        </w:r>
        <w:r>
          <w:rPr>
            <w:webHidden/>
          </w:rPr>
          <w:tab/>
        </w:r>
        <w:r>
          <w:rPr>
            <w:webHidden/>
          </w:rPr>
          <w:fldChar w:fldCharType="begin"/>
        </w:r>
        <w:r>
          <w:rPr>
            <w:webHidden/>
          </w:rPr>
          <w:instrText xml:space="preserve"> PAGEREF _Toc167197035 \h </w:instrText>
        </w:r>
        <w:r>
          <w:rPr>
            <w:webHidden/>
          </w:rPr>
        </w:r>
        <w:r>
          <w:rPr>
            <w:webHidden/>
          </w:rPr>
          <w:fldChar w:fldCharType="separate"/>
        </w:r>
        <w:r w:rsidR="00A67B3E">
          <w:rPr>
            <w:webHidden/>
          </w:rPr>
          <w:t>5</w:t>
        </w:r>
        <w:r>
          <w:rPr>
            <w:webHidden/>
          </w:rPr>
          <w:fldChar w:fldCharType="end"/>
        </w:r>
      </w:hyperlink>
    </w:p>
    <w:p w14:paraId="3DF6BB44" w14:textId="32967D39"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36" w:history="1">
        <w:r w:rsidRPr="00CE3D9A">
          <w:rPr>
            <w:rStyle w:val="Collegamentoipertestuale"/>
          </w:rPr>
          <w:t>Raggruppamenti 8251/8252 Lavanderie Aziende Industriali</w:t>
        </w:r>
        <w:r>
          <w:rPr>
            <w:webHidden/>
          </w:rPr>
          <w:tab/>
        </w:r>
        <w:r>
          <w:rPr>
            <w:webHidden/>
          </w:rPr>
          <w:fldChar w:fldCharType="begin"/>
        </w:r>
        <w:r>
          <w:rPr>
            <w:webHidden/>
          </w:rPr>
          <w:instrText xml:space="preserve"> PAGEREF _Toc167197036 \h </w:instrText>
        </w:r>
        <w:r>
          <w:rPr>
            <w:webHidden/>
          </w:rPr>
        </w:r>
        <w:r>
          <w:rPr>
            <w:webHidden/>
          </w:rPr>
          <w:fldChar w:fldCharType="separate"/>
        </w:r>
        <w:r w:rsidR="00A67B3E">
          <w:rPr>
            <w:webHidden/>
          </w:rPr>
          <w:t>5</w:t>
        </w:r>
        <w:r>
          <w:rPr>
            <w:webHidden/>
          </w:rPr>
          <w:fldChar w:fldCharType="end"/>
        </w:r>
      </w:hyperlink>
    </w:p>
    <w:p w14:paraId="3D7AE889" w14:textId="34F97C7B" w:rsidR="00520275" w:rsidRDefault="00520275">
      <w:pPr>
        <w:pStyle w:val="Sommario1"/>
        <w:rPr>
          <w:rFonts w:asciiTheme="minorHAnsi" w:eastAsiaTheme="minorEastAsia" w:hAnsiTheme="minorHAnsi" w:cstheme="minorBidi"/>
          <w:b w:val="0"/>
          <w:color w:val="auto"/>
          <w:kern w:val="2"/>
          <w:sz w:val="24"/>
          <w:szCs w:val="24"/>
          <w14:ligatures w14:val="standardContextual"/>
        </w:rPr>
      </w:pPr>
      <w:hyperlink w:anchor="_Toc167197037" w:history="1">
        <w:r w:rsidRPr="00CE3D9A">
          <w:rPr>
            <w:rStyle w:val="Collegamentoipertestuale"/>
          </w:rPr>
          <w:t>Implementazioni - Edilizia</w:t>
        </w:r>
        <w:r>
          <w:rPr>
            <w:webHidden/>
          </w:rPr>
          <w:tab/>
        </w:r>
        <w:r>
          <w:rPr>
            <w:webHidden/>
          </w:rPr>
          <w:fldChar w:fldCharType="begin"/>
        </w:r>
        <w:r>
          <w:rPr>
            <w:webHidden/>
          </w:rPr>
          <w:instrText xml:space="preserve"> PAGEREF _Toc167197037 \h </w:instrText>
        </w:r>
        <w:r>
          <w:rPr>
            <w:webHidden/>
          </w:rPr>
        </w:r>
        <w:r>
          <w:rPr>
            <w:webHidden/>
          </w:rPr>
          <w:fldChar w:fldCharType="separate"/>
        </w:r>
        <w:r w:rsidR="00A67B3E">
          <w:rPr>
            <w:webHidden/>
          </w:rPr>
          <w:t>6</w:t>
        </w:r>
        <w:r>
          <w:rPr>
            <w:webHidden/>
          </w:rPr>
          <w:fldChar w:fldCharType="end"/>
        </w:r>
      </w:hyperlink>
    </w:p>
    <w:p w14:paraId="2F379887" w14:textId="638E8D87" w:rsidR="00520275" w:rsidRDefault="00520275">
      <w:pPr>
        <w:pStyle w:val="Sommario2"/>
        <w:rPr>
          <w:rFonts w:asciiTheme="minorHAnsi" w:eastAsiaTheme="minorEastAsia" w:hAnsiTheme="minorHAnsi" w:cstheme="minorBidi"/>
          <w:b w:val="0"/>
          <w:kern w:val="2"/>
          <w:sz w:val="24"/>
          <w:szCs w:val="24"/>
          <w14:ligatures w14:val="standardContextual"/>
        </w:rPr>
      </w:pPr>
      <w:hyperlink w:anchor="_Toc167197038" w:history="1">
        <w:r w:rsidRPr="00CE3D9A">
          <w:rPr>
            <w:rStyle w:val="Collegamentoipertestuale"/>
          </w:rPr>
          <w:t>TB0307</w:t>
        </w:r>
        <w:r>
          <w:rPr>
            <w:webHidden/>
          </w:rPr>
          <w:tab/>
        </w:r>
        <w:r>
          <w:rPr>
            <w:webHidden/>
          </w:rPr>
          <w:fldChar w:fldCharType="begin"/>
        </w:r>
        <w:r>
          <w:rPr>
            <w:webHidden/>
          </w:rPr>
          <w:instrText xml:space="preserve"> PAGEREF _Toc167197038 \h </w:instrText>
        </w:r>
        <w:r>
          <w:rPr>
            <w:webHidden/>
          </w:rPr>
        </w:r>
        <w:r>
          <w:rPr>
            <w:webHidden/>
          </w:rPr>
          <w:fldChar w:fldCharType="separate"/>
        </w:r>
        <w:r w:rsidR="00A67B3E">
          <w:rPr>
            <w:webHidden/>
          </w:rPr>
          <w:t>6</w:t>
        </w:r>
        <w:r>
          <w:rPr>
            <w:webHidden/>
          </w:rPr>
          <w:fldChar w:fldCharType="end"/>
        </w:r>
      </w:hyperlink>
    </w:p>
    <w:p w14:paraId="02E334D6" w14:textId="7C615B10"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39" w:history="1">
        <w:r w:rsidRPr="00CE3D9A">
          <w:rPr>
            <w:rStyle w:val="Collegamentoipertestuale"/>
          </w:rPr>
          <w:t>TB0307 – Tabelle contributi cassa edile</w:t>
        </w:r>
        <w:r>
          <w:rPr>
            <w:webHidden/>
          </w:rPr>
          <w:tab/>
        </w:r>
        <w:r>
          <w:rPr>
            <w:webHidden/>
          </w:rPr>
          <w:fldChar w:fldCharType="begin"/>
        </w:r>
        <w:r>
          <w:rPr>
            <w:webHidden/>
          </w:rPr>
          <w:instrText xml:space="preserve"> PAGEREF _Toc167197039 \h </w:instrText>
        </w:r>
        <w:r>
          <w:rPr>
            <w:webHidden/>
          </w:rPr>
        </w:r>
        <w:r>
          <w:rPr>
            <w:webHidden/>
          </w:rPr>
          <w:fldChar w:fldCharType="separate"/>
        </w:r>
        <w:r w:rsidR="00A67B3E">
          <w:rPr>
            <w:webHidden/>
          </w:rPr>
          <w:t>6</w:t>
        </w:r>
        <w:r>
          <w:rPr>
            <w:webHidden/>
          </w:rPr>
          <w:fldChar w:fldCharType="end"/>
        </w:r>
      </w:hyperlink>
    </w:p>
    <w:p w14:paraId="616E9549" w14:textId="241E8696"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0" w:history="1">
        <w:r w:rsidRPr="00CE3D9A">
          <w:rPr>
            <w:rStyle w:val="Collegamentoipertestuale"/>
            <w:noProof/>
          </w:rPr>
          <w:t>8004 Edilcassa Abruzzo</w:t>
        </w:r>
        <w:r>
          <w:rPr>
            <w:noProof/>
            <w:webHidden/>
          </w:rPr>
          <w:tab/>
        </w:r>
        <w:r>
          <w:rPr>
            <w:noProof/>
            <w:webHidden/>
          </w:rPr>
          <w:fldChar w:fldCharType="begin"/>
        </w:r>
        <w:r>
          <w:rPr>
            <w:noProof/>
            <w:webHidden/>
          </w:rPr>
          <w:instrText xml:space="preserve"> PAGEREF _Toc167197040 \h </w:instrText>
        </w:r>
        <w:r>
          <w:rPr>
            <w:noProof/>
            <w:webHidden/>
          </w:rPr>
        </w:r>
        <w:r>
          <w:rPr>
            <w:noProof/>
            <w:webHidden/>
          </w:rPr>
          <w:fldChar w:fldCharType="separate"/>
        </w:r>
        <w:r w:rsidR="00A67B3E">
          <w:rPr>
            <w:noProof/>
            <w:webHidden/>
          </w:rPr>
          <w:t>6</w:t>
        </w:r>
        <w:r>
          <w:rPr>
            <w:noProof/>
            <w:webHidden/>
          </w:rPr>
          <w:fldChar w:fldCharType="end"/>
        </w:r>
      </w:hyperlink>
    </w:p>
    <w:p w14:paraId="6A61FD6B" w14:textId="0F082535"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1" w:history="1">
        <w:r w:rsidRPr="00CE3D9A">
          <w:rPr>
            <w:rStyle w:val="Collegamentoipertestuale"/>
            <w:noProof/>
          </w:rPr>
          <w:t>8005 Edilcassa Abruzzo - Teramo</w:t>
        </w:r>
        <w:r>
          <w:rPr>
            <w:noProof/>
            <w:webHidden/>
          </w:rPr>
          <w:tab/>
        </w:r>
        <w:r>
          <w:rPr>
            <w:noProof/>
            <w:webHidden/>
          </w:rPr>
          <w:fldChar w:fldCharType="begin"/>
        </w:r>
        <w:r>
          <w:rPr>
            <w:noProof/>
            <w:webHidden/>
          </w:rPr>
          <w:instrText xml:space="preserve"> PAGEREF _Toc167197041 \h </w:instrText>
        </w:r>
        <w:r>
          <w:rPr>
            <w:noProof/>
            <w:webHidden/>
          </w:rPr>
        </w:r>
        <w:r>
          <w:rPr>
            <w:noProof/>
            <w:webHidden/>
          </w:rPr>
          <w:fldChar w:fldCharType="separate"/>
        </w:r>
        <w:r w:rsidR="00A67B3E">
          <w:rPr>
            <w:noProof/>
            <w:webHidden/>
          </w:rPr>
          <w:t>6</w:t>
        </w:r>
        <w:r>
          <w:rPr>
            <w:noProof/>
            <w:webHidden/>
          </w:rPr>
          <w:fldChar w:fldCharType="end"/>
        </w:r>
      </w:hyperlink>
    </w:p>
    <w:p w14:paraId="4C43D1EE" w14:textId="6FD5C029"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2" w:history="1">
        <w:r w:rsidRPr="00CE3D9A">
          <w:rPr>
            <w:rStyle w:val="Collegamentoipertestuale"/>
            <w:noProof/>
          </w:rPr>
          <w:t>8267 CEDAIIER Forlì Cesena Operai</w:t>
        </w:r>
        <w:r>
          <w:rPr>
            <w:noProof/>
            <w:webHidden/>
          </w:rPr>
          <w:tab/>
        </w:r>
        <w:r>
          <w:rPr>
            <w:noProof/>
            <w:webHidden/>
          </w:rPr>
          <w:fldChar w:fldCharType="begin"/>
        </w:r>
        <w:r>
          <w:rPr>
            <w:noProof/>
            <w:webHidden/>
          </w:rPr>
          <w:instrText xml:space="preserve"> PAGEREF _Toc167197042 \h </w:instrText>
        </w:r>
        <w:r>
          <w:rPr>
            <w:noProof/>
            <w:webHidden/>
          </w:rPr>
        </w:r>
        <w:r>
          <w:rPr>
            <w:noProof/>
            <w:webHidden/>
          </w:rPr>
          <w:fldChar w:fldCharType="separate"/>
        </w:r>
        <w:r w:rsidR="00A67B3E">
          <w:rPr>
            <w:noProof/>
            <w:webHidden/>
          </w:rPr>
          <w:t>6</w:t>
        </w:r>
        <w:r>
          <w:rPr>
            <w:noProof/>
            <w:webHidden/>
          </w:rPr>
          <w:fldChar w:fldCharType="end"/>
        </w:r>
      </w:hyperlink>
    </w:p>
    <w:p w14:paraId="60D96C0E" w14:textId="2447F6BA"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3" w:history="1">
        <w:r w:rsidRPr="00CE3D9A">
          <w:rPr>
            <w:rStyle w:val="Collegamentoipertestuale"/>
            <w:noProof/>
          </w:rPr>
          <w:t>8269 CEDAIIER Rimini</w:t>
        </w:r>
        <w:r>
          <w:rPr>
            <w:noProof/>
            <w:webHidden/>
          </w:rPr>
          <w:tab/>
        </w:r>
        <w:r>
          <w:rPr>
            <w:noProof/>
            <w:webHidden/>
          </w:rPr>
          <w:fldChar w:fldCharType="begin"/>
        </w:r>
        <w:r>
          <w:rPr>
            <w:noProof/>
            <w:webHidden/>
          </w:rPr>
          <w:instrText xml:space="preserve"> PAGEREF _Toc167197043 \h </w:instrText>
        </w:r>
        <w:r>
          <w:rPr>
            <w:noProof/>
            <w:webHidden/>
          </w:rPr>
        </w:r>
        <w:r>
          <w:rPr>
            <w:noProof/>
            <w:webHidden/>
          </w:rPr>
          <w:fldChar w:fldCharType="separate"/>
        </w:r>
        <w:r w:rsidR="00A67B3E">
          <w:rPr>
            <w:noProof/>
            <w:webHidden/>
          </w:rPr>
          <w:t>6</w:t>
        </w:r>
        <w:r>
          <w:rPr>
            <w:noProof/>
            <w:webHidden/>
          </w:rPr>
          <w:fldChar w:fldCharType="end"/>
        </w:r>
      </w:hyperlink>
    </w:p>
    <w:p w14:paraId="101331B3" w14:textId="29768019"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4" w:history="1">
        <w:r w:rsidRPr="00CE3D9A">
          <w:rPr>
            <w:rStyle w:val="Collegamentoipertestuale"/>
            <w:noProof/>
          </w:rPr>
          <w:t>8270 CEDAIIER Piacenza</w:t>
        </w:r>
        <w:r>
          <w:rPr>
            <w:noProof/>
            <w:webHidden/>
          </w:rPr>
          <w:tab/>
        </w:r>
        <w:r>
          <w:rPr>
            <w:noProof/>
            <w:webHidden/>
          </w:rPr>
          <w:fldChar w:fldCharType="begin"/>
        </w:r>
        <w:r>
          <w:rPr>
            <w:noProof/>
            <w:webHidden/>
          </w:rPr>
          <w:instrText xml:space="preserve"> PAGEREF _Toc167197044 \h </w:instrText>
        </w:r>
        <w:r>
          <w:rPr>
            <w:noProof/>
            <w:webHidden/>
          </w:rPr>
        </w:r>
        <w:r>
          <w:rPr>
            <w:noProof/>
            <w:webHidden/>
          </w:rPr>
          <w:fldChar w:fldCharType="separate"/>
        </w:r>
        <w:r w:rsidR="00A67B3E">
          <w:rPr>
            <w:noProof/>
            <w:webHidden/>
          </w:rPr>
          <w:t>6</w:t>
        </w:r>
        <w:r>
          <w:rPr>
            <w:noProof/>
            <w:webHidden/>
          </w:rPr>
          <w:fldChar w:fldCharType="end"/>
        </w:r>
      </w:hyperlink>
    </w:p>
    <w:p w14:paraId="4B6666FC" w14:textId="6D7513E4"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5" w:history="1">
        <w:r w:rsidRPr="00CE3D9A">
          <w:rPr>
            <w:rStyle w:val="Collegamentoipertestuale"/>
            <w:noProof/>
          </w:rPr>
          <w:t>8457 Cassa Edile Sondrio</w:t>
        </w:r>
        <w:r>
          <w:rPr>
            <w:noProof/>
            <w:webHidden/>
          </w:rPr>
          <w:tab/>
        </w:r>
        <w:r>
          <w:rPr>
            <w:noProof/>
            <w:webHidden/>
          </w:rPr>
          <w:fldChar w:fldCharType="begin"/>
        </w:r>
        <w:r>
          <w:rPr>
            <w:noProof/>
            <w:webHidden/>
          </w:rPr>
          <w:instrText xml:space="preserve"> PAGEREF _Toc167197045 \h </w:instrText>
        </w:r>
        <w:r>
          <w:rPr>
            <w:noProof/>
            <w:webHidden/>
          </w:rPr>
        </w:r>
        <w:r>
          <w:rPr>
            <w:noProof/>
            <w:webHidden/>
          </w:rPr>
          <w:fldChar w:fldCharType="separate"/>
        </w:r>
        <w:r w:rsidR="00A67B3E">
          <w:rPr>
            <w:noProof/>
            <w:webHidden/>
          </w:rPr>
          <w:t>6</w:t>
        </w:r>
        <w:r>
          <w:rPr>
            <w:noProof/>
            <w:webHidden/>
          </w:rPr>
          <w:fldChar w:fldCharType="end"/>
        </w:r>
      </w:hyperlink>
    </w:p>
    <w:p w14:paraId="3289ABE9" w14:textId="082F5289"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6" w:history="1">
        <w:r w:rsidRPr="00CE3D9A">
          <w:rPr>
            <w:rStyle w:val="Collegamentoipertestuale"/>
            <w:noProof/>
          </w:rPr>
          <w:t>8603 Cassa Edile di Cuneo</w:t>
        </w:r>
        <w:r>
          <w:rPr>
            <w:noProof/>
            <w:webHidden/>
          </w:rPr>
          <w:tab/>
        </w:r>
        <w:r>
          <w:rPr>
            <w:noProof/>
            <w:webHidden/>
          </w:rPr>
          <w:fldChar w:fldCharType="begin"/>
        </w:r>
        <w:r>
          <w:rPr>
            <w:noProof/>
            <w:webHidden/>
          </w:rPr>
          <w:instrText xml:space="preserve"> PAGEREF _Toc167197046 \h </w:instrText>
        </w:r>
        <w:r>
          <w:rPr>
            <w:noProof/>
            <w:webHidden/>
          </w:rPr>
        </w:r>
        <w:r>
          <w:rPr>
            <w:noProof/>
            <w:webHidden/>
          </w:rPr>
          <w:fldChar w:fldCharType="separate"/>
        </w:r>
        <w:r w:rsidR="00A67B3E">
          <w:rPr>
            <w:noProof/>
            <w:webHidden/>
          </w:rPr>
          <w:t>6</w:t>
        </w:r>
        <w:r>
          <w:rPr>
            <w:noProof/>
            <w:webHidden/>
          </w:rPr>
          <w:fldChar w:fldCharType="end"/>
        </w:r>
      </w:hyperlink>
    </w:p>
    <w:p w14:paraId="6694E5BB" w14:textId="71DDD990"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7" w:history="1">
        <w:r w:rsidRPr="00CE3D9A">
          <w:rPr>
            <w:rStyle w:val="Collegamentoipertestuale"/>
            <w:noProof/>
            <w:lang w:eastAsia="en-US"/>
          </w:rPr>
          <w:t>8655 Edilcassa Puglia - Bari</w:t>
        </w:r>
        <w:r>
          <w:rPr>
            <w:noProof/>
            <w:webHidden/>
          </w:rPr>
          <w:tab/>
        </w:r>
        <w:r>
          <w:rPr>
            <w:noProof/>
            <w:webHidden/>
          </w:rPr>
          <w:fldChar w:fldCharType="begin"/>
        </w:r>
        <w:r>
          <w:rPr>
            <w:noProof/>
            <w:webHidden/>
          </w:rPr>
          <w:instrText xml:space="preserve"> PAGEREF _Toc167197047 \h </w:instrText>
        </w:r>
        <w:r>
          <w:rPr>
            <w:noProof/>
            <w:webHidden/>
          </w:rPr>
        </w:r>
        <w:r>
          <w:rPr>
            <w:noProof/>
            <w:webHidden/>
          </w:rPr>
          <w:fldChar w:fldCharType="separate"/>
        </w:r>
        <w:r w:rsidR="00A67B3E">
          <w:rPr>
            <w:noProof/>
            <w:webHidden/>
          </w:rPr>
          <w:t>6</w:t>
        </w:r>
        <w:r>
          <w:rPr>
            <w:noProof/>
            <w:webHidden/>
          </w:rPr>
          <w:fldChar w:fldCharType="end"/>
        </w:r>
      </w:hyperlink>
    </w:p>
    <w:p w14:paraId="793E19D6" w14:textId="2C9486BD"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8" w:history="1">
        <w:r w:rsidRPr="00CE3D9A">
          <w:rPr>
            <w:rStyle w:val="Collegamentoipertestuale"/>
            <w:noProof/>
            <w:lang w:eastAsia="en-US"/>
          </w:rPr>
          <w:t>8656 Edilcassa Puglia - Brindisi</w:t>
        </w:r>
        <w:r>
          <w:rPr>
            <w:noProof/>
            <w:webHidden/>
          </w:rPr>
          <w:tab/>
        </w:r>
        <w:r>
          <w:rPr>
            <w:noProof/>
            <w:webHidden/>
          </w:rPr>
          <w:fldChar w:fldCharType="begin"/>
        </w:r>
        <w:r>
          <w:rPr>
            <w:noProof/>
            <w:webHidden/>
          </w:rPr>
          <w:instrText xml:space="preserve"> PAGEREF _Toc167197048 \h </w:instrText>
        </w:r>
        <w:r>
          <w:rPr>
            <w:noProof/>
            <w:webHidden/>
          </w:rPr>
        </w:r>
        <w:r>
          <w:rPr>
            <w:noProof/>
            <w:webHidden/>
          </w:rPr>
          <w:fldChar w:fldCharType="separate"/>
        </w:r>
        <w:r w:rsidR="00A67B3E">
          <w:rPr>
            <w:noProof/>
            <w:webHidden/>
          </w:rPr>
          <w:t>6</w:t>
        </w:r>
        <w:r>
          <w:rPr>
            <w:noProof/>
            <w:webHidden/>
          </w:rPr>
          <w:fldChar w:fldCharType="end"/>
        </w:r>
      </w:hyperlink>
    </w:p>
    <w:p w14:paraId="5E721DF4" w14:textId="348A704E"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49" w:history="1">
        <w:r w:rsidRPr="00CE3D9A">
          <w:rPr>
            <w:rStyle w:val="Collegamentoipertestuale"/>
            <w:noProof/>
            <w:lang w:eastAsia="en-US"/>
          </w:rPr>
          <w:t>8657 Edilcassa Puglia – Foggia</w:t>
        </w:r>
        <w:r>
          <w:rPr>
            <w:noProof/>
            <w:webHidden/>
          </w:rPr>
          <w:tab/>
        </w:r>
        <w:r>
          <w:rPr>
            <w:noProof/>
            <w:webHidden/>
          </w:rPr>
          <w:fldChar w:fldCharType="begin"/>
        </w:r>
        <w:r>
          <w:rPr>
            <w:noProof/>
            <w:webHidden/>
          </w:rPr>
          <w:instrText xml:space="preserve"> PAGEREF _Toc167197049 \h </w:instrText>
        </w:r>
        <w:r>
          <w:rPr>
            <w:noProof/>
            <w:webHidden/>
          </w:rPr>
        </w:r>
        <w:r>
          <w:rPr>
            <w:noProof/>
            <w:webHidden/>
          </w:rPr>
          <w:fldChar w:fldCharType="separate"/>
        </w:r>
        <w:r w:rsidR="00A67B3E">
          <w:rPr>
            <w:noProof/>
            <w:webHidden/>
          </w:rPr>
          <w:t>6</w:t>
        </w:r>
        <w:r>
          <w:rPr>
            <w:noProof/>
            <w:webHidden/>
          </w:rPr>
          <w:fldChar w:fldCharType="end"/>
        </w:r>
      </w:hyperlink>
    </w:p>
    <w:p w14:paraId="5AF3F32E" w14:textId="1CF580DC"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50" w:history="1">
        <w:r w:rsidRPr="00CE3D9A">
          <w:rPr>
            <w:rStyle w:val="Collegamentoipertestuale"/>
            <w:noProof/>
            <w:lang w:eastAsia="en-US"/>
          </w:rPr>
          <w:t>8658 Edilcassa Puglia – Lecce</w:t>
        </w:r>
        <w:r>
          <w:rPr>
            <w:noProof/>
            <w:webHidden/>
          </w:rPr>
          <w:tab/>
        </w:r>
        <w:r>
          <w:rPr>
            <w:noProof/>
            <w:webHidden/>
          </w:rPr>
          <w:fldChar w:fldCharType="begin"/>
        </w:r>
        <w:r>
          <w:rPr>
            <w:noProof/>
            <w:webHidden/>
          </w:rPr>
          <w:instrText xml:space="preserve"> PAGEREF _Toc167197050 \h </w:instrText>
        </w:r>
        <w:r>
          <w:rPr>
            <w:noProof/>
            <w:webHidden/>
          </w:rPr>
        </w:r>
        <w:r>
          <w:rPr>
            <w:noProof/>
            <w:webHidden/>
          </w:rPr>
          <w:fldChar w:fldCharType="separate"/>
        </w:r>
        <w:r w:rsidR="00A67B3E">
          <w:rPr>
            <w:noProof/>
            <w:webHidden/>
          </w:rPr>
          <w:t>6</w:t>
        </w:r>
        <w:r>
          <w:rPr>
            <w:noProof/>
            <w:webHidden/>
          </w:rPr>
          <w:fldChar w:fldCharType="end"/>
        </w:r>
      </w:hyperlink>
    </w:p>
    <w:p w14:paraId="5BC507DF" w14:textId="3E76584E"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51" w:history="1">
        <w:r w:rsidRPr="00CE3D9A">
          <w:rPr>
            <w:rStyle w:val="Collegamentoipertestuale"/>
            <w:noProof/>
            <w:lang w:eastAsia="en-US"/>
          </w:rPr>
          <w:t>8659 Edicasas Puglia – Taranto</w:t>
        </w:r>
        <w:r>
          <w:rPr>
            <w:noProof/>
            <w:webHidden/>
          </w:rPr>
          <w:tab/>
        </w:r>
        <w:r>
          <w:rPr>
            <w:noProof/>
            <w:webHidden/>
          </w:rPr>
          <w:fldChar w:fldCharType="begin"/>
        </w:r>
        <w:r>
          <w:rPr>
            <w:noProof/>
            <w:webHidden/>
          </w:rPr>
          <w:instrText xml:space="preserve"> PAGEREF _Toc167197051 \h </w:instrText>
        </w:r>
        <w:r>
          <w:rPr>
            <w:noProof/>
            <w:webHidden/>
          </w:rPr>
        </w:r>
        <w:r>
          <w:rPr>
            <w:noProof/>
            <w:webHidden/>
          </w:rPr>
          <w:fldChar w:fldCharType="separate"/>
        </w:r>
        <w:r w:rsidR="00A67B3E">
          <w:rPr>
            <w:noProof/>
            <w:webHidden/>
          </w:rPr>
          <w:t>7</w:t>
        </w:r>
        <w:r>
          <w:rPr>
            <w:noProof/>
            <w:webHidden/>
          </w:rPr>
          <w:fldChar w:fldCharType="end"/>
        </w:r>
      </w:hyperlink>
    </w:p>
    <w:p w14:paraId="30CBDFE3" w14:textId="284036D3"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52" w:history="1">
        <w:r w:rsidRPr="00CE3D9A">
          <w:rPr>
            <w:rStyle w:val="Collegamentoipertestuale"/>
            <w:noProof/>
            <w:lang w:eastAsia="en-US"/>
          </w:rPr>
          <w:t>8950 Ente Parit.Edile Valle d'Aosta</w:t>
        </w:r>
        <w:r>
          <w:rPr>
            <w:noProof/>
            <w:webHidden/>
          </w:rPr>
          <w:tab/>
        </w:r>
        <w:r>
          <w:rPr>
            <w:noProof/>
            <w:webHidden/>
          </w:rPr>
          <w:fldChar w:fldCharType="begin"/>
        </w:r>
        <w:r>
          <w:rPr>
            <w:noProof/>
            <w:webHidden/>
          </w:rPr>
          <w:instrText xml:space="preserve"> PAGEREF _Toc167197052 \h </w:instrText>
        </w:r>
        <w:r>
          <w:rPr>
            <w:noProof/>
            <w:webHidden/>
          </w:rPr>
        </w:r>
        <w:r>
          <w:rPr>
            <w:noProof/>
            <w:webHidden/>
          </w:rPr>
          <w:fldChar w:fldCharType="separate"/>
        </w:r>
        <w:r w:rsidR="00A67B3E">
          <w:rPr>
            <w:noProof/>
            <w:webHidden/>
          </w:rPr>
          <w:t>7</w:t>
        </w:r>
        <w:r>
          <w:rPr>
            <w:noProof/>
            <w:webHidden/>
          </w:rPr>
          <w:fldChar w:fldCharType="end"/>
        </w:r>
      </w:hyperlink>
    </w:p>
    <w:p w14:paraId="1858D432" w14:textId="5E34EA67" w:rsidR="00520275" w:rsidRDefault="00520275">
      <w:pPr>
        <w:pStyle w:val="Sommario1"/>
        <w:rPr>
          <w:rFonts w:asciiTheme="minorHAnsi" w:eastAsiaTheme="minorEastAsia" w:hAnsiTheme="minorHAnsi" w:cstheme="minorBidi"/>
          <w:b w:val="0"/>
          <w:color w:val="auto"/>
          <w:kern w:val="2"/>
          <w:sz w:val="24"/>
          <w:szCs w:val="24"/>
          <w14:ligatures w14:val="standardContextual"/>
        </w:rPr>
      </w:pPr>
      <w:hyperlink w:anchor="_Toc167197053" w:history="1">
        <w:r w:rsidRPr="00CE3D9A">
          <w:rPr>
            <w:rStyle w:val="Collegamentoipertestuale"/>
          </w:rPr>
          <w:t>Anomalie Corrette</w:t>
        </w:r>
        <w:r>
          <w:rPr>
            <w:webHidden/>
          </w:rPr>
          <w:tab/>
        </w:r>
        <w:r>
          <w:rPr>
            <w:webHidden/>
          </w:rPr>
          <w:fldChar w:fldCharType="begin"/>
        </w:r>
        <w:r>
          <w:rPr>
            <w:webHidden/>
          </w:rPr>
          <w:instrText xml:space="preserve"> PAGEREF _Toc167197053 \h </w:instrText>
        </w:r>
        <w:r>
          <w:rPr>
            <w:webHidden/>
          </w:rPr>
        </w:r>
        <w:r>
          <w:rPr>
            <w:webHidden/>
          </w:rPr>
          <w:fldChar w:fldCharType="separate"/>
        </w:r>
        <w:r w:rsidR="00A67B3E">
          <w:rPr>
            <w:webHidden/>
          </w:rPr>
          <w:t>8</w:t>
        </w:r>
        <w:r>
          <w:rPr>
            <w:webHidden/>
          </w:rPr>
          <w:fldChar w:fldCharType="end"/>
        </w:r>
      </w:hyperlink>
    </w:p>
    <w:p w14:paraId="22D135A4" w14:textId="49A5A4ED" w:rsidR="00520275" w:rsidRDefault="00520275">
      <w:pPr>
        <w:pStyle w:val="Sommario2"/>
        <w:rPr>
          <w:rFonts w:asciiTheme="minorHAnsi" w:eastAsiaTheme="minorEastAsia" w:hAnsiTheme="minorHAnsi" w:cstheme="minorBidi"/>
          <w:b w:val="0"/>
          <w:kern w:val="2"/>
          <w:sz w:val="24"/>
          <w:szCs w:val="24"/>
          <w14:ligatures w14:val="standardContextual"/>
        </w:rPr>
      </w:pPr>
      <w:hyperlink w:anchor="_Toc167197054" w:history="1">
        <w:r w:rsidRPr="00CE3D9A">
          <w:rPr>
            <w:rStyle w:val="Collegamentoipertestuale"/>
          </w:rPr>
          <w:t>TABELLE</w:t>
        </w:r>
        <w:r>
          <w:rPr>
            <w:webHidden/>
          </w:rPr>
          <w:tab/>
        </w:r>
        <w:r>
          <w:rPr>
            <w:webHidden/>
          </w:rPr>
          <w:fldChar w:fldCharType="begin"/>
        </w:r>
        <w:r>
          <w:rPr>
            <w:webHidden/>
          </w:rPr>
          <w:instrText xml:space="preserve"> PAGEREF _Toc167197054 \h </w:instrText>
        </w:r>
        <w:r>
          <w:rPr>
            <w:webHidden/>
          </w:rPr>
        </w:r>
        <w:r>
          <w:rPr>
            <w:webHidden/>
          </w:rPr>
          <w:fldChar w:fldCharType="separate"/>
        </w:r>
        <w:r w:rsidR="00A67B3E">
          <w:rPr>
            <w:webHidden/>
          </w:rPr>
          <w:t>8</w:t>
        </w:r>
        <w:r>
          <w:rPr>
            <w:webHidden/>
          </w:rPr>
          <w:fldChar w:fldCharType="end"/>
        </w:r>
      </w:hyperlink>
    </w:p>
    <w:p w14:paraId="4F03A640" w14:textId="24B4DEB6"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55" w:history="1">
        <w:r w:rsidRPr="00CE3D9A">
          <w:rPr>
            <w:rStyle w:val="Collegamentoipertestuale"/>
          </w:rPr>
          <w:t>Cod. 8490 Scuderie Corse al Galoppo</w:t>
        </w:r>
        <w:r>
          <w:rPr>
            <w:webHidden/>
          </w:rPr>
          <w:tab/>
        </w:r>
        <w:r>
          <w:rPr>
            <w:webHidden/>
          </w:rPr>
          <w:fldChar w:fldCharType="begin"/>
        </w:r>
        <w:r>
          <w:rPr>
            <w:webHidden/>
          </w:rPr>
          <w:instrText xml:space="preserve"> PAGEREF _Toc167197055 \h </w:instrText>
        </w:r>
        <w:r>
          <w:rPr>
            <w:webHidden/>
          </w:rPr>
        </w:r>
        <w:r>
          <w:rPr>
            <w:webHidden/>
          </w:rPr>
          <w:fldChar w:fldCharType="separate"/>
        </w:r>
        <w:r w:rsidR="00A67B3E">
          <w:rPr>
            <w:webHidden/>
          </w:rPr>
          <w:t>8</w:t>
        </w:r>
        <w:r>
          <w:rPr>
            <w:webHidden/>
          </w:rPr>
          <w:fldChar w:fldCharType="end"/>
        </w:r>
      </w:hyperlink>
    </w:p>
    <w:p w14:paraId="5A0DBEA3" w14:textId="67E86974"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56" w:history="1">
        <w:r w:rsidRPr="00CE3D9A">
          <w:rPr>
            <w:rStyle w:val="Collegamentoipertestuale"/>
            <w:b/>
            <w:noProof/>
          </w:rPr>
          <w:t xml:space="preserve">TB0106 – </w:t>
        </w:r>
        <w:r w:rsidRPr="00CE3D9A">
          <w:rPr>
            <w:rStyle w:val="Collegamentoipertestuale"/>
            <w:noProof/>
          </w:rPr>
          <w:t>Tabella retribuzione apprendisti</w:t>
        </w:r>
        <w:r>
          <w:rPr>
            <w:noProof/>
            <w:webHidden/>
          </w:rPr>
          <w:tab/>
        </w:r>
        <w:r>
          <w:rPr>
            <w:noProof/>
            <w:webHidden/>
          </w:rPr>
          <w:fldChar w:fldCharType="begin"/>
        </w:r>
        <w:r>
          <w:rPr>
            <w:noProof/>
            <w:webHidden/>
          </w:rPr>
          <w:instrText xml:space="preserve"> PAGEREF _Toc167197056 \h </w:instrText>
        </w:r>
        <w:r>
          <w:rPr>
            <w:noProof/>
            <w:webHidden/>
          </w:rPr>
        </w:r>
        <w:r>
          <w:rPr>
            <w:noProof/>
            <w:webHidden/>
          </w:rPr>
          <w:fldChar w:fldCharType="separate"/>
        </w:r>
        <w:r w:rsidR="00A67B3E">
          <w:rPr>
            <w:noProof/>
            <w:webHidden/>
          </w:rPr>
          <w:t>8</w:t>
        </w:r>
        <w:r>
          <w:rPr>
            <w:noProof/>
            <w:webHidden/>
          </w:rPr>
          <w:fldChar w:fldCharType="end"/>
        </w:r>
      </w:hyperlink>
    </w:p>
    <w:p w14:paraId="5C5767CD" w14:textId="747948A5" w:rsidR="00520275" w:rsidRDefault="00520275">
      <w:pPr>
        <w:pStyle w:val="Sommario4"/>
        <w:rPr>
          <w:rFonts w:asciiTheme="minorHAnsi" w:eastAsiaTheme="minorEastAsia" w:hAnsiTheme="minorHAnsi" w:cstheme="minorBidi"/>
          <w:i w:val="0"/>
          <w:kern w:val="2"/>
          <w:sz w:val="24"/>
          <w:szCs w:val="24"/>
          <w14:ligatures w14:val="standardContextual"/>
        </w:rPr>
      </w:pPr>
      <w:hyperlink w:anchor="_Toc167197057" w:history="1">
        <w:r w:rsidRPr="00CE3D9A">
          <w:rPr>
            <w:rStyle w:val="Collegamentoipertestuale"/>
          </w:rPr>
          <w:t>Cod. 8381/8382/8812 Pelli, Cuoio e Ombrelli Aziende Industriali</w:t>
        </w:r>
        <w:r>
          <w:rPr>
            <w:webHidden/>
          </w:rPr>
          <w:tab/>
        </w:r>
        <w:r>
          <w:rPr>
            <w:webHidden/>
          </w:rPr>
          <w:fldChar w:fldCharType="begin"/>
        </w:r>
        <w:r>
          <w:rPr>
            <w:webHidden/>
          </w:rPr>
          <w:instrText xml:space="preserve"> PAGEREF _Toc167197057 \h </w:instrText>
        </w:r>
        <w:r>
          <w:rPr>
            <w:webHidden/>
          </w:rPr>
        </w:r>
        <w:r>
          <w:rPr>
            <w:webHidden/>
          </w:rPr>
          <w:fldChar w:fldCharType="separate"/>
        </w:r>
        <w:r w:rsidR="00A67B3E">
          <w:rPr>
            <w:webHidden/>
          </w:rPr>
          <w:t>8</w:t>
        </w:r>
        <w:r>
          <w:rPr>
            <w:webHidden/>
          </w:rPr>
          <w:fldChar w:fldCharType="end"/>
        </w:r>
      </w:hyperlink>
    </w:p>
    <w:p w14:paraId="20361597" w14:textId="45CD424F" w:rsidR="00520275" w:rsidRDefault="00520275">
      <w:pPr>
        <w:pStyle w:val="Sommario5"/>
        <w:tabs>
          <w:tab w:val="right" w:leader="dot" w:pos="9629"/>
        </w:tabs>
        <w:rPr>
          <w:rFonts w:asciiTheme="minorHAnsi" w:eastAsiaTheme="minorEastAsia" w:hAnsiTheme="minorHAnsi" w:cstheme="minorBidi"/>
          <w:i w:val="0"/>
          <w:noProof/>
          <w:kern w:val="2"/>
          <w:sz w:val="24"/>
          <w14:ligatures w14:val="standardContextual"/>
        </w:rPr>
      </w:pPr>
      <w:hyperlink w:anchor="_Toc167197058" w:history="1">
        <w:r w:rsidRPr="00CE3D9A">
          <w:rPr>
            <w:rStyle w:val="Collegamentoipertestuale"/>
            <w:b/>
            <w:noProof/>
          </w:rPr>
          <w:t xml:space="preserve">TB0901 – </w:t>
        </w:r>
        <w:r w:rsidRPr="00CE3D9A">
          <w:rPr>
            <w:rStyle w:val="Collegamentoipertestuale"/>
            <w:noProof/>
          </w:rPr>
          <w:t>Tabella malattia</w:t>
        </w:r>
        <w:r>
          <w:rPr>
            <w:noProof/>
            <w:webHidden/>
          </w:rPr>
          <w:tab/>
        </w:r>
        <w:r>
          <w:rPr>
            <w:noProof/>
            <w:webHidden/>
          </w:rPr>
          <w:fldChar w:fldCharType="begin"/>
        </w:r>
        <w:r>
          <w:rPr>
            <w:noProof/>
            <w:webHidden/>
          </w:rPr>
          <w:instrText xml:space="preserve"> PAGEREF _Toc167197058 \h </w:instrText>
        </w:r>
        <w:r>
          <w:rPr>
            <w:noProof/>
            <w:webHidden/>
          </w:rPr>
        </w:r>
        <w:r>
          <w:rPr>
            <w:noProof/>
            <w:webHidden/>
          </w:rPr>
          <w:fldChar w:fldCharType="separate"/>
        </w:r>
        <w:r w:rsidR="00A67B3E">
          <w:rPr>
            <w:noProof/>
            <w:webHidden/>
          </w:rPr>
          <w:t>8</w:t>
        </w:r>
        <w:r>
          <w:rPr>
            <w:noProof/>
            <w:webHidden/>
          </w:rPr>
          <w:fldChar w:fldCharType="end"/>
        </w:r>
      </w:hyperlink>
    </w:p>
    <w:p w14:paraId="55E70DD5" w14:textId="3577E6A6" w:rsidR="00520275" w:rsidRDefault="00520275">
      <w:pPr>
        <w:pStyle w:val="Sommario1"/>
        <w:rPr>
          <w:rFonts w:asciiTheme="minorHAnsi" w:eastAsiaTheme="minorEastAsia" w:hAnsiTheme="minorHAnsi" w:cstheme="minorBidi"/>
          <w:b w:val="0"/>
          <w:color w:val="auto"/>
          <w:kern w:val="2"/>
          <w:sz w:val="24"/>
          <w:szCs w:val="24"/>
          <w14:ligatures w14:val="standardContextual"/>
        </w:rPr>
      </w:pPr>
      <w:hyperlink w:anchor="_Toc167197059" w:history="1">
        <w:r w:rsidRPr="00CE3D9A">
          <w:rPr>
            <w:rStyle w:val="Collegamentoipertestuale"/>
          </w:rPr>
          <w:t>Avvertenze – Installazioni CONTRA effettuate fino a dicembre 2012</w:t>
        </w:r>
        <w:r>
          <w:rPr>
            <w:webHidden/>
          </w:rPr>
          <w:tab/>
        </w:r>
        <w:r>
          <w:rPr>
            <w:webHidden/>
          </w:rPr>
          <w:fldChar w:fldCharType="begin"/>
        </w:r>
        <w:r>
          <w:rPr>
            <w:webHidden/>
          </w:rPr>
          <w:instrText xml:space="preserve"> PAGEREF _Toc167197059 \h </w:instrText>
        </w:r>
        <w:r>
          <w:rPr>
            <w:webHidden/>
          </w:rPr>
        </w:r>
        <w:r>
          <w:rPr>
            <w:webHidden/>
          </w:rPr>
          <w:fldChar w:fldCharType="separate"/>
        </w:r>
        <w:r w:rsidR="00A67B3E">
          <w:rPr>
            <w:webHidden/>
          </w:rPr>
          <w:t>9</w:t>
        </w:r>
        <w:r>
          <w:rPr>
            <w:webHidden/>
          </w:rPr>
          <w:fldChar w:fldCharType="end"/>
        </w:r>
      </w:hyperlink>
    </w:p>
    <w:p w14:paraId="13E08C35" w14:textId="1C0A8544" w:rsidR="00D24C06" w:rsidRDefault="00391F60" w:rsidP="00210003">
      <w:pPr>
        <w:pStyle w:val="corpoAltF"/>
      </w:pPr>
      <w:r>
        <w:rPr>
          <w:rStyle w:val="Collegamentoipertestuale"/>
          <w:b/>
          <w:i/>
          <w:iCs/>
          <w:noProof/>
          <w:color w:val="auto"/>
          <w:spacing w:val="-20"/>
          <w:szCs w:val="28"/>
          <w:u w:val="none"/>
        </w:rPr>
        <w:fldChar w:fldCharType="end"/>
      </w:r>
    </w:p>
    <w:p w14:paraId="286F91AA" w14:textId="77777777" w:rsidR="00D24C06" w:rsidRDefault="00D24C06">
      <w:pPr>
        <w:pStyle w:val="Ignora"/>
        <w:sectPr w:rsidR="00D24C06" w:rsidSect="007F76E3">
          <w:headerReference w:type="default" r:id="rId12"/>
          <w:footerReference w:type="default" r:id="rId13"/>
          <w:pgSz w:w="11907" w:h="16840" w:code="9"/>
          <w:pgMar w:top="567" w:right="1134" w:bottom="1134" w:left="1134" w:header="397" w:footer="397" w:gutter="0"/>
          <w:pgNumType w:chapStyle="1" w:chapSep="period"/>
          <w:cols w:space="720"/>
          <w:noEndnote/>
          <w:docGrid w:linePitch="326"/>
        </w:sectPr>
      </w:pPr>
    </w:p>
    <w:bookmarkEnd w:id="1"/>
    <w:p w14:paraId="6955E66E" w14:textId="77777777" w:rsidR="00204596" w:rsidRPr="00227EF3" w:rsidRDefault="00204596" w:rsidP="00227EF3">
      <w:pPr>
        <w:pStyle w:val="CorpoAltF0"/>
        <w:rPr>
          <w:rFonts w:cs="Arial"/>
          <w:color w:val="000000"/>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5"/>
        <w:gridCol w:w="2854"/>
      </w:tblGrid>
      <w:tr w:rsidR="000C4B70" w:rsidRPr="00AA755B" w14:paraId="34325255" w14:textId="77777777" w:rsidTr="000C4B70">
        <w:trPr>
          <w:trHeight w:val="558"/>
        </w:trPr>
        <w:tc>
          <w:tcPr>
            <w:tcW w:w="6785" w:type="dxa"/>
            <w:tcBorders>
              <w:top w:val="nil"/>
              <w:left w:val="nil"/>
              <w:bottom w:val="single" w:sz="12" w:space="0" w:color="auto"/>
              <w:right w:val="nil"/>
            </w:tcBorders>
            <w:vAlign w:val="center"/>
          </w:tcPr>
          <w:p w14:paraId="1175C74E" w14:textId="77777777" w:rsidR="000C4B70" w:rsidRPr="00AA755B" w:rsidRDefault="000C4B70" w:rsidP="000C4B70">
            <w:pPr>
              <w:pStyle w:val="TS-titolo-01"/>
              <w:outlineLvl w:val="0"/>
            </w:pPr>
            <w:bookmarkStart w:id="2" w:name="_Toc523392544"/>
            <w:bookmarkStart w:id="3" w:name="_Toc527648098"/>
            <w:bookmarkStart w:id="4" w:name="_Toc528080405"/>
            <w:bookmarkStart w:id="5" w:name="_Toc167197023"/>
            <w:r w:rsidRPr="00AA755B">
              <w:t>Rinnovi contrattuali</w:t>
            </w:r>
            <w:bookmarkEnd w:id="2"/>
            <w:bookmarkEnd w:id="3"/>
            <w:bookmarkEnd w:id="4"/>
            <w:bookmarkEnd w:id="5"/>
          </w:p>
        </w:tc>
        <w:tc>
          <w:tcPr>
            <w:tcW w:w="2854" w:type="dxa"/>
            <w:tcBorders>
              <w:top w:val="single" w:sz="4" w:space="0" w:color="auto"/>
              <w:left w:val="nil"/>
              <w:bottom w:val="single" w:sz="4" w:space="0" w:color="auto"/>
              <w:right w:val="nil"/>
            </w:tcBorders>
            <w:shd w:val="clear" w:color="auto" w:fill="000000"/>
            <w:vAlign w:val="center"/>
          </w:tcPr>
          <w:p w14:paraId="6E6BAF55" w14:textId="77777777" w:rsidR="000C4B70" w:rsidRPr="00AA755B" w:rsidRDefault="000C4B70" w:rsidP="000C4B70">
            <w:pPr>
              <w:pStyle w:val="TS-titolo-02"/>
              <w:outlineLvl w:val="0"/>
            </w:pPr>
          </w:p>
        </w:tc>
      </w:tr>
    </w:tbl>
    <w:p w14:paraId="729B5DE2" w14:textId="2170034B" w:rsidR="00421F8A" w:rsidRDefault="00421F8A" w:rsidP="000D54C1">
      <w:pPr>
        <w:pStyle w:val="corpoAltF"/>
        <w:rPr>
          <w:highlight w:val="yellow"/>
        </w:rPr>
      </w:pPr>
    </w:p>
    <w:p w14:paraId="718BE039" w14:textId="6DB540F7" w:rsidR="00F6630F" w:rsidRDefault="00F6630F" w:rsidP="00BE4D5B">
      <w:pPr>
        <w:shd w:val="clear" w:color="auto" w:fill="FFFFFF"/>
        <w:ind w:right="-48"/>
        <w:jc w:val="both"/>
        <w:rPr>
          <w:rFonts w:ascii="Arial" w:hAnsi="Arial" w:cs="Arial"/>
          <w:color w:val="000000"/>
          <w:sz w:val="20"/>
          <w:szCs w:val="20"/>
        </w:rPr>
      </w:pPr>
    </w:p>
    <w:p w14:paraId="5D8A3492" w14:textId="14758C2E" w:rsidR="00392378" w:rsidRPr="00F305CA" w:rsidRDefault="00392378" w:rsidP="00095F4A">
      <w:pPr>
        <w:pStyle w:val="TS-titolo-04"/>
      </w:pPr>
      <w:bookmarkStart w:id="6" w:name="_Toc167197024"/>
      <w:r w:rsidRPr="00F305CA">
        <w:t>Codic</w:t>
      </w:r>
      <w:r w:rsidR="000B5348" w:rsidRPr="00F305CA">
        <w:t>e</w:t>
      </w:r>
      <w:r w:rsidRPr="00F305CA">
        <w:t xml:space="preserve"> contratto</w:t>
      </w:r>
      <w:r w:rsidR="00FB5B79" w:rsidRPr="00F305CA">
        <w:t xml:space="preserve"> </w:t>
      </w:r>
      <w:r w:rsidR="00FF5430" w:rsidRPr="00F305CA">
        <w:t>8</w:t>
      </w:r>
      <w:r w:rsidR="000B5348" w:rsidRPr="00F305CA">
        <w:t>206</w:t>
      </w:r>
      <w:r w:rsidR="00FF5430" w:rsidRPr="00F305CA">
        <w:t xml:space="preserve"> Terziario </w:t>
      </w:r>
      <w:r w:rsidR="000B5348" w:rsidRPr="00F305CA">
        <w:t>Federdistribuzione DMO</w:t>
      </w:r>
      <w:bookmarkEnd w:id="6"/>
    </w:p>
    <w:p w14:paraId="0F993257" w14:textId="43ECD5B7" w:rsidR="00980EBC" w:rsidRPr="00F305CA" w:rsidRDefault="00EA5698" w:rsidP="00D13CD2">
      <w:pPr>
        <w:autoSpaceDE w:val="0"/>
        <w:autoSpaceDN w:val="0"/>
        <w:adjustRightInd w:val="0"/>
        <w:spacing w:before="120"/>
        <w:jc w:val="both"/>
        <w:rPr>
          <w:rFonts w:ascii="Arial" w:hAnsi="Arial" w:cs="Arial"/>
          <w:sz w:val="20"/>
          <w:szCs w:val="20"/>
        </w:rPr>
      </w:pPr>
      <w:r w:rsidRPr="00F305CA">
        <w:rPr>
          <w:rFonts w:ascii="Arial" w:hAnsi="Arial" w:cs="Arial"/>
          <w:sz w:val="20"/>
          <w:szCs w:val="20"/>
        </w:rPr>
        <w:t xml:space="preserve">Con </w:t>
      </w:r>
      <w:r w:rsidR="00A5265D" w:rsidRPr="00F305CA">
        <w:rPr>
          <w:rFonts w:ascii="Arial" w:hAnsi="Arial" w:cs="Arial"/>
          <w:sz w:val="20"/>
          <w:szCs w:val="20"/>
        </w:rPr>
        <w:t>I</w:t>
      </w:r>
      <w:r w:rsidRPr="00F305CA">
        <w:rPr>
          <w:rFonts w:ascii="Arial" w:hAnsi="Arial" w:cs="Arial"/>
          <w:sz w:val="20"/>
          <w:szCs w:val="20"/>
        </w:rPr>
        <w:t xml:space="preserve">potesi di </w:t>
      </w:r>
      <w:r w:rsidR="00980EBC" w:rsidRPr="00F305CA">
        <w:rPr>
          <w:rFonts w:ascii="Arial" w:hAnsi="Arial" w:cs="Arial"/>
          <w:sz w:val="20"/>
          <w:szCs w:val="20"/>
        </w:rPr>
        <w:t>A</w:t>
      </w:r>
      <w:r w:rsidRPr="00F305CA">
        <w:rPr>
          <w:rFonts w:ascii="Arial" w:hAnsi="Arial" w:cs="Arial"/>
          <w:sz w:val="20"/>
          <w:szCs w:val="20"/>
        </w:rPr>
        <w:t>ccordo 2</w:t>
      </w:r>
      <w:r w:rsidR="00F94D3D" w:rsidRPr="00F305CA">
        <w:rPr>
          <w:rFonts w:ascii="Arial" w:hAnsi="Arial" w:cs="Arial"/>
          <w:sz w:val="20"/>
          <w:szCs w:val="20"/>
        </w:rPr>
        <w:t>3</w:t>
      </w:r>
      <w:r w:rsidRPr="00F305CA">
        <w:rPr>
          <w:rFonts w:ascii="Arial" w:hAnsi="Arial" w:cs="Arial"/>
          <w:sz w:val="20"/>
          <w:szCs w:val="20"/>
        </w:rPr>
        <w:t xml:space="preserve"> </w:t>
      </w:r>
      <w:proofErr w:type="gramStart"/>
      <w:r w:rsidR="00F94D3D" w:rsidRPr="00F305CA">
        <w:rPr>
          <w:rFonts w:ascii="Arial" w:hAnsi="Arial" w:cs="Arial"/>
          <w:sz w:val="20"/>
          <w:szCs w:val="20"/>
        </w:rPr>
        <w:t>Aprile</w:t>
      </w:r>
      <w:proofErr w:type="gramEnd"/>
      <w:r w:rsidRPr="00F305CA">
        <w:rPr>
          <w:rFonts w:ascii="Arial" w:hAnsi="Arial" w:cs="Arial"/>
          <w:sz w:val="20"/>
          <w:szCs w:val="20"/>
        </w:rPr>
        <w:t xml:space="preserve"> 2024 </w:t>
      </w:r>
      <w:r w:rsidR="00F94D3D" w:rsidRPr="00F305CA">
        <w:rPr>
          <w:rFonts w:ascii="Arial" w:hAnsi="Arial" w:cs="Arial"/>
          <w:sz w:val="20"/>
          <w:szCs w:val="20"/>
        </w:rPr>
        <w:t>Federdistribuzione</w:t>
      </w:r>
      <w:r w:rsidR="00980EBC" w:rsidRPr="00F305CA">
        <w:rPr>
          <w:rFonts w:ascii="Arial" w:hAnsi="Arial" w:cs="Arial"/>
          <w:sz w:val="20"/>
          <w:szCs w:val="20"/>
        </w:rPr>
        <w:t>,</w:t>
      </w:r>
      <w:r w:rsidRPr="00F305CA">
        <w:rPr>
          <w:rFonts w:ascii="Arial" w:hAnsi="Arial" w:cs="Arial"/>
          <w:sz w:val="20"/>
          <w:szCs w:val="20"/>
        </w:rPr>
        <w:t xml:space="preserve"> Filcams Cgil, Fisascat Cisl e </w:t>
      </w:r>
      <w:proofErr w:type="spellStart"/>
      <w:r w:rsidRPr="00F305CA">
        <w:rPr>
          <w:rFonts w:ascii="Arial" w:hAnsi="Arial" w:cs="Arial"/>
          <w:sz w:val="20"/>
          <w:szCs w:val="20"/>
        </w:rPr>
        <w:t>Uiltucs</w:t>
      </w:r>
      <w:proofErr w:type="spellEnd"/>
      <w:r w:rsidRPr="00F305CA">
        <w:rPr>
          <w:rFonts w:ascii="Arial" w:hAnsi="Arial" w:cs="Arial"/>
          <w:sz w:val="20"/>
          <w:szCs w:val="20"/>
        </w:rPr>
        <w:t xml:space="preserve"> Uil hanno rinnovato il </w:t>
      </w:r>
      <w:proofErr w:type="spellStart"/>
      <w:r w:rsidRPr="00F305CA">
        <w:rPr>
          <w:rFonts w:ascii="Arial" w:hAnsi="Arial" w:cs="Arial"/>
          <w:sz w:val="20"/>
          <w:szCs w:val="20"/>
        </w:rPr>
        <w:t>ccnl</w:t>
      </w:r>
      <w:proofErr w:type="spellEnd"/>
      <w:r w:rsidRPr="00F305CA">
        <w:rPr>
          <w:rFonts w:ascii="Arial" w:hAnsi="Arial" w:cs="Arial"/>
          <w:sz w:val="20"/>
          <w:szCs w:val="20"/>
        </w:rPr>
        <w:t xml:space="preserve"> per i dipendenti </w:t>
      </w:r>
      <w:r w:rsidR="00F305CA" w:rsidRPr="00F305CA">
        <w:rPr>
          <w:rFonts w:ascii="Arial" w:hAnsi="Arial" w:cs="Arial"/>
          <w:sz w:val="20"/>
          <w:szCs w:val="20"/>
        </w:rPr>
        <w:t>delle aziende della distribuzione moderna organizzata</w:t>
      </w:r>
      <w:r w:rsidR="00980EBC" w:rsidRPr="00F305CA">
        <w:rPr>
          <w:rFonts w:ascii="Arial" w:hAnsi="Arial" w:cs="Arial"/>
          <w:sz w:val="20"/>
          <w:szCs w:val="20"/>
        </w:rPr>
        <w:t>.</w:t>
      </w:r>
      <w:r w:rsidR="00D068F0">
        <w:rPr>
          <w:rFonts w:ascii="Arial" w:hAnsi="Arial" w:cs="Arial"/>
          <w:sz w:val="20"/>
          <w:szCs w:val="20"/>
        </w:rPr>
        <w:t xml:space="preserve"> In data successiva le Parti hanno diffuso le tabelle retributive ufficiali.</w:t>
      </w:r>
    </w:p>
    <w:p w14:paraId="618AB11A" w14:textId="076CE291" w:rsidR="00FF5430" w:rsidRPr="00F305CA" w:rsidRDefault="00980EBC" w:rsidP="00D13CD2">
      <w:pPr>
        <w:autoSpaceDE w:val="0"/>
        <w:autoSpaceDN w:val="0"/>
        <w:adjustRightInd w:val="0"/>
        <w:spacing w:before="120"/>
        <w:jc w:val="both"/>
        <w:rPr>
          <w:rFonts w:ascii="Arial" w:hAnsi="Arial" w:cs="Arial"/>
          <w:sz w:val="20"/>
          <w:szCs w:val="20"/>
        </w:rPr>
      </w:pPr>
      <w:r w:rsidRPr="00F305CA">
        <w:rPr>
          <w:rFonts w:ascii="Arial" w:hAnsi="Arial" w:cs="Arial"/>
          <w:sz w:val="20"/>
          <w:szCs w:val="20"/>
        </w:rPr>
        <w:t>L’Accordo</w:t>
      </w:r>
      <w:r w:rsidR="00EA5698" w:rsidRPr="00F305CA">
        <w:rPr>
          <w:rFonts w:ascii="Arial" w:hAnsi="Arial" w:cs="Arial"/>
          <w:sz w:val="20"/>
          <w:szCs w:val="20"/>
        </w:rPr>
        <w:t xml:space="preserve"> decorre dal </w:t>
      </w:r>
      <w:proofErr w:type="gramStart"/>
      <w:r w:rsidR="00EA5698" w:rsidRPr="00F305CA">
        <w:rPr>
          <w:rFonts w:ascii="Arial" w:hAnsi="Arial" w:cs="Arial"/>
          <w:sz w:val="20"/>
          <w:szCs w:val="20"/>
        </w:rPr>
        <w:t xml:space="preserve">1 </w:t>
      </w:r>
      <w:r w:rsidRPr="00F305CA">
        <w:rPr>
          <w:rFonts w:ascii="Arial" w:hAnsi="Arial" w:cs="Arial"/>
          <w:sz w:val="20"/>
          <w:szCs w:val="20"/>
        </w:rPr>
        <w:t>A</w:t>
      </w:r>
      <w:r w:rsidR="00EA5698" w:rsidRPr="00F305CA">
        <w:rPr>
          <w:rFonts w:ascii="Arial" w:hAnsi="Arial" w:cs="Arial"/>
          <w:sz w:val="20"/>
          <w:szCs w:val="20"/>
        </w:rPr>
        <w:t>prile</w:t>
      </w:r>
      <w:proofErr w:type="gramEnd"/>
      <w:r w:rsidR="00EA5698" w:rsidRPr="00F305CA">
        <w:rPr>
          <w:rFonts w:ascii="Arial" w:hAnsi="Arial" w:cs="Arial"/>
          <w:sz w:val="20"/>
          <w:szCs w:val="20"/>
        </w:rPr>
        <w:t xml:space="preserve"> 2023 per la parte economica</w:t>
      </w:r>
      <w:r w:rsidR="007D4A9A" w:rsidRPr="00F305CA">
        <w:rPr>
          <w:rFonts w:ascii="Arial" w:hAnsi="Arial" w:cs="Arial"/>
          <w:sz w:val="20"/>
          <w:szCs w:val="20"/>
        </w:rPr>
        <w:t>,</w:t>
      </w:r>
      <w:r w:rsidR="00EA5698" w:rsidRPr="00F305CA">
        <w:rPr>
          <w:rFonts w:ascii="Arial" w:hAnsi="Arial" w:cs="Arial"/>
          <w:sz w:val="20"/>
          <w:szCs w:val="20"/>
        </w:rPr>
        <w:t xml:space="preserve"> dal 1 </w:t>
      </w:r>
      <w:r w:rsidR="00F305CA" w:rsidRPr="00F305CA">
        <w:rPr>
          <w:rFonts w:ascii="Arial" w:hAnsi="Arial" w:cs="Arial"/>
          <w:sz w:val="20"/>
          <w:szCs w:val="20"/>
        </w:rPr>
        <w:t>Maggio</w:t>
      </w:r>
      <w:r w:rsidR="00EA5698" w:rsidRPr="00F305CA">
        <w:rPr>
          <w:rFonts w:ascii="Arial" w:hAnsi="Arial" w:cs="Arial"/>
          <w:sz w:val="20"/>
          <w:szCs w:val="20"/>
        </w:rPr>
        <w:t xml:space="preserve"> 2024 per la parte normativa e scadrà il 31 </w:t>
      </w:r>
      <w:r w:rsidR="0018523A" w:rsidRPr="00F305CA">
        <w:rPr>
          <w:rFonts w:ascii="Arial" w:hAnsi="Arial" w:cs="Arial"/>
          <w:sz w:val="20"/>
          <w:szCs w:val="20"/>
        </w:rPr>
        <w:t>M</w:t>
      </w:r>
      <w:r w:rsidR="00EA5698" w:rsidRPr="00F305CA">
        <w:rPr>
          <w:rFonts w:ascii="Arial" w:hAnsi="Arial" w:cs="Arial"/>
          <w:sz w:val="20"/>
          <w:szCs w:val="20"/>
        </w:rPr>
        <w:t>arzo 2027</w:t>
      </w:r>
      <w:r w:rsidRPr="00F305CA">
        <w:rPr>
          <w:rFonts w:ascii="Arial" w:hAnsi="Arial" w:cs="Arial"/>
          <w:sz w:val="20"/>
          <w:szCs w:val="20"/>
        </w:rPr>
        <w:t>.</w:t>
      </w:r>
    </w:p>
    <w:p w14:paraId="4603A10D" w14:textId="77777777" w:rsidR="00627B75" w:rsidRDefault="00627B75" w:rsidP="00627B75">
      <w:pPr>
        <w:pStyle w:val="comunicanormal"/>
        <w:shd w:val="clear" w:color="auto" w:fill="FFFFFF"/>
        <w:spacing w:before="120" w:beforeAutospacing="0" w:after="0" w:afterAutospacing="0"/>
        <w:ind w:right="-45"/>
        <w:jc w:val="both"/>
        <w:rPr>
          <w:rFonts w:ascii="Arial" w:hAnsi="Arial" w:cs="Arial"/>
          <w:color w:val="000000"/>
          <w:sz w:val="20"/>
          <w:szCs w:val="20"/>
        </w:rPr>
      </w:pPr>
      <w:bookmarkStart w:id="7" w:name="_Hlk155778477"/>
      <w:r w:rsidRPr="00F305CA">
        <w:rPr>
          <w:rFonts w:ascii="Arial" w:hAnsi="Arial" w:cs="Arial"/>
          <w:color w:val="000000"/>
          <w:sz w:val="20"/>
          <w:szCs w:val="20"/>
        </w:rPr>
        <w:t xml:space="preserve">Nell’applicativo </w:t>
      </w:r>
      <w:r w:rsidRPr="00F305CA">
        <w:rPr>
          <w:rFonts w:ascii="Arial" w:hAnsi="Arial" w:cs="Arial"/>
          <w:b/>
          <w:color w:val="000000"/>
          <w:sz w:val="20"/>
          <w:szCs w:val="20"/>
        </w:rPr>
        <w:t>CONTRA</w:t>
      </w:r>
      <w:r w:rsidRPr="00F305CA">
        <w:rPr>
          <w:rFonts w:ascii="Arial" w:hAnsi="Arial" w:cs="Arial"/>
          <w:color w:val="000000"/>
          <w:sz w:val="20"/>
          <w:szCs w:val="20"/>
        </w:rPr>
        <w:t>, sono state apportate le seguenti implementazioni:</w:t>
      </w:r>
    </w:p>
    <w:p w14:paraId="7F1DF50D" w14:textId="5EF8586B" w:rsidR="00A67088" w:rsidRPr="00F305CA" w:rsidRDefault="00A67088" w:rsidP="00A67088">
      <w:pPr>
        <w:pStyle w:val="Paragrafoelenco"/>
        <w:numPr>
          <w:ilvl w:val="0"/>
          <w:numId w:val="3"/>
        </w:numPr>
        <w:shd w:val="clear" w:color="auto" w:fill="FFFFFF"/>
        <w:spacing w:before="120"/>
        <w:ind w:left="714" w:right="-48" w:hanging="357"/>
        <w:contextualSpacing w:val="0"/>
        <w:jc w:val="both"/>
        <w:rPr>
          <w:rFonts w:ascii="Arial" w:hAnsi="Arial" w:cs="Arial"/>
          <w:color w:val="000000"/>
          <w:sz w:val="20"/>
          <w:szCs w:val="20"/>
        </w:rPr>
      </w:pPr>
      <w:r>
        <w:rPr>
          <w:rFonts w:ascii="Arial" w:hAnsi="Arial" w:cs="Arial"/>
          <w:color w:val="000000"/>
          <w:sz w:val="20"/>
          <w:szCs w:val="20"/>
        </w:rPr>
        <w:t>In tabella “</w:t>
      </w:r>
      <w:r w:rsidR="001A6077">
        <w:rPr>
          <w:rFonts w:ascii="Arial" w:hAnsi="Arial" w:cs="Arial"/>
          <w:color w:val="000000"/>
          <w:sz w:val="20"/>
          <w:szCs w:val="20"/>
        </w:rPr>
        <w:t>Gruppo contratto” (</w:t>
      </w:r>
      <w:r w:rsidR="001A6077" w:rsidRPr="00B62180">
        <w:rPr>
          <w:rFonts w:ascii="Arial" w:hAnsi="Arial" w:cs="Arial"/>
          <w:b/>
          <w:bCs/>
          <w:color w:val="000000"/>
          <w:sz w:val="20"/>
          <w:szCs w:val="20"/>
        </w:rPr>
        <w:t>TB0101</w:t>
      </w:r>
      <w:r w:rsidR="001A6077">
        <w:rPr>
          <w:rFonts w:ascii="Arial" w:hAnsi="Arial" w:cs="Arial"/>
          <w:color w:val="000000"/>
          <w:sz w:val="20"/>
          <w:szCs w:val="20"/>
        </w:rPr>
        <w:t>)</w:t>
      </w:r>
      <w:r w:rsidR="00B62180">
        <w:rPr>
          <w:rFonts w:ascii="Arial" w:hAnsi="Arial" w:cs="Arial"/>
          <w:color w:val="000000"/>
          <w:sz w:val="20"/>
          <w:szCs w:val="20"/>
        </w:rPr>
        <w:t xml:space="preserve"> </w:t>
      </w:r>
      <w:r w:rsidR="00C62897">
        <w:rPr>
          <w:rFonts w:ascii="Arial" w:hAnsi="Arial" w:cs="Arial"/>
          <w:color w:val="000000"/>
          <w:sz w:val="20"/>
          <w:szCs w:val="20"/>
        </w:rPr>
        <w:t>è stato valorizzato il campo “</w:t>
      </w:r>
      <w:r w:rsidR="00C62897" w:rsidRPr="00527568">
        <w:rPr>
          <w:rFonts w:ascii="Arial" w:hAnsi="Arial" w:cs="Arial"/>
          <w:i/>
          <w:iCs/>
          <w:color w:val="000000"/>
          <w:sz w:val="20"/>
          <w:szCs w:val="20"/>
        </w:rPr>
        <w:t>Codice elementi retribuzione</w:t>
      </w:r>
      <w:r w:rsidR="00C62897">
        <w:rPr>
          <w:rFonts w:ascii="Arial" w:hAnsi="Arial" w:cs="Arial"/>
          <w:color w:val="000000"/>
          <w:sz w:val="20"/>
          <w:szCs w:val="20"/>
        </w:rPr>
        <w:t xml:space="preserve">” relativo ai dipendenti non dirigenti indicando il valore “1” in sostituzione di “0” in corrispondenza </w:t>
      </w:r>
      <w:r w:rsidR="00527568">
        <w:rPr>
          <w:rFonts w:ascii="Arial" w:hAnsi="Arial" w:cs="Arial"/>
          <w:color w:val="000000"/>
          <w:sz w:val="20"/>
          <w:szCs w:val="20"/>
        </w:rPr>
        <w:t>dei 16 elementi della retribuzione mentre l’analogo campo dedicato ai dipendenti con qualifica di dirigente è stato compilato a “Spazio”;</w:t>
      </w:r>
    </w:p>
    <w:bookmarkEnd w:id="7"/>
    <w:p w14:paraId="7147B882" w14:textId="204BB322" w:rsidR="006E47E2" w:rsidRPr="00E8798B" w:rsidRDefault="00ED5E82">
      <w:pPr>
        <w:pStyle w:val="Paragrafoelenco"/>
        <w:numPr>
          <w:ilvl w:val="0"/>
          <w:numId w:val="3"/>
        </w:numPr>
        <w:shd w:val="clear" w:color="auto" w:fill="FFFFFF"/>
        <w:spacing w:before="120"/>
        <w:ind w:left="714" w:right="-48" w:hanging="357"/>
        <w:contextualSpacing w:val="0"/>
        <w:jc w:val="both"/>
        <w:rPr>
          <w:rFonts w:ascii="Arial" w:hAnsi="Arial" w:cs="Arial"/>
          <w:color w:val="000000"/>
          <w:sz w:val="20"/>
          <w:szCs w:val="20"/>
        </w:rPr>
      </w:pPr>
      <w:r w:rsidRPr="00E8798B">
        <w:rPr>
          <w:rFonts w:ascii="Arial" w:hAnsi="Arial" w:cs="Arial"/>
          <w:color w:val="000000"/>
          <w:sz w:val="20"/>
          <w:szCs w:val="20"/>
        </w:rPr>
        <w:t>In tabella “</w:t>
      </w:r>
      <w:r w:rsidR="00F51F74" w:rsidRPr="00E8798B">
        <w:rPr>
          <w:rFonts w:ascii="Arial" w:hAnsi="Arial" w:cs="Arial"/>
          <w:color w:val="000000"/>
          <w:sz w:val="20"/>
          <w:szCs w:val="20"/>
        </w:rPr>
        <w:t>Importi elementi retribuzione</w:t>
      </w:r>
      <w:r w:rsidRPr="00E8798B">
        <w:rPr>
          <w:rFonts w:ascii="Arial" w:hAnsi="Arial" w:cs="Arial"/>
          <w:color w:val="000000"/>
          <w:sz w:val="20"/>
          <w:szCs w:val="20"/>
        </w:rPr>
        <w:t>” (</w:t>
      </w:r>
      <w:r w:rsidRPr="00E8798B">
        <w:rPr>
          <w:rFonts w:ascii="Arial" w:hAnsi="Arial" w:cs="Arial"/>
          <w:b/>
          <w:bCs/>
          <w:color w:val="000000"/>
          <w:sz w:val="20"/>
          <w:szCs w:val="20"/>
        </w:rPr>
        <w:t>TB0104</w:t>
      </w:r>
      <w:r w:rsidRPr="00E8798B">
        <w:rPr>
          <w:rFonts w:ascii="Arial" w:hAnsi="Arial" w:cs="Arial"/>
          <w:color w:val="000000"/>
          <w:sz w:val="20"/>
          <w:szCs w:val="20"/>
        </w:rPr>
        <w:t>)</w:t>
      </w:r>
      <w:r w:rsidR="00F51F74" w:rsidRPr="00E8798B">
        <w:rPr>
          <w:rFonts w:ascii="Arial" w:hAnsi="Arial" w:cs="Arial"/>
          <w:color w:val="000000"/>
          <w:sz w:val="20"/>
          <w:szCs w:val="20"/>
        </w:rPr>
        <w:t xml:space="preserve"> per tutti i codici livello gestiti</w:t>
      </w:r>
      <w:r w:rsidR="00366160" w:rsidRPr="00E8798B">
        <w:rPr>
          <w:rFonts w:ascii="Arial" w:hAnsi="Arial" w:cs="Arial"/>
          <w:color w:val="000000"/>
          <w:sz w:val="20"/>
          <w:szCs w:val="20"/>
        </w:rPr>
        <w:t>,</w:t>
      </w:r>
      <w:r w:rsidR="00F51F74" w:rsidRPr="00E8798B">
        <w:rPr>
          <w:rFonts w:ascii="Arial" w:hAnsi="Arial" w:cs="Arial"/>
          <w:color w:val="000000"/>
          <w:sz w:val="20"/>
          <w:szCs w:val="20"/>
        </w:rPr>
        <w:t xml:space="preserve"> è stata creata la validità “0</w:t>
      </w:r>
      <w:r w:rsidR="00E8798B" w:rsidRPr="00E8798B">
        <w:rPr>
          <w:rFonts w:ascii="Arial" w:hAnsi="Arial" w:cs="Arial"/>
          <w:color w:val="000000"/>
          <w:sz w:val="20"/>
          <w:szCs w:val="20"/>
        </w:rPr>
        <w:t>5</w:t>
      </w:r>
      <w:r w:rsidR="00F51F74" w:rsidRPr="00E8798B">
        <w:rPr>
          <w:rFonts w:ascii="Arial" w:hAnsi="Arial" w:cs="Arial"/>
          <w:color w:val="000000"/>
          <w:sz w:val="20"/>
          <w:szCs w:val="20"/>
        </w:rPr>
        <w:t>/2024”</w:t>
      </w:r>
      <w:r w:rsidR="00072FDE" w:rsidRPr="00E8798B">
        <w:rPr>
          <w:rFonts w:ascii="Arial" w:hAnsi="Arial" w:cs="Arial"/>
          <w:color w:val="000000"/>
          <w:sz w:val="20"/>
          <w:szCs w:val="20"/>
        </w:rPr>
        <w:t xml:space="preserve"> e </w:t>
      </w:r>
      <w:r w:rsidR="00940A0C" w:rsidRPr="00E8798B">
        <w:rPr>
          <w:rFonts w:ascii="Arial" w:hAnsi="Arial" w:cs="Arial"/>
          <w:color w:val="000000"/>
          <w:sz w:val="20"/>
          <w:szCs w:val="20"/>
        </w:rPr>
        <w:t xml:space="preserve">sono stati inseriti gli aumenti </w:t>
      </w:r>
      <w:r w:rsidR="008F0E97" w:rsidRPr="00E8798B">
        <w:rPr>
          <w:rFonts w:ascii="Arial" w:hAnsi="Arial" w:cs="Arial"/>
          <w:color w:val="000000"/>
          <w:sz w:val="20"/>
          <w:szCs w:val="20"/>
        </w:rPr>
        <w:t>retributivi</w:t>
      </w:r>
      <w:r w:rsidR="00072FDE" w:rsidRPr="00E8798B">
        <w:rPr>
          <w:rFonts w:ascii="Arial" w:hAnsi="Arial" w:cs="Arial"/>
          <w:color w:val="000000"/>
          <w:sz w:val="20"/>
          <w:szCs w:val="20"/>
        </w:rPr>
        <w:t xml:space="preserve"> </w:t>
      </w:r>
      <w:r w:rsidR="00940A0C" w:rsidRPr="00E8798B">
        <w:rPr>
          <w:rFonts w:ascii="Arial" w:hAnsi="Arial" w:cs="Arial"/>
          <w:color w:val="000000"/>
          <w:sz w:val="20"/>
          <w:szCs w:val="20"/>
        </w:rPr>
        <w:t>previsti alle varie decorrenze. In</w:t>
      </w:r>
      <w:r w:rsidR="00072FDE" w:rsidRPr="00E8798B">
        <w:rPr>
          <w:rFonts w:ascii="Arial" w:hAnsi="Arial" w:cs="Arial"/>
          <w:color w:val="000000"/>
          <w:sz w:val="20"/>
          <w:szCs w:val="20"/>
        </w:rPr>
        <w:t>oltre, in</w:t>
      </w:r>
      <w:r w:rsidR="00940A0C" w:rsidRPr="00E8798B">
        <w:rPr>
          <w:rFonts w:ascii="Arial" w:hAnsi="Arial" w:cs="Arial"/>
          <w:color w:val="000000"/>
          <w:sz w:val="20"/>
          <w:szCs w:val="20"/>
        </w:rPr>
        <w:t xml:space="preserve"> corrispondenza del </w:t>
      </w:r>
      <w:proofErr w:type="gramStart"/>
      <w:r w:rsidR="00940A0C" w:rsidRPr="00E8798B">
        <w:rPr>
          <w:rFonts w:ascii="Arial" w:hAnsi="Arial" w:cs="Arial"/>
          <w:color w:val="000000"/>
          <w:sz w:val="20"/>
          <w:szCs w:val="20"/>
        </w:rPr>
        <w:t>6^</w:t>
      </w:r>
      <w:proofErr w:type="gramEnd"/>
      <w:r w:rsidR="00940A0C" w:rsidRPr="00E8798B">
        <w:rPr>
          <w:rFonts w:ascii="Arial" w:hAnsi="Arial" w:cs="Arial"/>
          <w:color w:val="000000"/>
          <w:sz w:val="20"/>
          <w:szCs w:val="20"/>
        </w:rPr>
        <w:t xml:space="preserve"> </w:t>
      </w:r>
      <w:r w:rsidR="00E8798B">
        <w:rPr>
          <w:rFonts w:ascii="Arial" w:hAnsi="Arial" w:cs="Arial"/>
          <w:color w:val="000000"/>
          <w:sz w:val="20"/>
          <w:szCs w:val="20"/>
        </w:rPr>
        <w:t>e dell’11^</w:t>
      </w:r>
      <w:r w:rsidR="008F370C">
        <w:rPr>
          <w:rFonts w:ascii="Arial" w:hAnsi="Arial" w:cs="Arial"/>
          <w:color w:val="000000"/>
          <w:sz w:val="20"/>
          <w:szCs w:val="20"/>
        </w:rPr>
        <w:t xml:space="preserve"> </w:t>
      </w:r>
      <w:r w:rsidR="008F370C" w:rsidRPr="00E8798B">
        <w:rPr>
          <w:rFonts w:ascii="Arial" w:hAnsi="Arial" w:cs="Arial"/>
          <w:color w:val="000000"/>
          <w:sz w:val="20"/>
          <w:szCs w:val="20"/>
        </w:rPr>
        <w:t xml:space="preserve">elemento </w:t>
      </w:r>
      <w:r w:rsidR="00072FDE" w:rsidRPr="00E8798B">
        <w:rPr>
          <w:rFonts w:ascii="Arial" w:hAnsi="Arial" w:cs="Arial"/>
          <w:color w:val="000000"/>
          <w:sz w:val="20"/>
          <w:szCs w:val="20"/>
        </w:rPr>
        <w:t>retributivo</w:t>
      </w:r>
      <w:r w:rsidR="00940A0C" w:rsidRPr="00E8798B">
        <w:rPr>
          <w:rFonts w:ascii="Arial" w:hAnsi="Arial" w:cs="Arial"/>
          <w:color w:val="000000"/>
          <w:sz w:val="20"/>
          <w:szCs w:val="20"/>
        </w:rPr>
        <w:t xml:space="preserve"> </w:t>
      </w:r>
      <w:r w:rsidR="008F370C">
        <w:rPr>
          <w:rFonts w:ascii="Arial" w:hAnsi="Arial" w:cs="Arial"/>
          <w:color w:val="000000"/>
          <w:sz w:val="20"/>
          <w:szCs w:val="20"/>
        </w:rPr>
        <w:t>sono</w:t>
      </w:r>
      <w:r w:rsidR="00940A0C" w:rsidRPr="00E8798B">
        <w:rPr>
          <w:rFonts w:ascii="Arial" w:hAnsi="Arial" w:cs="Arial"/>
          <w:color w:val="000000"/>
          <w:sz w:val="20"/>
          <w:szCs w:val="20"/>
        </w:rPr>
        <w:t xml:space="preserve"> stat</w:t>
      </w:r>
      <w:r w:rsidR="008F370C">
        <w:rPr>
          <w:rFonts w:ascii="Arial" w:hAnsi="Arial" w:cs="Arial"/>
          <w:color w:val="000000"/>
          <w:sz w:val="20"/>
          <w:szCs w:val="20"/>
        </w:rPr>
        <w:t>i</w:t>
      </w:r>
      <w:r w:rsidR="00940A0C" w:rsidRPr="00E8798B">
        <w:rPr>
          <w:rFonts w:ascii="Arial" w:hAnsi="Arial" w:cs="Arial"/>
          <w:color w:val="000000"/>
          <w:sz w:val="20"/>
          <w:szCs w:val="20"/>
        </w:rPr>
        <w:t xml:space="preserve"> rimoss</w:t>
      </w:r>
      <w:r w:rsidR="008F370C">
        <w:rPr>
          <w:rFonts w:ascii="Arial" w:hAnsi="Arial" w:cs="Arial"/>
          <w:color w:val="000000"/>
          <w:sz w:val="20"/>
          <w:szCs w:val="20"/>
        </w:rPr>
        <w:t>i</w:t>
      </w:r>
      <w:r w:rsidR="00940A0C" w:rsidRPr="00E8798B">
        <w:rPr>
          <w:rFonts w:ascii="Arial" w:hAnsi="Arial" w:cs="Arial"/>
          <w:color w:val="000000"/>
          <w:sz w:val="20"/>
          <w:szCs w:val="20"/>
        </w:rPr>
        <w:t xml:space="preserve"> i valor</w:t>
      </w:r>
      <w:r w:rsidR="008F370C">
        <w:rPr>
          <w:rFonts w:ascii="Arial" w:hAnsi="Arial" w:cs="Arial"/>
          <w:color w:val="000000"/>
          <w:sz w:val="20"/>
          <w:szCs w:val="20"/>
        </w:rPr>
        <w:t>i</w:t>
      </w:r>
      <w:r w:rsidR="00940A0C" w:rsidRPr="00E8798B">
        <w:rPr>
          <w:rFonts w:ascii="Arial" w:hAnsi="Arial" w:cs="Arial"/>
          <w:color w:val="000000"/>
          <w:sz w:val="20"/>
          <w:szCs w:val="20"/>
        </w:rPr>
        <w:t xml:space="preserve"> </w:t>
      </w:r>
      <w:r w:rsidR="00500BB6" w:rsidRPr="00E8798B">
        <w:rPr>
          <w:rFonts w:ascii="Arial" w:hAnsi="Arial" w:cs="Arial"/>
          <w:color w:val="000000"/>
          <w:sz w:val="20"/>
          <w:szCs w:val="20"/>
        </w:rPr>
        <w:t>dovut</w:t>
      </w:r>
      <w:r w:rsidR="008F370C">
        <w:rPr>
          <w:rFonts w:ascii="Arial" w:hAnsi="Arial" w:cs="Arial"/>
          <w:color w:val="000000"/>
          <w:sz w:val="20"/>
          <w:szCs w:val="20"/>
        </w:rPr>
        <w:t>i</w:t>
      </w:r>
      <w:r w:rsidR="00940A0C" w:rsidRPr="00E8798B">
        <w:rPr>
          <w:rFonts w:ascii="Arial" w:hAnsi="Arial" w:cs="Arial"/>
          <w:color w:val="000000"/>
          <w:sz w:val="20"/>
          <w:szCs w:val="20"/>
        </w:rPr>
        <w:t xml:space="preserve"> </w:t>
      </w:r>
      <w:r w:rsidR="003832C2">
        <w:rPr>
          <w:rFonts w:ascii="Arial" w:hAnsi="Arial" w:cs="Arial"/>
          <w:color w:val="000000"/>
          <w:sz w:val="20"/>
          <w:szCs w:val="20"/>
        </w:rPr>
        <w:t xml:space="preserve">rispettivamente </w:t>
      </w:r>
      <w:r w:rsidR="00940A0C" w:rsidRPr="00E8798B">
        <w:rPr>
          <w:rFonts w:ascii="Arial" w:hAnsi="Arial" w:cs="Arial"/>
          <w:color w:val="000000"/>
          <w:sz w:val="20"/>
          <w:szCs w:val="20"/>
        </w:rPr>
        <w:t xml:space="preserve">a titolo di </w:t>
      </w:r>
      <w:proofErr w:type="spellStart"/>
      <w:r w:rsidR="00940A0C" w:rsidRPr="00E8798B">
        <w:rPr>
          <w:rFonts w:ascii="Arial" w:hAnsi="Arial" w:cs="Arial"/>
          <w:color w:val="000000"/>
          <w:sz w:val="20"/>
          <w:szCs w:val="20"/>
        </w:rPr>
        <w:t>Afac</w:t>
      </w:r>
      <w:proofErr w:type="spellEnd"/>
      <w:r w:rsidR="008F370C">
        <w:rPr>
          <w:rFonts w:ascii="Arial" w:hAnsi="Arial" w:cs="Arial"/>
          <w:color w:val="000000"/>
          <w:sz w:val="20"/>
          <w:szCs w:val="20"/>
        </w:rPr>
        <w:t xml:space="preserve"> e di </w:t>
      </w:r>
      <w:proofErr w:type="spellStart"/>
      <w:r w:rsidR="008F370C">
        <w:rPr>
          <w:rFonts w:ascii="Arial" w:hAnsi="Arial" w:cs="Arial"/>
          <w:color w:val="000000"/>
          <w:sz w:val="20"/>
          <w:szCs w:val="20"/>
        </w:rPr>
        <w:t>Afa</w:t>
      </w:r>
      <w:r w:rsidR="003832C2">
        <w:rPr>
          <w:rFonts w:ascii="Arial" w:hAnsi="Arial" w:cs="Arial"/>
          <w:color w:val="000000"/>
          <w:sz w:val="20"/>
          <w:szCs w:val="20"/>
        </w:rPr>
        <w:t>c</w:t>
      </w:r>
      <w:proofErr w:type="spellEnd"/>
      <w:r w:rsidR="003832C2">
        <w:rPr>
          <w:rFonts w:ascii="Arial" w:hAnsi="Arial" w:cs="Arial"/>
          <w:color w:val="000000"/>
          <w:sz w:val="20"/>
          <w:szCs w:val="20"/>
        </w:rPr>
        <w:t xml:space="preserve"> 2024</w:t>
      </w:r>
      <w:r w:rsidR="003D79B2" w:rsidRPr="00E8798B">
        <w:rPr>
          <w:rFonts w:ascii="Arial" w:hAnsi="Arial" w:cs="Arial"/>
          <w:color w:val="000000"/>
          <w:sz w:val="20"/>
          <w:szCs w:val="20"/>
        </w:rPr>
        <w:t>,</w:t>
      </w:r>
      <w:r w:rsidR="007B486D" w:rsidRPr="00E8798B">
        <w:rPr>
          <w:rFonts w:ascii="Arial" w:hAnsi="Arial" w:cs="Arial"/>
          <w:color w:val="000000"/>
          <w:sz w:val="20"/>
          <w:szCs w:val="20"/>
        </w:rPr>
        <w:t xml:space="preserve"> </w:t>
      </w:r>
      <w:r w:rsidR="003D79B2" w:rsidRPr="00E8798B">
        <w:rPr>
          <w:rFonts w:ascii="Arial" w:hAnsi="Arial" w:cs="Arial"/>
          <w:color w:val="000000"/>
          <w:sz w:val="20"/>
          <w:szCs w:val="20"/>
        </w:rPr>
        <w:t xml:space="preserve">in quanto </w:t>
      </w:r>
      <w:r w:rsidR="00500BB6" w:rsidRPr="00E8798B">
        <w:rPr>
          <w:rFonts w:ascii="Arial" w:hAnsi="Arial" w:cs="Arial"/>
          <w:color w:val="000000"/>
          <w:sz w:val="20"/>
          <w:szCs w:val="20"/>
        </w:rPr>
        <w:t>confluit</w:t>
      </w:r>
      <w:r w:rsidR="003832C2">
        <w:rPr>
          <w:rFonts w:ascii="Arial" w:hAnsi="Arial" w:cs="Arial"/>
          <w:color w:val="000000"/>
          <w:sz w:val="20"/>
          <w:szCs w:val="20"/>
        </w:rPr>
        <w:t>i</w:t>
      </w:r>
      <w:r w:rsidR="00500BB6" w:rsidRPr="00E8798B">
        <w:rPr>
          <w:rFonts w:ascii="Arial" w:hAnsi="Arial" w:cs="Arial"/>
          <w:color w:val="000000"/>
          <w:sz w:val="20"/>
          <w:szCs w:val="20"/>
        </w:rPr>
        <w:t xml:space="preserve"> ne</w:t>
      </w:r>
      <w:r w:rsidR="00B651EC" w:rsidRPr="00E8798B">
        <w:rPr>
          <w:rFonts w:ascii="Arial" w:hAnsi="Arial" w:cs="Arial"/>
          <w:color w:val="000000"/>
          <w:sz w:val="20"/>
          <w:szCs w:val="20"/>
        </w:rPr>
        <w:t>lla paga base</w:t>
      </w:r>
      <w:r w:rsidR="003832C2">
        <w:rPr>
          <w:rFonts w:ascii="Arial" w:hAnsi="Arial" w:cs="Arial"/>
          <w:color w:val="000000"/>
          <w:sz w:val="20"/>
          <w:szCs w:val="20"/>
        </w:rPr>
        <w:t xml:space="preserve"> (</w:t>
      </w:r>
      <w:proofErr w:type="spellStart"/>
      <w:r w:rsidR="003832C2">
        <w:rPr>
          <w:rFonts w:ascii="Arial" w:hAnsi="Arial" w:cs="Arial"/>
          <w:color w:val="000000"/>
          <w:sz w:val="20"/>
          <w:szCs w:val="20"/>
        </w:rPr>
        <w:t>rif.</w:t>
      </w:r>
      <w:proofErr w:type="spellEnd"/>
      <w:r w:rsidR="003832C2">
        <w:rPr>
          <w:rFonts w:ascii="Arial" w:hAnsi="Arial" w:cs="Arial"/>
          <w:color w:val="000000"/>
          <w:sz w:val="20"/>
          <w:szCs w:val="20"/>
        </w:rPr>
        <w:t xml:space="preserve"> </w:t>
      </w:r>
      <w:r w:rsidR="00FE6919">
        <w:rPr>
          <w:rFonts w:ascii="Arial" w:hAnsi="Arial" w:cs="Arial"/>
          <w:color w:val="000000"/>
          <w:sz w:val="20"/>
          <w:szCs w:val="20"/>
        </w:rPr>
        <w:t xml:space="preserve">modulo </w:t>
      </w:r>
      <w:r w:rsidR="003832C2" w:rsidRPr="00F238A2">
        <w:rPr>
          <w:rFonts w:ascii="Arial" w:hAnsi="Arial" w:cs="Arial"/>
          <w:b/>
          <w:bCs/>
          <w:color w:val="000000"/>
          <w:sz w:val="20"/>
          <w:szCs w:val="20"/>
        </w:rPr>
        <w:t>CONTRA</w:t>
      </w:r>
      <w:r w:rsidR="003832C2">
        <w:rPr>
          <w:rFonts w:ascii="Arial" w:hAnsi="Arial" w:cs="Arial"/>
          <w:color w:val="000000"/>
          <w:sz w:val="20"/>
          <w:szCs w:val="20"/>
        </w:rPr>
        <w:t xml:space="preserve"> </w:t>
      </w:r>
      <w:proofErr w:type="gramStart"/>
      <w:r w:rsidR="006512F9">
        <w:rPr>
          <w:rFonts w:ascii="Arial" w:hAnsi="Arial" w:cs="Arial"/>
          <w:color w:val="000000"/>
          <w:sz w:val="20"/>
          <w:szCs w:val="20"/>
        </w:rPr>
        <w:t>Aprile</w:t>
      </w:r>
      <w:proofErr w:type="gramEnd"/>
      <w:r w:rsidR="006512F9">
        <w:rPr>
          <w:rFonts w:ascii="Arial" w:hAnsi="Arial" w:cs="Arial"/>
          <w:color w:val="000000"/>
          <w:sz w:val="20"/>
          <w:szCs w:val="20"/>
        </w:rPr>
        <w:t xml:space="preserve"> </w:t>
      </w:r>
      <w:r w:rsidR="00F238A2">
        <w:rPr>
          <w:rFonts w:ascii="Arial" w:hAnsi="Arial" w:cs="Arial"/>
          <w:color w:val="000000"/>
          <w:sz w:val="20"/>
          <w:szCs w:val="20"/>
        </w:rPr>
        <w:t xml:space="preserve">2023 e </w:t>
      </w:r>
      <w:r w:rsidR="006512F9">
        <w:rPr>
          <w:rFonts w:ascii="Arial" w:hAnsi="Arial" w:cs="Arial"/>
          <w:color w:val="000000"/>
          <w:sz w:val="20"/>
          <w:szCs w:val="20"/>
        </w:rPr>
        <w:t xml:space="preserve">Aprile </w:t>
      </w:r>
      <w:r w:rsidR="003832C2">
        <w:rPr>
          <w:rFonts w:ascii="Arial" w:hAnsi="Arial" w:cs="Arial"/>
          <w:color w:val="000000"/>
          <w:sz w:val="20"/>
          <w:szCs w:val="20"/>
        </w:rPr>
        <w:t>2024</w:t>
      </w:r>
      <w:r w:rsidR="00F238A2">
        <w:rPr>
          <w:rFonts w:ascii="Arial" w:hAnsi="Arial" w:cs="Arial"/>
          <w:color w:val="000000"/>
          <w:sz w:val="20"/>
          <w:szCs w:val="20"/>
        </w:rPr>
        <w:t>)</w:t>
      </w:r>
      <w:r w:rsidR="00940A0C" w:rsidRPr="00E8798B">
        <w:rPr>
          <w:rFonts w:ascii="Arial" w:hAnsi="Arial" w:cs="Arial"/>
          <w:color w:val="000000"/>
          <w:sz w:val="20"/>
          <w:szCs w:val="20"/>
        </w:rPr>
        <w:t xml:space="preserve">. </w:t>
      </w:r>
    </w:p>
    <w:p w14:paraId="31C3C3AE" w14:textId="01CBC77F" w:rsidR="00940A0C" w:rsidRPr="00E8798B" w:rsidRDefault="00940A0C" w:rsidP="006E47E2">
      <w:pPr>
        <w:pStyle w:val="Paragrafoelenco"/>
        <w:shd w:val="clear" w:color="auto" w:fill="FFFFFF"/>
        <w:ind w:left="714" w:right="-48"/>
        <w:contextualSpacing w:val="0"/>
        <w:jc w:val="both"/>
        <w:rPr>
          <w:rFonts w:ascii="Arial" w:hAnsi="Arial" w:cs="Arial"/>
          <w:color w:val="000000"/>
          <w:sz w:val="20"/>
          <w:szCs w:val="20"/>
        </w:rPr>
      </w:pPr>
      <w:r w:rsidRPr="00E8798B">
        <w:rPr>
          <w:rFonts w:ascii="Arial" w:hAnsi="Arial" w:cs="Arial"/>
          <w:color w:val="000000"/>
          <w:sz w:val="20"/>
          <w:szCs w:val="20"/>
        </w:rPr>
        <w:t>Infine, in c</w:t>
      </w:r>
      <w:r w:rsidR="00500BB6" w:rsidRPr="00E8798B">
        <w:rPr>
          <w:rFonts w:ascii="Arial" w:hAnsi="Arial" w:cs="Arial"/>
          <w:color w:val="000000"/>
          <w:sz w:val="20"/>
          <w:szCs w:val="20"/>
        </w:rPr>
        <w:t>o</w:t>
      </w:r>
      <w:r w:rsidRPr="00E8798B">
        <w:rPr>
          <w:rFonts w:ascii="Arial" w:hAnsi="Arial" w:cs="Arial"/>
          <w:color w:val="000000"/>
          <w:sz w:val="20"/>
          <w:szCs w:val="20"/>
        </w:rPr>
        <w:t xml:space="preserve">rrispondenza del </w:t>
      </w:r>
      <w:proofErr w:type="gramStart"/>
      <w:r w:rsidRPr="00E8798B">
        <w:rPr>
          <w:rFonts w:ascii="Arial" w:hAnsi="Arial" w:cs="Arial"/>
          <w:color w:val="000000"/>
          <w:sz w:val="20"/>
          <w:szCs w:val="20"/>
        </w:rPr>
        <w:t>13^</w:t>
      </w:r>
      <w:proofErr w:type="gramEnd"/>
      <w:r w:rsidRPr="00E8798B">
        <w:rPr>
          <w:rFonts w:ascii="Arial" w:hAnsi="Arial" w:cs="Arial"/>
          <w:color w:val="000000"/>
          <w:sz w:val="20"/>
          <w:szCs w:val="20"/>
        </w:rPr>
        <w:t xml:space="preserve"> elemento retributivo</w:t>
      </w:r>
      <w:r w:rsidR="002E342B" w:rsidRPr="00E8798B">
        <w:rPr>
          <w:rFonts w:ascii="Arial" w:hAnsi="Arial" w:cs="Arial"/>
          <w:color w:val="000000"/>
          <w:sz w:val="20"/>
          <w:szCs w:val="20"/>
        </w:rPr>
        <w:t xml:space="preserve"> </w:t>
      </w:r>
      <w:r w:rsidRPr="00E8798B">
        <w:rPr>
          <w:rFonts w:ascii="Arial" w:hAnsi="Arial" w:cs="Arial"/>
          <w:color w:val="000000"/>
          <w:sz w:val="20"/>
          <w:szCs w:val="20"/>
        </w:rPr>
        <w:t xml:space="preserve">è stata rimossa l'incidenza </w:t>
      </w:r>
      <w:r w:rsidR="002D0BBE" w:rsidRPr="00E8798B">
        <w:rPr>
          <w:rFonts w:ascii="Arial" w:hAnsi="Arial" w:cs="Arial"/>
          <w:color w:val="000000"/>
          <w:sz w:val="20"/>
          <w:szCs w:val="20"/>
        </w:rPr>
        <w:t>d</w:t>
      </w:r>
      <w:r w:rsidR="00053D70">
        <w:rPr>
          <w:rFonts w:ascii="Arial" w:hAnsi="Arial" w:cs="Arial"/>
          <w:color w:val="000000"/>
          <w:sz w:val="20"/>
          <w:szCs w:val="20"/>
        </w:rPr>
        <w:t xml:space="preserve">i entrambi gli </w:t>
      </w:r>
      <w:proofErr w:type="spellStart"/>
      <w:r w:rsidR="002D0BBE" w:rsidRPr="00E8798B">
        <w:rPr>
          <w:rFonts w:ascii="Arial" w:hAnsi="Arial" w:cs="Arial"/>
          <w:color w:val="000000"/>
          <w:sz w:val="20"/>
          <w:szCs w:val="20"/>
        </w:rPr>
        <w:t>Afac</w:t>
      </w:r>
      <w:proofErr w:type="spellEnd"/>
      <w:r w:rsidR="00053D70">
        <w:rPr>
          <w:rFonts w:ascii="Arial" w:hAnsi="Arial" w:cs="Arial"/>
          <w:color w:val="000000"/>
          <w:sz w:val="20"/>
          <w:szCs w:val="20"/>
        </w:rPr>
        <w:t xml:space="preserve"> suddetti</w:t>
      </w:r>
      <w:r w:rsidR="002D40A2" w:rsidRPr="00E8798B">
        <w:rPr>
          <w:rFonts w:ascii="Arial" w:hAnsi="Arial" w:cs="Arial"/>
          <w:color w:val="000000"/>
          <w:sz w:val="20"/>
          <w:szCs w:val="20"/>
        </w:rPr>
        <w:t xml:space="preserve"> </w:t>
      </w:r>
      <w:r w:rsidR="00EC6F3B">
        <w:rPr>
          <w:rFonts w:ascii="Arial" w:hAnsi="Arial" w:cs="Arial"/>
          <w:color w:val="000000"/>
          <w:sz w:val="20"/>
          <w:szCs w:val="20"/>
        </w:rPr>
        <w:t>ai fini della</w:t>
      </w:r>
      <w:r w:rsidR="002D40A2" w:rsidRPr="00E8798B">
        <w:rPr>
          <w:rFonts w:ascii="Arial" w:hAnsi="Arial" w:cs="Arial"/>
          <w:color w:val="000000"/>
          <w:sz w:val="20"/>
          <w:szCs w:val="20"/>
        </w:rPr>
        <w:t xml:space="preserve"> quantificazione dell’elemento sostitutivo della bilateralità</w:t>
      </w:r>
      <w:r w:rsidR="002D0BBE" w:rsidRPr="00E8798B">
        <w:rPr>
          <w:rFonts w:ascii="Arial" w:hAnsi="Arial" w:cs="Arial"/>
          <w:color w:val="000000"/>
          <w:sz w:val="20"/>
          <w:szCs w:val="20"/>
        </w:rPr>
        <w:t>;</w:t>
      </w:r>
    </w:p>
    <w:p w14:paraId="54E81743" w14:textId="4489DA44" w:rsidR="00360349" w:rsidRDefault="00360349" w:rsidP="00360349">
      <w:pPr>
        <w:pStyle w:val="Paragrafoelenco"/>
        <w:numPr>
          <w:ilvl w:val="0"/>
          <w:numId w:val="3"/>
        </w:numPr>
        <w:shd w:val="clear" w:color="auto" w:fill="FFFFFF"/>
        <w:spacing w:before="120"/>
        <w:ind w:left="714" w:right="-48" w:hanging="357"/>
        <w:contextualSpacing w:val="0"/>
        <w:jc w:val="both"/>
        <w:rPr>
          <w:rFonts w:ascii="Arial" w:hAnsi="Arial" w:cs="Arial"/>
          <w:color w:val="000000"/>
          <w:sz w:val="20"/>
          <w:szCs w:val="20"/>
        </w:rPr>
      </w:pPr>
      <w:r>
        <w:rPr>
          <w:rFonts w:ascii="Arial" w:hAnsi="Arial" w:cs="Arial"/>
          <w:color w:val="000000"/>
          <w:sz w:val="20"/>
          <w:szCs w:val="20"/>
        </w:rPr>
        <w:t>In tabella “Retribuzione apprendisti” (</w:t>
      </w:r>
      <w:r w:rsidRPr="00794437">
        <w:rPr>
          <w:rFonts w:ascii="Arial" w:hAnsi="Arial" w:cs="Arial"/>
          <w:b/>
          <w:bCs/>
          <w:color w:val="000000"/>
          <w:sz w:val="20"/>
          <w:szCs w:val="20"/>
        </w:rPr>
        <w:t>TB0106</w:t>
      </w:r>
      <w:r>
        <w:rPr>
          <w:rFonts w:ascii="Arial" w:hAnsi="Arial" w:cs="Arial"/>
          <w:color w:val="000000"/>
          <w:sz w:val="20"/>
          <w:szCs w:val="20"/>
        </w:rPr>
        <w:t xml:space="preserve">), per i gruppi appartenenza da 1 a </w:t>
      </w:r>
      <w:r w:rsidR="00F94D3D">
        <w:rPr>
          <w:rFonts w:ascii="Arial" w:hAnsi="Arial" w:cs="Arial"/>
          <w:color w:val="000000"/>
          <w:sz w:val="20"/>
          <w:szCs w:val="20"/>
        </w:rPr>
        <w:t>5</w:t>
      </w:r>
      <w:r>
        <w:rPr>
          <w:rFonts w:ascii="Arial" w:hAnsi="Arial" w:cs="Arial"/>
          <w:color w:val="000000"/>
          <w:sz w:val="20"/>
          <w:szCs w:val="20"/>
        </w:rPr>
        <w:t xml:space="preserve"> inclusi, è stata creata la validità “0</w:t>
      </w:r>
      <w:r w:rsidR="00F94D3D">
        <w:rPr>
          <w:rFonts w:ascii="Arial" w:hAnsi="Arial" w:cs="Arial"/>
          <w:color w:val="000000"/>
          <w:sz w:val="20"/>
          <w:szCs w:val="20"/>
        </w:rPr>
        <w:t>5</w:t>
      </w:r>
      <w:r>
        <w:rPr>
          <w:rFonts w:ascii="Arial" w:hAnsi="Arial" w:cs="Arial"/>
          <w:color w:val="000000"/>
          <w:sz w:val="20"/>
          <w:szCs w:val="20"/>
        </w:rPr>
        <w:t xml:space="preserve">/2024” ed è stato rimosso il flag presente in corrispondenza del </w:t>
      </w:r>
      <w:proofErr w:type="gramStart"/>
      <w:r>
        <w:rPr>
          <w:rFonts w:ascii="Arial" w:hAnsi="Arial" w:cs="Arial"/>
          <w:color w:val="000000"/>
          <w:sz w:val="20"/>
          <w:szCs w:val="20"/>
        </w:rPr>
        <w:t>6^</w:t>
      </w:r>
      <w:proofErr w:type="gramEnd"/>
      <w:r>
        <w:rPr>
          <w:rFonts w:ascii="Arial" w:hAnsi="Arial" w:cs="Arial"/>
          <w:color w:val="000000"/>
          <w:sz w:val="20"/>
          <w:szCs w:val="20"/>
        </w:rPr>
        <w:t xml:space="preserve"> </w:t>
      </w:r>
      <w:r w:rsidR="003C47C0">
        <w:rPr>
          <w:rFonts w:ascii="Arial" w:hAnsi="Arial" w:cs="Arial"/>
          <w:color w:val="000000"/>
          <w:sz w:val="20"/>
          <w:szCs w:val="20"/>
        </w:rPr>
        <w:t xml:space="preserve">e dell’11^ </w:t>
      </w:r>
      <w:r>
        <w:rPr>
          <w:rFonts w:ascii="Arial" w:hAnsi="Arial" w:cs="Arial"/>
          <w:color w:val="000000"/>
          <w:sz w:val="20"/>
          <w:szCs w:val="20"/>
        </w:rPr>
        <w:t>elemento retributivo;</w:t>
      </w:r>
    </w:p>
    <w:p w14:paraId="5B14D909" w14:textId="7B5167C6" w:rsidR="007C57BA" w:rsidRPr="003C47C0" w:rsidRDefault="007C57BA" w:rsidP="007C57BA">
      <w:pPr>
        <w:pStyle w:val="Paragrafoelenco"/>
        <w:numPr>
          <w:ilvl w:val="0"/>
          <w:numId w:val="3"/>
        </w:numPr>
        <w:shd w:val="clear" w:color="auto" w:fill="FFFFFF"/>
        <w:spacing w:before="120"/>
        <w:ind w:left="714" w:right="-48" w:hanging="357"/>
        <w:contextualSpacing w:val="0"/>
        <w:jc w:val="both"/>
        <w:rPr>
          <w:rFonts w:ascii="Arial" w:hAnsi="Arial" w:cs="Arial"/>
          <w:color w:val="000000"/>
          <w:sz w:val="20"/>
          <w:szCs w:val="20"/>
        </w:rPr>
      </w:pPr>
      <w:r w:rsidRPr="003C47C0">
        <w:rPr>
          <w:rFonts w:ascii="Arial" w:hAnsi="Arial" w:cs="Arial"/>
          <w:color w:val="000000"/>
          <w:sz w:val="20"/>
          <w:szCs w:val="20"/>
        </w:rPr>
        <w:t>In tabella “Malattia” (</w:t>
      </w:r>
      <w:r w:rsidRPr="003C47C0">
        <w:rPr>
          <w:rFonts w:ascii="Arial" w:hAnsi="Arial" w:cs="Arial"/>
          <w:b/>
          <w:bCs/>
          <w:color w:val="000000"/>
          <w:sz w:val="20"/>
          <w:szCs w:val="20"/>
        </w:rPr>
        <w:t>TB0901</w:t>
      </w:r>
      <w:r w:rsidRPr="003C47C0">
        <w:rPr>
          <w:rFonts w:ascii="Arial" w:hAnsi="Arial" w:cs="Arial"/>
          <w:color w:val="000000"/>
          <w:sz w:val="20"/>
          <w:szCs w:val="20"/>
        </w:rPr>
        <w:t>)</w:t>
      </w:r>
      <w:r w:rsidR="00D91B18" w:rsidRPr="003C47C0">
        <w:rPr>
          <w:rFonts w:ascii="Arial" w:hAnsi="Arial" w:cs="Arial"/>
          <w:color w:val="000000"/>
          <w:sz w:val="20"/>
          <w:szCs w:val="20"/>
        </w:rPr>
        <w:t xml:space="preserve">, per </w:t>
      </w:r>
      <w:r w:rsidR="00B41645" w:rsidRPr="003C47C0">
        <w:rPr>
          <w:rFonts w:ascii="Arial" w:hAnsi="Arial" w:cs="Arial"/>
          <w:color w:val="000000"/>
          <w:sz w:val="20"/>
          <w:szCs w:val="20"/>
        </w:rPr>
        <w:t>tutti i</w:t>
      </w:r>
      <w:r w:rsidR="00D91B18" w:rsidRPr="003C47C0">
        <w:rPr>
          <w:rFonts w:ascii="Arial" w:hAnsi="Arial" w:cs="Arial"/>
          <w:color w:val="000000"/>
          <w:sz w:val="20"/>
          <w:szCs w:val="20"/>
        </w:rPr>
        <w:t xml:space="preserve"> codici trattamento qualifica</w:t>
      </w:r>
      <w:r w:rsidR="00B41645" w:rsidRPr="003C47C0">
        <w:rPr>
          <w:rFonts w:ascii="Arial" w:hAnsi="Arial" w:cs="Arial"/>
          <w:color w:val="000000"/>
          <w:sz w:val="20"/>
          <w:szCs w:val="20"/>
        </w:rPr>
        <w:t>, al campo “</w:t>
      </w:r>
      <w:r w:rsidR="00B41645" w:rsidRPr="003C47C0">
        <w:rPr>
          <w:rFonts w:ascii="Arial" w:hAnsi="Arial" w:cs="Arial"/>
          <w:i/>
          <w:iCs/>
          <w:color w:val="000000"/>
          <w:sz w:val="20"/>
          <w:szCs w:val="20"/>
        </w:rPr>
        <w:t>Tabella voci malattia</w:t>
      </w:r>
      <w:r w:rsidR="00B41645" w:rsidRPr="003C47C0">
        <w:rPr>
          <w:rFonts w:ascii="Arial" w:hAnsi="Arial" w:cs="Arial"/>
          <w:color w:val="000000"/>
          <w:sz w:val="20"/>
          <w:szCs w:val="20"/>
        </w:rPr>
        <w:t>” è stato collegato il codice 8022</w:t>
      </w:r>
      <w:r w:rsidR="00710259" w:rsidRPr="003C47C0">
        <w:rPr>
          <w:rFonts w:ascii="Arial" w:hAnsi="Arial" w:cs="Arial"/>
          <w:color w:val="000000"/>
          <w:sz w:val="20"/>
          <w:szCs w:val="20"/>
        </w:rPr>
        <w:t xml:space="preserve"> “</w:t>
      </w:r>
      <w:proofErr w:type="spellStart"/>
      <w:r w:rsidR="00710259" w:rsidRPr="003C47C0">
        <w:rPr>
          <w:rFonts w:ascii="Arial" w:hAnsi="Arial" w:cs="Arial"/>
          <w:color w:val="000000"/>
          <w:sz w:val="20"/>
          <w:szCs w:val="20"/>
        </w:rPr>
        <w:t>T</w:t>
      </w:r>
      <w:r w:rsidR="00710259" w:rsidRPr="003C47C0">
        <w:rPr>
          <w:rStyle w:val="ui-provider"/>
          <w:rFonts w:ascii="Arial" w:hAnsi="Arial" w:cs="Arial"/>
          <w:sz w:val="20"/>
          <w:szCs w:val="20"/>
        </w:rPr>
        <w:t>ab.voci</w:t>
      </w:r>
      <w:proofErr w:type="spellEnd"/>
      <w:r w:rsidR="00710259" w:rsidRPr="003C47C0">
        <w:rPr>
          <w:rStyle w:val="ui-provider"/>
          <w:rFonts w:ascii="Arial" w:hAnsi="Arial" w:cs="Arial"/>
          <w:sz w:val="20"/>
          <w:szCs w:val="20"/>
        </w:rPr>
        <w:t xml:space="preserve"> 8002 </w:t>
      </w:r>
      <w:proofErr w:type="gramStart"/>
      <w:r w:rsidR="00710259" w:rsidRPr="003C47C0">
        <w:rPr>
          <w:rStyle w:val="ui-provider"/>
          <w:rFonts w:ascii="Arial" w:hAnsi="Arial" w:cs="Arial"/>
          <w:sz w:val="20"/>
          <w:szCs w:val="20"/>
        </w:rPr>
        <w:t>cong.paren</w:t>
      </w:r>
      <w:proofErr w:type="gramEnd"/>
      <w:r w:rsidR="00710259" w:rsidRPr="003C47C0">
        <w:rPr>
          <w:rStyle w:val="ui-provider"/>
          <w:rFonts w:ascii="Arial" w:hAnsi="Arial" w:cs="Arial"/>
          <w:sz w:val="20"/>
          <w:szCs w:val="20"/>
        </w:rPr>
        <w:t>.14^”</w:t>
      </w:r>
      <w:r w:rsidR="00710259" w:rsidRPr="003C47C0">
        <w:rPr>
          <w:rFonts w:ascii="Arial" w:hAnsi="Arial" w:cs="Arial"/>
          <w:color w:val="000000"/>
          <w:sz w:val="20"/>
          <w:szCs w:val="20"/>
        </w:rPr>
        <w:t xml:space="preserve"> in sostituzione del codice 8002 “Tabella voci malattia”</w:t>
      </w:r>
      <w:r w:rsidR="00C937E8" w:rsidRPr="003C47C0">
        <w:rPr>
          <w:rFonts w:ascii="Arial" w:hAnsi="Arial" w:cs="Arial"/>
          <w:color w:val="000000"/>
          <w:sz w:val="20"/>
          <w:szCs w:val="20"/>
        </w:rPr>
        <w:t>;</w:t>
      </w:r>
    </w:p>
    <w:p w14:paraId="2A83A2E5" w14:textId="7D070A77" w:rsidR="005D2613" w:rsidRPr="003C47C0" w:rsidRDefault="00467498">
      <w:pPr>
        <w:pStyle w:val="Paragrafoelenco"/>
        <w:numPr>
          <w:ilvl w:val="0"/>
          <w:numId w:val="3"/>
        </w:numPr>
        <w:shd w:val="clear" w:color="auto" w:fill="FFFFFF"/>
        <w:spacing w:before="120"/>
        <w:ind w:left="714" w:right="-48" w:hanging="357"/>
        <w:contextualSpacing w:val="0"/>
        <w:jc w:val="both"/>
        <w:rPr>
          <w:rFonts w:ascii="Arial" w:hAnsi="Arial" w:cs="Arial"/>
          <w:color w:val="000000"/>
          <w:sz w:val="20"/>
          <w:szCs w:val="20"/>
        </w:rPr>
      </w:pPr>
      <w:r w:rsidRPr="003C47C0">
        <w:rPr>
          <w:rFonts w:ascii="Arial" w:hAnsi="Arial" w:cs="Arial"/>
          <w:color w:val="000000"/>
          <w:sz w:val="20"/>
          <w:szCs w:val="20"/>
        </w:rPr>
        <w:t xml:space="preserve">Nell’archivio </w:t>
      </w:r>
      <w:r w:rsidRPr="003C47C0">
        <w:rPr>
          <w:rFonts w:ascii="Arial" w:hAnsi="Arial" w:cs="Arial"/>
          <w:b/>
          <w:bCs/>
          <w:color w:val="000000"/>
          <w:sz w:val="20"/>
          <w:szCs w:val="20"/>
        </w:rPr>
        <w:t xml:space="preserve">VOCI </w:t>
      </w:r>
      <w:r w:rsidR="00C937E8" w:rsidRPr="003C47C0">
        <w:rPr>
          <w:rFonts w:ascii="Arial" w:hAnsi="Arial" w:cs="Arial"/>
          <w:color w:val="000000"/>
          <w:sz w:val="20"/>
          <w:szCs w:val="20"/>
        </w:rPr>
        <w:t xml:space="preserve">è stata creata la voce </w:t>
      </w:r>
      <w:r w:rsidR="00C937E8" w:rsidRPr="003C47C0">
        <w:rPr>
          <w:rFonts w:ascii="Arial" w:hAnsi="Arial" w:cs="Arial"/>
          <w:b/>
          <w:bCs/>
          <w:color w:val="000000"/>
          <w:sz w:val="20"/>
          <w:szCs w:val="20"/>
        </w:rPr>
        <w:t>9737</w:t>
      </w:r>
      <w:r w:rsidR="00C937E8" w:rsidRPr="003C47C0">
        <w:rPr>
          <w:rFonts w:ascii="Arial" w:hAnsi="Arial" w:cs="Arial"/>
          <w:color w:val="000000"/>
          <w:sz w:val="20"/>
          <w:szCs w:val="20"/>
        </w:rPr>
        <w:t xml:space="preserve"> </w:t>
      </w:r>
      <w:r w:rsidR="007E109A" w:rsidRPr="003C47C0">
        <w:rPr>
          <w:rFonts w:ascii="Arial" w:hAnsi="Arial" w:cs="Arial"/>
          <w:color w:val="000000"/>
          <w:sz w:val="20"/>
          <w:szCs w:val="20"/>
        </w:rPr>
        <w:t>“</w:t>
      </w:r>
      <w:r w:rsidR="007E109A" w:rsidRPr="003C47C0">
        <w:rPr>
          <w:rStyle w:val="ui-provider"/>
          <w:rFonts w:ascii="Arial" w:hAnsi="Arial" w:cs="Arial"/>
          <w:sz w:val="20"/>
          <w:szCs w:val="20"/>
        </w:rPr>
        <w:t xml:space="preserve">Ore </w:t>
      </w:r>
      <w:proofErr w:type="spellStart"/>
      <w:r w:rsidR="007E109A" w:rsidRPr="003C47C0">
        <w:rPr>
          <w:rStyle w:val="ui-provider"/>
          <w:rFonts w:ascii="Arial" w:hAnsi="Arial" w:cs="Arial"/>
          <w:sz w:val="20"/>
          <w:szCs w:val="20"/>
        </w:rPr>
        <w:t>rip</w:t>
      </w:r>
      <w:proofErr w:type="spellEnd"/>
      <w:r w:rsidR="007E109A" w:rsidRPr="003C47C0">
        <w:rPr>
          <w:rStyle w:val="ui-provider"/>
          <w:rFonts w:ascii="Arial" w:hAnsi="Arial" w:cs="Arial"/>
          <w:sz w:val="20"/>
          <w:szCs w:val="20"/>
        </w:rPr>
        <w:t>. 13^+14^cong.par”</w:t>
      </w:r>
      <w:r w:rsidR="008F6451" w:rsidRPr="003C47C0">
        <w:rPr>
          <w:rStyle w:val="ui-provider"/>
          <w:rFonts w:ascii="Arial" w:hAnsi="Arial" w:cs="Arial"/>
          <w:sz w:val="20"/>
          <w:szCs w:val="20"/>
        </w:rPr>
        <w:t>;</w:t>
      </w:r>
    </w:p>
    <w:p w14:paraId="74EBCC70" w14:textId="52DAAF4B" w:rsidR="004B0E0A" w:rsidRPr="003C47C0" w:rsidRDefault="00BC707D">
      <w:pPr>
        <w:pStyle w:val="Paragrafoelenco"/>
        <w:numPr>
          <w:ilvl w:val="0"/>
          <w:numId w:val="3"/>
        </w:numPr>
        <w:shd w:val="clear" w:color="auto" w:fill="FFFFFF"/>
        <w:spacing w:before="120"/>
        <w:ind w:left="714" w:right="-48" w:hanging="357"/>
        <w:contextualSpacing w:val="0"/>
        <w:jc w:val="both"/>
        <w:rPr>
          <w:rFonts w:ascii="Arial" w:hAnsi="Arial" w:cs="Arial"/>
          <w:color w:val="000000"/>
          <w:sz w:val="20"/>
          <w:szCs w:val="20"/>
        </w:rPr>
      </w:pPr>
      <w:r w:rsidRPr="003C47C0">
        <w:rPr>
          <w:rFonts w:ascii="Arial" w:hAnsi="Arial" w:cs="Arial"/>
          <w:color w:val="000000"/>
          <w:sz w:val="20"/>
          <w:szCs w:val="20"/>
        </w:rPr>
        <w:t>È</w:t>
      </w:r>
      <w:r w:rsidR="004B0E0A" w:rsidRPr="003C47C0">
        <w:rPr>
          <w:rFonts w:ascii="Arial" w:hAnsi="Arial" w:cs="Arial"/>
          <w:color w:val="000000"/>
          <w:sz w:val="20"/>
          <w:szCs w:val="20"/>
        </w:rPr>
        <w:t xml:space="preserve"> stato aggiornato lo scadenzario contrattuale.</w:t>
      </w:r>
    </w:p>
    <w:p w14:paraId="09638065" w14:textId="712BD569" w:rsidR="00457CBC" w:rsidRDefault="00457CBC" w:rsidP="00BE4D5B">
      <w:pPr>
        <w:shd w:val="clear" w:color="auto" w:fill="FFFFFF"/>
        <w:ind w:right="-48"/>
        <w:jc w:val="both"/>
        <w:rPr>
          <w:rFonts w:ascii="Arial" w:hAnsi="Arial" w:cs="Arial"/>
          <w:color w:val="000000"/>
          <w:sz w:val="20"/>
          <w:szCs w:val="20"/>
          <w:highlight w:val="yellow"/>
        </w:rPr>
      </w:pPr>
    </w:p>
    <w:p w14:paraId="74E4CDD2" w14:textId="77777777" w:rsidR="003C47C0" w:rsidRDefault="003C47C0" w:rsidP="00BE4D5B">
      <w:pPr>
        <w:shd w:val="clear" w:color="auto" w:fill="FFFFFF"/>
        <w:ind w:right="-48"/>
        <w:jc w:val="both"/>
        <w:rPr>
          <w:rFonts w:ascii="Arial" w:hAnsi="Arial" w:cs="Arial"/>
          <w:color w:val="000000"/>
          <w:sz w:val="20"/>
          <w:szCs w:val="20"/>
          <w:highlight w:val="yellow"/>
        </w:rPr>
      </w:pPr>
    </w:p>
    <w:p w14:paraId="07A96827" w14:textId="77777777" w:rsidR="003C47C0" w:rsidRPr="009E38FE" w:rsidRDefault="003C47C0" w:rsidP="003C47C0">
      <w:pPr>
        <w:pStyle w:val="TS-titolo-04"/>
      </w:pPr>
      <w:bookmarkStart w:id="8" w:name="_Toc167197025"/>
      <w:r w:rsidRPr="009E38FE">
        <w:t xml:space="preserve">Codici contratto </w:t>
      </w:r>
      <w:r>
        <w:t>8761/8762 Concerie Aziende Industriali</w:t>
      </w:r>
      <w:bookmarkEnd w:id="8"/>
    </w:p>
    <w:p w14:paraId="2519F0DE" w14:textId="3AFFF2A9" w:rsidR="009A020E" w:rsidRPr="009A020E" w:rsidRDefault="00B23300" w:rsidP="009A020E">
      <w:pPr>
        <w:autoSpaceDE w:val="0"/>
        <w:autoSpaceDN w:val="0"/>
        <w:adjustRightInd w:val="0"/>
        <w:spacing w:before="120"/>
        <w:jc w:val="both"/>
        <w:rPr>
          <w:rFonts w:ascii="Arial" w:hAnsi="Arial" w:cs="Arial"/>
          <w:color w:val="000000"/>
          <w:sz w:val="20"/>
          <w:szCs w:val="20"/>
          <w:highlight w:val="yellow"/>
        </w:rPr>
      </w:pPr>
      <w:r w:rsidRPr="00B23300">
        <w:rPr>
          <w:rStyle w:val="ui-provider"/>
          <w:rFonts w:ascii="Arial" w:hAnsi="Arial" w:cs="Arial"/>
          <w:sz w:val="20"/>
          <w:szCs w:val="20"/>
        </w:rPr>
        <w:t xml:space="preserve">Con </w:t>
      </w:r>
      <w:r w:rsidR="009A020E">
        <w:rPr>
          <w:rStyle w:val="ui-provider"/>
          <w:rFonts w:ascii="Arial" w:hAnsi="Arial" w:cs="Arial"/>
          <w:sz w:val="20"/>
          <w:szCs w:val="20"/>
        </w:rPr>
        <w:t>I</w:t>
      </w:r>
      <w:r w:rsidRPr="00B23300">
        <w:rPr>
          <w:rStyle w:val="ui-provider"/>
          <w:rFonts w:ascii="Arial" w:hAnsi="Arial" w:cs="Arial"/>
          <w:sz w:val="20"/>
          <w:szCs w:val="20"/>
        </w:rPr>
        <w:t xml:space="preserve">potesi di </w:t>
      </w:r>
      <w:r w:rsidR="00EC004D">
        <w:rPr>
          <w:rStyle w:val="ui-provider"/>
          <w:rFonts w:ascii="Arial" w:hAnsi="Arial" w:cs="Arial"/>
          <w:sz w:val="20"/>
          <w:szCs w:val="20"/>
        </w:rPr>
        <w:t>A</w:t>
      </w:r>
      <w:r w:rsidRPr="00B23300">
        <w:rPr>
          <w:rStyle w:val="ui-provider"/>
          <w:rFonts w:ascii="Arial" w:hAnsi="Arial" w:cs="Arial"/>
          <w:sz w:val="20"/>
          <w:szCs w:val="20"/>
        </w:rPr>
        <w:t>ccordo 7 marzo 2024 Unic</w:t>
      </w:r>
      <w:r>
        <w:rPr>
          <w:rStyle w:val="ui-provider"/>
          <w:rFonts w:ascii="Arial" w:hAnsi="Arial" w:cs="Arial"/>
          <w:sz w:val="20"/>
          <w:szCs w:val="20"/>
        </w:rPr>
        <w:t>,</w:t>
      </w:r>
      <w:r w:rsidRPr="00B23300">
        <w:rPr>
          <w:rStyle w:val="ui-provider"/>
          <w:rFonts w:ascii="Arial" w:hAnsi="Arial" w:cs="Arial"/>
          <w:sz w:val="20"/>
          <w:szCs w:val="20"/>
        </w:rPr>
        <w:t xml:space="preserve"> </w:t>
      </w:r>
      <w:proofErr w:type="spellStart"/>
      <w:r w:rsidRPr="00B23300">
        <w:rPr>
          <w:rStyle w:val="ui-provider"/>
          <w:rFonts w:ascii="Arial" w:hAnsi="Arial" w:cs="Arial"/>
          <w:sz w:val="20"/>
          <w:szCs w:val="20"/>
        </w:rPr>
        <w:t>Filctem</w:t>
      </w:r>
      <w:proofErr w:type="spellEnd"/>
      <w:r w:rsidRPr="00B23300">
        <w:rPr>
          <w:rStyle w:val="ui-provider"/>
          <w:rFonts w:ascii="Arial" w:hAnsi="Arial" w:cs="Arial"/>
          <w:sz w:val="20"/>
          <w:szCs w:val="20"/>
        </w:rPr>
        <w:t xml:space="preserve">-Cgil, </w:t>
      </w:r>
      <w:proofErr w:type="spellStart"/>
      <w:r w:rsidRPr="00B23300">
        <w:rPr>
          <w:rStyle w:val="ui-provider"/>
          <w:rFonts w:ascii="Arial" w:hAnsi="Arial" w:cs="Arial"/>
          <w:sz w:val="20"/>
          <w:szCs w:val="20"/>
        </w:rPr>
        <w:t>Femca</w:t>
      </w:r>
      <w:proofErr w:type="spellEnd"/>
      <w:r w:rsidRPr="00B23300">
        <w:rPr>
          <w:rStyle w:val="ui-provider"/>
          <w:rFonts w:ascii="Arial" w:hAnsi="Arial" w:cs="Arial"/>
          <w:sz w:val="20"/>
          <w:szCs w:val="20"/>
        </w:rPr>
        <w:t xml:space="preserve">-Cisl e </w:t>
      </w:r>
      <w:proofErr w:type="spellStart"/>
      <w:r w:rsidRPr="00B23300">
        <w:rPr>
          <w:rStyle w:val="ui-provider"/>
          <w:rFonts w:ascii="Arial" w:hAnsi="Arial" w:cs="Arial"/>
          <w:sz w:val="20"/>
          <w:szCs w:val="20"/>
        </w:rPr>
        <w:t>Uiltec</w:t>
      </w:r>
      <w:proofErr w:type="spellEnd"/>
      <w:r w:rsidRPr="00B23300">
        <w:rPr>
          <w:rStyle w:val="ui-provider"/>
          <w:rFonts w:ascii="Arial" w:hAnsi="Arial" w:cs="Arial"/>
          <w:sz w:val="20"/>
          <w:szCs w:val="20"/>
        </w:rPr>
        <w:t xml:space="preserve">-Uil hanno rinnovato il </w:t>
      </w:r>
      <w:proofErr w:type="spellStart"/>
      <w:r w:rsidRPr="00B23300">
        <w:rPr>
          <w:rStyle w:val="ui-provider"/>
          <w:rFonts w:ascii="Arial" w:hAnsi="Arial" w:cs="Arial"/>
          <w:sz w:val="20"/>
          <w:szCs w:val="20"/>
        </w:rPr>
        <w:t>ccnl</w:t>
      </w:r>
      <w:proofErr w:type="spellEnd"/>
      <w:r w:rsidRPr="00B23300">
        <w:rPr>
          <w:rStyle w:val="ui-provider"/>
          <w:rFonts w:ascii="Arial" w:hAnsi="Arial" w:cs="Arial"/>
          <w:sz w:val="20"/>
          <w:szCs w:val="20"/>
        </w:rPr>
        <w:t xml:space="preserve"> per i dipendenti dalle aziende esercenti l'industria conciaria.</w:t>
      </w:r>
      <w:r w:rsidR="00D90787">
        <w:rPr>
          <w:rStyle w:val="ui-provider"/>
          <w:rFonts w:ascii="Arial" w:hAnsi="Arial" w:cs="Arial"/>
          <w:sz w:val="20"/>
          <w:szCs w:val="20"/>
        </w:rPr>
        <w:t xml:space="preserve"> </w:t>
      </w:r>
      <w:r w:rsidR="009A020E" w:rsidRPr="009A020E">
        <w:rPr>
          <w:rStyle w:val="ui-provider"/>
          <w:rFonts w:ascii="Arial" w:hAnsi="Arial" w:cs="Arial"/>
          <w:sz w:val="20"/>
          <w:szCs w:val="20"/>
        </w:rPr>
        <w:t xml:space="preserve">In data 15 aprile 2024 </w:t>
      </w:r>
      <w:r w:rsidR="009A020E">
        <w:rPr>
          <w:rStyle w:val="ui-provider"/>
          <w:rFonts w:ascii="Arial" w:hAnsi="Arial" w:cs="Arial"/>
          <w:sz w:val="20"/>
          <w:szCs w:val="20"/>
        </w:rPr>
        <w:t>le Parti</w:t>
      </w:r>
      <w:r w:rsidR="009A020E" w:rsidRPr="009A020E">
        <w:rPr>
          <w:rStyle w:val="ui-provider"/>
          <w:rFonts w:ascii="Arial" w:hAnsi="Arial" w:cs="Arial"/>
          <w:sz w:val="20"/>
          <w:szCs w:val="20"/>
        </w:rPr>
        <w:t xml:space="preserve"> hanno comunicato </w:t>
      </w:r>
      <w:r w:rsidR="009A020E">
        <w:rPr>
          <w:rStyle w:val="ui-provider"/>
          <w:rFonts w:ascii="Arial" w:hAnsi="Arial" w:cs="Arial"/>
          <w:sz w:val="20"/>
          <w:szCs w:val="20"/>
        </w:rPr>
        <w:t>il positivo</w:t>
      </w:r>
      <w:r w:rsidR="009A020E" w:rsidRPr="009A020E">
        <w:rPr>
          <w:rStyle w:val="ui-provider"/>
          <w:rFonts w:ascii="Arial" w:hAnsi="Arial" w:cs="Arial"/>
          <w:sz w:val="20"/>
          <w:szCs w:val="20"/>
        </w:rPr>
        <w:t xml:space="preserve"> scioglimento della riserva</w:t>
      </w:r>
      <w:r w:rsidR="009A020E">
        <w:rPr>
          <w:rStyle w:val="ui-provider"/>
          <w:rFonts w:ascii="Arial" w:hAnsi="Arial" w:cs="Arial"/>
          <w:sz w:val="20"/>
          <w:szCs w:val="20"/>
        </w:rPr>
        <w:t>.</w:t>
      </w:r>
    </w:p>
    <w:p w14:paraId="4C00903E" w14:textId="77777777" w:rsidR="009A020E" w:rsidRDefault="009A020E" w:rsidP="009A020E">
      <w:pPr>
        <w:autoSpaceDE w:val="0"/>
        <w:autoSpaceDN w:val="0"/>
        <w:adjustRightInd w:val="0"/>
        <w:spacing w:before="60"/>
        <w:jc w:val="both"/>
        <w:rPr>
          <w:rStyle w:val="ui-provider"/>
          <w:rFonts w:ascii="Arial" w:hAnsi="Arial" w:cs="Arial"/>
          <w:sz w:val="20"/>
          <w:szCs w:val="20"/>
        </w:rPr>
      </w:pPr>
      <w:r w:rsidRPr="00B23300">
        <w:rPr>
          <w:rStyle w:val="ui-provider"/>
          <w:rFonts w:ascii="Arial" w:hAnsi="Arial" w:cs="Arial"/>
          <w:sz w:val="20"/>
          <w:szCs w:val="20"/>
        </w:rPr>
        <w:t xml:space="preserve">L'accordo decorre dal </w:t>
      </w:r>
      <w:proofErr w:type="gramStart"/>
      <w:r w:rsidRPr="00B23300">
        <w:rPr>
          <w:rStyle w:val="ui-provider"/>
          <w:rFonts w:ascii="Arial" w:hAnsi="Arial" w:cs="Arial"/>
          <w:sz w:val="20"/>
          <w:szCs w:val="20"/>
        </w:rPr>
        <w:t xml:space="preserve">1 </w:t>
      </w:r>
      <w:r>
        <w:rPr>
          <w:rStyle w:val="ui-provider"/>
          <w:rFonts w:ascii="Arial" w:hAnsi="Arial" w:cs="Arial"/>
          <w:sz w:val="20"/>
          <w:szCs w:val="20"/>
        </w:rPr>
        <w:t>L</w:t>
      </w:r>
      <w:r w:rsidRPr="00B23300">
        <w:rPr>
          <w:rStyle w:val="ui-provider"/>
          <w:rFonts w:ascii="Arial" w:hAnsi="Arial" w:cs="Arial"/>
          <w:sz w:val="20"/>
          <w:szCs w:val="20"/>
        </w:rPr>
        <w:t>uglio</w:t>
      </w:r>
      <w:proofErr w:type="gramEnd"/>
      <w:r w:rsidRPr="00B23300">
        <w:rPr>
          <w:rStyle w:val="ui-provider"/>
          <w:rFonts w:ascii="Arial" w:hAnsi="Arial" w:cs="Arial"/>
          <w:sz w:val="20"/>
          <w:szCs w:val="20"/>
        </w:rPr>
        <w:t xml:space="preserve"> 2023 e scadrà il 30 </w:t>
      </w:r>
      <w:r>
        <w:rPr>
          <w:rStyle w:val="ui-provider"/>
          <w:rFonts w:ascii="Arial" w:hAnsi="Arial" w:cs="Arial"/>
          <w:sz w:val="20"/>
          <w:szCs w:val="20"/>
        </w:rPr>
        <w:t>G</w:t>
      </w:r>
      <w:r w:rsidRPr="00B23300">
        <w:rPr>
          <w:rStyle w:val="ui-provider"/>
          <w:rFonts w:ascii="Arial" w:hAnsi="Arial" w:cs="Arial"/>
          <w:sz w:val="20"/>
          <w:szCs w:val="20"/>
        </w:rPr>
        <w:t>iugno 2026.</w:t>
      </w:r>
    </w:p>
    <w:p w14:paraId="69697A91" w14:textId="77777777" w:rsidR="00EC004D" w:rsidRPr="00F305CA" w:rsidRDefault="00EC004D" w:rsidP="00EC004D">
      <w:pPr>
        <w:pStyle w:val="comunicanormal"/>
        <w:shd w:val="clear" w:color="auto" w:fill="FFFFFF"/>
        <w:spacing w:before="120" w:beforeAutospacing="0" w:after="0" w:afterAutospacing="0"/>
        <w:ind w:right="-45"/>
        <w:jc w:val="both"/>
        <w:rPr>
          <w:rFonts w:ascii="Arial" w:hAnsi="Arial" w:cs="Arial"/>
          <w:color w:val="000000"/>
          <w:sz w:val="20"/>
          <w:szCs w:val="20"/>
        </w:rPr>
      </w:pPr>
      <w:r w:rsidRPr="00F305CA">
        <w:rPr>
          <w:rFonts w:ascii="Arial" w:hAnsi="Arial" w:cs="Arial"/>
          <w:color w:val="000000"/>
          <w:sz w:val="20"/>
          <w:szCs w:val="20"/>
        </w:rPr>
        <w:t xml:space="preserve">Nell’applicativo </w:t>
      </w:r>
      <w:r w:rsidRPr="00F305CA">
        <w:rPr>
          <w:rFonts w:ascii="Arial" w:hAnsi="Arial" w:cs="Arial"/>
          <w:b/>
          <w:color w:val="000000"/>
          <w:sz w:val="20"/>
          <w:szCs w:val="20"/>
        </w:rPr>
        <w:t>CONTRA</w:t>
      </w:r>
      <w:r w:rsidRPr="00F305CA">
        <w:rPr>
          <w:rFonts w:ascii="Arial" w:hAnsi="Arial" w:cs="Arial"/>
          <w:color w:val="000000"/>
          <w:sz w:val="20"/>
          <w:szCs w:val="20"/>
        </w:rPr>
        <w:t>, sono state apportate le seguenti implementazioni:</w:t>
      </w:r>
    </w:p>
    <w:p w14:paraId="4D218C74" w14:textId="50643DF5" w:rsidR="00EC004D" w:rsidRPr="00EC004D" w:rsidRDefault="00EC004D" w:rsidP="00EC004D">
      <w:pPr>
        <w:pStyle w:val="Paragrafoelenco"/>
        <w:numPr>
          <w:ilvl w:val="0"/>
          <w:numId w:val="3"/>
        </w:numPr>
        <w:shd w:val="clear" w:color="auto" w:fill="FFFFFF"/>
        <w:spacing w:before="120"/>
        <w:ind w:left="714" w:right="-48" w:hanging="357"/>
        <w:contextualSpacing w:val="0"/>
        <w:jc w:val="both"/>
        <w:rPr>
          <w:rFonts w:ascii="Arial" w:hAnsi="Arial" w:cs="Arial"/>
          <w:color w:val="000000"/>
          <w:sz w:val="20"/>
          <w:szCs w:val="20"/>
        </w:rPr>
      </w:pPr>
      <w:r w:rsidRPr="00EC004D">
        <w:rPr>
          <w:rFonts w:ascii="Arial" w:hAnsi="Arial" w:cs="Arial"/>
          <w:color w:val="000000"/>
          <w:sz w:val="20"/>
          <w:szCs w:val="20"/>
        </w:rPr>
        <w:t>In tabella “Importi elementi retribuzione” (</w:t>
      </w:r>
      <w:r w:rsidRPr="00EC004D">
        <w:rPr>
          <w:rFonts w:ascii="Arial" w:hAnsi="Arial" w:cs="Arial"/>
          <w:b/>
          <w:bCs/>
          <w:color w:val="000000"/>
          <w:sz w:val="20"/>
          <w:szCs w:val="20"/>
        </w:rPr>
        <w:t>TB0104</w:t>
      </w:r>
      <w:r w:rsidRPr="00EC004D">
        <w:rPr>
          <w:rFonts w:ascii="Arial" w:hAnsi="Arial" w:cs="Arial"/>
          <w:color w:val="000000"/>
          <w:sz w:val="20"/>
          <w:szCs w:val="20"/>
        </w:rPr>
        <w:t>) per tutti i codici livello gestiti</w:t>
      </w:r>
      <w:r>
        <w:rPr>
          <w:rFonts w:ascii="Arial" w:hAnsi="Arial" w:cs="Arial"/>
          <w:color w:val="000000"/>
          <w:sz w:val="20"/>
          <w:szCs w:val="20"/>
        </w:rPr>
        <w:t xml:space="preserve"> esclusi i dirigenti</w:t>
      </w:r>
      <w:r w:rsidRPr="00EC004D">
        <w:rPr>
          <w:rFonts w:ascii="Arial" w:hAnsi="Arial" w:cs="Arial"/>
          <w:color w:val="000000"/>
          <w:sz w:val="20"/>
          <w:szCs w:val="20"/>
        </w:rPr>
        <w:t>, è stata creata la validità “05/2024” e sono stati inseriti gli aumenti retributivi</w:t>
      </w:r>
      <w:r w:rsidR="009F0D97">
        <w:rPr>
          <w:rFonts w:ascii="Arial" w:hAnsi="Arial" w:cs="Arial"/>
          <w:color w:val="000000"/>
          <w:sz w:val="20"/>
          <w:szCs w:val="20"/>
        </w:rPr>
        <w:t xml:space="preserve"> relativi ai minimi </w:t>
      </w:r>
      <w:r w:rsidR="000A3574">
        <w:rPr>
          <w:rFonts w:ascii="Arial" w:hAnsi="Arial" w:cs="Arial"/>
          <w:color w:val="000000"/>
          <w:sz w:val="20"/>
          <w:szCs w:val="20"/>
        </w:rPr>
        <w:t>e</w:t>
      </w:r>
      <w:r w:rsidR="009F0D97">
        <w:rPr>
          <w:rFonts w:ascii="Arial" w:hAnsi="Arial" w:cs="Arial"/>
          <w:color w:val="000000"/>
          <w:sz w:val="20"/>
          <w:szCs w:val="20"/>
        </w:rPr>
        <w:t xml:space="preserve">d </w:t>
      </w:r>
      <w:proofErr w:type="spellStart"/>
      <w:r w:rsidR="009F0D97">
        <w:rPr>
          <w:rFonts w:ascii="Arial" w:hAnsi="Arial" w:cs="Arial"/>
          <w:color w:val="000000"/>
          <w:sz w:val="20"/>
          <w:szCs w:val="20"/>
        </w:rPr>
        <w:t>a</w:t>
      </w:r>
      <w:r w:rsidR="000A3574">
        <w:rPr>
          <w:rFonts w:ascii="Arial" w:hAnsi="Arial" w:cs="Arial"/>
          <w:color w:val="000000"/>
          <w:sz w:val="20"/>
          <w:szCs w:val="20"/>
        </w:rPr>
        <w:t>ll’ipo</w:t>
      </w:r>
      <w:proofErr w:type="spellEnd"/>
      <w:r w:rsidR="000A3574">
        <w:rPr>
          <w:rFonts w:ascii="Arial" w:hAnsi="Arial" w:cs="Arial"/>
          <w:color w:val="000000"/>
          <w:sz w:val="20"/>
          <w:szCs w:val="20"/>
        </w:rPr>
        <w:t xml:space="preserve">, </w:t>
      </w:r>
      <w:r w:rsidR="00635825">
        <w:rPr>
          <w:rFonts w:ascii="Arial" w:hAnsi="Arial" w:cs="Arial"/>
          <w:color w:val="000000"/>
          <w:sz w:val="20"/>
          <w:szCs w:val="20"/>
        </w:rPr>
        <w:t>quest’ultim</w:t>
      </w:r>
      <w:r w:rsidR="00793F09">
        <w:rPr>
          <w:rFonts w:ascii="Arial" w:hAnsi="Arial" w:cs="Arial"/>
          <w:color w:val="000000"/>
          <w:sz w:val="20"/>
          <w:szCs w:val="20"/>
        </w:rPr>
        <w:t>a</w:t>
      </w:r>
      <w:r w:rsidR="00635825">
        <w:rPr>
          <w:rFonts w:ascii="Arial" w:hAnsi="Arial" w:cs="Arial"/>
          <w:color w:val="000000"/>
          <w:sz w:val="20"/>
          <w:szCs w:val="20"/>
        </w:rPr>
        <w:t xml:space="preserve"> </w:t>
      </w:r>
      <w:r w:rsidR="000A3574">
        <w:rPr>
          <w:rFonts w:ascii="Arial" w:hAnsi="Arial" w:cs="Arial"/>
          <w:color w:val="000000"/>
          <w:sz w:val="20"/>
          <w:szCs w:val="20"/>
        </w:rPr>
        <w:t>ove dovut</w:t>
      </w:r>
      <w:r w:rsidR="00793F09">
        <w:rPr>
          <w:rFonts w:ascii="Arial" w:hAnsi="Arial" w:cs="Arial"/>
          <w:color w:val="000000"/>
          <w:sz w:val="20"/>
          <w:szCs w:val="20"/>
        </w:rPr>
        <w:t>a</w:t>
      </w:r>
      <w:r w:rsidR="000A3574">
        <w:rPr>
          <w:rFonts w:ascii="Arial" w:hAnsi="Arial" w:cs="Arial"/>
          <w:color w:val="000000"/>
          <w:sz w:val="20"/>
          <w:szCs w:val="20"/>
        </w:rPr>
        <w:t xml:space="preserve">, </w:t>
      </w:r>
      <w:r w:rsidRPr="00EC004D">
        <w:rPr>
          <w:rFonts w:ascii="Arial" w:hAnsi="Arial" w:cs="Arial"/>
          <w:color w:val="000000"/>
          <w:sz w:val="20"/>
          <w:szCs w:val="20"/>
        </w:rPr>
        <w:t>previsti alle varie decorrenze</w:t>
      </w:r>
      <w:r w:rsidR="00635825">
        <w:rPr>
          <w:rFonts w:ascii="Arial" w:hAnsi="Arial" w:cs="Arial"/>
          <w:color w:val="000000"/>
          <w:sz w:val="20"/>
          <w:szCs w:val="20"/>
        </w:rPr>
        <w:t xml:space="preserve">. L’Accordo nulla dispone in merito alla debenza </w:t>
      </w:r>
      <w:r w:rsidR="00494D0C">
        <w:rPr>
          <w:rFonts w:ascii="Arial" w:hAnsi="Arial" w:cs="Arial"/>
          <w:color w:val="000000"/>
          <w:sz w:val="20"/>
          <w:szCs w:val="20"/>
        </w:rPr>
        <w:t>degli</w:t>
      </w:r>
      <w:r w:rsidR="00635825">
        <w:rPr>
          <w:rFonts w:ascii="Arial" w:hAnsi="Arial" w:cs="Arial"/>
          <w:color w:val="000000"/>
          <w:sz w:val="20"/>
          <w:szCs w:val="20"/>
        </w:rPr>
        <w:t xml:space="preserve"> arretrati per </w:t>
      </w:r>
      <w:r w:rsidR="00727F1D">
        <w:rPr>
          <w:rFonts w:ascii="Arial" w:hAnsi="Arial" w:cs="Arial"/>
          <w:color w:val="000000"/>
          <w:sz w:val="20"/>
          <w:szCs w:val="20"/>
        </w:rPr>
        <w:t xml:space="preserve">le mensilità pregresse, pertanto </w:t>
      </w:r>
      <w:r w:rsidR="00335F9F">
        <w:rPr>
          <w:rFonts w:ascii="Arial" w:hAnsi="Arial" w:cs="Arial"/>
          <w:color w:val="000000"/>
          <w:sz w:val="20"/>
          <w:szCs w:val="20"/>
        </w:rPr>
        <w:t>ogni valu</w:t>
      </w:r>
      <w:r w:rsidR="00AE24DA">
        <w:rPr>
          <w:rFonts w:ascii="Arial" w:hAnsi="Arial" w:cs="Arial"/>
          <w:color w:val="000000"/>
          <w:sz w:val="20"/>
          <w:szCs w:val="20"/>
        </w:rPr>
        <w:t>tazione</w:t>
      </w:r>
      <w:r w:rsidR="00335F9F">
        <w:rPr>
          <w:rFonts w:ascii="Arial" w:hAnsi="Arial" w:cs="Arial"/>
          <w:color w:val="000000"/>
          <w:sz w:val="20"/>
          <w:szCs w:val="20"/>
        </w:rPr>
        <w:t xml:space="preserve"> è demandata all’utente</w:t>
      </w:r>
      <w:r w:rsidR="00AE24DA">
        <w:rPr>
          <w:rFonts w:ascii="Arial" w:hAnsi="Arial" w:cs="Arial"/>
          <w:color w:val="000000"/>
          <w:sz w:val="20"/>
          <w:szCs w:val="20"/>
        </w:rPr>
        <w:t>.</w:t>
      </w:r>
    </w:p>
    <w:p w14:paraId="36AAA81F" w14:textId="29922194" w:rsidR="009A020E" w:rsidRPr="000E1D2D" w:rsidRDefault="008C6DA3" w:rsidP="008C6DA3">
      <w:pPr>
        <w:pStyle w:val="Paragrafoelenco"/>
        <w:numPr>
          <w:ilvl w:val="0"/>
          <w:numId w:val="3"/>
        </w:numPr>
        <w:shd w:val="clear" w:color="auto" w:fill="FFFFFF"/>
        <w:spacing w:before="120"/>
        <w:ind w:left="714" w:right="-48" w:hanging="357"/>
        <w:contextualSpacing w:val="0"/>
        <w:jc w:val="both"/>
        <w:rPr>
          <w:rStyle w:val="ui-provider"/>
          <w:rFonts w:ascii="Arial" w:hAnsi="Arial" w:cs="Arial"/>
          <w:color w:val="000000"/>
          <w:sz w:val="20"/>
          <w:szCs w:val="20"/>
        </w:rPr>
      </w:pPr>
      <w:r w:rsidRPr="008C6DA3">
        <w:rPr>
          <w:rFonts w:ascii="Arial" w:hAnsi="Arial" w:cs="Arial"/>
          <w:color w:val="000000"/>
          <w:sz w:val="20"/>
          <w:szCs w:val="20"/>
        </w:rPr>
        <w:t xml:space="preserve">Nell’archivio </w:t>
      </w:r>
      <w:r w:rsidRPr="008C6DA3">
        <w:rPr>
          <w:rFonts w:ascii="Arial" w:hAnsi="Arial" w:cs="Arial"/>
          <w:b/>
          <w:bCs/>
          <w:color w:val="000000"/>
          <w:sz w:val="20"/>
          <w:szCs w:val="20"/>
        </w:rPr>
        <w:t>VOCI</w:t>
      </w:r>
      <w:r w:rsidR="002D79F5">
        <w:rPr>
          <w:rFonts w:ascii="Arial" w:hAnsi="Arial" w:cs="Arial"/>
          <w:color w:val="000000"/>
          <w:sz w:val="20"/>
          <w:szCs w:val="20"/>
        </w:rPr>
        <w:t xml:space="preserve"> </w:t>
      </w:r>
      <w:r w:rsidR="000E1D2D" w:rsidRPr="000E1D2D">
        <w:rPr>
          <w:rStyle w:val="ui-provider"/>
          <w:rFonts w:ascii="Arial" w:hAnsi="Arial" w:cs="Arial"/>
          <w:sz w:val="20"/>
          <w:szCs w:val="20"/>
        </w:rPr>
        <w:t xml:space="preserve">è stato creato il codice voce </w:t>
      </w:r>
      <w:r w:rsidR="000E1D2D" w:rsidRPr="00177551">
        <w:rPr>
          <w:rStyle w:val="ui-provider"/>
          <w:rFonts w:ascii="Arial" w:hAnsi="Arial" w:cs="Arial"/>
          <w:b/>
          <w:sz w:val="20"/>
          <w:szCs w:val="20"/>
        </w:rPr>
        <w:t>8029</w:t>
      </w:r>
      <w:r w:rsidR="000E1D2D" w:rsidRPr="000E1D2D">
        <w:rPr>
          <w:rStyle w:val="ui-provider"/>
          <w:rFonts w:ascii="Arial" w:hAnsi="Arial" w:cs="Arial"/>
          <w:sz w:val="20"/>
          <w:szCs w:val="20"/>
        </w:rPr>
        <w:t xml:space="preserve"> </w:t>
      </w:r>
      <w:r w:rsidR="008D3933">
        <w:rPr>
          <w:rStyle w:val="ui-provider"/>
          <w:rFonts w:ascii="Arial" w:hAnsi="Arial" w:cs="Arial"/>
          <w:sz w:val="20"/>
          <w:szCs w:val="20"/>
        </w:rPr>
        <w:t>“</w:t>
      </w:r>
      <w:r w:rsidR="000E1D2D" w:rsidRPr="000E1D2D">
        <w:rPr>
          <w:rStyle w:val="ui-provider"/>
          <w:rFonts w:ascii="Arial" w:hAnsi="Arial" w:cs="Arial"/>
          <w:sz w:val="20"/>
          <w:szCs w:val="20"/>
        </w:rPr>
        <w:t>Clausole elastiche 15%</w:t>
      </w:r>
      <w:r w:rsidR="008D3933">
        <w:rPr>
          <w:rStyle w:val="ui-provider"/>
          <w:rFonts w:ascii="Arial" w:hAnsi="Arial" w:cs="Arial"/>
          <w:sz w:val="20"/>
          <w:szCs w:val="20"/>
        </w:rPr>
        <w:t>”</w:t>
      </w:r>
      <w:r w:rsidR="000E1D2D">
        <w:rPr>
          <w:rStyle w:val="ui-provider"/>
          <w:rFonts w:ascii="Arial" w:hAnsi="Arial" w:cs="Arial"/>
          <w:sz w:val="20"/>
          <w:szCs w:val="20"/>
        </w:rPr>
        <w:t>;</w:t>
      </w:r>
    </w:p>
    <w:p w14:paraId="2FB114AE" w14:textId="77777777" w:rsidR="000E1D2D" w:rsidRPr="003C47C0" w:rsidRDefault="000E1D2D" w:rsidP="000E1D2D">
      <w:pPr>
        <w:pStyle w:val="Paragrafoelenco"/>
        <w:numPr>
          <w:ilvl w:val="0"/>
          <w:numId w:val="3"/>
        </w:numPr>
        <w:shd w:val="clear" w:color="auto" w:fill="FFFFFF"/>
        <w:spacing w:before="120"/>
        <w:ind w:left="714" w:right="-48" w:hanging="357"/>
        <w:contextualSpacing w:val="0"/>
        <w:jc w:val="both"/>
        <w:rPr>
          <w:rFonts w:ascii="Arial" w:hAnsi="Arial" w:cs="Arial"/>
          <w:color w:val="000000"/>
          <w:sz w:val="20"/>
          <w:szCs w:val="20"/>
        </w:rPr>
      </w:pPr>
      <w:r w:rsidRPr="003C47C0">
        <w:rPr>
          <w:rFonts w:ascii="Arial" w:hAnsi="Arial" w:cs="Arial"/>
          <w:color w:val="000000"/>
          <w:sz w:val="20"/>
          <w:szCs w:val="20"/>
        </w:rPr>
        <w:t>È stato aggiornato lo scadenzario contrattuale.</w:t>
      </w:r>
    </w:p>
    <w:p w14:paraId="1C0555B9" w14:textId="77777777" w:rsidR="008C6DA3" w:rsidRPr="000E1D2D" w:rsidRDefault="008C6DA3" w:rsidP="000E1D2D">
      <w:pPr>
        <w:shd w:val="clear" w:color="auto" w:fill="FFFFFF"/>
        <w:ind w:right="-48"/>
        <w:jc w:val="both"/>
        <w:rPr>
          <w:rFonts w:ascii="Arial" w:hAnsi="Arial" w:cs="Arial"/>
          <w:color w:val="000000"/>
          <w:sz w:val="20"/>
          <w:szCs w:val="20"/>
          <w:highlight w:val="yellow"/>
        </w:rPr>
      </w:pPr>
    </w:p>
    <w:p w14:paraId="6BB79E0A" w14:textId="3D096AAE" w:rsidR="00895104" w:rsidRPr="000B21DB" w:rsidRDefault="00895104">
      <w:pPr>
        <w:rPr>
          <w:highlight w:val="yellow"/>
        </w:rPr>
      </w:pPr>
      <w:bookmarkStart w:id="9" w:name="_Hlk514252289"/>
      <w:r w:rsidRPr="000B21DB">
        <w:rPr>
          <w:rFonts w:ascii="Arial" w:hAnsi="Arial" w:cs="Arial"/>
          <w:color w:val="000000"/>
          <w:sz w:val="20"/>
          <w:szCs w:val="20"/>
          <w:highlight w:val="yellow"/>
        </w:rPr>
        <w:br w:type="page"/>
      </w:r>
    </w:p>
    <w:p w14:paraId="1150C4F1" w14:textId="77777777" w:rsidR="000C4B70" w:rsidRPr="000B21DB" w:rsidRDefault="000C4B70" w:rsidP="000C4B70">
      <w:pPr>
        <w:pStyle w:val="WWNewPage"/>
        <w:rPr>
          <w:highlight w:val="yellow"/>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9"/>
        <w:gridCol w:w="2850"/>
      </w:tblGrid>
      <w:tr w:rsidR="000C4B70" w:rsidRPr="00B05BBF" w14:paraId="1109C76D" w14:textId="77777777" w:rsidTr="000C4B70">
        <w:trPr>
          <w:trHeight w:val="558"/>
        </w:trPr>
        <w:tc>
          <w:tcPr>
            <w:tcW w:w="6789" w:type="dxa"/>
            <w:tcBorders>
              <w:top w:val="nil"/>
              <w:left w:val="nil"/>
              <w:bottom w:val="single" w:sz="12" w:space="0" w:color="auto"/>
              <w:right w:val="nil"/>
            </w:tcBorders>
            <w:vAlign w:val="center"/>
          </w:tcPr>
          <w:p w14:paraId="62A010A3" w14:textId="77777777" w:rsidR="000C4B70" w:rsidRPr="00B05BBF" w:rsidRDefault="000C4B70" w:rsidP="000C4B70">
            <w:pPr>
              <w:pStyle w:val="TS-titolo-01"/>
              <w:outlineLvl w:val="0"/>
            </w:pPr>
            <w:bookmarkStart w:id="10" w:name="_Toc167197026"/>
            <w:r w:rsidRPr="00B05BBF">
              <w:t>Implementazioni</w:t>
            </w:r>
            <w:bookmarkEnd w:id="10"/>
          </w:p>
        </w:tc>
        <w:tc>
          <w:tcPr>
            <w:tcW w:w="2850" w:type="dxa"/>
            <w:tcBorders>
              <w:top w:val="single" w:sz="4" w:space="0" w:color="auto"/>
              <w:left w:val="nil"/>
              <w:bottom w:val="single" w:sz="4" w:space="0" w:color="auto"/>
              <w:right w:val="nil"/>
            </w:tcBorders>
            <w:shd w:val="clear" w:color="auto" w:fill="000000"/>
            <w:vAlign w:val="center"/>
          </w:tcPr>
          <w:p w14:paraId="31AB3B2C" w14:textId="77777777" w:rsidR="000C4B70" w:rsidRPr="00B05BBF" w:rsidRDefault="000C4B70" w:rsidP="000C4B70">
            <w:pPr>
              <w:pStyle w:val="TS-titolo-02"/>
              <w:outlineLvl w:val="0"/>
            </w:pPr>
          </w:p>
        </w:tc>
      </w:tr>
    </w:tbl>
    <w:p w14:paraId="3F345C2B" w14:textId="77777777" w:rsidR="000C4B70" w:rsidRPr="00B05BBF" w:rsidRDefault="000C4B70" w:rsidP="000C4B70">
      <w:pPr>
        <w:pStyle w:val="CorpoAltF0"/>
        <w:rPr>
          <w:sz w:val="10"/>
          <w:szCs w:val="10"/>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61"/>
        <w:gridCol w:w="2878"/>
      </w:tblGrid>
      <w:tr w:rsidR="000C4B70" w:rsidRPr="00B05BBF" w14:paraId="07BC8DE0" w14:textId="77777777" w:rsidTr="000C4B70">
        <w:trPr>
          <w:trHeight w:val="545"/>
        </w:trPr>
        <w:tc>
          <w:tcPr>
            <w:tcW w:w="6874" w:type="dxa"/>
            <w:tcBorders>
              <w:top w:val="single" w:sz="12" w:space="0" w:color="auto"/>
              <w:left w:val="nil"/>
              <w:bottom w:val="nil"/>
              <w:right w:val="nil"/>
            </w:tcBorders>
          </w:tcPr>
          <w:p w14:paraId="56C0A09B" w14:textId="77777777" w:rsidR="000C4B70" w:rsidRPr="00B05BBF" w:rsidRDefault="000C4B70" w:rsidP="000C4B70">
            <w:pPr>
              <w:pStyle w:val="Intestazione"/>
              <w:outlineLvl w:val="1"/>
              <w:rPr>
                <w:rFonts w:ascii="Arial" w:hAnsi="Arial" w:cs="Arial"/>
                <w:b/>
                <w:i/>
                <w:sz w:val="24"/>
                <w:szCs w:val="24"/>
              </w:rPr>
            </w:pPr>
          </w:p>
        </w:tc>
        <w:tc>
          <w:tcPr>
            <w:tcW w:w="2901" w:type="dxa"/>
            <w:tcBorders>
              <w:top w:val="single" w:sz="4" w:space="0" w:color="auto"/>
              <w:left w:val="nil"/>
              <w:bottom w:val="nil"/>
              <w:right w:val="nil"/>
            </w:tcBorders>
            <w:shd w:val="clear" w:color="auto" w:fill="D9D9D9" w:themeFill="background1" w:themeFillShade="D9"/>
            <w:vAlign w:val="center"/>
          </w:tcPr>
          <w:p w14:paraId="36DE42FC" w14:textId="77777777" w:rsidR="000C4B70" w:rsidRPr="00B05BBF" w:rsidRDefault="000C4B70" w:rsidP="000C4B70">
            <w:pPr>
              <w:pStyle w:val="TS-titolo-Comando"/>
              <w:outlineLvl w:val="1"/>
            </w:pPr>
            <w:bookmarkStart w:id="11" w:name="_Toc167197027"/>
            <w:r w:rsidRPr="00B05BBF">
              <w:t>Gestione contratti</w:t>
            </w:r>
            <w:bookmarkEnd w:id="11"/>
          </w:p>
        </w:tc>
      </w:tr>
    </w:tbl>
    <w:p w14:paraId="46E9ACB4" w14:textId="77777777" w:rsidR="00F11676" w:rsidRPr="00B05BBF" w:rsidRDefault="00F11676" w:rsidP="00F11676">
      <w:pPr>
        <w:autoSpaceDE w:val="0"/>
        <w:autoSpaceDN w:val="0"/>
        <w:adjustRightInd w:val="0"/>
        <w:jc w:val="both"/>
        <w:rPr>
          <w:rFonts w:ascii="Arial" w:hAnsi="Arial" w:cs="Arial"/>
          <w:sz w:val="20"/>
          <w:szCs w:val="20"/>
        </w:rPr>
      </w:pPr>
    </w:p>
    <w:p w14:paraId="6FC62461" w14:textId="77777777" w:rsidR="00B05BBF" w:rsidRPr="000B21DB" w:rsidRDefault="00B05BBF" w:rsidP="00B05BBF">
      <w:pPr>
        <w:rPr>
          <w:rFonts w:ascii="Arial" w:hAnsi="Arial" w:cs="Arial"/>
          <w:color w:val="000000"/>
          <w:sz w:val="20"/>
          <w:szCs w:val="20"/>
          <w:highlight w:val="yellow"/>
        </w:rPr>
      </w:pPr>
    </w:p>
    <w:p w14:paraId="1F6E9D11" w14:textId="72B7FBAB" w:rsidR="00B05BBF" w:rsidRPr="008D63A8" w:rsidRDefault="00B05BBF" w:rsidP="00095F4A">
      <w:pPr>
        <w:pStyle w:val="TS-titolo-04"/>
      </w:pPr>
      <w:bookmarkStart w:id="12" w:name="_Toc167197028"/>
      <w:r w:rsidRPr="008D63A8">
        <w:t>Codic</w:t>
      </w:r>
      <w:r w:rsidR="005F09D4">
        <w:t>e</w:t>
      </w:r>
      <w:r w:rsidRPr="008D63A8">
        <w:t xml:space="preserve"> contratto </w:t>
      </w:r>
      <w:r w:rsidR="00FB293B" w:rsidRPr="008D63A8">
        <w:t xml:space="preserve">8185 </w:t>
      </w:r>
      <w:r w:rsidR="008D63A8" w:rsidRPr="008D63A8">
        <w:t>Terziario e Servizi Conflavoro PMI</w:t>
      </w:r>
      <w:bookmarkEnd w:id="12"/>
      <w:r w:rsidRPr="008D63A8">
        <w:t xml:space="preserve"> </w:t>
      </w:r>
    </w:p>
    <w:p w14:paraId="594BE1E0" w14:textId="17C30049" w:rsidR="001625F1" w:rsidRPr="001A4FC7" w:rsidRDefault="001A4FC7" w:rsidP="001625F1">
      <w:pPr>
        <w:shd w:val="clear" w:color="auto" w:fill="FFFFFF"/>
        <w:spacing w:before="120"/>
        <w:ind w:right="-45"/>
        <w:jc w:val="both"/>
        <w:rPr>
          <w:rStyle w:val="ui-provider"/>
          <w:rFonts w:ascii="Arial" w:hAnsi="Arial" w:cs="Arial"/>
          <w:sz w:val="20"/>
          <w:szCs w:val="20"/>
        </w:rPr>
      </w:pPr>
      <w:r>
        <w:rPr>
          <w:rStyle w:val="ui-provider"/>
          <w:rFonts w:ascii="Arial" w:hAnsi="Arial" w:cs="Arial"/>
          <w:sz w:val="20"/>
          <w:szCs w:val="20"/>
        </w:rPr>
        <w:t xml:space="preserve">Con Accordo 15 </w:t>
      </w:r>
      <w:proofErr w:type="gramStart"/>
      <w:r>
        <w:rPr>
          <w:rStyle w:val="ui-provider"/>
          <w:rFonts w:ascii="Arial" w:hAnsi="Arial" w:cs="Arial"/>
          <w:sz w:val="20"/>
          <w:szCs w:val="20"/>
        </w:rPr>
        <w:t>Aprile</w:t>
      </w:r>
      <w:proofErr w:type="gramEnd"/>
      <w:r>
        <w:rPr>
          <w:rStyle w:val="ui-provider"/>
          <w:rFonts w:ascii="Arial" w:hAnsi="Arial" w:cs="Arial"/>
          <w:sz w:val="20"/>
          <w:szCs w:val="20"/>
        </w:rPr>
        <w:t xml:space="preserve"> 2024 Conflavoro PMI, </w:t>
      </w:r>
      <w:proofErr w:type="spellStart"/>
      <w:r>
        <w:rPr>
          <w:rStyle w:val="ui-provider"/>
          <w:rFonts w:ascii="Arial" w:hAnsi="Arial" w:cs="Arial"/>
          <w:sz w:val="20"/>
          <w:szCs w:val="20"/>
        </w:rPr>
        <w:t>Fesica</w:t>
      </w:r>
      <w:proofErr w:type="spellEnd"/>
      <w:r>
        <w:rPr>
          <w:rStyle w:val="ui-provider"/>
          <w:rFonts w:ascii="Arial" w:hAnsi="Arial" w:cs="Arial"/>
          <w:sz w:val="20"/>
          <w:szCs w:val="20"/>
        </w:rPr>
        <w:t xml:space="preserve"> </w:t>
      </w:r>
      <w:proofErr w:type="spellStart"/>
      <w:r>
        <w:rPr>
          <w:rStyle w:val="ui-provider"/>
          <w:rFonts w:ascii="Arial" w:hAnsi="Arial" w:cs="Arial"/>
          <w:sz w:val="20"/>
          <w:szCs w:val="20"/>
        </w:rPr>
        <w:t>Confsal</w:t>
      </w:r>
      <w:proofErr w:type="spellEnd"/>
      <w:r>
        <w:rPr>
          <w:rStyle w:val="ui-provider"/>
          <w:rFonts w:ascii="Arial" w:hAnsi="Arial" w:cs="Arial"/>
          <w:sz w:val="20"/>
          <w:szCs w:val="20"/>
        </w:rPr>
        <w:t xml:space="preserve"> e </w:t>
      </w:r>
      <w:proofErr w:type="spellStart"/>
      <w:r>
        <w:rPr>
          <w:rStyle w:val="ui-provider"/>
          <w:rFonts w:ascii="Arial" w:hAnsi="Arial" w:cs="Arial"/>
          <w:sz w:val="20"/>
          <w:szCs w:val="20"/>
        </w:rPr>
        <w:t>Confsal</w:t>
      </w:r>
      <w:proofErr w:type="spellEnd"/>
      <w:r>
        <w:rPr>
          <w:rStyle w:val="ui-provider"/>
          <w:rFonts w:ascii="Arial" w:hAnsi="Arial" w:cs="Arial"/>
          <w:sz w:val="20"/>
          <w:szCs w:val="20"/>
        </w:rPr>
        <w:t xml:space="preserve"> hanno stabilito modifiche e integrazioni </w:t>
      </w:r>
      <w:r w:rsidR="00722ED3">
        <w:rPr>
          <w:rStyle w:val="ui-provider"/>
          <w:rFonts w:ascii="Arial" w:hAnsi="Arial" w:cs="Arial"/>
          <w:sz w:val="20"/>
          <w:szCs w:val="20"/>
        </w:rPr>
        <w:t xml:space="preserve">al </w:t>
      </w:r>
      <w:proofErr w:type="spellStart"/>
      <w:r w:rsidR="00722ED3">
        <w:rPr>
          <w:rStyle w:val="ui-provider"/>
          <w:rFonts w:ascii="Arial" w:hAnsi="Arial" w:cs="Arial"/>
          <w:sz w:val="20"/>
          <w:szCs w:val="20"/>
        </w:rPr>
        <w:t>ccnl</w:t>
      </w:r>
      <w:proofErr w:type="spellEnd"/>
      <w:r w:rsidR="00722ED3">
        <w:rPr>
          <w:rStyle w:val="ui-provider"/>
          <w:rFonts w:ascii="Arial" w:hAnsi="Arial" w:cs="Arial"/>
          <w:sz w:val="20"/>
          <w:szCs w:val="20"/>
        </w:rPr>
        <w:t xml:space="preserve"> 17 Gennaio 2023 per i dipen</w:t>
      </w:r>
      <w:r w:rsidR="00CC6DE1">
        <w:rPr>
          <w:rStyle w:val="ui-provider"/>
          <w:rFonts w:ascii="Arial" w:hAnsi="Arial" w:cs="Arial"/>
          <w:sz w:val="20"/>
          <w:szCs w:val="20"/>
        </w:rPr>
        <w:t>denti</w:t>
      </w:r>
      <w:r w:rsidR="00722ED3">
        <w:rPr>
          <w:rStyle w:val="ui-provider"/>
          <w:rFonts w:ascii="Arial" w:hAnsi="Arial" w:cs="Arial"/>
          <w:sz w:val="20"/>
          <w:szCs w:val="20"/>
        </w:rPr>
        <w:t xml:space="preserve"> delle imprese dei settori commercio, terziario, distribuzione e servizi</w:t>
      </w:r>
      <w:r w:rsidR="00CC6DE1">
        <w:rPr>
          <w:rStyle w:val="ui-provider"/>
          <w:rFonts w:ascii="Arial" w:hAnsi="Arial" w:cs="Arial"/>
          <w:sz w:val="20"/>
          <w:szCs w:val="20"/>
        </w:rPr>
        <w:t>.</w:t>
      </w:r>
    </w:p>
    <w:p w14:paraId="32DF45E3" w14:textId="4F254104" w:rsidR="00B05BBF" w:rsidRPr="001A4FC7" w:rsidRDefault="00B05BBF" w:rsidP="00B05BBF">
      <w:pPr>
        <w:shd w:val="clear" w:color="auto" w:fill="FFFFFF"/>
        <w:spacing w:before="120"/>
        <w:ind w:right="-48"/>
        <w:jc w:val="both"/>
        <w:rPr>
          <w:rFonts w:ascii="Arial" w:hAnsi="Arial" w:cs="Arial"/>
          <w:sz w:val="20"/>
          <w:szCs w:val="20"/>
        </w:rPr>
      </w:pPr>
      <w:r w:rsidRPr="001A4FC7">
        <w:rPr>
          <w:rFonts w:ascii="Arial" w:hAnsi="Arial" w:cs="Arial"/>
          <w:color w:val="000000"/>
          <w:sz w:val="20"/>
          <w:szCs w:val="20"/>
        </w:rPr>
        <w:t xml:space="preserve">Nell’applicativo </w:t>
      </w:r>
      <w:r w:rsidRPr="001A4FC7">
        <w:rPr>
          <w:rFonts w:ascii="Arial" w:hAnsi="Arial" w:cs="Arial"/>
          <w:b/>
          <w:color w:val="000000"/>
          <w:sz w:val="20"/>
          <w:szCs w:val="20"/>
        </w:rPr>
        <w:t>CONTRA</w:t>
      </w:r>
      <w:r w:rsidRPr="001A4FC7">
        <w:rPr>
          <w:rFonts w:ascii="Arial" w:hAnsi="Arial" w:cs="Arial"/>
          <w:color w:val="000000"/>
          <w:sz w:val="20"/>
          <w:szCs w:val="20"/>
        </w:rPr>
        <w:t>, sono state apportate le seguenti implementazioni:</w:t>
      </w:r>
    </w:p>
    <w:p w14:paraId="7CAC1441" w14:textId="57EC2709" w:rsidR="001A4FC7" w:rsidRPr="001A4FC7" w:rsidRDefault="00B05BBF" w:rsidP="001A4FC7">
      <w:pPr>
        <w:pStyle w:val="Paragrafoelenco"/>
        <w:numPr>
          <w:ilvl w:val="0"/>
          <w:numId w:val="3"/>
        </w:numPr>
        <w:shd w:val="clear" w:color="auto" w:fill="FFFFFF"/>
        <w:spacing w:before="120"/>
        <w:ind w:left="714" w:right="-48" w:hanging="357"/>
        <w:contextualSpacing w:val="0"/>
        <w:jc w:val="both"/>
        <w:rPr>
          <w:rFonts w:ascii="Arial" w:hAnsi="Arial" w:cs="Arial"/>
          <w:sz w:val="20"/>
          <w:szCs w:val="20"/>
        </w:rPr>
      </w:pPr>
      <w:r w:rsidRPr="001A4FC7">
        <w:rPr>
          <w:rFonts w:ascii="Arial" w:hAnsi="Arial" w:cs="Arial"/>
          <w:color w:val="000000"/>
          <w:sz w:val="20"/>
          <w:szCs w:val="20"/>
        </w:rPr>
        <w:t>In tabella “Importi elementi retribuzione” (</w:t>
      </w:r>
      <w:r w:rsidRPr="001A4FC7">
        <w:rPr>
          <w:rFonts w:ascii="Arial" w:hAnsi="Arial" w:cs="Arial"/>
          <w:b/>
          <w:bCs/>
          <w:color w:val="000000"/>
          <w:sz w:val="20"/>
          <w:szCs w:val="20"/>
        </w:rPr>
        <w:t>TB0104</w:t>
      </w:r>
      <w:r w:rsidRPr="001A4FC7">
        <w:rPr>
          <w:rFonts w:ascii="Arial" w:hAnsi="Arial" w:cs="Arial"/>
          <w:color w:val="000000"/>
          <w:sz w:val="20"/>
          <w:szCs w:val="20"/>
        </w:rPr>
        <w:t>)</w:t>
      </w:r>
      <w:r w:rsidR="005142AA" w:rsidRPr="001A4FC7">
        <w:rPr>
          <w:rFonts w:ascii="Arial" w:hAnsi="Arial" w:cs="Arial"/>
          <w:color w:val="000000"/>
          <w:sz w:val="20"/>
          <w:szCs w:val="20"/>
        </w:rPr>
        <w:t xml:space="preserve">, </w:t>
      </w:r>
      <w:r w:rsidR="001A4FC7">
        <w:rPr>
          <w:rFonts w:ascii="Arial" w:hAnsi="Arial" w:cs="Arial"/>
          <w:color w:val="000000"/>
          <w:sz w:val="20"/>
          <w:szCs w:val="20"/>
        </w:rPr>
        <w:t>p</w:t>
      </w:r>
      <w:r w:rsidR="001A4FC7" w:rsidRPr="001A4FC7">
        <w:rPr>
          <w:rStyle w:val="ui-provider"/>
          <w:rFonts w:ascii="Arial" w:hAnsi="Arial" w:cs="Arial"/>
          <w:sz w:val="20"/>
          <w:szCs w:val="20"/>
        </w:rPr>
        <w:t>er i codici livello da 1 a 10 inclusi</w:t>
      </w:r>
      <w:r w:rsidR="008633AD">
        <w:rPr>
          <w:rStyle w:val="ui-provider"/>
          <w:rFonts w:ascii="Arial" w:hAnsi="Arial" w:cs="Arial"/>
          <w:sz w:val="20"/>
          <w:szCs w:val="20"/>
        </w:rPr>
        <w:t xml:space="preserve"> e per i codici da 31</w:t>
      </w:r>
      <w:r w:rsidR="00015C7E">
        <w:rPr>
          <w:rStyle w:val="ui-provider"/>
          <w:rFonts w:ascii="Arial" w:hAnsi="Arial" w:cs="Arial"/>
          <w:sz w:val="20"/>
          <w:szCs w:val="20"/>
        </w:rPr>
        <w:t xml:space="preserve"> a </w:t>
      </w:r>
      <w:r w:rsidR="00341C5C">
        <w:rPr>
          <w:rStyle w:val="ui-provider"/>
          <w:rFonts w:ascii="Arial" w:hAnsi="Arial" w:cs="Arial"/>
          <w:sz w:val="20"/>
          <w:szCs w:val="20"/>
        </w:rPr>
        <w:t>37</w:t>
      </w:r>
      <w:r w:rsidR="00015C7E">
        <w:rPr>
          <w:rStyle w:val="ui-provider"/>
          <w:rFonts w:ascii="Arial" w:hAnsi="Arial" w:cs="Arial"/>
          <w:sz w:val="20"/>
          <w:szCs w:val="20"/>
        </w:rPr>
        <w:t xml:space="preserve"> inclusi</w:t>
      </w:r>
      <w:r w:rsidR="00341C5C">
        <w:rPr>
          <w:rStyle w:val="ui-provider"/>
          <w:rFonts w:ascii="Arial" w:hAnsi="Arial" w:cs="Arial"/>
          <w:sz w:val="20"/>
          <w:szCs w:val="20"/>
        </w:rPr>
        <w:t xml:space="preserve"> e 40</w:t>
      </w:r>
      <w:r w:rsidR="001A4FC7" w:rsidRPr="001A4FC7">
        <w:rPr>
          <w:rStyle w:val="ui-provider"/>
          <w:rFonts w:ascii="Arial" w:hAnsi="Arial" w:cs="Arial"/>
          <w:sz w:val="20"/>
          <w:szCs w:val="20"/>
        </w:rPr>
        <w:t xml:space="preserve">, è stata creata la validità </w:t>
      </w:r>
      <w:r w:rsidR="00591E35">
        <w:rPr>
          <w:rStyle w:val="ui-provider"/>
          <w:rFonts w:ascii="Arial" w:hAnsi="Arial" w:cs="Arial"/>
          <w:sz w:val="20"/>
          <w:szCs w:val="20"/>
        </w:rPr>
        <w:t>“</w:t>
      </w:r>
      <w:r w:rsidR="001A4FC7" w:rsidRPr="001A4FC7">
        <w:rPr>
          <w:rStyle w:val="ui-provider"/>
          <w:rFonts w:ascii="Arial" w:hAnsi="Arial" w:cs="Arial"/>
          <w:sz w:val="20"/>
          <w:szCs w:val="20"/>
        </w:rPr>
        <w:t>05/2024</w:t>
      </w:r>
      <w:r w:rsidR="00591E35">
        <w:rPr>
          <w:rStyle w:val="ui-provider"/>
          <w:rFonts w:ascii="Arial" w:hAnsi="Arial" w:cs="Arial"/>
          <w:sz w:val="20"/>
          <w:szCs w:val="20"/>
        </w:rPr>
        <w:t>”</w:t>
      </w:r>
      <w:r w:rsidR="001A4FC7" w:rsidRPr="001A4FC7">
        <w:rPr>
          <w:rStyle w:val="ui-provider"/>
          <w:rFonts w:ascii="Arial" w:hAnsi="Arial" w:cs="Arial"/>
          <w:sz w:val="20"/>
          <w:szCs w:val="20"/>
        </w:rPr>
        <w:t xml:space="preserve"> e sono stati inseriti i minimi previsti alle varie decorrenze. Per i codici livello 11, 13, 15, 17, 41, 43, 45 e 47</w:t>
      </w:r>
      <w:r w:rsidR="00390925">
        <w:rPr>
          <w:rStyle w:val="ui-provider"/>
          <w:rFonts w:ascii="Arial" w:hAnsi="Arial" w:cs="Arial"/>
          <w:sz w:val="20"/>
          <w:szCs w:val="20"/>
        </w:rPr>
        <w:t xml:space="preserve"> </w:t>
      </w:r>
      <w:r w:rsidR="001A4FC7" w:rsidRPr="001A4FC7">
        <w:rPr>
          <w:rStyle w:val="ui-provider"/>
          <w:rFonts w:ascii="Arial" w:hAnsi="Arial" w:cs="Arial"/>
          <w:sz w:val="20"/>
          <w:szCs w:val="20"/>
        </w:rPr>
        <w:t xml:space="preserve">è stata creata la validità </w:t>
      </w:r>
      <w:r w:rsidR="00AE1AF2">
        <w:rPr>
          <w:rStyle w:val="ui-provider"/>
          <w:rFonts w:ascii="Arial" w:hAnsi="Arial" w:cs="Arial"/>
          <w:sz w:val="20"/>
          <w:szCs w:val="20"/>
        </w:rPr>
        <w:t>“</w:t>
      </w:r>
      <w:r w:rsidR="001A4FC7" w:rsidRPr="001A4FC7">
        <w:rPr>
          <w:rStyle w:val="ui-provider"/>
          <w:rFonts w:ascii="Arial" w:hAnsi="Arial" w:cs="Arial"/>
          <w:sz w:val="20"/>
          <w:szCs w:val="20"/>
        </w:rPr>
        <w:t>05/2024</w:t>
      </w:r>
      <w:r w:rsidR="006D0355">
        <w:rPr>
          <w:rStyle w:val="ui-provider"/>
          <w:rFonts w:ascii="Arial" w:hAnsi="Arial" w:cs="Arial"/>
          <w:sz w:val="20"/>
          <w:szCs w:val="20"/>
        </w:rPr>
        <w:t>”</w:t>
      </w:r>
      <w:r w:rsidR="00926243">
        <w:rPr>
          <w:rStyle w:val="ui-provider"/>
          <w:rFonts w:ascii="Arial" w:hAnsi="Arial" w:cs="Arial"/>
          <w:sz w:val="20"/>
          <w:szCs w:val="20"/>
        </w:rPr>
        <w:t>,</w:t>
      </w:r>
      <w:r w:rsidR="001A4FC7" w:rsidRPr="001A4FC7">
        <w:rPr>
          <w:rStyle w:val="ui-provider"/>
          <w:rFonts w:ascii="Arial" w:hAnsi="Arial" w:cs="Arial"/>
          <w:sz w:val="20"/>
          <w:szCs w:val="20"/>
        </w:rPr>
        <w:t xml:space="preserve"> è stata rimossa la data inizio rapporto </w:t>
      </w:r>
      <w:r w:rsidR="00C50290">
        <w:rPr>
          <w:rStyle w:val="ui-provider"/>
          <w:rFonts w:ascii="Arial" w:hAnsi="Arial" w:cs="Arial"/>
          <w:sz w:val="20"/>
          <w:szCs w:val="20"/>
        </w:rPr>
        <w:t>“</w:t>
      </w:r>
      <w:r w:rsidR="001A4FC7" w:rsidRPr="001A4FC7">
        <w:rPr>
          <w:rStyle w:val="ui-provider"/>
          <w:rFonts w:ascii="Arial" w:hAnsi="Arial" w:cs="Arial"/>
          <w:sz w:val="20"/>
          <w:szCs w:val="20"/>
        </w:rPr>
        <w:t>31/1/2023</w:t>
      </w:r>
      <w:r w:rsidR="00C50290">
        <w:rPr>
          <w:rStyle w:val="ui-provider"/>
          <w:rFonts w:ascii="Arial" w:hAnsi="Arial" w:cs="Arial"/>
          <w:sz w:val="20"/>
          <w:szCs w:val="20"/>
        </w:rPr>
        <w:t>”</w:t>
      </w:r>
      <w:r w:rsidR="001A4FC7" w:rsidRPr="001A4FC7">
        <w:rPr>
          <w:rStyle w:val="ui-provider"/>
          <w:rFonts w:ascii="Arial" w:hAnsi="Arial" w:cs="Arial"/>
          <w:sz w:val="20"/>
          <w:szCs w:val="20"/>
        </w:rPr>
        <w:t xml:space="preserve"> e sono stati inseriti i minimi previsti alle varie decorrenze</w:t>
      </w:r>
      <w:r w:rsidR="00081A76">
        <w:rPr>
          <w:rStyle w:val="ui-provider"/>
          <w:rFonts w:ascii="Arial" w:hAnsi="Arial" w:cs="Arial"/>
          <w:sz w:val="20"/>
          <w:szCs w:val="20"/>
        </w:rPr>
        <w:t>.</w:t>
      </w:r>
      <w:r w:rsidR="001A4FC7" w:rsidRPr="001A4FC7">
        <w:rPr>
          <w:rStyle w:val="ui-provider"/>
          <w:rFonts w:ascii="Arial" w:hAnsi="Arial" w:cs="Arial"/>
          <w:sz w:val="20"/>
          <w:szCs w:val="20"/>
        </w:rPr>
        <w:t xml:space="preserve"> Per i codici livello 12, 14, 16, 18, 42, 44, 46 e 48 è stata creata la validità </w:t>
      </w:r>
      <w:r w:rsidR="00F26FE2">
        <w:rPr>
          <w:rStyle w:val="ui-provider"/>
          <w:rFonts w:ascii="Arial" w:hAnsi="Arial" w:cs="Arial"/>
          <w:sz w:val="20"/>
          <w:szCs w:val="20"/>
        </w:rPr>
        <w:t>“</w:t>
      </w:r>
      <w:r w:rsidR="001A4FC7" w:rsidRPr="001A4FC7">
        <w:rPr>
          <w:rStyle w:val="ui-provider"/>
          <w:rFonts w:ascii="Arial" w:hAnsi="Arial" w:cs="Arial"/>
          <w:sz w:val="20"/>
          <w:szCs w:val="20"/>
        </w:rPr>
        <w:t>05/2024</w:t>
      </w:r>
      <w:r w:rsidR="00F26FE2">
        <w:rPr>
          <w:rStyle w:val="ui-provider"/>
          <w:rFonts w:ascii="Arial" w:hAnsi="Arial" w:cs="Arial"/>
          <w:sz w:val="20"/>
          <w:szCs w:val="20"/>
        </w:rPr>
        <w:t>”</w:t>
      </w:r>
      <w:r w:rsidR="001A4FC7" w:rsidRPr="001A4FC7">
        <w:rPr>
          <w:rStyle w:val="ui-provider"/>
          <w:rFonts w:ascii="Arial" w:hAnsi="Arial" w:cs="Arial"/>
          <w:sz w:val="20"/>
          <w:szCs w:val="20"/>
        </w:rPr>
        <w:t xml:space="preserve"> ed è stato inserito il minimo previsto per la decorrenza da 4/2024. Per i suddetti codici livello è stata inoltre creata la validità </w:t>
      </w:r>
      <w:r w:rsidR="00C4010E">
        <w:rPr>
          <w:rStyle w:val="ui-provider"/>
          <w:rFonts w:ascii="Arial" w:hAnsi="Arial" w:cs="Arial"/>
          <w:sz w:val="20"/>
          <w:szCs w:val="20"/>
        </w:rPr>
        <w:t>“</w:t>
      </w:r>
      <w:r w:rsidR="001A4FC7" w:rsidRPr="001A4FC7">
        <w:rPr>
          <w:rStyle w:val="ui-provider"/>
          <w:rFonts w:ascii="Arial" w:hAnsi="Arial" w:cs="Arial"/>
          <w:sz w:val="20"/>
          <w:szCs w:val="20"/>
        </w:rPr>
        <w:t>03/2025</w:t>
      </w:r>
      <w:r w:rsidR="00C4010E">
        <w:rPr>
          <w:rStyle w:val="ui-provider"/>
          <w:rFonts w:ascii="Arial" w:hAnsi="Arial" w:cs="Arial"/>
          <w:sz w:val="20"/>
          <w:szCs w:val="20"/>
        </w:rPr>
        <w:t>”</w:t>
      </w:r>
      <w:r w:rsidR="001A4FC7" w:rsidRPr="001A4FC7">
        <w:rPr>
          <w:rStyle w:val="ui-provider"/>
          <w:rFonts w:ascii="Arial" w:hAnsi="Arial" w:cs="Arial"/>
          <w:sz w:val="20"/>
          <w:szCs w:val="20"/>
        </w:rPr>
        <w:t xml:space="preserve">, è stata rimossa la data inizio rapporto </w:t>
      </w:r>
      <w:r w:rsidR="00C4010E">
        <w:rPr>
          <w:rStyle w:val="ui-provider"/>
          <w:rFonts w:ascii="Arial" w:hAnsi="Arial" w:cs="Arial"/>
          <w:sz w:val="20"/>
          <w:szCs w:val="20"/>
        </w:rPr>
        <w:t>“</w:t>
      </w:r>
      <w:r w:rsidR="001A4FC7" w:rsidRPr="001A4FC7">
        <w:rPr>
          <w:rStyle w:val="ui-provider"/>
          <w:rFonts w:ascii="Arial" w:hAnsi="Arial" w:cs="Arial"/>
          <w:sz w:val="20"/>
          <w:szCs w:val="20"/>
        </w:rPr>
        <w:t>31/1/2023</w:t>
      </w:r>
      <w:r w:rsidR="00C4010E">
        <w:rPr>
          <w:rStyle w:val="ui-provider"/>
          <w:rFonts w:ascii="Arial" w:hAnsi="Arial" w:cs="Arial"/>
          <w:sz w:val="20"/>
          <w:szCs w:val="20"/>
        </w:rPr>
        <w:t>”</w:t>
      </w:r>
      <w:r w:rsidR="001A4FC7" w:rsidRPr="001A4FC7">
        <w:rPr>
          <w:rStyle w:val="ui-provider"/>
          <w:rFonts w:ascii="Arial" w:hAnsi="Arial" w:cs="Arial"/>
          <w:sz w:val="20"/>
          <w:szCs w:val="20"/>
        </w:rPr>
        <w:t xml:space="preserve"> e sono stati inseriti i minimi previsti per le decorrenze 03/2025 e 11/2025. Per i codici livello da 61 a 68 inclusi è stata creata la validità </w:t>
      </w:r>
      <w:r w:rsidR="000F7AF3">
        <w:rPr>
          <w:rStyle w:val="ui-provider"/>
          <w:rFonts w:ascii="Arial" w:hAnsi="Arial" w:cs="Arial"/>
          <w:sz w:val="20"/>
          <w:szCs w:val="20"/>
        </w:rPr>
        <w:t>“</w:t>
      </w:r>
      <w:r w:rsidR="001A4FC7" w:rsidRPr="001A4FC7">
        <w:rPr>
          <w:rStyle w:val="ui-provider"/>
          <w:rFonts w:ascii="Arial" w:hAnsi="Arial" w:cs="Arial"/>
          <w:sz w:val="20"/>
          <w:szCs w:val="20"/>
        </w:rPr>
        <w:t>05/2024</w:t>
      </w:r>
      <w:r w:rsidR="000F7AF3">
        <w:rPr>
          <w:rStyle w:val="ui-provider"/>
          <w:rFonts w:ascii="Arial" w:hAnsi="Arial" w:cs="Arial"/>
          <w:sz w:val="20"/>
          <w:szCs w:val="20"/>
        </w:rPr>
        <w:t>”</w:t>
      </w:r>
      <w:r w:rsidR="001A4FC7" w:rsidRPr="001A4FC7">
        <w:rPr>
          <w:rStyle w:val="ui-provider"/>
          <w:rFonts w:ascii="Arial" w:hAnsi="Arial" w:cs="Arial"/>
          <w:sz w:val="20"/>
          <w:szCs w:val="20"/>
        </w:rPr>
        <w:t xml:space="preserve"> e sono stati inseriti i minimi previsti alle varie decorrenze</w:t>
      </w:r>
      <w:r w:rsidR="00167FEE">
        <w:rPr>
          <w:rStyle w:val="ui-provider"/>
          <w:rFonts w:ascii="Arial" w:hAnsi="Arial" w:cs="Arial"/>
          <w:sz w:val="20"/>
          <w:szCs w:val="20"/>
        </w:rPr>
        <w:t>.</w:t>
      </w:r>
    </w:p>
    <w:p w14:paraId="68E3371C" w14:textId="6FE1E5E7" w:rsidR="00B05BBF" w:rsidRPr="001A4FC7" w:rsidRDefault="00645AFF" w:rsidP="00645AFF">
      <w:pPr>
        <w:pStyle w:val="Paragrafoelenco"/>
        <w:numPr>
          <w:ilvl w:val="0"/>
          <w:numId w:val="3"/>
        </w:numPr>
        <w:shd w:val="clear" w:color="auto" w:fill="FFFFFF"/>
        <w:spacing w:before="120"/>
        <w:ind w:left="714" w:right="-48" w:hanging="357"/>
        <w:contextualSpacing w:val="0"/>
        <w:jc w:val="both"/>
        <w:rPr>
          <w:rFonts w:ascii="Arial" w:hAnsi="Arial" w:cs="Arial"/>
          <w:sz w:val="20"/>
          <w:szCs w:val="20"/>
        </w:rPr>
      </w:pPr>
      <w:r w:rsidRPr="001A4FC7">
        <w:rPr>
          <w:rFonts w:ascii="Arial" w:hAnsi="Arial" w:cs="Arial"/>
          <w:sz w:val="20"/>
          <w:szCs w:val="20"/>
        </w:rPr>
        <w:t>È stato aggiornato lo scadenzario contrattuale.</w:t>
      </w:r>
    </w:p>
    <w:p w14:paraId="36074351" w14:textId="77777777" w:rsidR="00E3209A" w:rsidRDefault="00E3209A" w:rsidP="009A0AD8">
      <w:pPr>
        <w:shd w:val="clear" w:color="auto" w:fill="FFFFFF"/>
        <w:ind w:right="-45"/>
        <w:jc w:val="both"/>
        <w:rPr>
          <w:rFonts w:ascii="Arial" w:hAnsi="Arial" w:cs="Arial"/>
          <w:sz w:val="20"/>
          <w:szCs w:val="20"/>
        </w:rPr>
      </w:pPr>
    </w:p>
    <w:p w14:paraId="1C381FED" w14:textId="77777777" w:rsidR="001A4FC7" w:rsidRDefault="001A4FC7" w:rsidP="009A0AD8">
      <w:pPr>
        <w:shd w:val="clear" w:color="auto" w:fill="FFFFFF"/>
        <w:ind w:right="-45"/>
        <w:jc w:val="both"/>
        <w:rPr>
          <w:rFonts w:ascii="Arial" w:hAnsi="Arial" w:cs="Arial"/>
          <w:sz w:val="20"/>
          <w:szCs w:val="20"/>
        </w:rPr>
      </w:pPr>
    </w:p>
    <w:p w14:paraId="2515B31F" w14:textId="77777777" w:rsidR="009A0AD8" w:rsidRPr="0095086B" w:rsidRDefault="009A0AD8" w:rsidP="009A0AD8">
      <w:pPr>
        <w:pStyle w:val="TS-titolo-04"/>
        <w:rPr>
          <w:b w:val="0"/>
          <w:color w:val="000000"/>
          <w:sz w:val="23"/>
          <w:szCs w:val="23"/>
        </w:rPr>
      </w:pPr>
      <w:bookmarkStart w:id="13" w:name="_Toc159502562"/>
      <w:bookmarkStart w:id="14" w:name="_Toc164698403"/>
      <w:bookmarkStart w:id="15" w:name="_Toc167197029"/>
      <w:r w:rsidRPr="0095086B">
        <w:rPr>
          <w:color w:val="000000"/>
          <w:sz w:val="23"/>
          <w:szCs w:val="23"/>
        </w:rPr>
        <w:t>Cooperative D.P.R. 602/70 Settore Industria</w:t>
      </w:r>
      <w:bookmarkEnd w:id="13"/>
      <w:bookmarkEnd w:id="14"/>
      <w:bookmarkEnd w:id="15"/>
    </w:p>
    <w:p w14:paraId="5724A8CC" w14:textId="72C4894C" w:rsidR="00AC53DF" w:rsidRPr="0095086B" w:rsidRDefault="00AC53DF" w:rsidP="00AC53DF">
      <w:pPr>
        <w:spacing w:before="120"/>
        <w:rPr>
          <w:rFonts w:ascii="Arial" w:hAnsi="Arial" w:cs="Arial"/>
          <w:sz w:val="20"/>
          <w:szCs w:val="20"/>
        </w:rPr>
      </w:pPr>
      <w:r w:rsidRPr="0095086B">
        <w:rPr>
          <w:rFonts w:ascii="Arial" w:hAnsi="Arial" w:cs="Arial"/>
          <w:sz w:val="20"/>
          <w:szCs w:val="20"/>
        </w:rPr>
        <w:t>In tabella “</w:t>
      </w:r>
      <w:r>
        <w:rPr>
          <w:rFonts w:ascii="Arial" w:hAnsi="Arial" w:cs="Arial"/>
          <w:sz w:val="20"/>
          <w:szCs w:val="20"/>
        </w:rPr>
        <w:t>Gruppi contributivi</w:t>
      </w:r>
      <w:r w:rsidRPr="0095086B">
        <w:rPr>
          <w:rFonts w:ascii="Arial" w:hAnsi="Arial" w:cs="Arial"/>
          <w:sz w:val="20"/>
          <w:szCs w:val="20"/>
        </w:rPr>
        <w:t>” (</w:t>
      </w:r>
      <w:r w:rsidRPr="0095086B">
        <w:rPr>
          <w:rFonts w:ascii="Arial" w:hAnsi="Arial" w:cs="Arial"/>
          <w:b/>
          <w:sz w:val="20"/>
          <w:szCs w:val="20"/>
        </w:rPr>
        <w:t>TB030</w:t>
      </w:r>
      <w:r>
        <w:rPr>
          <w:rFonts w:ascii="Arial" w:hAnsi="Arial" w:cs="Arial"/>
          <w:b/>
          <w:sz w:val="20"/>
          <w:szCs w:val="20"/>
        </w:rPr>
        <w:t>1</w:t>
      </w:r>
      <w:r w:rsidRPr="0095086B">
        <w:rPr>
          <w:rFonts w:ascii="Arial" w:hAnsi="Arial" w:cs="Arial"/>
          <w:sz w:val="20"/>
          <w:szCs w:val="20"/>
        </w:rPr>
        <w:t>) sono stat</w:t>
      </w:r>
      <w:r w:rsidR="0072408B">
        <w:rPr>
          <w:rFonts w:ascii="Arial" w:hAnsi="Arial" w:cs="Arial"/>
          <w:sz w:val="20"/>
          <w:szCs w:val="20"/>
        </w:rPr>
        <w:t>i creati i seguenti codici</w:t>
      </w:r>
      <w:r w:rsidRPr="0095086B">
        <w:rPr>
          <w:rFonts w:ascii="Arial" w:hAnsi="Arial" w:cs="Arial"/>
          <w:sz w:val="20"/>
          <w:szCs w:val="20"/>
        </w:rPr>
        <w:t>:</w:t>
      </w:r>
    </w:p>
    <w:p w14:paraId="1AAC44C6" w14:textId="1E08F13B" w:rsidR="00AC53DF" w:rsidRDefault="0072408B" w:rsidP="0072408B">
      <w:pPr>
        <w:pStyle w:val="CorpoAltF0"/>
        <w:numPr>
          <w:ilvl w:val="0"/>
          <w:numId w:val="2"/>
        </w:numPr>
        <w:spacing w:before="120"/>
        <w:ind w:left="1134" w:hanging="425"/>
        <w:rPr>
          <w:rFonts w:cs="Arial"/>
        </w:rPr>
      </w:pPr>
      <w:r w:rsidRPr="0072408B">
        <w:rPr>
          <w:rFonts w:cs="Arial"/>
          <w:b/>
          <w:bCs/>
        </w:rPr>
        <w:t>8181</w:t>
      </w:r>
      <w:r>
        <w:rPr>
          <w:rFonts w:cs="Arial"/>
        </w:rPr>
        <w:t xml:space="preserve"> “Coop. in genere industria &lt;=50”;</w:t>
      </w:r>
    </w:p>
    <w:p w14:paraId="155A6C2F" w14:textId="4144FE9E" w:rsidR="0072408B" w:rsidRPr="0072408B" w:rsidRDefault="0072408B" w:rsidP="0072408B">
      <w:pPr>
        <w:pStyle w:val="CorpoAltF0"/>
        <w:numPr>
          <w:ilvl w:val="0"/>
          <w:numId w:val="2"/>
        </w:numPr>
        <w:spacing w:before="120"/>
        <w:ind w:left="1134" w:hanging="425"/>
        <w:rPr>
          <w:rFonts w:cs="Arial"/>
        </w:rPr>
      </w:pPr>
      <w:r w:rsidRPr="00D93D05">
        <w:rPr>
          <w:rFonts w:cs="Arial"/>
          <w:b/>
          <w:bCs/>
        </w:rPr>
        <w:t>8182</w:t>
      </w:r>
      <w:r>
        <w:rPr>
          <w:rFonts w:cs="Arial"/>
        </w:rPr>
        <w:t xml:space="preserve"> </w:t>
      </w:r>
      <w:r w:rsidRPr="0072408B">
        <w:rPr>
          <w:rFonts w:cs="Arial"/>
        </w:rPr>
        <w:t xml:space="preserve">“Coop. </w:t>
      </w:r>
      <w:r>
        <w:rPr>
          <w:rFonts w:cs="Arial"/>
        </w:rPr>
        <w:t>i</w:t>
      </w:r>
      <w:r w:rsidRPr="0072408B">
        <w:rPr>
          <w:rFonts w:cs="Arial"/>
        </w:rPr>
        <w:t xml:space="preserve">n genere industria </w:t>
      </w:r>
      <w:r>
        <w:rPr>
          <w:rFonts w:cs="Arial"/>
        </w:rPr>
        <w:t>&gt;</w:t>
      </w:r>
      <w:r w:rsidRPr="0072408B">
        <w:rPr>
          <w:rFonts w:cs="Arial"/>
        </w:rPr>
        <w:t>50”</w:t>
      </w:r>
      <w:r>
        <w:rPr>
          <w:rFonts w:cs="Arial"/>
        </w:rPr>
        <w:t>.</w:t>
      </w:r>
    </w:p>
    <w:p w14:paraId="26CE24A3" w14:textId="77777777" w:rsidR="00D93D05" w:rsidRPr="0095086B" w:rsidRDefault="00AC53DF" w:rsidP="00D93D05">
      <w:pPr>
        <w:spacing w:before="120"/>
        <w:rPr>
          <w:rFonts w:ascii="Arial" w:hAnsi="Arial" w:cs="Arial"/>
          <w:sz w:val="20"/>
          <w:szCs w:val="20"/>
        </w:rPr>
      </w:pPr>
      <w:r w:rsidRPr="0095086B">
        <w:rPr>
          <w:rFonts w:ascii="Arial" w:hAnsi="Arial" w:cs="Arial"/>
          <w:sz w:val="20"/>
          <w:szCs w:val="20"/>
        </w:rPr>
        <w:t>In tabella “</w:t>
      </w:r>
      <w:r w:rsidR="00D93D05">
        <w:rPr>
          <w:rFonts w:ascii="Arial" w:hAnsi="Arial" w:cs="Arial"/>
          <w:sz w:val="20"/>
          <w:szCs w:val="20"/>
        </w:rPr>
        <w:t>Categorie contributive</w:t>
      </w:r>
      <w:r w:rsidRPr="0095086B">
        <w:rPr>
          <w:rFonts w:ascii="Arial" w:hAnsi="Arial" w:cs="Arial"/>
          <w:sz w:val="20"/>
          <w:szCs w:val="20"/>
        </w:rPr>
        <w:t>” (</w:t>
      </w:r>
      <w:r w:rsidRPr="0095086B">
        <w:rPr>
          <w:rFonts w:ascii="Arial" w:hAnsi="Arial" w:cs="Arial"/>
          <w:b/>
          <w:sz w:val="20"/>
          <w:szCs w:val="20"/>
        </w:rPr>
        <w:t>TB030</w:t>
      </w:r>
      <w:r w:rsidR="0072408B">
        <w:rPr>
          <w:rFonts w:ascii="Arial" w:hAnsi="Arial" w:cs="Arial"/>
          <w:b/>
          <w:sz w:val="20"/>
          <w:szCs w:val="20"/>
        </w:rPr>
        <w:t>3</w:t>
      </w:r>
      <w:r w:rsidRPr="0095086B">
        <w:rPr>
          <w:rFonts w:ascii="Arial" w:hAnsi="Arial" w:cs="Arial"/>
          <w:sz w:val="20"/>
          <w:szCs w:val="20"/>
        </w:rPr>
        <w:t xml:space="preserve">) </w:t>
      </w:r>
      <w:r w:rsidR="00D93D05" w:rsidRPr="0095086B">
        <w:rPr>
          <w:rFonts w:ascii="Arial" w:hAnsi="Arial" w:cs="Arial"/>
          <w:sz w:val="20"/>
          <w:szCs w:val="20"/>
        </w:rPr>
        <w:t>sono stat</w:t>
      </w:r>
      <w:r w:rsidR="00D93D05">
        <w:rPr>
          <w:rFonts w:ascii="Arial" w:hAnsi="Arial" w:cs="Arial"/>
          <w:sz w:val="20"/>
          <w:szCs w:val="20"/>
        </w:rPr>
        <w:t>i creati i seguenti codici</w:t>
      </w:r>
      <w:r w:rsidR="00D93D05" w:rsidRPr="0095086B">
        <w:rPr>
          <w:rFonts w:ascii="Arial" w:hAnsi="Arial" w:cs="Arial"/>
          <w:sz w:val="20"/>
          <w:szCs w:val="20"/>
        </w:rPr>
        <w:t>:</w:t>
      </w:r>
    </w:p>
    <w:p w14:paraId="152D99F4" w14:textId="3E33A112" w:rsidR="00D93D05" w:rsidRDefault="00D93D05" w:rsidP="00D93D05">
      <w:pPr>
        <w:pStyle w:val="CorpoAltF0"/>
        <w:numPr>
          <w:ilvl w:val="0"/>
          <w:numId w:val="2"/>
        </w:numPr>
        <w:spacing w:before="120"/>
        <w:ind w:left="1134" w:hanging="425"/>
        <w:rPr>
          <w:rFonts w:cs="Arial"/>
        </w:rPr>
      </w:pPr>
      <w:r w:rsidRPr="0072408B">
        <w:rPr>
          <w:rFonts w:cs="Arial"/>
          <w:b/>
          <w:bCs/>
        </w:rPr>
        <w:t>81</w:t>
      </w:r>
      <w:r>
        <w:rPr>
          <w:rFonts w:cs="Arial"/>
          <w:b/>
          <w:bCs/>
        </w:rPr>
        <w:t>53</w:t>
      </w:r>
      <w:r>
        <w:rPr>
          <w:rFonts w:cs="Arial"/>
        </w:rPr>
        <w:t xml:space="preserve"> “Coop. in genere industria &lt;=50”;</w:t>
      </w:r>
    </w:p>
    <w:p w14:paraId="1177DE84" w14:textId="0751F359" w:rsidR="00D93D05" w:rsidRPr="0072408B" w:rsidRDefault="00D93D05" w:rsidP="00D93D05">
      <w:pPr>
        <w:pStyle w:val="CorpoAltF0"/>
        <w:numPr>
          <w:ilvl w:val="0"/>
          <w:numId w:val="2"/>
        </w:numPr>
        <w:spacing w:before="120"/>
        <w:ind w:left="1134" w:hanging="425"/>
        <w:rPr>
          <w:rFonts w:cs="Arial"/>
        </w:rPr>
      </w:pPr>
      <w:r w:rsidRPr="00D93D05">
        <w:rPr>
          <w:rFonts w:cs="Arial"/>
          <w:b/>
          <w:bCs/>
        </w:rPr>
        <w:t>81</w:t>
      </w:r>
      <w:r>
        <w:rPr>
          <w:rFonts w:cs="Arial"/>
          <w:b/>
          <w:bCs/>
        </w:rPr>
        <w:t>54</w:t>
      </w:r>
      <w:r>
        <w:rPr>
          <w:rFonts w:cs="Arial"/>
        </w:rPr>
        <w:t xml:space="preserve"> </w:t>
      </w:r>
      <w:r w:rsidRPr="0072408B">
        <w:rPr>
          <w:rFonts w:cs="Arial"/>
        </w:rPr>
        <w:t xml:space="preserve">“Coop. </w:t>
      </w:r>
      <w:r>
        <w:rPr>
          <w:rFonts w:cs="Arial"/>
        </w:rPr>
        <w:t>i</w:t>
      </w:r>
      <w:r w:rsidRPr="0072408B">
        <w:rPr>
          <w:rFonts w:cs="Arial"/>
        </w:rPr>
        <w:t xml:space="preserve">n genere industria </w:t>
      </w:r>
      <w:r>
        <w:rPr>
          <w:rFonts w:cs="Arial"/>
        </w:rPr>
        <w:t>&gt;</w:t>
      </w:r>
      <w:r w:rsidRPr="0072408B">
        <w:rPr>
          <w:rFonts w:cs="Arial"/>
        </w:rPr>
        <w:t>50”</w:t>
      </w:r>
      <w:r>
        <w:rPr>
          <w:rFonts w:cs="Arial"/>
        </w:rPr>
        <w:t>.</w:t>
      </w:r>
    </w:p>
    <w:p w14:paraId="3A93EDAD" w14:textId="77777777" w:rsidR="00D93D05" w:rsidRPr="0095086B" w:rsidRDefault="00AC53DF" w:rsidP="00D93D05">
      <w:pPr>
        <w:spacing w:before="120"/>
        <w:rPr>
          <w:rFonts w:ascii="Arial" w:hAnsi="Arial" w:cs="Arial"/>
          <w:sz w:val="20"/>
          <w:szCs w:val="20"/>
        </w:rPr>
      </w:pPr>
      <w:r w:rsidRPr="0095086B">
        <w:rPr>
          <w:rFonts w:ascii="Arial" w:hAnsi="Arial" w:cs="Arial"/>
          <w:sz w:val="20"/>
          <w:szCs w:val="20"/>
        </w:rPr>
        <w:t>In tabella “Contributi Inps” (</w:t>
      </w:r>
      <w:r w:rsidRPr="0095086B">
        <w:rPr>
          <w:rFonts w:ascii="Arial" w:hAnsi="Arial" w:cs="Arial"/>
          <w:b/>
          <w:sz w:val="20"/>
          <w:szCs w:val="20"/>
        </w:rPr>
        <w:t>TB0304</w:t>
      </w:r>
      <w:r w:rsidRPr="0095086B">
        <w:rPr>
          <w:rFonts w:ascii="Arial" w:hAnsi="Arial" w:cs="Arial"/>
          <w:sz w:val="20"/>
          <w:szCs w:val="20"/>
        </w:rPr>
        <w:t xml:space="preserve">) </w:t>
      </w:r>
      <w:r w:rsidR="00D93D05" w:rsidRPr="0095086B">
        <w:rPr>
          <w:rFonts w:ascii="Arial" w:hAnsi="Arial" w:cs="Arial"/>
          <w:sz w:val="20"/>
          <w:szCs w:val="20"/>
        </w:rPr>
        <w:t>sono stat</w:t>
      </w:r>
      <w:r w:rsidR="00D93D05">
        <w:rPr>
          <w:rFonts w:ascii="Arial" w:hAnsi="Arial" w:cs="Arial"/>
          <w:sz w:val="20"/>
          <w:szCs w:val="20"/>
        </w:rPr>
        <w:t>i creati i seguenti codici</w:t>
      </w:r>
      <w:r w:rsidR="00D93D05" w:rsidRPr="0095086B">
        <w:rPr>
          <w:rFonts w:ascii="Arial" w:hAnsi="Arial" w:cs="Arial"/>
          <w:sz w:val="20"/>
          <w:szCs w:val="20"/>
        </w:rPr>
        <w:t>:</w:t>
      </w:r>
    </w:p>
    <w:p w14:paraId="4A71A73F" w14:textId="505F139D" w:rsidR="00AC53DF" w:rsidRPr="00667377" w:rsidRDefault="00AC53DF" w:rsidP="00AC53DF">
      <w:pPr>
        <w:pStyle w:val="CorpoAltF0"/>
        <w:numPr>
          <w:ilvl w:val="0"/>
          <w:numId w:val="2"/>
        </w:numPr>
        <w:spacing w:before="120"/>
        <w:ind w:left="1134" w:hanging="425"/>
        <w:rPr>
          <w:rFonts w:cs="Arial"/>
          <w:lang w:val="en-US"/>
        </w:rPr>
      </w:pPr>
      <w:r w:rsidRPr="00667377">
        <w:rPr>
          <w:rFonts w:cs="Arial"/>
          <w:b/>
          <w:lang w:val="en-US"/>
        </w:rPr>
        <w:t>87</w:t>
      </w:r>
      <w:r w:rsidR="00467301" w:rsidRPr="00667377">
        <w:rPr>
          <w:rFonts w:cs="Arial"/>
          <w:b/>
          <w:lang w:val="en-US"/>
        </w:rPr>
        <w:t>20</w:t>
      </w:r>
      <w:r w:rsidRPr="00667377">
        <w:rPr>
          <w:rFonts w:cs="Arial"/>
          <w:lang w:val="en-US"/>
        </w:rPr>
        <w:t xml:space="preserve"> “</w:t>
      </w:r>
      <w:r w:rsidR="00502094" w:rsidRPr="0035607D">
        <w:rPr>
          <w:rFonts w:cs="Arial"/>
          <w:lang w:val="nl-NL"/>
        </w:rPr>
        <w:t>Op</w:t>
      </w:r>
      <w:r w:rsidR="00643AFF">
        <w:rPr>
          <w:rFonts w:cs="Arial"/>
          <w:lang w:val="nl-NL"/>
        </w:rPr>
        <w:t>.</w:t>
      </w:r>
      <w:r w:rsidR="00502094" w:rsidRPr="0035607D">
        <w:rPr>
          <w:rFonts w:cs="Arial"/>
          <w:lang w:val="nl-NL"/>
        </w:rPr>
        <w:t>coop in genere ind&lt;50 dipe</w:t>
      </w:r>
      <w:proofErr w:type="gramStart"/>
      <w:r w:rsidR="00467301" w:rsidRPr="00667377">
        <w:rPr>
          <w:rFonts w:cs="Arial"/>
          <w:lang w:val="en-US"/>
        </w:rPr>
        <w:t>”</w:t>
      </w:r>
      <w:r w:rsidRPr="00667377">
        <w:rPr>
          <w:rFonts w:cs="Arial"/>
          <w:lang w:val="en-US"/>
        </w:rPr>
        <w:t>;</w:t>
      </w:r>
      <w:proofErr w:type="gramEnd"/>
    </w:p>
    <w:p w14:paraId="4AF1D2D6" w14:textId="261CAA14" w:rsidR="00B70C86" w:rsidRPr="00667377" w:rsidRDefault="00AC53DF" w:rsidP="00B70C86">
      <w:pPr>
        <w:pStyle w:val="CorpoAltF0"/>
        <w:numPr>
          <w:ilvl w:val="0"/>
          <w:numId w:val="2"/>
        </w:numPr>
        <w:spacing w:before="120"/>
        <w:ind w:left="1134" w:hanging="425"/>
        <w:rPr>
          <w:rFonts w:cs="Arial"/>
          <w:lang w:val="en-US"/>
        </w:rPr>
      </w:pPr>
      <w:r w:rsidRPr="00667377">
        <w:rPr>
          <w:rFonts w:cs="Arial"/>
          <w:b/>
          <w:lang w:val="en-US"/>
        </w:rPr>
        <w:t>87</w:t>
      </w:r>
      <w:r w:rsidR="00467301" w:rsidRPr="00667377">
        <w:rPr>
          <w:rFonts w:cs="Arial"/>
          <w:b/>
          <w:lang w:val="en-US"/>
        </w:rPr>
        <w:t>21</w:t>
      </w:r>
      <w:r w:rsidRPr="00667377">
        <w:rPr>
          <w:rFonts w:cs="Arial"/>
          <w:lang w:val="en-US"/>
        </w:rPr>
        <w:t xml:space="preserve"> “</w:t>
      </w:r>
      <w:r w:rsidR="00B70C86" w:rsidRPr="00667377">
        <w:rPr>
          <w:rFonts w:cs="Arial"/>
          <w:lang w:val="en-US"/>
        </w:rPr>
        <w:t>Imp</w:t>
      </w:r>
      <w:r w:rsidR="00B70C86" w:rsidRPr="0035607D">
        <w:rPr>
          <w:rFonts w:cs="Arial"/>
          <w:lang w:val="nl-NL"/>
        </w:rPr>
        <w:t xml:space="preserve"> coop in genere ind&lt;50 dipe</w:t>
      </w:r>
      <w:proofErr w:type="gramStart"/>
      <w:r w:rsidR="00B70C86" w:rsidRPr="00667377">
        <w:rPr>
          <w:rFonts w:cs="Arial"/>
          <w:lang w:val="en-US"/>
        </w:rPr>
        <w:t>”;</w:t>
      </w:r>
      <w:proofErr w:type="gramEnd"/>
    </w:p>
    <w:p w14:paraId="5F8080A6" w14:textId="07E0D296" w:rsidR="005F5DB3" w:rsidRPr="00667377" w:rsidRDefault="00467301" w:rsidP="005F5DB3">
      <w:pPr>
        <w:pStyle w:val="CorpoAltF0"/>
        <w:numPr>
          <w:ilvl w:val="0"/>
          <w:numId w:val="2"/>
        </w:numPr>
        <w:spacing w:before="120"/>
        <w:ind w:left="1134" w:hanging="425"/>
        <w:rPr>
          <w:rFonts w:cs="Arial"/>
          <w:lang w:val="en-US"/>
        </w:rPr>
      </w:pPr>
      <w:r w:rsidRPr="00667377">
        <w:rPr>
          <w:rFonts w:cs="Arial"/>
          <w:b/>
          <w:lang w:val="en-US"/>
        </w:rPr>
        <w:t>8722</w:t>
      </w:r>
      <w:r w:rsidR="005F5DB3" w:rsidRPr="00667377">
        <w:rPr>
          <w:rFonts w:cs="Arial"/>
          <w:b/>
          <w:lang w:val="en-US"/>
        </w:rPr>
        <w:t xml:space="preserve"> </w:t>
      </w:r>
      <w:r w:rsidR="005F5DB3" w:rsidRPr="00667377">
        <w:rPr>
          <w:rFonts w:cs="Arial"/>
          <w:lang w:val="en-US"/>
        </w:rPr>
        <w:t>“</w:t>
      </w:r>
      <w:r w:rsidR="005F5DB3" w:rsidRPr="0035607D">
        <w:rPr>
          <w:rFonts w:cs="Arial"/>
          <w:lang w:val="nl-NL"/>
        </w:rPr>
        <w:t>Op coop in genere ind</w:t>
      </w:r>
      <w:r w:rsidR="005F5DB3">
        <w:rPr>
          <w:rFonts w:cs="Arial"/>
          <w:lang w:val="nl-NL"/>
        </w:rPr>
        <w:t>&gt;</w:t>
      </w:r>
      <w:r w:rsidR="005F5DB3" w:rsidRPr="0035607D">
        <w:rPr>
          <w:rFonts w:cs="Arial"/>
          <w:lang w:val="nl-NL"/>
        </w:rPr>
        <w:t>50 dipe</w:t>
      </w:r>
      <w:proofErr w:type="gramStart"/>
      <w:r w:rsidR="005F5DB3" w:rsidRPr="00667377">
        <w:rPr>
          <w:rFonts w:cs="Arial"/>
          <w:lang w:val="en-US"/>
        </w:rPr>
        <w:t>”;</w:t>
      </w:r>
      <w:proofErr w:type="gramEnd"/>
    </w:p>
    <w:p w14:paraId="47EFD3DD" w14:textId="464BA1D9" w:rsidR="00467301" w:rsidRPr="00667377" w:rsidRDefault="00467301" w:rsidP="007047E2">
      <w:pPr>
        <w:pStyle w:val="CorpoAltF0"/>
        <w:numPr>
          <w:ilvl w:val="0"/>
          <w:numId w:val="2"/>
        </w:numPr>
        <w:spacing w:before="120"/>
        <w:ind w:left="1134" w:hanging="425"/>
        <w:rPr>
          <w:rFonts w:cs="Arial"/>
          <w:lang w:val="en-US"/>
        </w:rPr>
      </w:pPr>
      <w:r w:rsidRPr="00667377">
        <w:rPr>
          <w:rFonts w:cs="Arial"/>
          <w:b/>
          <w:lang w:val="en-US"/>
        </w:rPr>
        <w:t>8723</w:t>
      </w:r>
      <w:r w:rsidR="005F5DB3" w:rsidRPr="00667377">
        <w:rPr>
          <w:rFonts w:cs="Arial"/>
          <w:b/>
          <w:lang w:val="en-US"/>
        </w:rPr>
        <w:t xml:space="preserve"> </w:t>
      </w:r>
      <w:r w:rsidR="005F5DB3" w:rsidRPr="00667377">
        <w:rPr>
          <w:rFonts w:cs="Arial"/>
          <w:lang w:val="en-US"/>
        </w:rPr>
        <w:t>“Imp</w:t>
      </w:r>
      <w:r w:rsidR="005F5DB3" w:rsidRPr="005F5DB3">
        <w:rPr>
          <w:rFonts w:cs="Arial"/>
          <w:lang w:val="nl-NL"/>
        </w:rPr>
        <w:t xml:space="preserve"> coop in genere ind&gt;50 dipe</w:t>
      </w:r>
      <w:r w:rsidR="005F5DB3" w:rsidRPr="00667377">
        <w:rPr>
          <w:rFonts w:cs="Arial"/>
          <w:lang w:val="en-US"/>
        </w:rPr>
        <w:t>”.</w:t>
      </w:r>
    </w:p>
    <w:p w14:paraId="7293A45F" w14:textId="2F7DD71E" w:rsidR="009A0AD8" w:rsidRDefault="004A6690" w:rsidP="00E3209A">
      <w:pPr>
        <w:shd w:val="clear" w:color="auto" w:fill="FFFFFF"/>
        <w:spacing w:before="120"/>
        <w:ind w:right="-48"/>
        <w:jc w:val="both"/>
        <w:rPr>
          <w:rFonts w:ascii="Arial" w:hAnsi="Arial" w:cs="Arial"/>
          <w:sz w:val="20"/>
          <w:szCs w:val="20"/>
        </w:rPr>
      </w:pPr>
      <w:r>
        <w:rPr>
          <w:rFonts w:ascii="Arial" w:hAnsi="Arial" w:cs="Arial"/>
          <w:sz w:val="20"/>
          <w:szCs w:val="20"/>
        </w:rPr>
        <w:t xml:space="preserve">Per importare le suindicate tabelle è necessario aggiornare </w:t>
      </w:r>
      <w:r w:rsidR="00443493">
        <w:rPr>
          <w:rFonts w:ascii="Arial" w:hAnsi="Arial" w:cs="Arial"/>
          <w:sz w:val="20"/>
          <w:szCs w:val="20"/>
        </w:rPr>
        <w:t>i seguenti codici contratto:</w:t>
      </w:r>
    </w:p>
    <w:p w14:paraId="4A2EAA82" w14:textId="38BE00AA" w:rsidR="00443493" w:rsidRPr="00443493" w:rsidRDefault="00443493" w:rsidP="00443493">
      <w:pPr>
        <w:pStyle w:val="CorpoAltF0"/>
        <w:numPr>
          <w:ilvl w:val="0"/>
          <w:numId w:val="2"/>
        </w:numPr>
        <w:spacing w:before="120"/>
        <w:ind w:left="1134" w:hanging="425"/>
        <w:rPr>
          <w:rFonts w:cs="Arial"/>
          <w:bCs/>
        </w:rPr>
      </w:pPr>
      <w:r w:rsidRPr="00443493">
        <w:rPr>
          <w:rFonts w:cs="Arial"/>
          <w:bCs/>
        </w:rPr>
        <w:t>8177 “Servizi di Pulizia Sistema cooperativo</w:t>
      </w:r>
      <w:r>
        <w:rPr>
          <w:rFonts w:cs="Arial"/>
          <w:bCs/>
        </w:rPr>
        <w:t>”</w:t>
      </w:r>
      <w:r w:rsidRPr="00443493">
        <w:rPr>
          <w:rFonts w:cs="Arial"/>
          <w:bCs/>
        </w:rPr>
        <w:t>;</w:t>
      </w:r>
    </w:p>
    <w:p w14:paraId="1DB0695A" w14:textId="258220FB" w:rsidR="00443493" w:rsidRPr="00443493" w:rsidRDefault="00443493" w:rsidP="00443493">
      <w:pPr>
        <w:pStyle w:val="CorpoAltF0"/>
        <w:numPr>
          <w:ilvl w:val="0"/>
          <w:numId w:val="2"/>
        </w:numPr>
        <w:spacing w:before="120"/>
        <w:ind w:left="1134" w:hanging="425"/>
        <w:rPr>
          <w:rFonts w:cs="Arial"/>
          <w:bCs/>
        </w:rPr>
      </w:pPr>
      <w:r w:rsidRPr="00443493">
        <w:rPr>
          <w:rFonts w:cs="Arial"/>
          <w:bCs/>
        </w:rPr>
        <w:t xml:space="preserve">8798/8898 </w:t>
      </w:r>
      <w:r>
        <w:rPr>
          <w:rFonts w:cs="Arial"/>
          <w:bCs/>
        </w:rPr>
        <w:t>“</w:t>
      </w:r>
      <w:r w:rsidRPr="00443493">
        <w:rPr>
          <w:rFonts w:cs="Arial"/>
          <w:bCs/>
        </w:rPr>
        <w:t>Cooperative Sociali</w:t>
      </w:r>
      <w:r>
        <w:rPr>
          <w:rFonts w:cs="Arial"/>
          <w:bCs/>
        </w:rPr>
        <w:t>”</w:t>
      </w:r>
      <w:r w:rsidRPr="00443493">
        <w:rPr>
          <w:rFonts w:cs="Arial"/>
          <w:bCs/>
        </w:rPr>
        <w:t>.</w:t>
      </w:r>
    </w:p>
    <w:p w14:paraId="30B61C60" w14:textId="4CE72C9E" w:rsidR="004A6690" w:rsidRPr="00E60CEA" w:rsidRDefault="004A6690" w:rsidP="004A6690">
      <w:pPr>
        <w:spacing w:before="120"/>
        <w:rPr>
          <w:rFonts w:ascii="Arial" w:hAnsi="Arial" w:cs="Arial"/>
          <w:sz w:val="20"/>
          <w:szCs w:val="20"/>
        </w:rPr>
      </w:pPr>
      <w:r w:rsidRPr="00E60CEA">
        <w:rPr>
          <w:rFonts w:ascii="Arial" w:hAnsi="Arial" w:cs="Arial"/>
          <w:sz w:val="20"/>
          <w:szCs w:val="20"/>
        </w:rPr>
        <w:t xml:space="preserve">Si rinvia alle note </w:t>
      </w:r>
      <w:r w:rsidRPr="00E60CEA">
        <w:rPr>
          <w:rFonts w:ascii="Arial" w:hAnsi="Arial" w:cs="Arial"/>
          <w:b/>
          <w:sz w:val="20"/>
          <w:szCs w:val="20"/>
        </w:rPr>
        <w:t>PAGHE</w:t>
      </w:r>
      <w:r w:rsidRPr="00E60CEA">
        <w:rPr>
          <w:rFonts w:ascii="Arial" w:hAnsi="Arial" w:cs="Arial"/>
          <w:sz w:val="20"/>
          <w:szCs w:val="20"/>
        </w:rPr>
        <w:t xml:space="preserve"> 2024.1.</w:t>
      </w:r>
      <w:r>
        <w:rPr>
          <w:rFonts w:ascii="Arial" w:hAnsi="Arial" w:cs="Arial"/>
          <w:sz w:val="20"/>
          <w:szCs w:val="20"/>
        </w:rPr>
        <w:t>6</w:t>
      </w:r>
      <w:r w:rsidRPr="00E60CEA">
        <w:rPr>
          <w:rFonts w:ascii="Arial" w:hAnsi="Arial" w:cs="Arial"/>
          <w:sz w:val="20"/>
          <w:szCs w:val="20"/>
        </w:rPr>
        <w:t xml:space="preserve"> per gli approfondimenti normativi.</w:t>
      </w:r>
    </w:p>
    <w:p w14:paraId="5CE95DE2" w14:textId="77777777" w:rsidR="001A4FC7" w:rsidRDefault="001A4FC7" w:rsidP="00E3209A">
      <w:pPr>
        <w:shd w:val="clear" w:color="auto" w:fill="FFFFFF"/>
        <w:spacing w:before="120"/>
        <w:ind w:right="-48"/>
        <w:jc w:val="both"/>
        <w:rPr>
          <w:rFonts w:ascii="Arial" w:hAnsi="Arial" w:cs="Arial"/>
          <w:sz w:val="20"/>
          <w:szCs w:val="20"/>
        </w:rPr>
      </w:pPr>
    </w:p>
    <w:p w14:paraId="5A8876AC" w14:textId="77777777" w:rsidR="00E3209A" w:rsidRDefault="00E3209A" w:rsidP="00E3209A">
      <w:pPr>
        <w:shd w:val="clear" w:color="auto" w:fill="FFFFFF"/>
        <w:ind w:right="-48"/>
        <w:jc w:val="both"/>
        <w:rPr>
          <w:rFonts w:ascii="Arial" w:hAnsi="Arial" w:cs="Arial"/>
          <w:sz w:val="20"/>
          <w:szCs w:val="20"/>
        </w:rPr>
      </w:pPr>
    </w:p>
    <w:p w14:paraId="5206E889" w14:textId="1ADEE67F" w:rsidR="00D37372" w:rsidRDefault="00D37372" w:rsidP="00310198">
      <w:pPr>
        <w:spacing w:before="120"/>
        <w:rPr>
          <w:rFonts w:ascii="Arial" w:hAnsi="Arial" w:cs="Arial"/>
          <w:sz w:val="20"/>
          <w:szCs w:val="20"/>
          <w:highlight w:val="yellow"/>
        </w:rPr>
      </w:pPr>
      <w:r>
        <w:rPr>
          <w:rFonts w:ascii="Arial" w:hAnsi="Arial" w:cs="Arial"/>
          <w:sz w:val="20"/>
          <w:szCs w:val="20"/>
          <w:highlight w:val="yellow"/>
        </w:rPr>
        <w:br w:type="page"/>
      </w:r>
    </w:p>
    <w:p w14:paraId="0C3CCAD8" w14:textId="77777777" w:rsidR="00F012F8" w:rsidRPr="000B21DB" w:rsidRDefault="00F012F8" w:rsidP="00963FE3">
      <w:pPr>
        <w:rPr>
          <w:rFonts w:ascii="Arial" w:hAnsi="Arial" w:cs="Arial"/>
          <w:sz w:val="20"/>
          <w:szCs w:val="20"/>
          <w:highlight w:val="yellow"/>
        </w:rPr>
      </w:pPr>
    </w:p>
    <w:bookmarkEnd w:id="9"/>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68"/>
        <w:gridCol w:w="2871"/>
      </w:tblGrid>
      <w:tr w:rsidR="00A1481B" w:rsidRPr="000B21DB" w14:paraId="02FDB9A1" w14:textId="77777777" w:rsidTr="00E63D5A">
        <w:trPr>
          <w:trHeight w:val="545"/>
        </w:trPr>
        <w:tc>
          <w:tcPr>
            <w:tcW w:w="6768" w:type="dxa"/>
            <w:tcBorders>
              <w:top w:val="single" w:sz="12" w:space="0" w:color="auto"/>
              <w:left w:val="nil"/>
              <w:bottom w:val="nil"/>
              <w:right w:val="nil"/>
            </w:tcBorders>
          </w:tcPr>
          <w:p w14:paraId="3E0C62FE" w14:textId="77777777" w:rsidR="00A1481B" w:rsidRPr="000B21DB" w:rsidRDefault="00A1481B" w:rsidP="00236D8D">
            <w:pPr>
              <w:pStyle w:val="Intestazione"/>
              <w:outlineLvl w:val="1"/>
              <w:rPr>
                <w:rFonts w:ascii="Arial" w:hAnsi="Arial" w:cs="Arial"/>
                <w:b/>
                <w:i/>
                <w:sz w:val="24"/>
                <w:szCs w:val="24"/>
                <w:highlight w:val="yellow"/>
              </w:rPr>
            </w:pPr>
          </w:p>
        </w:tc>
        <w:tc>
          <w:tcPr>
            <w:tcW w:w="2871" w:type="dxa"/>
            <w:tcBorders>
              <w:top w:val="single" w:sz="4" w:space="0" w:color="auto"/>
              <w:left w:val="nil"/>
              <w:bottom w:val="nil"/>
              <w:right w:val="nil"/>
            </w:tcBorders>
            <w:shd w:val="clear" w:color="auto" w:fill="D9D9D9" w:themeFill="background1" w:themeFillShade="D9"/>
            <w:vAlign w:val="center"/>
          </w:tcPr>
          <w:p w14:paraId="7C3E7439" w14:textId="22C84B4E" w:rsidR="00A1481B" w:rsidRPr="000B21DB" w:rsidRDefault="00A1481B" w:rsidP="00236D8D">
            <w:pPr>
              <w:pStyle w:val="TS-titolo-Comando"/>
              <w:outlineLvl w:val="1"/>
              <w:rPr>
                <w:highlight w:val="yellow"/>
              </w:rPr>
            </w:pPr>
            <w:bookmarkStart w:id="16" w:name="_Toc167197030"/>
            <w:r w:rsidRPr="004D0AE2">
              <w:t>TABE</w:t>
            </w:r>
            <w:r w:rsidR="002B2FB8" w:rsidRPr="004D0AE2">
              <w:t>LLE</w:t>
            </w:r>
            <w:bookmarkEnd w:id="16"/>
          </w:p>
        </w:tc>
      </w:tr>
    </w:tbl>
    <w:p w14:paraId="211B18B3" w14:textId="043F18DE" w:rsidR="007E2F1D" w:rsidRPr="007E2F1D" w:rsidRDefault="007E2F1D" w:rsidP="007E2F1D">
      <w:pPr>
        <w:pStyle w:val="TS-titolo-04"/>
      </w:pPr>
      <w:bookmarkStart w:id="17" w:name="_Toc167197031"/>
      <w:r>
        <w:t xml:space="preserve">Cod. </w:t>
      </w:r>
      <w:r w:rsidR="00A05607">
        <w:t>8178 Cooperative Sociali Sistema Cooperativo</w:t>
      </w:r>
      <w:bookmarkEnd w:id="17"/>
    </w:p>
    <w:p w14:paraId="278F4B18" w14:textId="77777777" w:rsidR="007E2F1D" w:rsidRPr="007E2F1D" w:rsidRDefault="007E2F1D" w:rsidP="007E2F1D">
      <w:pPr>
        <w:jc w:val="both"/>
        <w:rPr>
          <w:rFonts w:ascii="Arial" w:hAnsi="Arial" w:cs="Arial"/>
          <w:color w:val="000000"/>
          <w:sz w:val="20"/>
          <w:szCs w:val="20"/>
        </w:rPr>
      </w:pPr>
    </w:p>
    <w:p w14:paraId="3F4096CF" w14:textId="579A2563" w:rsidR="007E2F1D" w:rsidRPr="007E2F1D" w:rsidRDefault="00A05607" w:rsidP="007E2F1D">
      <w:pPr>
        <w:pStyle w:val="TS-titolo-05"/>
        <w:spacing w:before="60"/>
        <w:rPr>
          <w:b/>
        </w:rPr>
      </w:pPr>
      <w:bookmarkStart w:id="18" w:name="_Toc167197032"/>
      <w:r>
        <w:rPr>
          <w:b/>
        </w:rPr>
        <w:t xml:space="preserve">TB0105 </w:t>
      </w:r>
      <w:r w:rsidR="00CF0F0A" w:rsidRPr="00FB3C99">
        <w:rPr>
          <w:bCs/>
        </w:rPr>
        <w:t xml:space="preserve">- </w:t>
      </w:r>
      <w:r w:rsidR="000D2AE0" w:rsidRPr="00FB3C99">
        <w:rPr>
          <w:bCs/>
        </w:rPr>
        <w:t xml:space="preserve">Tabella indennità </w:t>
      </w:r>
      <w:r w:rsidR="00CF0F0A" w:rsidRPr="00FB3C99">
        <w:rPr>
          <w:bCs/>
        </w:rPr>
        <w:t>vacanza</w:t>
      </w:r>
      <w:r w:rsidR="004C3B60" w:rsidRPr="00FB3C99">
        <w:rPr>
          <w:bCs/>
        </w:rPr>
        <w:t xml:space="preserve"> contrattuale</w:t>
      </w:r>
      <w:bookmarkEnd w:id="18"/>
    </w:p>
    <w:p w14:paraId="1EE0DD57" w14:textId="3AB09658" w:rsidR="007E2F1D" w:rsidRPr="007E2F1D" w:rsidRDefault="004C3B60" w:rsidP="00E600BD">
      <w:pPr>
        <w:spacing w:before="120"/>
        <w:jc w:val="both"/>
        <w:rPr>
          <w:rFonts w:ascii="Arial" w:hAnsi="Arial" w:cs="Arial"/>
          <w:color w:val="000000"/>
          <w:sz w:val="20"/>
          <w:szCs w:val="20"/>
          <w:highlight w:val="yellow"/>
        </w:rPr>
      </w:pPr>
      <w:r>
        <w:rPr>
          <w:rStyle w:val="ui-provider"/>
          <w:rFonts w:ascii="Arial" w:hAnsi="Arial" w:cs="Arial"/>
          <w:sz w:val="20"/>
          <w:szCs w:val="20"/>
        </w:rPr>
        <w:t>È</w:t>
      </w:r>
      <w:r w:rsidR="007E2F1D" w:rsidRPr="007E2F1D">
        <w:rPr>
          <w:rStyle w:val="ui-provider"/>
          <w:rFonts w:ascii="Arial" w:hAnsi="Arial" w:cs="Arial"/>
          <w:sz w:val="20"/>
          <w:szCs w:val="20"/>
        </w:rPr>
        <w:t xml:space="preserve"> stata creata la validità </w:t>
      </w:r>
      <w:r w:rsidR="007E2E8C">
        <w:rPr>
          <w:rStyle w:val="ui-provider"/>
          <w:rFonts w:ascii="Arial" w:hAnsi="Arial" w:cs="Arial"/>
          <w:sz w:val="20"/>
          <w:szCs w:val="20"/>
        </w:rPr>
        <w:t>“</w:t>
      </w:r>
      <w:r w:rsidR="007E2F1D" w:rsidRPr="007E2F1D">
        <w:rPr>
          <w:rStyle w:val="ui-provider"/>
          <w:rFonts w:ascii="Arial" w:hAnsi="Arial" w:cs="Arial"/>
          <w:sz w:val="20"/>
          <w:szCs w:val="20"/>
        </w:rPr>
        <w:t>05/2024</w:t>
      </w:r>
      <w:r w:rsidR="007E2E8C">
        <w:rPr>
          <w:rStyle w:val="ui-provider"/>
          <w:rFonts w:ascii="Arial" w:hAnsi="Arial" w:cs="Arial"/>
          <w:sz w:val="20"/>
          <w:szCs w:val="20"/>
        </w:rPr>
        <w:t>”</w:t>
      </w:r>
      <w:r w:rsidR="007E2F1D" w:rsidRPr="007E2F1D">
        <w:rPr>
          <w:rStyle w:val="ui-provider"/>
          <w:rFonts w:ascii="Arial" w:hAnsi="Arial" w:cs="Arial"/>
          <w:sz w:val="20"/>
          <w:szCs w:val="20"/>
        </w:rPr>
        <w:t xml:space="preserve"> ed al campo </w:t>
      </w:r>
      <w:r w:rsidR="007E2E8C">
        <w:rPr>
          <w:rStyle w:val="ui-provider"/>
          <w:rFonts w:ascii="Arial" w:hAnsi="Arial" w:cs="Arial"/>
          <w:sz w:val="20"/>
          <w:szCs w:val="20"/>
        </w:rPr>
        <w:t>“</w:t>
      </w:r>
      <w:r w:rsidRPr="004C3B60">
        <w:rPr>
          <w:rStyle w:val="ui-provider"/>
          <w:rFonts w:ascii="Arial" w:hAnsi="Arial" w:cs="Arial"/>
          <w:i/>
          <w:iCs/>
          <w:sz w:val="20"/>
          <w:szCs w:val="20"/>
        </w:rPr>
        <w:t>T</w:t>
      </w:r>
      <w:r w:rsidR="007E2F1D" w:rsidRPr="004C3B60">
        <w:rPr>
          <w:rStyle w:val="ui-provider"/>
          <w:rFonts w:ascii="Arial" w:hAnsi="Arial" w:cs="Arial"/>
          <w:i/>
          <w:iCs/>
          <w:sz w:val="20"/>
          <w:szCs w:val="20"/>
        </w:rPr>
        <w:t>asso inflazione programmato</w:t>
      </w:r>
      <w:r w:rsidR="007E2E8C">
        <w:rPr>
          <w:rStyle w:val="ui-provider"/>
          <w:rFonts w:ascii="Arial" w:hAnsi="Arial" w:cs="Arial"/>
          <w:sz w:val="20"/>
          <w:szCs w:val="20"/>
        </w:rPr>
        <w:t>”</w:t>
      </w:r>
      <w:r w:rsidR="007E2F1D" w:rsidRPr="007E2F1D">
        <w:rPr>
          <w:rStyle w:val="ui-provider"/>
          <w:rFonts w:ascii="Arial" w:hAnsi="Arial" w:cs="Arial"/>
          <w:sz w:val="20"/>
          <w:szCs w:val="20"/>
        </w:rPr>
        <w:t xml:space="preserve"> è stato inserito il valore </w:t>
      </w:r>
      <w:r w:rsidR="007E2E8C">
        <w:rPr>
          <w:rStyle w:val="ui-provider"/>
          <w:rFonts w:ascii="Arial" w:hAnsi="Arial" w:cs="Arial"/>
          <w:sz w:val="20"/>
          <w:szCs w:val="20"/>
        </w:rPr>
        <w:t>“</w:t>
      </w:r>
      <w:r w:rsidR="007E2F1D" w:rsidRPr="007E2F1D">
        <w:rPr>
          <w:rStyle w:val="ui-provider"/>
          <w:rFonts w:ascii="Arial" w:hAnsi="Arial" w:cs="Arial"/>
          <w:sz w:val="20"/>
          <w:szCs w:val="20"/>
        </w:rPr>
        <w:t>1,10</w:t>
      </w:r>
      <w:r w:rsidR="007E2E8C">
        <w:rPr>
          <w:rStyle w:val="ui-provider"/>
          <w:rFonts w:ascii="Arial" w:hAnsi="Arial" w:cs="Arial"/>
          <w:sz w:val="20"/>
          <w:szCs w:val="20"/>
        </w:rPr>
        <w:t>”</w:t>
      </w:r>
      <w:r w:rsidR="007E2F1D" w:rsidRPr="007E2F1D">
        <w:rPr>
          <w:rStyle w:val="ui-provider"/>
          <w:rFonts w:ascii="Arial" w:hAnsi="Arial" w:cs="Arial"/>
          <w:sz w:val="20"/>
          <w:szCs w:val="20"/>
        </w:rPr>
        <w:t xml:space="preserve"> in sostituzione di </w:t>
      </w:r>
      <w:r w:rsidR="007E2E8C">
        <w:rPr>
          <w:rStyle w:val="ui-provider"/>
          <w:rFonts w:ascii="Arial" w:hAnsi="Arial" w:cs="Arial"/>
          <w:sz w:val="20"/>
          <w:szCs w:val="20"/>
        </w:rPr>
        <w:t>“</w:t>
      </w:r>
      <w:r w:rsidR="007E2F1D" w:rsidRPr="007E2F1D">
        <w:rPr>
          <w:rStyle w:val="ui-provider"/>
          <w:rFonts w:ascii="Arial" w:hAnsi="Arial" w:cs="Arial"/>
          <w:sz w:val="20"/>
          <w:szCs w:val="20"/>
        </w:rPr>
        <w:t>Spazio</w:t>
      </w:r>
      <w:r w:rsidR="007E2E8C">
        <w:rPr>
          <w:rStyle w:val="ui-provider"/>
          <w:rFonts w:ascii="Arial" w:hAnsi="Arial" w:cs="Arial"/>
          <w:sz w:val="20"/>
          <w:szCs w:val="20"/>
        </w:rPr>
        <w:t>”</w:t>
      </w:r>
      <w:r w:rsidR="007E2F1D" w:rsidRPr="007E2F1D">
        <w:rPr>
          <w:rStyle w:val="ui-provider"/>
          <w:rFonts w:ascii="Arial" w:hAnsi="Arial" w:cs="Arial"/>
          <w:sz w:val="20"/>
          <w:szCs w:val="20"/>
        </w:rPr>
        <w:t>.</w:t>
      </w:r>
    </w:p>
    <w:p w14:paraId="2BC8278A" w14:textId="77777777" w:rsidR="007E2F1D" w:rsidRDefault="007E2F1D" w:rsidP="00786B3F">
      <w:pPr>
        <w:jc w:val="both"/>
        <w:rPr>
          <w:rFonts w:ascii="Arial" w:hAnsi="Arial" w:cs="Arial"/>
          <w:color w:val="000000"/>
          <w:sz w:val="20"/>
          <w:szCs w:val="20"/>
          <w:highlight w:val="yellow"/>
        </w:rPr>
      </w:pPr>
    </w:p>
    <w:p w14:paraId="5C949DE8" w14:textId="77777777" w:rsidR="00921F90" w:rsidRPr="009D6AE4" w:rsidRDefault="00921F90" w:rsidP="00F958D5">
      <w:pPr>
        <w:jc w:val="both"/>
        <w:rPr>
          <w:rFonts w:ascii="Arial" w:hAnsi="Arial" w:cs="Arial"/>
          <w:color w:val="000000"/>
          <w:sz w:val="20"/>
          <w:szCs w:val="20"/>
          <w:highlight w:val="yellow"/>
        </w:rPr>
      </w:pPr>
    </w:p>
    <w:p w14:paraId="0966B142" w14:textId="7D171135" w:rsidR="00C07414" w:rsidRPr="007E2F1D" w:rsidRDefault="00C07414" w:rsidP="00C07414">
      <w:pPr>
        <w:pStyle w:val="TS-titolo-04"/>
      </w:pPr>
      <w:bookmarkStart w:id="19" w:name="_Toc167197033"/>
      <w:r>
        <w:t>Cod. 8837/8839 Servizi Assistenziali</w:t>
      </w:r>
      <w:r w:rsidR="00181E97">
        <w:t xml:space="preserve"> Misericordie</w:t>
      </w:r>
      <w:r w:rsidR="00023807">
        <w:t xml:space="preserve"> e Anpas</w:t>
      </w:r>
      <w:bookmarkEnd w:id="19"/>
    </w:p>
    <w:p w14:paraId="747FA769" w14:textId="77777777" w:rsidR="00921F90" w:rsidRPr="009D6AE4" w:rsidRDefault="00921F90" w:rsidP="00F958D5">
      <w:pPr>
        <w:jc w:val="both"/>
        <w:rPr>
          <w:rFonts w:ascii="Arial" w:hAnsi="Arial" w:cs="Arial"/>
          <w:color w:val="000000"/>
          <w:sz w:val="20"/>
          <w:szCs w:val="20"/>
          <w:highlight w:val="yellow"/>
        </w:rPr>
      </w:pPr>
    </w:p>
    <w:p w14:paraId="7D14CA35" w14:textId="71DA74F2" w:rsidR="00023807" w:rsidRPr="007E2F1D" w:rsidRDefault="00023807" w:rsidP="00023807">
      <w:pPr>
        <w:pStyle w:val="TS-titolo-05"/>
        <w:spacing w:before="60"/>
        <w:rPr>
          <w:b/>
        </w:rPr>
      </w:pPr>
      <w:bookmarkStart w:id="20" w:name="_Toc167197034"/>
      <w:r>
        <w:rPr>
          <w:b/>
        </w:rPr>
        <w:t xml:space="preserve">TB1102 </w:t>
      </w:r>
      <w:r w:rsidRPr="00FB3C99">
        <w:rPr>
          <w:bCs/>
        </w:rPr>
        <w:t>- Tabella dati presenze</w:t>
      </w:r>
      <w:bookmarkEnd w:id="20"/>
    </w:p>
    <w:p w14:paraId="2479BAD8" w14:textId="1DBB658B" w:rsidR="00C719CE" w:rsidRPr="00C719CE" w:rsidRDefault="00C719CE" w:rsidP="00C719CE">
      <w:pPr>
        <w:spacing w:before="120"/>
        <w:jc w:val="both"/>
        <w:rPr>
          <w:rFonts w:ascii="Arial" w:hAnsi="Arial" w:cs="Arial"/>
          <w:color w:val="000000"/>
          <w:sz w:val="20"/>
          <w:szCs w:val="20"/>
          <w:highlight w:val="yellow"/>
        </w:rPr>
      </w:pPr>
      <w:r w:rsidRPr="00C719CE">
        <w:rPr>
          <w:rStyle w:val="ui-provider"/>
          <w:rFonts w:ascii="Arial" w:hAnsi="Arial" w:cs="Arial"/>
          <w:sz w:val="20"/>
          <w:szCs w:val="20"/>
        </w:rPr>
        <w:t>Per tutti i codici tratt</w:t>
      </w:r>
      <w:r>
        <w:rPr>
          <w:rStyle w:val="ui-provider"/>
          <w:rFonts w:ascii="Arial" w:hAnsi="Arial" w:cs="Arial"/>
          <w:sz w:val="20"/>
          <w:szCs w:val="20"/>
        </w:rPr>
        <w:t>amento</w:t>
      </w:r>
      <w:r w:rsidRPr="00C719CE">
        <w:rPr>
          <w:rStyle w:val="ui-provider"/>
          <w:rFonts w:ascii="Arial" w:hAnsi="Arial" w:cs="Arial"/>
          <w:sz w:val="20"/>
          <w:szCs w:val="20"/>
        </w:rPr>
        <w:t xml:space="preserve"> </w:t>
      </w:r>
      <w:r>
        <w:rPr>
          <w:rStyle w:val="ui-provider"/>
          <w:rFonts w:ascii="Arial" w:hAnsi="Arial" w:cs="Arial"/>
          <w:sz w:val="20"/>
          <w:szCs w:val="20"/>
        </w:rPr>
        <w:t>q</w:t>
      </w:r>
      <w:r w:rsidRPr="00C719CE">
        <w:rPr>
          <w:rStyle w:val="ui-provider"/>
          <w:rFonts w:ascii="Arial" w:hAnsi="Arial" w:cs="Arial"/>
          <w:sz w:val="20"/>
          <w:szCs w:val="20"/>
        </w:rPr>
        <w:t xml:space="preserve">ualifica gestiti, </w:t>
      </w:r>
      <w:r w:rsidR="00AD78C1">
        <w:rPr>
          <w:rStyle w:val="ui-provider"/>
          <w:rFonts w:ascii="Arial" w:hAnsi="Arial" w:cs="Arial"/>
          <w:sz w:val="20"/>
          <w:szCs w:val="20"/>
        </w:rPr>
        <w:t xml:space="preserve">al </w:t>
      </w:r>
      <w:r w:rsidRPr="00C719CE">
        <w:rPr>
          <w:rStyle w:val="ui-provider"/>
          <w:rFonts w:ascii="Arial" w:hAnsi="Arial" w:cs="Arial"/>
          <w:sz w:val="20"/>
          <w:szCs w:val="20"/>
        </w:rPr>
        <w:t xml:space="preserve">folder Straordinario, sezione Straordinario non festivo, sono stati rimossi i valori precedentemente presenti in corrispondenza del rigo </w:t>
      </w:r>
      <w:r>
        <w:rPr>
          <w:rStyle w:val="ui-provider"/>
          <w:rFonts w:ascii="Arial" w:hAnsi="Arial" w:cs="Arial"/>
          <w:sz w:val="20"/>
          <w:szCs w:val="20"/>
        </w:rPr>
        <w:t>“</w:t>
      </w:r>
      <w:r w:rsidRPr="00C719CE">
        <w:rPr>
          <w:rStyle w:val="ui-provider"/>
          <w:rFonts w:ascii="Arial" w:hAnsi="Arial" w:cs="Arial"/>
          <w:sz w:val="20"/>
          <w:szCs w:val="20"/>
        </w:rPr>
        <w:t>Fascia 1</w:t>
      </w:r>
      <w:r>
        <w:rPr>
          <w:rStyle w:val="ui-provider"/>
          <w:rFonts w:ascii="Arial" w:hAnsi="Arial" w:cs="Arial"/>
          <w:sz w:val="20"/>
          <w:szCs w:val="20"/>
        </w:rPr>
        <w:t>”</w:t>
      </w:r>
      <w:r w:rsidRPr="00C719CE">
        <w:rPr>
          <w:rStyle w:val="ui-provider"/>
          <w:rFonts w:ascii="Arial" w:hAnsi="Arial" w:cs="Arial"/>
          <w:sz w:val="20"/>
          <w:szCs w:val="20"/>
        </w:rPr>
        <w:t xml:space="preserve">. </w:t>
      </w:r>
    </w:p>
    <w:p w14:paraId="004FC5A8" w14:textId="77777777" w:rsidR="00023807" w:rsidRDefault="00023807" w:rsidP="00F958D5">
      <w:pPr>
        <w:jc w:val="both"/>
        <w:rPr>
          <w:rFonts w:ascii="Arial" w:hAnsi="Arial" w:cs="Arial"/>
          <w:color w:val="000000"/>
          <w:sz w:val="20"/>
          <w:szCs w:val="20"/>
          <w:highlight w:val="yellow"/>
        </w:rPr>
      </w:pPr>
    </w:p>
    <w:p w14:paraId="32A31784" w14:textId="77777777" w:rsidR="00023807" w:rsidRDefault="00023807" w:rsidP="00F958D5">
      <w:pPr>
        <w:jc w:val="both"/>
        <w:rPr>
          <w:rFonts w:ascii="Arial" w:hAnsi="Arial" w:cs="Arial"/>
          <w:color w:val="000000"/>
          <w:sz w:val="20"/>
          <w:szCs w:val="20"/>
          <w:highlight w:val="yellow"/>
        </w:rPr>
      </w:pPr>
    </w:p>
    <w:p w14:paraId="5B2EB5FD" w14:textId="77777777" w:rsidR="001B60C9" w:rsidRDefault="001B60C9" w:rsidP="00F958D5">
      <w:pPr>
        <w:jc w:val="both"/>
        <w:rPr>
          <w:rFonts w:ascii="Arial" w:hAnsi="Arial" w:cs="Arial"/>
          <w:color w:val="000000"/>
          <w:sz w:val="20"/>
          <w:szCs w:val="20"/>
          <w:highlight w:val="yellow"/>
        </w:rPr>
      </w:pPr>
    </w:p>
    <w:p w14:paraId="20BC73EE" w14:textId="77777777" w:rsidR="00023807" w:rsidRPr="009D6AE4" w:rsidRDefault="00023807" w:rsidP="00F958D5">
      <w:pPr>
        <w:jc w:val="both"/>
        <w:rPr>
          <w:rFonts w:ascii="Arial" w:hAnsi="Arial" w:cs="Arial"/>
          <w:color w:val="000000"/>
          <w:sz w:val="20"/>
          <w:szCs w:val="20"/>
          <w:highlight w:val="yellow"/>
        </w:rPr>
      </w:pPr>
    </w:p>
    <w:p w14:paraId="0CE63E66" w14:textId="77777777" w:rsidR="00986818" w:rsidRPr="009D6AE4" w:rsidRDefault="00986818" w:rsidP="00F958D5">
      <w:pPr>
        <w:jc w:val="both"/>
        <w:rPr>
          <w:rFonts w:ascii="Arial" w:hAnsi="Arial" w:cs="Arial"/>
          <w:color w:val="000000"/>
          <w:sz w:val="20"/>
          <w:szCs w:val="20"/>
          <w:highlight w:val="yellow"/>
        </w:rPr>
      </w:pPr>
    </w:p>
    <w:p w14:paraId="69222580" w14:textId="7EEAE9EE" w:rsidR="00D947F3" w:rsidRPr="009D6AE4" w:rsidRDefault="00D947F3" w:rsidP="00D947F3">
      <w:pPr>
        <w:jc w:val="both"/>
        <w:rPr>
          <w:rFonts w:ascii="Arial" w:hAnsi="Arial" w:cs="Arial"/>
          <w:color w:val="000000"/>
          <w:sz w:val="20"/>
          <w:szCs w:val="20"/>
          <w:highlight w:val="yellow"/>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68"/>
        <w:gridCol w:w="2871"/>
      </w:tblGrid>
      <w:tr w:rsidR="00005F78" w:rsidRPr="009D6AE4" w14:paraId="0F38E9DC" w14:textId="77777777" w:rsidTr="004C1BEC">
        <w:trPr>
          <w:trHeight w:val="545"/>
        </w:trPr>
        <w:tc>
          <w:tcPr>
            <w:tcW w:w="6768" w:type="dxa"/>
            <w:tcBorders>
              <w:top w:val="single" w:sz="12" w:space="0" w:color="auto"/>
              <w:left w:val="nil"/>
              <w:bottom w:val="nil"/>
              <w:right w:val="nil"/>
            </w:tcBorders>
          </w:tcPr>
          <w:p w14:paraId="1F160F10" w14:textId="77777777" w:rsidR="00005F78" w:rsidRPr="009D6AE4" w:rsidRDefault="00005F78" w:rsidP="004C1BEC">
            <w:pPr>
              <w:pStyle w:val="Intestazione"/>
              <w:outlineLvl w:val="1"/>
              <w:rPr>
                <w:rFonts w:ascii="Arial" w:hAnsi="Arial" w:cs="Arial"/>
                <w:b/>
                <w:i/>
                <w:sz w:val="24"/>
                <w:szCs w:val="24"/>
                <w:highlight w:val="yellow"/>
              </w:rPr>
            </w:pPr>
          </w:p>
        </w:tc>
        <w:tc>
          <w:tcPr>
            <w:tcW w:w="2871" w:type="dxa"/>
            <w:tcBorders>
              <w:top w:val="single" w:sz="4" w:space="0" w:color="auto"/>
              <w:left w:val="nil"/>
              <w:bottom w:val="nil"/>
              <w:right w:val="nil"/>
            </w:tcBorders>
            <w:shd w:val="clear" w:color="auto" w:fill="D9D9D9" w:themeFill="background1" w:themeFillShade="D9"/>
            <w:vAlign w:val="center"/>
          </w:tcPr>
          <w:p w14:paraId="2C4C8938" w14:textId="4A049932" w:rsidR="00005F78" w:rsidRPr="009D6AE4" w:rsidRDefault="00005F78" w:rsidP="004C1BEC">
            <w:pPr>
              <w:pStyle w:val="TS-titolo-Comando"/>
              <w:outlineLvl w:val="1"/>
              <w:rPr>
                <w:highlight w:val="yellow"/>
              </w:rPr>
            </w:pPr>
            <w:bookmarkStart w:id="21" w:name="_Toc167197035"/>
            <w:r w:rsidRPr="00FE7A2B">
              <w:t>VOCI</w:t>
            </w:r>
            <w:bookmarkEnd w:id="21"/>
          </w:p>
        </w:tc>
      </w:tr>
    </w:tbl>
    <w:p w14:paraId="0A958E18" w14:textId="7B22880C" w:rsidR="001D23DF" w:rsidRPr="009D6AE4" w:rsidRDefault="001D23DF" w:rsidP="001D23DF">
      <w:pPr>
        <w:jc w:val="both"/>
        <w:rPr>
          <w:rFonts w:ascii="Arial" w:hAnsi="Arial" w:cs="Arial"/>
          <w:color w:val="000000"/>
          <w:sz w:val="20"/>
          <w:szCs w:val="20"/>
          <w:highlight w:val="yellow"/>
        </w:rPr>
      </w:pPr>
    </w:p>
    <w:p w14:paraId="08891B15" w14:textId="77777777" w:rsidR="00AC44FC" w:rsidRPr="009D6AE4" w:rsidRDefault="00AC44FC" w:rsidP="001D23DF">
      <w:pPr>
        <w:jc w:val="both"/>
        <w:rPr>
          <w:rFonts w:ascii="Arial" w:hAnsi="Arial" w:cs="Arial"/>
          <w:color w:val="000000"/>
          <w:sz w:val="20"/>
          <w:szCs w:val="20"/>
          <w:highlight w:val="yellow"/>
        </w:rPr>
      </w:pPr>
    </w:p>
    <w:p w14:paraId="3038B7FB" w14:textId="51521F75" w:rsidR="007708D8" w:rsidRPr="004E6799" w:rsidRDefault="007708D8" w:rsidP="00095F4A">
      <w:pPr>
        <w:pStyle w:val="TS-titolo-04"/>
      </w:pPr>
      <w:bookmarkStart w:id="22" w:name="_Toc167197036"/>
      <w:r w:rsidRPr="004E6799">
        <w:t>Raggruppament</w:t>
      </w:r>
      <w:r w:rsidR="004E6799" w:rsidRPr="004E6799">
        <w:t>i 8251/8252 Lavanderie Aziende Industriali</w:t>
      </w:r>
      <w:bookmarkEnd w:id="22"/>
    </w:p>
    <w:p w14:paraId="1306DF9F" w14:textId="77777777" w:rsidR="00420F49" w:rsidRDefault="00FE7A2B" w:rsidP="00BA0798">
      <w:pPr>
        <w:spacing w:before="120"/>
        <w:jc w:val="both"/>
        <w:rPr>
          <w:rStyle w:val="ui-provider"/>
          <w:rFonts w:ascii="Arial" w:hAnsi="Arial" w:cs="Arial"/>
          <w:sz w:val="20"/>
          <w:szCs w:val="20"/>
        </w:rPr>
      </w:pPr>
      <w:r w:rsidRPr="00FE7A2B">
        <w:rPr>
          <w:rStyle w:val="ui-provider"/>
          <w:rFonts w:ascii="Arial" w:hAnsi="Arial" w:cs="Arial"/>
          <w:sz w:val="20"/>
          <w:szCs w:val="20"/>
        </w:rPr>
        <w:t>All'interno dei raggruppamenti 8251/8252</w:t>
      </w:r>
      <w:r>
        <w:rPr>
          <w:rStyle w:val="ui-provider"/>
          <w:rFonts w:ascii="Arial" w:hAnsi="Arial" w:cs="Arial"/>
          <w:sz w:val="20"/>
          <w:szCs w:val="20"/>
        </w:rPr>
        <w:t>,</w:t>
      </w:r>
      <w:r w:rsidRPr="00FE7A2B">
        <w:rPr>
          <w:rStyle w:val="ui-provider"/>
          <w:rFonts w:ascii="Arial" w:hAnsi="Arial" w:cs="Arial"/>
          <w:sz w:val="20"/>
          <w:szCs w:val="20"/>
        </w:rPr>
        <w:t xml:space="preserve"> in uso anche ai codici 8691/8692</w:t>
      </w:r>
      <w:r>
        <w:rPr>
          <w:rStyle w:val="ui-provider"/>
          <w:rFonts w:ascii="Arial" w:hAnsi="Arial" w:cs="Arial"/>
          <w:sz w:val="20"/>
          <w:szCs w:val="20"/>
        </w:rPr>
        <w:t>,</w:t>
      </w:r>
      <w:r w:rsidRPr="00FE7A2B">
        <w:rPr>
          <w:rStyle w:val="ui-provider"/>
          <w:rFonts w:ascii="Arial" w:hAnsi="Arial" w:cs="Arial"/>
          <w:sz w:val="20"/>
          <w:szCs w:val="20"/>
        </w:rPr>
        <w:t xml:space="preserve"> sono stat</w:t>
      </w:r>
      <w:r w:rsidR="00420F49">
        <w:rPr>
          <w:rStyle w:val="ui-provider"/>
          <w:rFonts w:ascii="Arial" w:hAnsi="Arial" w:cs="Arial"/>
          <w:sz w:val="20"/>
          <w:szCs w:val="20"/>
        </w:rPr>
        <w:t>i</w:t>
      </w:r>
      <w:r w:rsidRPr="00FE7A2B">
        <w:rPr>
          <w:rStyle w:val="ui-provider"/>
          <w:rFonts w:ascii="Arial" w:hAnsi="Arial" w:cs="Arial"/>
          <w:sz w:val="20"/>
          <w:szCs w:val="20"/>
        </w:rPr>
        <w:t xml:space="preserve"> bloccati i </w:t>
      </w:r>
      <w:r w:rsidR="00420F49">
        <w:rPr>
          <w:rStyle w:val="ui-provider"/>
          <w:rFonts w:ascii="Arial" w:hAnsi="Arial" w:cs="Arial"/>
          <w:sz w:val="20"/>
          <w:szCs w:val="20"/>
        </w:rPr>
        <w:t xml:space="preserve">seguenti </w:t>
      </w:r>
      <w:r w:rsidRPr="00FE7A2B">
        <w:rPr>
          <w:rStyle w:val="ui-provider"/>
          <w:rFonts w:ascii="Arial" w:hAnsi="Arial" w:cs="Arial"/>
          <w:sz w:val="20"/>
          <w:szCs w:val="20"/>
        </w:rPr>
        <w:t xml:space="preserve">codici voce </w:t>
      </w:r>
    </w:p>
    <w:p w14:paraId="4A7AF4A8" w14:textId="1439AE50" w:rsidR="00420F49" w:rsidRPr="00C07414" w:rsidRDefault="00FE7A2B" w:rsidP="00C07414">
      <w:pPr>
        <w:pStyle w:val="Paragrafoelenco"/>
        <w:numPr>
          <w:ilvl w:val="0"/>
          <w:numId w:val="44"/>
        </w:numPr>
        <w:spacing w:before="120"/>
        <w:ind w:left="714" w:hanging="357"/>
        <w:contextualSpacing w:val="0"/>
        <w:jc w:val="both"/>
        <w:rPr>
          <w:rStyle w:val="ui-provider"/>
          <w:rFonts w:ascii="Arial" w:hAnsi="Arial" w:cs="Arial"/>
          <w:sz w:val="20"/>
          <w:szCs w:val="20"/>
        </w:rPr>
      </w:pPr>
      <w:r w:rsidRPr="00C07414">
        <w:rPr>
          <w:rStyle w:val="ui-provider"/>
          <w:rFonts w:ascii="Arial" w:hAnsi="Arial" w:cs="Arial"/>
          <w:sz w:val="20"/>
          <w:szCs w:val="20"/>
        </w:rPr>
        <w:t>8006</w:t>
      </w:r>
      <w:r w:rsidR="00D256E0" w:rsidRPr="00C07414">
        <w:rPr>
          <w:rStyle w:val="ui-provider"/>
          <w:rFonts w:ascii="Arial" w:hAnsi="Arial" w:cs="Arial"/>
          <w:sz w:val="20"/>
          <w:szCs w:val="20"/>
        </w:rPr>
        <w:t xml:space="preserve"> “Quote supplementari”;</w:t>
      </w:r>
    </w:p>
    <w:p w14:paraId="683CCDF1" w14:textId="79CF3B2D" w:rsidR="00420F49" w:rsidRPr="00C07414" w:rsidRDefault="00FE7A2B" w:rsidP="00C07414">
      <w:pPr>
        <w:pStyle w:val="Paragrafoelenco"/>
        <w:numPr>
          <w:ilvl w:val="0"/>
          <w:numId w:val="44"/>
        </w:numPr>
        <w:spacing w:before="120"/>
        <w:ind w:left="714" w:hanging="357"/>
        <w:contextualSpacing w:val="0"/>
        <w:jc w:val="both"/>
        <w:rPr>
          <w:rStyle w:val="ui-provider"/>
          <w:rFonts w:ascii="Arial" w:hAnsi="Arial" w:cs="Arial"/>
          <w:sz w:val="20"/>
          <w:szCs w:val="20"/>
        </w:rPr>
      </w:pPr>
      <w:r w:rsidRPr="00C07414">
        <w:rPr>
          <w:rStyle w:val="ui-provider"/>
          <w:rFonts w:ascii="Arial" w:hAnsi="Arial" w:cs="Arial"/>
          <w:sz w:val="20"/>
          <w:szCs w:val="20"/>
        </w:rPr>
        <w:t>8029</w:t>
      </w:r>
      <w:r w:rsidR="00D256E0" w:rsidRPr="00C07414">
        <w:rPr>
          <w:rStyle w:val="ui-provider"/>
          <w:rFonts w:ascii="Arial" w:hAnsi="Arial" w:cs="Arial"/>
          <w:sz w:val="20"/>
          <w:szCs w:val="20"/>
        </w:rPr>
        <w:t xml:space="preserve"> </w:t>
      </w:r>
      <w:r w:rsidR="00292872" w:rsidRPr="00C07414">
        <w:rPr>
          <w:rStyle w:val="ui-provider"/>
          <w:rFonts w:ascii="Arial" w:hAnsi="Arial" w:cs="Arial"/>
          <w:sz w:val="20"/>
          <w:szCs w:val="20"/>
        </w:rPr>
        <w:t xml:space="preserve">“Lavoro </w:t>
      </w:r>
      <w:proofErr w:type="spellStart"/>
      <w:r w:rsidR="00292872" w:rsidRPr="00C07414">
        <w:rPr>
          <w:rStyle w:val="ui-provider"/>
          <w:rFonts w:ascii="Arial" w:hAnsi="Arial" w:cs="Arial"/>
          <w:sz w:val="20"/>
          <w:szCs w:val="20"/>
        </w:rPr>
        <w:t>supplem</w:t>
      </w:r>
      <w:proofErr w:type="spellEnd"/>
      <w:r w:rsidR="00292872" w:rsidRPr="00C07414">
        <w:rPr>
          <w:rStyle w:val="ui-provider"/>
          <w:rFonts w:ascii="Arial" w:hAnsi="Arial" w:cs="Arial"/>
          <w:sz w:val="20"/>
          <w:szCs w:val="20"/>
        </w:rPr>
        <w:t>. 30%”;</w:t>
      </w:r>
    </w:p>
    <w:p w14:paraId="16B3289D" w14:textId="35414211" w:rsidR="004E6799" w:rsidRPr="00C07414" w:rsidRDefault="00FE7A2B" w:rsidP="00C07414">
      <w:pPr>
        <w:pStyle w:val="Paragrafoelenco"/>
        <w:numPr>
          <w:ilvl w:val="0"/>
          <w:numId w:val="44"/>
        </w:numPr>
        <w:spacing w:before="120"/>
        <w:ind w:left="714" w:hanging="357"/>
        <w:contextualSpacing w:val="0"/>
        <w:jc w:val="both"/>
        <w:rPr>
          <w:rStyle w:val="ui-provider"/>
          <w:rFonts w:ascii="Arial" w:hAnsi="Arial" w:cs="Arial"/>
          <w:sz w:val="20"/>
          <w:szCs w:val="20"/>
        </w:rPr>
      </w:pPr>
      <w:r w:rsidRPr="00C07414">
        <w:rPr>
          <w:rStyle w:val="ui-provider"/>
          <w:rFonts w:ascii="Arial" w:hAnsi="Arial" w:cs="Arial"/>
          <w:sz w:val="20"/>
          <w:szCs w:val="20"/>
        </w:rPr>
        <w:t>8034</w:t>
      </w:r>
      <w:r w:rsidR="00AB3186" w:rsidRPr="00C07414">
        <w:rPr>
          <w:rStyle w:val="ui-provider"/>
          <w:rFonts w:ascii="Arial" w:hAnsi="Arial" w:cs="Arial"/>
          <w:sz w:val="20"/>
          <w:szCs w:val="20"/>
        </w:rPr>
        <w:t xml:space="preserve"> “Q</w:t>
      </w:r>
      <w:r w:rsidR="00E01F0C" w:rsidRPr="00C07414">
        <w:rPr>
          <w:rStyle w:val="ui-provider"/>
          <w:rFonts w:ascii="Arial" w:hAnsi="Arial" w:cs="Arial"/>
          <w:sz w:val="20"/>
          <w:szCs w:val="20"/>
        </w:rPr>
        <w:t>uote supplementari</w:t>
      </w:r>
      <w:r w:rsidR="00AB3186" w:rsidRPr="00C07414">
        <w:rPr>
          <w:rStyle w:val="ui-provider"/>
          <w:rFonts w:ascii="Arial" w:hAnsi="Arial" w:cs="Arial"/>
          <w:sz w:val="20"/>
          <w:szCs w:val="20"/>
        </w:rPr>
        <w:t xml:space="preserve"> dir”</w:t>
      </w:r>
      <w:r w:rsidR="00E01F0C" w:rsidRPr="00C07414">
        <w:rPr>
          <w:rStyle w:val="ui-provider"/>
          <w:rFonts w:ascii="Arial" w:hAnsi="Arial" w:cs="Arial"/>
          <w:sz w:val="20"/>
          <w:szCs w:val="20"/>
        </w:rPr>
        <w:t>;</w:t>
      </w:r>
    </w:p>
    <w:p w14:paraId="56E31388" w14:textId="7E9D5899" w:rsidR="00E01F0C" w:rsidRPr="00C07414" w:rsidRDefault="00E01F0C" w:rsidP="00C07414">
      <w:pPr>
        <w:pStyle w:val="Paragrafoelenco"/>
        <w:numPr>
          <w:ilvl w:val="0"/>
          <w:numId w:val="44"/>
        </w:numPr>
        <w:spacing w:before="120"/>
        <w:ind w:left="714" w:hanging="357"/>
        <w:contextualSpacing w:val="0"/>
        <w:jc w:val="both"/>
        <w:rPr>
          <w:rStyle w:val="ui-provider"/>
          <w:rFonts w:ascii="Arial" w:hAnsi="Arial" w:cs="Arial"/>
          <w:sz w:val="20"/>
          <w:szCs w:val="20"/>
        </w:rPr>
      </w:pPr>
      <w:r w:rsidRPr="00C07414">
        <w:rPr>
          <w:rStyle w:val="ui-provider"/>
          <w:rFonts w:ascii="Arial" w:hAnsi="Arial" w:cs="Arial"/>
          <w:sz w:val="20"/>
          <w:szCs w:val="20"/>
        </w:rPr>
        <w:t xml:space="preserve">8037 “Lavoro </w:t>
      </w:r>
      <w:proofErr w:type="spellStart"/>
      <w:r w:rsidRPr="00C07414">
        <w:rPr>
          <w:rStyle w:val="ui-provider"/>
          <w:rFonts w:ascii="Arial" w:hAnsi="Arial" w:cs="Arial"/>
          <w:sz w:val="20"/>
          <w:szCs w:val="20"/>
        </w:rPr>
        <w:t>supplem</w:t>
      </w:r>
      <w:proofErr w:type="spellEnd"/>
      <w:r w:rsidRPr="00C07414">
        <w:rPr>
          <w:rStyle w:val="ui-provider"/>
          <w:rFonts w:ascii="Arial" w:hAnsi="Arial" w:cs="Arial"/>
          <w:sz w:val="20"/>
          <w:szCs w:val="20"/>
        </w:rPr>
        <w:t>. 30% dir”.</w:t>
      </w:r>
    </w:p>
    <w:p w14:paraId="7E619DE5" w14:textId="61983E07" w:rsidR="00A7246C" w:rsidRPr="000B21DB" w:rsidRDefault="00A7246C" w:rsidP="00C25EFE">
      <w:pPr>
        <w:pStyle w:val="corpoAltF"/>
        <w:spacing w:before="60"/>
        <w:ind w:left="780"/>
        <w:rPr>
          <w:highlight w:val="yellow"/>
        </w:rPr>
      </w:pPr>
      <w:r w:rsidRPr="000B21DB">
        <w:rPr>
          <w:highlight w:val="yellow"/>
        </w:rPr>
        <w:br w:type="page"/>
      </w:r>
    </w:p>
    <w:p w14:paraId="43983219" w14:textId="77777777" w:rsidR="00240A44" w:rsidRPr="000B21DB" w:rsidRDefault="00240A44" w:rsidP="00240A44">
      <w:pPr>
        <w:pStyle w:val="WWNewPage"/>
        <w:rPr>
          <w:highlight w:val="yellow"/>
        </w:rPr>
      </w:pPr>
    </w:p>
    <w:p w14:paraId="5B5C1612" w14:textId="76C78A26" w:rsidR="00240A44" w:rsidRPr="000B21DB" w:rsidRDefault="00240A44" w:rsidP="000A5D97">
      <w:pPr>
        <w:pStyle w:val="CorpoAltF0"/>
        <w:rPr>
          <w:highlight w:val="yellow"/>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9"/>
        <w:gridCol w:w="2850"/>
      </w:tblGrid>
      <w:tr w:rsidR="007F183D" w:rsidRPr="00082BBE" w14:paraId="2B7085DD" w14:textId="77777777" w:rsidTr="00240A44">
        <w:trPr>
          <w:trHeight w:val="558"/>
        </w:trPr>
        <w:tc>
          <w:tcPr>
            <w:tcW w:w="6789" w:type="dxa"/>
            <w:tcBorders>
              <w:top w:val="nil"/>
              <w:left w:val="nil"/>
              <w:bottom w:val="single" w:sz="12" w:space="0" w:color="auto"/>
              <w:right w:val="nil"/>
            </w:tcBorders>
            <w:vAlign w:val="center"/>
          </w:tcPr>
          <w:p w14:paraId="00D8BAAE" w14:textId="77777777" w:rsidR="007F183D" w:rsidRPr="00CB7FF4" w:rsidRDefault="007F183D" w:rsidP="003D5E2E">
            <w:pPr>
              <w:pStyle w:val="TS-titolo-01"/>
              <w:outlineLvl w:val="0"/>
            </w:pPr>
            <w:bookmarkStart w:id="23" w:name="_Toc167197037"/>
            <w:r w:rsidRPr="00CB7FF4">
              <w:t>Implementazioni - Edilizia</w:t>
            </w:r>
            <w:bookmarkEnd w:id="23"/>
          </w:p>
        </w:tc>
        <w:tc>
          <w:tcPr>
            <w:tcW w:w="2850" w:type="dxa"/>
            <w:tcBorders>
              <w:top w:val="single" w:sz="4" w:space="0" w:color="auto"/>
              <w:left w:val="nil"/>
              <w:bottom w:val="single" w:sz="4" w:space="0" w:color="auto"/>
              <w:right w:val="nil"/>
            </w:tcBorders>
            <w:shd w:val="clear" w:color="auto" w:fill="000000"/>
            <w:vAlign w:val="center"/>
          </w:tcPr>
          <w:p w14:paraId="157E5ADD" w14:textId="77777777" w:rsidR="007F183D" w:rsidRPr="00CB7FF4" w:rsidRDefault="007F183D" w:rsidP="003D5E2E">
            <w:pPr>
              <w:pStyle w:val="TS-titolo-02"/>
              <w:outlineLvl w:val="0"/>
            </w:pPr>
          </w:p>
        </w:tc>
      </w:tr>
    </w:tbl>
    <w:p w14:paraId="16CC2965" w14:textId="77777777" w:rsidR="007F183D" w:rsidRPr="00CB7FF4" w:rsidRDefault="007F183D" w:rsidP="007F183D">
      <w:pPr>
        <w:pStyle w:val="WWNewPage"/>
      </w:pPr>
    </w:p>
    <w:p w14:paraId="315CC911" w14:textId="6D9514F2" w:rsidR="007F183D" w:rsidRPr="00CB7FF4" w:rsidRDefault="007F183D" w:rsidP="007F183D">
      <w:pPr>
        <w:pStyle w:val="CorpoAltF0"/>
        <w:rPr>
          <w:sz w:val="10"/>
          <w:szCs w:val="10"/>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68"/>
        <w:gridCol w:w="2871"/>
      </w:tblGrid>
      <w:tr w:rsidR="007F183D" w:rsidRPr="00082BBE" w14:paraId="2B739918" w14:textId="77777777" w:rsidTr="003D5E2E">
        <w:trPr>
          <w:trHeight w:val="545"/>
        </w:trPr>
        <w:tc>
          <w:tcPr>
            <w:tcW w:w="6768" w:type="dxa"/>
            <w:tcBorders>
              <w:top w:val="single" w:sz="12" w:space="0" w:color="auto"/>
              <w:left w:val="nil"/>
              <w:bottom w:val="nil"/>
              <w:right w:val="nil"/>
            </w:tcBorders>
          </w:tcPr>
          <w:p w14:paraId="4F9A6A4D" w14:textId="77777777" w:rsidR="007F183D" w:rsidRPr="00CB7FF4" w:rsidRDefault="007F183D" w:rsidP="003D5E2E">
            <w:pPr>
              <w:pStyle w:val="Intestazione"/>
              <w:outlineLvl w:val="1"/>
              <w:rPr>
                <w:rFonts w:ascii="Arial" w:hAnsi="Arial" w:cs="Arial"/>
                <w:b/>
                <w:i/>
                <w:sz w:val="24"/>
                <w:szCs w:val="24"/>
              </w:rPr>
            </w:pPr>
          </w:p>
        </w:tc>
        <w:tc>
          <w:tcPr>
            <w:tcW w:w="2871" w:type="dxa"/>
            <w:tcBorders>
              <w:top w:val="single" w:sz="4" w:space="0" w:color="auto"/>
              <w:left w:val="nil"/>
              <w:bottom w:val="nil"/>
              <w:right w:val="nil"/>
            </w:tcBorders>
            <w:shd w:val="clear" w:color="auto" w:fill="D9D9D9" w:themeFill="background1" w:themeFillShade="D9"/>
            <w:vAlign w:val="center"/>
          </w:tcPr>
          <w:p w14:paraId="71ECFB5A" w14:textId="0CB48A76" w:rsidR="007F183D" w:rsidRPr="00CB7FF4" w:rsidRDefault="00AE7F57" w:rsidP="003D5E2E">
            <w:pPr>
              <w:pStyle w:val="TS-titolo-Comando"/>
              <w:outlineLvl w:val="1"/>
            </w:pPr>
            <w:bookmarkStart w:id="24" w:name="_Toc167197038"/>
            <w:r w:rsidRPr="00CB7FF4">
              <w:t>TB0307</w:t>
            </w:r>
            <w:bookmarkEnd w:id="24"/>
          </w:p>
        </w:tc>
      </w:tr>
    </w:tbl>
    <w:p w14:paraId="4F6F3E7B" w14:textId="77777777" w:rsidR="00003D31" w:rsidRPr="00CB7FF4" w:rsidRDefault="00003D31" w:rsidP="00003D31">
      <w:pPr>
        <w:pStyle w:val="CorpoAltF0"/>
      </w:pPr>
    </w:p>
    <w:p w14:paraId="00FB9CF3" w14:textId="77777777" w:rsidR="002D2E49" w:rsidRPr="000B21DB" w:rsidRDefault="002D2E49" w:rsidP="002D2E49">
      <w:pPr>
        <w:jc w:val="both"/>
        <w:rPr>
          <w:rFonts w:ascii="Arial" w:hAnsi="Arial" w:cs="Arial"/>
          <w:sz w:val="20"/>
          <w:szCs w:val="20"/>
          <w:highlight w:val="yellow"/>
          <w:lang w:eastAsia="en-US"/>
        </w:rPr>
      </w:pPr>
    </w:p>
    <w:p w14:paraId="1F44C592" w14:textId="77777777" w:rsidR="00CB7FF4" w:rsidRDefault="00CB7FF4" w:rsidP="00CB7FF4">
      <w:pPr>
        <w:pStyle w:val="TS-titolo-04"/>
      </w:pPr>
      <w:bookmarkStart w:id="25" w:name="_Toc164415444"/>
      <w:bookmarkStart w:id="26" w:name="_Toc167197039"/>
      <w:r w:rsidRPr="00BB5152">
        <w:t>TB0307 – Tabelle contributi cassa edile</w:t>
      </w:r>
      <w:bookmarkEnd w:id="25"/>
      <w:bookmarkEnd w:id="26"/>
    </w:p>
    <w:p w14:paraId="72CA63FE" w14:textId="77777777" w:rsidR="00E2141A" w:rsidRDefault="00E2141A" w:rsidP="00CB7FF4">
      <w:pPr>
        <w:jc w:val="both"/>
        <w:rPr>
          <w:rFonts w:ascii="Arial" w:hAnsi="Arial" w:cs="Arial"/>
          <w:sz w:val="20"/>
          <w:szCs w:val="20"/>
          <w:lang w:eastAsia="en-US"/>
        </w:rPr>
      </w:pPr>
    </w:p>
    <w:p w14:paraId="3B93A71A" w14:textId="77777777" w:rsidR="00667377" w:rsidRPr="00D11800" w:rsidRDefault="00667377" w:rsidP="00BB5152">
      <w:pPr>
        <w:pStyle w:val="TS-titolo-05"/>
        <w:jc w:val="both"/>
        <w:rPr>
          <w:highlight w:val="yellow"/>
        </w:rPr>
      </w:pPr>
      <w:bookmarkStart w:id="27" w:name="_Toc167099143"/>
      <w:bookmarkStart w:id="28" w:name="_Toc167197040"/>
      <w:r w:rsidRPr="00DA00E5">
        <w:t xml:space="preserve">8004 </w:t>
      </w:r>
      <w:proofErr w:type="spellStart"/>
      <w:r w:rsidRPr="00DA00E5">
        <w:t>Edilcassa</w:t>
      </w:r>
      <w:proofErr w:type="spellEnd"/>
      <w:r w:rsidRPr="00DA00E5">
        <w:t xml:space="preserve"> Abruzzo</w:t>
      </w:r>
      <w:bookmarkEnd w:id="27"/>
      <w:bookmarkEnd w:id="28"/>
    </w:p>
    <w:p w14:paraId="2A7E58D4" w14:textId="475960C6" w:rsidR="00667377" w:rsidRPr="00D11800" w:rsidRDefault="00BB5152" w:rsidP="00BB5152">
      <w:pPr>
        <w:jc w:val="both"/>
        <w:rPr>
          <w:rFonts w:ascii="Arial" w:hAnsi="Arial"/>
          <w:sz w:val="20"/>
          <w:szCs w:val="20"/>
          <w:highlight w:val="yellow"/>
        </w:rPr>
      </w:pPr>
      <w:r>
        <w:rPr>
          <w:rFonts w:ascii="Arial" w:hAnsi="Arial"/>
          <w:sz w:val="20"/>
          <w:szCs w:val="20"/>
        </w:rPr>
        <w:t xml:space="preserve">È </w:t>
      </w:r>
      <w:r w:rsidR="00667377" w:rsidRPr="00DA00E5">
        <w:rPr>
          <w:rFonts w:ascii="Arial" w:hAnsi="Arial"/>
          <w:sz w:val="20"/>
          <w:szCs w:val="20"/>
        </w:rPr>
        <w:t xml:space="preserve">stato introdotto il contributo "F.do </w:t>
      </w:r>
      <w:proofErr w:type="spellStart"/>
      <w:r w:rsidR="00667377" w:rsidRPr="00DA00E5">
        <w:rPr>
          <w:rFonts w:ascii="Arial" w:hAnsi="Arial"/>
          <w:sz w:val="20"/>
          <w:szCs w:val="20"/>
        </w:rPr>
        <w:t>Terr</w:t>
      </w:r>
      <w:proofErr w:type="spellEnd"/>
      <w:r w:rsidR="00667377" w:rsidRPr="00DA00E5">
        <w:rPr>
          <w:rFonts w:ascii="Arial" w:hAnsi="Arial"/>
          <w:sz w:val="20"/>
          <w:szCs w:val="20"/>
        </w:rPr>
        <w:t>. Qualificazione" (</w:t>
      </w:r>
      <w:proofErr w:type="gramStart"/>
      <w:r w:rsidR="00667377" w:rsidRPr="00DA00E5">
        <w:rPr>
          <w:rFonts w:ascii="Arial" w:hAnsi="Arial"/>
          <w:sz w:val="20"/>
          <w:szCs w:val="20"/>
        </w:rPr>
        <w:t>8^</w:t>
      </w:r>
      <w:proofErr w:type="gramEnd"/>
      <w:r w:rsidR="00667377" w:rsidRPr="00DA00E5">
        <w:rPr>
          <w:rFonts w:ascii="Arial" w:hAnsi="Arial"/>
          <w:sz w:val="20"/>
          <w:szCs w:val="20"/>
        </w:rPr>
        <w:t xml:space="preserve"> rigo) pari a 0,20%.</w:t>
      </w:r>
    </w:p>
    <w:p w14:paraId="4C228253" w14:textId="77777777" w:rsidR="00667377" w:rsidRPr="00D11800" w:rsidRDefault="00667377" w:rsidP="00BB5152">
      <w:pPr>
        <w:pStyle w:val="TS-titolo-05"/>
        <w:jc w:val="both"/>
        <w:rPr>
          <w:highlight w:val="yellow"/>
        </w:rPr>
      </w:pPr>
      <w:bookmarkStart w:id="29" w:name="_Toc167099144"/>
      <w:bookmarkStart w:id="30" w:name="_Toc167197041"/>
      <w:r w:rsidRPr="002A034F">
        <w:t xml:space="preserve">8005 </w:t>
      </w:r>
      <w:proofErr w:type="spellStart"/>
      <w:r w:rsidRPr="002A034F">
        <w:t>Edilcassa</w:t>
      </w:r>
      <w:proofErr w:type="spellEnd"/>
      <w:r w:rsidRPr="002A034F">
        <w:t xml:space="preserve"> Abruzzo - Teramo</w:t>
      </w:r>
      <w:bookmarkEnd w:id="29"/>
      <w:bookmarkEnd w:id="30"/>
    </w:p>
    <w:p w14:paraId="62EE84AA" w14:textId="757A7793" w:rsidR="00667377" w:rsidRPr="00D11800" w:rsidRDefault="00BB5152" w:rsidP="00BB5152">
      <w:pPr>
        <w:jc w:val="both"/>
        <w:rPr>
          <w:rFonts w:ascii="Arial" w:hAnsi="Arial"/>
          <w:sz w:val="20"/>
          <w:szCs w:val="20"/>
          <w:highlight w:val="yellow"/>
        </w:rPr>
      </w:pPr>
      <w:r>
        <w:rPr>
          <w:rFonts w:ascii="Arial" w:hAnsi="Arial"/>
          <w:sz w:val="20"/>
          <w:szCs w:val="20"/>
        </w:rPr>
        <w:t xml:space="preserve">È </w:t>
      </w:r>
      <w:r w:rsidR="00667377" w:rsidRPr="002A034F">
        <w:rPr>
          <w:rFonts w:ascii="Arial" w:hAnsi="Arial"/>
          <w:sz w:val="20"/>
          <w:szCs w:val="20"/>
        </w:rPr>
        <w:t xml:space="preserve">stato introdotto il contributo "F.do </w:t>
      </w:r>
      <w:proofErr w:type="spellStart"/>
      <w:r w:rsidR="00667377" w:rsidRPr="002A034F">
        <w:rPr>
          <w:rFonts w:ascii="Arial" w:hAnsi="Arial"/>
          <w:sz w:val="20"/>
          <w:szCs w:val="20"/>
        </w:rPr>
        <w:t>Terr</w:t>
      </w:r>
      <w:proofErr w:type="spellEnd"/>
      <w:r w:rsidR="00667377" w:rsidRPr="002A034F">
        <w:rPr>
          <w:rFonts w:ascii="Arial" w:hAnsi="Arial"/>
          <w:sz w:val="20"/>
          <w:szCs w:val="20"/>
        </w:rPr>
        <w:t>. Qualificazione" (</w:t>
      </w:r>
      <w:proofErr w:type="gramStart"/>
      <w:r w:rsidR="00667377" w:rsidRPr="002A034F">
        <w:rPr>
          <w:rFonts w:ascii="Arial" w:hAnsi="Arial"/>
          <w:sz w:val="20"/>
          <w:szCs w:val="20"/>
        </w:rPr>
        <w:t>8^</w:t>
      </w:r>
      <w:proofErr w:type="gramEnd"/>
      <w:r w:rsidR="00667377" w:rsidRPr="002A034F">
        <w:rPr>
          <w:rFonts w:ascii="Arial" w:hAnsi="Arial"/>
          <w:sz w:val="20"/>
          <w:szCs w:val="20"/>
        </w:rPr>
        <w:t xml:space="preserve"> rigo) pari a 0,20%.</w:t>
      </w:r>
    </w:p>
    <w:p w14:paraId="736457C7" w14:textId="77777777" w:rsidR="00667377" w:rsidRPr="00D11800" w:rsidRDefault="00667377" w:rsidP="00BB5152">
      <w:pPr>
        <w:pStyle w:val="TS-titolo-05"/>
        <w:jc w:val="both"/>
        <w:rPr>
          <w:highlight w:val="yellow"/>
        </w:rPr>
      </w:pPr>
      <w:bookmarkStart w:id="31" w:name="_Toc167099145"/>
      <w:bookmarkStart w:id="32" w:name="_Toc167197042"/>
      <w:r w:rsidRPr="00C95C9A">
        <w:t>8267 CEDAIIER Forlì Cesena Operai</w:t>
      </w:r>
      <w:bookmarkEnd w:id="31"/>
      <w:bookmarkEnd w:id="32"/>
    </w:p>
    <w:p w14:paraId="6B886E51" w14:textId="77777777" w:rsidR="00667377" w:rsidRPr="00D11800" w:rsidRDefault="00667377" w:rsidP="00BB5152">
      <w:pPr>
        <w:jc w:val="both"/>
        <w:rPr>
          <w:rFonts w:ascii="Arial" w:hAnsi="Arial"/>
          <w:sz w:val="20"/>
          <w:szCs w:val="20"/>
          <w:highlight w:val="yellow"/>
        </w:rPr>
      </w:pPr>
      <w:r w:rsidRPr="00C95C9A">
        <w:rPr>
          <w:rFonts w:ascii="Arial" w:hAnsi="Arial"/>
          <w:sz w:val="20"/>
          <w:szCs w:val="20"/>
        </w:rPr>
        <w:t>Il contributo "F.N.A.P.E." (</w:t>
      </w:r>
      <w:proofErr w:type="gramStart"/>
      <w:r w:rsidRPr="00C95C9A">
        <w:rPr>
          <w:rFonts w:ascii="Arial" w:hAnsi="Arial"/>
          <w:sz w:val="20"/>
          <w:szCs w:val="20"/>
        </w:rPr>
        <w:t>6^</w:t>
      </w:r>
      <w:proofErr w:type="gramEnd"/>
      <w:r w:rsidRPr="00C95C9A">
        <w:rPr>
          <w:rFonts w:ascii="Arial" w:hAnsi="Arial"/>
          <w:sz w:val="20"/>
          <w:szCs w:val="20"/>
        </w:rPr>
        <w:t xml:space="preserve"> rigo) passa da 3,09% a 2,89%, indicato 3,09 al campo "APE %minimale"; il campo "15% INPS" passa da 0,00743 a 0,00713.</w:t>
      </w:r>
    </w:p>
    <w:p w14:paraId="6BFD1189" w14:textId="77777777" w:rsidR="00667377" w:rsidRPr="00D11800" w:rsidRDefault="00667377" w:rsidP="00BB5152">
      <w:pPr>
        <w:pStyle w:val="TS-titolo-05"/>
        <w:jc w:val="both"/>
        <w:rPr>
          <w:highlight w:val="yellow"/>
        </w:rPr>
      </w:pPr>
      <w:bookmarkStart w:id="33" w:name="_Toc167099146"/>
      <w:bookmarkStart w:id="34" w:name="_Toc167197043"/>
      <w:r w:rsidRPr="00AE3CFE">
        <w:t>8269 CEDAIIER Rimini</w:t>
      </w:r>
      <w:bookmarkEnd w:id="33"/>
      <w:bookmarkEnd w:id="34"/>
    </w:p>
    <w:p w14:paraId="66969533" w14:textId="77777777" w:rsidR="00667377" w:rsidRPr="00D11800" w:rsidRDefault="00667377" w:rsidP="00BB5152">
      <w:pPr>
        <w:jc w:val="both"/>
        <w:rPr>
          <w:rFonts w:ascii="Arial" w:hAnsi="Arial"/>
          <w:sz w:val="20"/>
          <w:szCs w:val="20"/>
          <w:highlight w:val="yellow"/>
        </w:rPr>
      </w:pPr>
      <w:r w:rsidRPr="00AE3CFE">
        <w:rPr>
          <w:rFonts w:ascii="Arial" w:hAnsi="Arial"/>
          <w:sz w:val="20"/>
          <w:szCs w:val="20"/>
        </w:rPr>
        <w:t>Il contributo "F.N.A.P.E." (</w:t>
      </w:r>
      <w:proofErr w:type="gramStart"/>
      <w:r w:rsidRPr="00AE3CFE">
        <w:rPr>
          <w:rFonts w:ascii="Arial" w:hAnsi="Arial"/>
          <w:sz w:val="20"/>
          <w:szCs w:val="20"/>
        </w:rPr>
        <w:t>5^</w:t>
      </w:r>
      <w:proofErr w:type="gramEnd"/>
      <w:r w:rsidRPr="00AE3CFE">
        <w:rPr>
          <w:rFonts w:ascii="Arial" w:hAnsi="Arial"/>
          <w:sz w:val="20"/>
          <w:szCs w:val="20"/>
        </w:rPr>
        <w:t xml:space="preserve"> rigo) passa da 3,09% a 2,89%, indicato 3,09 al campo "APE %minimale"; il campo "15% INPS" passa da 0,00698 a 0,00668.</w:t>
      </w:r>
    </w:p>
    <w:p w14:paraId="39E6BD0A" w14:textId="77777777" w:rsidR="00667377" w:rsidRPr="00D11800" w:rsidRDefault="00667377" w:rsidP="00BB5152">
      <w:pPr>
        <w:pStyle w:val="TS-titolo-05"/>
        <w:jc w:val="both"/>
        <w:rPr>
          <w:highlight w:val="yellow"/>
        </w:rPr>
      </w:pPr>
      <w:bookmarkStart w:id="35" w:name="_Toc167099147"/>
      <w:bookmarkStart w:id="36" w:name="_Toc167197044"/>
      <w:r w:rsidRPr="00D1663B">
        <w:t>8270 CEDAIIER Piacenza</w:t>
      </w:r>
      <w:bookmarkEnd w:id="35"/>
      <w:bookmarkEnd w:id="36"/>
    </w:p>
    <w:p w14:paraId="63EEF79B" w14:textId="77777777" w:rsidR="00667377" w:rsidRDefault="00667377" w:rsidP="00BB5152">
      <w:pPr>
        <w:jc w:val="both"/>
        <w:rPr>
          <w:rFonts w:ascii="Arial" w:hAnsi="Arial"/>
          <w:sz w:val="20"/>
          <w:szCs w:val="20"/>
        </w:rPr>
      </w:pPr>
      <w:r w:rsidRPr="00D1663B">
        <w:rPr>
          <w:rFonts w:ascii="Arial" w:hAnsi="Arial"/>
          <w:sz w:val="20"/>
          <w:szCs w:val="20"/>
        </w:rPr>
        <w:t>Il contributo "A.P.E." (</w:t>
      </w:r>
      <w:proofErr w:type="gramStart"/>
      <w:r w:rsidRPr="00D1663B">
        <w:rPr>
          <w:rFonts w:ascii="Arial" w:hAnsi="Arial"/>
          <w:sz w:val="20"/>
          <w:szCs w:val="20"/>
        </w:rPr>
        <w:t>6^</w:t>
      </w:r>
      <w:proofErr w:type="gramEnd"/>
      <w:r w:rsidRPr="00D1663B">
        <w:rPr>
          <w:rFonts w:ascii="Arial" w:hAnsi="Arial"/>
          <w:sz w:val="20"/>
          <w:szCs w:val="20"/>
        </w:rPr>
        <w:t xml:space="preserve"> rigo) passa da 3,09% a 2,89%, indicato 3,09 al campo "APE %minimale"; il campo "15% INPS" passa da 0,00743 a 0,00713.</w:t>
      </w:r>
    </w:p>
    <w:p w14:paraId="619DE061" w14:textId="77777777" w:rsidR="00667377" w:rsidRDefault="00667377" w:rsidP="00BB5152">
      <w:pPr>
        <w:pStyle w:val="TS-titolo-05"/>
        <w:jc w:val="both"/>
      </w:pPr>
      <w:bookmarkStart w:id="37" w:name="_Toc167099148"/>
      <w:bookmarkStart w:id="38" w:name="_Toc167197045"/>
      <w:r w:rsidRPr="00AD11FA">
        <w:t>8457 Cassa Edile Sondrio</w:t>
      </w:r>
      <w:bookmarkEnd w:id="37"/>
      <w:bookmarkEnd w:id="38"/>
    </w:p>
    <w:p w14:paraId="00B5D8BC" w14:textId="77777777" w:rsidR="00667377" w:rsidRDefault="00667377" w:rsidP="00BB5152">
      <w:pPr>
        <w:jc w:val="both"/>
        <w:rPr>
          <w:rFonts w:ascii="Arial" w:hAnsi="Arial"/>
          <w:sz w:val="20"/>
          <w:szCs w:val="20"/>
        </w:rPr>
      </w:pPr>
      <w:r w:rsidRPr="006A3BF0">
        <w:rPr>
          <w:rFonts w:ascii="Arial" w:hAnsi="Arial"/>
          <w:sz w:val="20"/>
          <w:szCs w:val="20"/>
        </w:rPr>
        <w:t>Sono stati aggiornati i seguenti contributi: "A.P.E." (</w:t>
      </w:r>
      <w:proofErr w:type="gramStart"/>
      <w:r w:rsidRPr="006A3BF0">
        <w:rPr>
          <w:rFonts w:ascii="Arial" w:hAnsi="Arial"/>
          <w:sz w:val="20"/>
          <w:szCs w:val="20"/>
        </w:rPr>
        <w:t>1^</w:t>
      </w:r>
      <w:proofErr w:type="gramEnd"/>
      <w:r w:rsidRPr="006A3BF0">
        <w:rPr>
          <w:rFonts w:ascii="Arial" w:hAnsi="Arial"/>
          <w:sz w:val="20"/>
          <w:szCs w:val="20"/>
        </w:rPr>
        <w:t xml:space="preserve"> rigo) passa da 3,20% a 3,15%; "Mutualizzazione Prevedi" (2^ rigo) passa da 0,20% a 0,25%.</w:t>
      </w:r>
    </w:p>
    <w:p w14:paraId="5B486290" w14:textId="77777777" w:rsidR="00667377" w:rsidRPr="00CF2B1C" w:rsidRDefault="00667377" w:rsidP="00BB5152">
      <w:pPr>
        <w:pStyle w:val="TS-titolo-05"/>
        <w:jc w:val="both"/>
        <w:rPr>
          <w:highlight w:val="yellow"/>
        </w:rPr>
      </w:pPr>
      <w:bookmarkStart w:id="39" w:name="_Toc167099149"/>
      <w:bookmarkStart w:id="40" w:name="_Toc167197046"/>
      <w:r w:rsidRPr="00AD11FA">
        <w:t>8603 Cassa Edile di Cuneo</w:t>
      </w:r>
      <w:bookmarkEnd w:id="39"/>
      <w:bookmarkEnd w:id="40"/>
    </w:p>
    <w:p w14:paraId="02FA05FC" w14:textId="77777777" w:rsidR="00667377" w:rsidRDefault="00667377" w:rsidP="00BB5152">
      <w:pPr>
        <w:jc w:val="both"/>
        <w:rPr>
          <w:rFonts w:ascii="Arial" w:hAnsi="Arial" w:cs="Arial"/>
          <w:sz w:val="20"/>
          <w:szCs w:val="20"/>
          <w:lang w:eastAsia="en-US"/>
        </w:rPr>
      </w:pPr>
      <w:r w:rsidRPr="006A3BF0">
        <w:rPr>
          <w:rFonts w:ascii="Arial" w:hAnsi="Arial" w:cs="Arial"/>
          <w:sz w:val="20"/>
          <w:szCs w:val="20"/>
          <w:lang w:eastAsia="en-US"/>
        </w:rPr>
        <w:t>Nel folder "Eccezioni" sezione "Malattia" rimosso il codice di calcolo particolare "CN00".</w:t>
      </w:r>
    </w:p>
    <w:p w14:paraId="4CC4410E" w14:textId="77777777" w:rsidR="00667377" w:rsidRDefault="00667377" w:rsidP="00BB5152">
      <w:pPr>
        <w:pStyle w:val="TS-titolo-05"/>
        <w:jc w:val="both"/>
        <w:rPr>
          <w:lang w:eastAsia="en-US"/>
        </w:rPr>
      </w:pPr>
      <w:bookmarkStart w:id="41" w:name="_Toc167099150"/>
      <w:bookmarkStart w:id="42" w:name="_Toc167197047"/>
      <w:r w:rsidRPr="00025E3A">
        <w:rPr>
          <w:lang w:eastAsia="en-US"/>
        </w:rPr>
        <w:t xml:space="preserve">8655 </w:t>
      </w:r>
      <w:proofErr w:type="spellStart"/>
      <w:r w:rsidRPr="00025E3A">
        <w:rPr>
          <w:lang w:eastAsia="en-US"/>
        </w:rPr>
        <w:t>Edilcassa</w:t>
      </w:r>
      <w:proofErr w:type="spellEnd"/>
      <w:r w:rsidRPr="00025E3A">
        <w:rPr>
          <w:lang w:eastAsia="en-US"/>
        </w:rPr>
        <w:t xml:space="preserve"> Puglia - Bari</w:t>
      </w:r>
      <w:bookmarkEnd w:id="41"/>
      <w:bookmarkEnd w:id="42"/>
    </w:p>
    <w:p w14:paraId="20008BE2" w14:textId="77777777" w:rsidR="00667377" w:rsidRDefault="00667377" w:rsidP="00BB5152">
      <w:pPr>
        <w:jc w:val="both"/>
        <w:rPr>
          <w:rFonts w:ascii="Arial" w:hAnsi="Arial" w:cs="Arial"/>
          <w:sz w:val="20"/>
          <w:szCs w:val="20"/>
          <w:lang w:eastAsia="en-US"/>
        </w:rPr>
      </w:pPr>
      <w:r w:rsidRPr="00303D9D">
        <w:rPr>
          <w:rFonts w:ascii="Arial" w:hAnsi="Arial" w:cs="Arial"/>
          <w:sz w:val="20"/>
          <w:szCs w:val="20"/>
          <w:lang w:eastAsia="en-US"/>
        </w:rPr>
        <w:t>In corrispondenza del contributo "A.P.E." (</w:t>
      </w:r>
      <w:proofErr w:type="gramStart"/>
      <w:r w:rsidRPr="00303D9D">
        <w:rPr>
          <w:rFonts w:ascii="Arial" w:hAnsi="Arial" w:cs="Arial"/>
          <w:sz w:val="20"/>
          <w:szCs w:val="20"/>
          <w:lang w:eastAsia="en-US"/>
        </w:rPr>
        <w:t>1^</w:t>
      </w:r>
      <w:proofErr w:type="gramEnd"/>
      <w:r w:rsidRPr="00303D9D">
        <w:rPr>
          <w:rFonts w:ascii="Arial" w:hAnsi="Arial" w:cs="Arial"/>
          <w:sz w:val="20"/>
          <w:szCs w:val="20"/>
          <w:lang w:eastAsia="en-US"/>
        </w:rPr>
        <w:t xml:space="preserve"> rigo) il campo "Min. APE" passa da 44,00 a 39,00; rimossi flag al campo "Tipo contratto" Industria, </w:t>
      </w:r>
      <w:proofErr w:type="spellStart"/>
      <w:r w:rsidRPr="00303D9D">
        <w:rPr>
          <w:rFonts w:ascii="Arial" w:hAnsi="Arial" w:cs="Arial"/>
          <w:sz w:val="20"/>
          <w:szCs w:val="20"/>
          <w:lang w:eastAsia="en-US"/>
        </w:rPr>
        <w:t>Aritigianato</w:t>
      </w:r>
      <w:proofErr w:type="spellEnd"/>
      <w:r w:rsidRPr="00303D9D">
        <w:rPr>
          <w:rFonts w:ascii="Arial" w:hAnsi="Arial" w:cs="Arial"/>
          <w:sz w:val="20"/>
          <w:szCs w:val="20"/>
          <w:lang w:eastAsia="en-US"/>
        </w:rPr>
        <w:t>, Cooperative; rimosso "A.P.E. Pmi" (2^ rigo) pari a 3,00%.</w:t>
      </w:r>
    </w:p>
    <w:p w14:paraId="500326C1" w14:textId="77777777" w:rsidR="00667377" w:rsidRDefault="00667377" w:rsidP="00BB5152">
      <w:pPr>
        <w:pStyle w:val="TS-titolo-05"/>
        <w:jc w:val="both"/>
        <w:rPr>
          <w:lang w:eastAsia="en-US"/>
        </w:rPr>
      </w:pPr>
      <w:bookmarkStart w:id="43" w:name="_Toc167099151"/>
      <w:bookmarkStart w:id="44" w:name="_Toc167197048"/>
      <w:r w:rsidRPr="00B55A9D">
        <w:rPr>
          <w:lang w:eastAsia="en-US"/>
        </w:rPr>
        <w:t xml:space="preserve">8656 </w:t>
      </w:r>
      <w:proofErr w:type="spellStart"/>
      <w:r w:rsidRPr="00B55A9D">
        <w:rPr>
          <w:lang w:eastAsia="en-US"/>
        </w:rPr>
        <w:t>Edilcassa</w:t>
      </w:r>
      <w:proofErr w:type="spellEnd"/>
      <w:r w:rsidRPr="00B55A9D">
        <w:rPr>
          <w:lang w:eastAsia="en-US"/>
        </w:rPr>
        <w:t xml:space="preserve"> Puglia - Brindisi</w:t>
      </w:r>
      <w:bookmarkEnd w:id="43"/>
      <w:bookmarkEnd w:id="44"/>
    </w:p>
    <w:p w14:paraId="23F2A929" w14:textId="77777777" w:rsidR="00667377" w:rsidRDefault="00667377" w:rsidP="00BB5152">
      <w:pPr>
        <w:jc w:val="both"/>
        <w:rPr>
          <w:rFonts w:ascii="Arial" w:hAnsi="Arial" w:cs="Arial"/>
          <w:sz w:val="20"/>
          <w:szCs w:val="20"/>
          <w:lang w:eastAsia="en-US"/>
        </w:rPr>
      </w:pPr>
      <w:r w:rsidRPr="00B55A9D">
        <w:rPr>
          <w:rFonts w:ascii="Arial" w:hAnsi="Arial" w:cs="Arial"/>
          <w:sz w:val="20"/>
          <w:szCs w:val="20"/>
          <w:lang w:eastAsia="en-US"/>
        </w:rPr>
        <w:t>In corrispondenza del contributo "A.P.E." (</w:t>
      </w:r>
      <w:proofErr w:type="gramStart"/>
      <w:r w:rsidRPr="00B55A9D">
        <w:rPr>
          <w:rFonts w:ascii="Arial" w:hAnsi="Arial" w:cs="Arial"/>
          <w:sz w:val="20"/>
          <w:szCs w:val="20"/>
          <w:lang w:eastAsia="en-US"/>
        </w:rPr>
        <w:t>1^</w:t>
      </w:r>
      <w:proofErr w:type="gramEnd"/>
      <w:r w:rsidRPr="00B55A9D">
        <w:rPr>
          <w:rFonts w:ascii="Arial" w:hAnsi="Arial" w:cs="Arial"/>
          <w:sz w:val="20"/>
          <w:szCs w:val="20"/>
          <w:lang w:eastAsia="en-US"/>
        </w:rPr>
        <w:t xml:space="preserve"> rigo) il campo "Min. APE" passa da 44,00 a 39,00; rimossi flag al campo "Tipo contratto" Industria, </w:t>
      </w:r>
      <w:proofErr w:type="spellStart"/>
      <w:r w:rsidRPr="00B55A9D">
        <w:rPr>
          <w:rFonts w:ascii="Arial" w:hAnsi="Arial" w:cs="Arial"/>
          <w:sz w:val="20"/>
          <w:szCs w:val="20"/>
          <w:lang w:eastAsia="en-US"/>
        </w:rPr>
        <w:t>Aritigianato</w:t>
      </w:r>
      <w:proofErr w:type="spellEnd"/>
      <w:r w:rsidRPr="00B55A9D">
        <w:rPr>
          <w:rFonts w:ascii="Arial" w:hAnsi="Arial" w:cs="Arial"/>
          <w:sz w:val="20"/>
          <w:szCs w:val="20"/>
          <w:lang w:eastAsia="en-US"/>
        </w:rPr>
        <w:t>, Cooperative; rimosso "A.P.E. Pmi" (2^ rigo) pari a 3,00%.</w:t>
      </w:r>
    </w:p>
    <w:p w14:paraId="2F5044B7" w14:textId="77777777" w:rsidR="00667377" w:rsidRDefault="00667377" w:rsidP="00BB5152">
      <w:pPr>
        <w:pStyle w:val="TS-titolo-05"/>
        <w:jc w:val="both"/>
        <w:rPr>
          <w:lang w:eastAsia="en-US"/>
        </w:rPr>
      </w:pPr>
      <w:bookmarkStart w:id="45" w:name="_Toc167099152"/>
      <w:bookmarkStart w:id="46" w:name="_Toc167197049"/>
      <w:r w:rsidRPr="00B7477D">
        <w:rPr>
          <w:lang w:eastAsia="en-US"/>
        </w:rPr>
        <w:t xml:space="preserve">8657 </w:t>
      </w:r>
      <w:proofErr w:type="spellStart"/>
      <w:r w:rsidRPr="00B7477D">
        <w:rPr>
          <w:lang w:eastAsia="en-US"/>
        </w:rPr>
        <w:t>Edilcassa</w:t>
      </w:r>
      <w:proofErr w:type="spellEnd"/>
      <w:r w:rsidRPr="00B7477D">
        <w:rPr>
          <w:lang w:eastAsia="en-US"/>
        </w:rPr>
        <w:t xml:space="preserve"> Puglia </w:t>
      </w:r>
      <w:r>
        <w:rPr>
          <w:lang w:eastAsia="en-US"/>
        </w:rPr>
        <w:t>–</w:t>
      </w:r>
      <w:r w:rsidRPr="00B7477D">
        <w:rPr>
          <w:lang w:eastAsia="en-US"/>
        </w:rPr>
        <w:t xml:space="preserve"> Foggia</w:t>
      </w:r>
      <w:bookmarkEnd w:id="45"/>
      <w:bookmarkEnd w:id="46"/>
    </w:p>
    <w:p w14:paraId="3568EA83" w14:textId="77777777" w:rsidR="00667377" w:rsidRDefault="00667377" w:rsidP="00BB5152">
      <w:pPr>
        <w:jc w:val="both"/>
        <w:rPr>
          <w:rFonts w:ascii="Arial" w:hAnsi="Arial" w:cs="Arial"/>
          <w:sz w:val="20"/>
          <w:szCs w:val="20"/>
          <w:lang w:eastAsia="en-US"/>
        </w:rPr>
      </w:pPr>
      <w:r w:rsidRPr="00B7477D">
        <w:rPr>
          <w:rFonts w:ascii="Arial" w:hAnsi="Arial" w:cs="Arial"/>
          <w:sz w:val="20"/>
          <w:szCs w:val="20"/>
          <w:lang w:eastAsia="en-US"/>
        </w:rPr>
        <w:t>In corrispondenza del contributo "A.P.E." (</w:t>
      </w:r>
      <w:proofErr w:type="gramStart"/>
      <w:r w:rsidRPr="00B7477D">
        <w:rPr>
          <w:rFonts w:ascii="Arial" w:hAnsi="Arial" w:cs="Arial"/>
          <w:sz w:val="20"/>
          <w:szCs w:val="20"/>
          <w:lang w:eastAsia="en-US"/>
        </w:rPr>
        <w:t>1^</w:t>
      </w:r>
      <w:proofErr w:type="gramEnd"/>
      <w:r w:rsidRPr="00B7477D">
        <w:rPr>
          <w:rFonts w:ascii="Arial" w:hAnsi="Arial" w:cs="Arial"/>
          <w:sz w:val="20"/>
          <w:szCs w:val="20"/>
          <w:lang w:eastAsia="en-US"/>
        </w:rPr>
        <w:t xml:space="preserve"> rigo) il campo "Min. APE" passa da 44,00 a 39,00; rimossi flag al campo "Tipo contratto" Industria, </w:t>
      </w:r>
      <w:proofErr w:type="spellStart"/>
      <w:r w:rsidRPr="00B7477D">
        <w:rPr>
          <w:rFonts w:ascii="Arial" w:hAnsi="Arial" w:cs="Arial"/>
          <w:sz w:val="20"/>
          <w:szCs w:val="20"/>
          <w:lang w:eastAsia="en-US"/>
        </w:rPr>
        <w:t>Aritigianato</w:t>
      </w:r>
      <w:proofErr w:type="spellEnd"/>
      <w:r w:rsidRPr="00B7477D">
        <w:rPr>
          <w:rFonts w:ascii="Arial" w:hAnsi="Arial" w:cs="Arial"/>
          <w:sz w:val="20"/>
          <w:szCs w:val="20"/>
          <w:lang w:eastAsia="en-US"/>
        </w:rPr>
        <w:t>, Cooperative; rimosso "A.P.E. Pmi" (2^ rigo) pari a 3,00%.</w:t>
      </w:r>
    </w:p>
    <w:p w14:paraId="14F968C0" w14:textId="77777777" w:rsidR="00667377" w:rsidRDefault="00667377" w:rsidP="00BB5152">
      <w:pPr>
        <w:pStyle w:val="TS-titolo-05"/>
        <w:jc w:val="both"/>
        <w:rPr>
          <w:lang w:eastAsia="en-US"/>
        </w:rPr>
      </w:pPr>
      <w:bookmarkStart w:id="47" w:name="_Toc167099153"/>
      <w:bookmarkStart w:id="48" w:name="_Toc167197050"/>
      <w:r w:rsidRPr="00E036C8">
        <w:rPr>
          <w:lang w:eastAsia="en-US"/>
        </w:rPr>
        <w:t xml:space="preserve">8658 </w:t>
      </w:r>
      <w:proofErr w:type="spellStart"/>
      <w:r w:rsidRPr="00E036C8">
        <w:rPr>
          <w:lang w:eastAsia="en-US"/>
        </w:rPr>
        <w:t>Edilcassa</w:t>
      </w:r>
      <w:proofErr w:type="spellEnd"/>
      <w:r w:rsidRPr="00E036C8">
        <w:rPr>
          <w:lang w:eastAsia="en-US"/>
        </w:rPr>
        <w:t xml:space="preserve"> Puglia </w:t>
      </w:r>
      <w:r>
        <w:rPr>
          <w:lang w:eastAsia="en-US"/>
        </w:rPr>
        <w:t>–</w:t>
      </w:r>
      <w:r w:rsidRPr="00E036C8">
        <w:rPr>
          <w:lang w:eastAsia="en-US"/>
        </w:rPr>
        <w:t xml:space="preserve"> Lecce</w:t>
      </w:r>
      <w:bookmarkEnd w:id="47"/>
      <w:bookmarkEnd w:id="48"/>
    </w:p>
    <w:p w14:paraId="3F345A54" w14:textId="77777777" w:rsidR="00667377" w:rsidRDefault="00667377" w:rsidP="00BB5152">
      <w:pPr>
        <w:jc w:val="both"/>
        <w:rPr>
          <w:rFonts w:ascii="Arial" w:hAnsi="Arial" w:cs="Arial"/>
          <w:sz w:val="20"/>
          <w:szCs w:val="20"/>
          <w:lang w:eastAsia="en-US"/>
        </w:rPr>
      </w:pPr>
      <w:r w:rsidRPr="00E036C8">
        <w:rPr>
          <w:rFonts w:ascii="Arial" w:hAnsi="Arial" w:cs="Arial"/>
          <w:sz w:val="20"/>
          <w:szCs w:val="20"/>
          <w:lang w:eastAsia="en-US"/>
        </w:rPr>
        <w:t>In corrispondenza del contributo "A.P.E." (</w:t>
      </w:r>
      <w:proofErr w:type="gramStart"/>
      <w:r w:rsidRPr="00E036C8">
        <w:rPr>
          <w:rFonts w:ascii="Arial" w:hAnsi="Arial" w:cs="Arial"/>
          <w:sz w:val="20"/>
          <w:szCs w:val="20"/>
          <w:lang w:eastAsia="en-US"/>
        </w:rPr>
        <w:t>1^</w:t>
      </w:r>
      <w:proofErr w:type="gramEnd"/>
      <w:r w:rsidRPr="00E036C8">
        <w:rPr>
          <w:rFonts w:ascii="Arial" w:hAnsi="Arial" w:cs="Arial"/>
          <w:sz w:val="20"/>
          <w:szCs w:val="20"/>
          <w:lang w:eastAsia="en-US"/>
        </w:rPr>
        <w:t xml:space="preserve"> rigo) il campo "Min. APE" passa da 44,00 a 39,00; rimossi flag al campo "Tipo contratto" Industria, </w:t>
      </w:r>
      <w:proofErr w:type="spellStart"/>
      <w:r w:rsidRPr="00E036C8">
        <w:rPr>
          <w:rFonts w:ascii="Arial" w:hAnsi="Arial" w:cs="Arial"/>
          <w:sz w:val="20"/>
          <w:szCs w:val="20"/>
          <w:lang w:eastAsia="en-US"/>
        </w:rPr>
        <w:t>Aritigianato</w:t>
      </w:r>
      <w:proofErr w:type="spellEnd"/>
      <w:r w:rsidRPr="00E036C8">
        <w:rPr>
          <w:rFonts w:ascii="Arial" w:hAnsi="Arial" w:cs="Arial"/>
          <w:sz w:val="20"/>
          <w:szCs w:val="20"/>
          <w:lang w:eastAsia="en-US"/>
        </w:rPr>
        <w:t>, Cooperative; rimosso "A.P.E. Pmi" (2^ rigo) pari a 3,00%.</w:t>
      </w:r>
    </w:p>
    <w:p w14:paraId="7DC04C87" w14:textId="77777777" w:rsidR="00BB5152" w:rsidRDefault="00BB5152" w:rsidP="00BB5152">
      <w:pPr>
        <w:jc w:val="both"/>
        <w:rPr>
          <w:rFonts w:ascii="Arial" w:hAnsi="Arial" w:cs="Arial"/>
          <w:sz w:val="20"/>
          <w:szCs w:val="20"/>
          <w:lang w:eastAsia="en-US"/>
        </w:rPr>
      </w:pPr>
    </w:p>
    <w:p w14:paraId="4CDA1F72" w14:textId="77777777" w:rsidR="00BB5152" w:rsidRDefault="00BB5152" w:rsidP="00BB5152">
      <w:pPr>
        <w:jc w:val="both"/>
        <w:rPr>
          <w:rFonts w:ascii="Arial" w:hAnsi="Arial" w:cs="Arial"/>
          <w:sz w:val="20"/>
          <w:szCs w:val="20"/>
          <w:lang w:eastAsia="en-US"/>
        </w:rPr>
      </w:pPr>
    </w:p>
    <w:p w14:paraId="036DFE25" w14:textId="77777777" w:rsidR="00BB5152" w:rsidRDefault="00BB5152" w:rsidP="00BB5152">
      <w:pPr>
        <w:jc w:val="both"/>
        <w:rPr>
          <w:rFonts w:ascii="Arial" w:hAnsi="Arial" w:cs="Arial"/>
          <w:sz w:val="20"/>
          <w:szCs w:val="20"/>
          <w:lang w:eastAsia="en-US"/>
        </w:rPr>
      </w:pPr>
    </w:p>
    <w:p w14:paraId="77D71304" w14:textId="77777777" w:rsidR="00BB5152" w:rsidRDefault="00BB5152" w:rsidP="00BB5152">
      <w:pPr>
        <w:jc w:val="both"/>
        <w:rPr>
          <w:rFonts w:ascii="Arial" w:hAnsi="Arial" w:cs="Arial"/>
          <w:sz w:val="20"/>
          <w:szCs w:val="20"/>
          <w:lang w:eastAsia="en-US"/>
        </w:rPr>
      </w:pPr>
    </w:p>
    <w:p w14:paraId="4EFAB136" w14:textId="77777777" w:rsidR="00BB5152" w:rsidRDefault="00BB5152" w:rsidP="00BB5152">
      <w:pPr>
        <w:pStyle w:val="TS-titolo-05"/>
        <w:rPr>
          <w:lang w:eastAsia="en-US"/>
        </w:rPr>
      </w:pPr>
      <w:bookmarkStart w:id="49" w:name="_Toc167099154"/>
      <w:bookmarkStart w:id="50" w:name="_Toc167197051"/>
      <w:r w:rsidRPr="00E036C8">
        <w:rPr>
          <w:lang w:eastAsia="en-US"/>
        </w:rPr>
        <w:t xml:space="preserve">8659 </w:t>
      </w:r>
      <w:proofErr w:type="spellStart"/>
      <w:r w:rsidRPr="00E036C8">
        <w:rPr>
          <w:lang w:eastAsia="en-US"/>
        </w:rPr>
        <w:t>Edicasas</w:t>
      </w:r>
      <w:proofErr w:type="spellEnd"/>
      <w:r w:rsidRPr="00E036C8">
        <w:rPr>
          <w:lang w:eastAsia="en-US"/>
        </w:rPr>
        <w:t xml:space="preserve"> Puglia </w:t>
      </w:r>
      <w:r>
        <w:rPr>
          <w:lang w:eastAsia="en-US"/>
        </w:rPr>
        <w:t>–</w:t>
      </w:r>
      <w:r w:rsidRPr="00E036C8">
        <w:rPr>
          <w:lang w:eastAsia="en-US"/>
        </w:rPr>
        <w:t xml:space="preserve"> Taranto</w:t>
      </w:r>
      <w:bookmarkEnd w:id="49"/>
      <w:bookmarkEnd w:id="50"/>
    </w:p>
    <w:p w14:paraId="026D5144" w14:textId="77777777" w:rsidR="00BB5152" w:rsidRDefault="00BB5152" w:rsidP="00BB5152">
      <w:pPr>
        <w:jc w:val="both"/>
        <w:rPr>
          <w:rFonts w:ascii="Arial" w:hAnsi="Arial" w:cs="Arial"/>
          <w:sz w:val="20"/>
          <w:szCs w:val="20"/>
          <w:lang w:eastAsia="en-US"/>
        </w:rPr>
      </w:pPr>
      <w:r w:rsidRPr="00CC19AA">
        <w:rPr>
          <w:rFonts w:ascii="Arial" w:hAnsi="Arial" w:cs="Arial"/>
          <w:sz w:val="20"/>
          <w:szCs w:val="20"/>
          <w:lang w:eastAsia="en-US"/>
        </w:rPr>
        <w:t>In corrispondenza del contributo "A.P.E." (</w:t>
      </w:r>
      <w:proofErr w:type="gramStart"/>
      <w:r w:rsidRPr="00CC19AA">
        <w:rPr>
          <w:rFonts w:ascii="Arial" w:hAnsi="Arial" w:cs="Arial"/>
          <w:sz w:val="20"/>
          <w:szCs w:val="20"/>
          <w:lang w:eastAsia="en-US"/>
        </w:rPr>
        <w:t>1^</w:t>
      </w:r>
      <w:proofErr w:type="gramEnd"/>
      <w:r w:rsidRPr="00CC19AA">
        <w:rPr>
          <w:rFonts w:ascii="Arial" w:hAnsi="Arial" w:cs="Arial"/>
          <w:sz w:val="20"/>
          <w:szCs w:val="20"/>
          <w:lang w:eastAsia="en-US"/>
        </w:rPr>
        <w:t xml:space="preserve"> rigo) il campo "Min. APE" passa da 44,00 a 39,00; rimossi flag al campo "Tipo contratto" Industria, </w:t>
      </w:r>
      <w:proofErr w:type="spellStart"/>
      <w:r w:rsidRPr="00CC19AA">
        <w:rPr>
          <w:rFonts w:ascii="Arial" w:hAnsi="Arial" w:cs="Arial"/>
          <w:sz w:val="20"/>
          <w:szCs w:val="20"/>
          <w:lang w:eastAsia="en-US"/>
        </w:rPr>
        <w:t>Aritigianato</w:t>
      </w:r>
      <w:proofErr w:type="spellEnd"/>
      <w:r w:rsidRPr="00CC19AA">
        <w:rPr>
          <w:rFonts w:ascii="Arial" w:hAnsi="Arial" w:cs="Arial"/>
          <w:sz w:val="20"/>
          <w:szCs w:val="20"/>
          <w:lang w:eastAsia="en-US"/>
        </w:rPr>
        <w:t>, Cooperative; rimosso "A.P.E. Pmi" (2^ rigo) pari a 3,00%.</w:t>
      </w:r>
    </w:p>
    <w:p w14:paraId="36D35FB7" w14:textId="77777777" w:rsidR="00BB5152" w:rsidRDefault="00BB5152" w:rsidP="00BB5152">
      <w:pPr>
        <w:pStyle w:val="TS-titolo-05"/>
        <w:jc w:val="both"/>
        <w:rPr>
          <w:lang w:eastAsia="en-US"/>
        </w:rPr>
      </w:pPr>
      <w:bookmarkStart w:id="51" w:name="_Toc167099155"/>
      <w:bookmarkStart w:id="52" w:name="_Toc167197052"/>
      <w:r w:rsidRPr="00CC19AA">
        <w:rPr>
          <w:lang w:eastAsia="en-US"/>
        </w:rPr>
        <w:t xml:space="preserve">8950 Ente </w:t>
      </w:r>
      <w:proofErr w:type="spellStart"/>
      <w:r w:rsidRPr="00CC19AA">
        <w:rPr>
          <w:lang w:eastAsia="en-US"/>
        </w:rPr>
        <w:t>Parit.Edile</w:t>
      </w:r>
      <w:proofErr w:type="spellEnd"/>
      <w:r w:rsidRPr="00CC19AA">
        <w:rPr>
          <w:lang w:eastAsia="en-US"/>
        </w:rPr>
        <w:t xml:space="preserve"> Valle d'Aosta</w:t>
      </w:r>
      <w:bookmarkEnd w:id="51"/>
      <w:bookmarkEnd w:id="52"/>
    </w:p>
    <w:p w14:paraId="660BCA4B" w14:textId="77777777" w:rsidR="00BB5152" w:rsidRDefault="00BB5152" w:rsidP="00BB5152">
      <w:pPr>
        <w:jc w:val="both"/>
        <w:rPr>
          <w:rFonts w:ascii="Arial" w:hAnsi="Arial" w:cs="Arial"/>
          <w:sz w:val="20"/>
          <w:szCs w:val="20"/>
          <w:lang w:eastAsia="en-US"/>
        </w:rPr>
      </w:pPr>
      <w:r w:rsidRPr="00CC19AA">
        <w:rPr>
          <w:rFonts w:ascii="Arial" w:hAnsi="Arial" w:cs="Arial"/>
          <w:sz w:val="20"/>
          <w:szCs w:val="20"/>
          <w:lang w:eastAsia="en-US"/>
        </w:rPr>
        <w:t>Sono stati aggiornati i seguenti contributi: "R.L.S.T." (</w:t>
      </w:r>
      <w:proofErr w:type="gramStart"/>
      <w:r w:rsidRPr="00CC19AA">
        <w:rPr>
          <w:rFonts w:ascii="Arial" w:hAnsi="Arial" w:cs="Arial"/>
          <w:sz w:val="20"/>
          <w:szCs w:val="20"/>
          <w:lang w:eastAsia="en-US"/>
        </w:rPr>
        <w:t>3^</w:t>
      </w:r>
      <w:proofErr w:type="gramEnd"/>
      <w:r w:rsidRPr="00CC19AA">
        <w:rPr>
          <w:rFonts w:ascii="Arial" w:hAnsi="Arial" w:cs="Arial"/>
          <w:sz w:val="20"/>
          <w:szCs w:val="20"/>
          <w:lang w:eastAsia="en-US"/>
        </w:rPr>
        <w:t xml:space="preserve"> rigo) passa da 0,15% a 0,20%; "Oneri </w:t>
      </w:r>
      <w:proofErr w:type="spellStart"/>
      <w:r w:rsidRPr="00CC19AA">
        <w:rPr>
          <w:rFonts w:ascii="Arial" w:hAnsi="Arial" w:cs="Arial"/>
          <w:sz w:val="20"/>
          <w:szCs w:val="20"/>
          <w:lang w:eastAsia="en-US"/>
        </w:rPr>
        <w:t>Mutualizz</w:t>
      </w:r>
      <w:proofErr w:type="spellEnd"/>
      <w:r w:rsidRPr="00CC19AA">
        <w:rPr>
          <w:rFonts w:ascii="Arial" w:hAnsi="Arial" w:cs="Arial"/>
          <w:sz w:val="20"/>
          <w:szCs w:val="20"/>
          <w:lang w:eastAsia="en-US"/>
        </w:rPr>
        <w:t>." (</w:t>
      </w:r>
      <w:proofErr w:type="gramStart"/>
      <w:r w:rsidRPr="00CC19AA">
        <w:rPr>
          <w:rFonts w:ascii="Arial" w:hAnsi="Arial" w:cs="Arial"/>
          <w:sz w:val="20"/>
          <w:szCs w:val="20"/>
          <w:lang w:eastAsia="en-US"/>
        </w:rPr>
        <w:t>7^</w:t>
      </w:r>
      <w:proofErr w:type="gramEnd"/>
      <w:r w:rsidRPr="00CC19AA">
        <w:rPr>
          <w:rFonts w:ascii="Arial" w:hAnsi="Arial" w:cs="Arial"/>
          <w:sz w:val="20"/>
          <w:szCs w:val="20"/>
          <w:lang w:eastAsia="en-US"/>
        </w:rPr>
        <w:t xml:space="preserve"> rigo) passa da 0,20% a 0,10%.</w:t>
      </w:r>
    </w:p>
    <w:p w14:paraId="1E4F098A" w14:textId="77777777" w:rsidR="00E2141A" w:rsidRPr="000B21DB" w:rsidRDefault="00E2141A" w:rsidP="007F183D">
      <w:pPr>
        <w:rPr>
          <w:rFonts w:ascii="Arial" w:hAnsi="Arial"/>
          <w:sz w:val="20"/>
          <w:szCs w:val="20"/>
          <w:highlight w:val="yellow"/>
        </w:rPr>
      </w:pPr>
    </w:p>
    <w:p w14:paraId="47B0DC98" w14:textId="77777777" w:rsidR="00E2141A" w:rsidRPr="000B21DB" w:rsidRDefault="00E2141A" w:rsidP="007F183D">
      <w:pPr>
        <w:rPr>
          <w:rFonts w:ascii="Arial" w:hAnsi="Arial"/>
          <w:sz w:val="20"/>
          <w:szCs w:val="20"/>
          <w:highlight w:val="yellow"/>
        </w:rPr>
      </w:pPr>
    </w:p>
    <w:p w14:paraId="40747287" w14:textId="77777777" w:rsidR="00E2141A" w:rsidRPr="000B21DB" w:rsidRDefault="00E2141A" w:rsidP="007F183D">
      <w:pPr>
        <w:rPr>
          <w:rFonts w:ascii="Arial" w:hAnsi="Arial"/>
          <w:sz w:val="20"/>
          <w:szCs w:val="20"/>
          <w:highlight w:val="yellow"/>
        </w:rPr>
      </w:pPr>
    </w:p>
    <w:p w14:paraId="58F04150" w14:textId="77777777" w:rsidR="00EB67B6" w:rsidRPr="000B21DB" w:rsidRDefault="00EB67B6" w:rsidP="00EB67B6">
      <w:pPr>
        <w:jc w:val="both"/>
        <w:rPr>
          <w:rFonts w:ascii="Arial" w:hAnsi="Arial" w:cs="Arial"/>
          <w:color w:val="000000"/>
          <w:sz w:val="20"/>
          <w:szCs w:val="20"/>
          <w:highlight w:val="yellow"/>
        </w:rPr>
      </w:pPr>
    </w:p>
    <w:p w14:paraId="78728B58" w14:textId="77777777" w:rsidR="00EB67B6" w:rsidRPr="000B21DB" w:rsidRDefault="00EB67B6" w:rsidP="00246B0D">
      <w:pPr>
        <w:jc w:val="both"/>
        <w:rPr>
          <w:rFonts w:ascii="Arial" w:hAnsi="Arial"/>
          <w:sz w:val="20"/>
          <w:szCs w:val="20"/>
          <w:highlight w:val="yellow"/>
        </w:rPr>
      </w:pPr>
    </w:p>
    <w:p w14:paraId="3B7D24BE" w14:textId="347DCBF2" w:rsidR="00802D98" w:rsidRPr="000B21DB" w:rsidRDefault="00802D98" w:rsidP="00A4131D">
      <w:pPr>
        <w:rPr>
          <w:rFonts w:ascii="Arial" w:hAnsi="Arial"/>
          <w:sz w:val="20"/>
          <w:szCs w:val="20"/>
          <w:highlight w:val="yellow"/>
        </w:rPr>
      </w:pPr>
    </w:p>
    <w:p w14:paraId="060643A0" w14:textId="77777777" w:rsidR="00AD124C" w:rsidRPr="000B21DB" w:rsidRDefault="00AD124C" w:rsidP="00A1481B">
      <w:pPr>
        <w:pStyle w:val="CorpoAltF0"/>
        <w:rPr>
          <w:highlight w:val="yellow"/>
        </w:rPr>
        <w:sectPr w:rsidR="00AD124C" w:rsidRPr="000B21DB" w:rsidSect="007F76E3">
          <w:headerReference w:type="default" r:id="rId14"/>
          <w:pgSz w:w="11907" w:h="16840" w:code="9"/>
          <w:pgMar w:top="567" w:right="1134" w:bottom="1134" w:left="1134" w:header="397" w:footer="397" w:gutter="0"/>
          <w:pgNumType w:chapStyle="1" w:chapSep="period"/>
          <w:cols w:space="720"/>
          <w:noEndnote/>
          <w:docGrid w:linePitch="326"/>
        </w:sectPr>
      </w:pPr>
    </w:p>
    <w:p w14:paraId="395D16E2" w14:textId="77777777" w:rsidR="00B066DC" w:rsidRDefault="00B066DC" w:rsidP="00A1481B">
      <w:pPr>
        <w:pStyle w:val="CorpoAltF0"/>
        <w:rPr>
          <w:highlight w:val="yellow"/>
        </w:rPr>
      </w:pPr>
    </w:p>
    <w:p w14:paraId="2743BAEE" w14:textId="77777777" w:rsidR="00070235" w:rsidRPr="000B21DB" w:rsidRDefault="00070235" w:rsidP="00A1481B">
      <w:pPr>
        <w:pStyle w:val="CorpoAltF0"/>
        <w:rPr>
          <w:highlight w:val="yellow"/>
        </w:rPr>
      </w:pPr>
    </w:p>
    <w:p w14:paraId="4343BA10" w14:textId="77777777" w:rsidR="00A1481B" w:rsidRPr="000B21DB" w:rsidRDefault="00A1481B" w:rsidP="00A1481B">
      <w:pPr>
        <w:pStyle w:val="WWNewPage"/>
        <w:rPr>
          <w:highlight w:val="yellow"/>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4"/>
        <w:gridCol w:w="2855"/>
      </w:tblGrid>
      <w:tr w:rsidR="00A1481B" w:rsidRPr="009009FC" w14:paraId="03AC4C77" w14:textId="77777777" w:rsidTr="00236D8D">
        <w:trPr>
          <w:trHeight w:val="558"/>
        </w:trPr>
        <w:tc>
          <w:tcPr>
            <w:tcW w:w="6874" w:type="dxa"/>
            <w:tcBorders>
              <w:top w:val="nil"/>
              <w:left w:val="nil"/>
              <w:bottom w:val="single" w:sz="12" w:space="0" w:color="auto"/>
              <w:right w:val="nil"/>
            </w:tcBorders>
            <w:vAlign w:val="center"/>
          </w:tcPr>
          <w:p w14:paraId="1845C91D" w14:textId="77777777" w:rsidR="00A1481B" w:rsidRPr="009009FC" w:rsidRDefault="00A1481B" w:rsidP="00236D8D">
            <w:pPr>
              <w:pStyle w:val="TS-titolo-01"/>
              <w:outlineLvl w:val="0"/>
            </w:pPr>
            <w:bookmarkStart w:id="53" w:name="_Toc167197053"/>
            <w:r w:rsidRPr="009009FC">
              <w:t>Anomalie Corrette</w:t>
            </w:r>
            <w:bookmarkEnd w:id="53"/>
          </w:p>
        </w:tc>
        <w:tc>
          <w:tcPr>
            <w:tcW w:w="2901" w:type="dxa"/>
            <w:tcBorders>
              <w:top w:val="single" w:sz="4" w:space="0" w:color="auto"/>
              <w:left w:val="nil"/>
              <w:bottom w:val="single" w:sz="4" w:space="0" w:color="auto"/>
              <w:right w:val="nil"/>
            </w:tcBorders>
            <w:shd w:val="clear" w:color="auto" w:fill="000000"/>
            <w:vAlign w:val="center"/>
          </w:tcPr>
          <w:p w14:paraId="48411415" w14:textId="77777777" w:rsidR="00A1481B" w:rsidRPr="009009FC" w:rsidRDefault="00A1481B" w:rsidP="00236D8D">
            <w:pPr>
              <w:pStyle w:val="TS-titolo-02"/>
              <w:outlineLvl w:val="0"/>
            </w:pPr>
          </w:p>
        </w:tc>
      </w:tr>
    </w:tbl>
    <w:p w14:paraId="094C0C4F" w14:textId="77777777" w:rsidR="007D1E6E" w:rsidRPr="009009FC" w:rsidRDefault="007D1E6E" w:rsidP="007D1E6E">
      <w:pPr>
        <w:pStyle w:val="CorpoAltF0"/>
        <w:rPr>
          <w:sz w:val="10"/>
          <w:szCs w:val="10"/>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68"/>
        <w:gridCol w:w="2871"/>
      </w:tblGrid>
      <w:tr w:rsidR="007D1E6E" w:rsidRPr="009009FC" w14:paraId="3A522EE9" w14:textId="77777777" w:rsidTr="007D1E6E">
        <w:trPr>
          <w:trHeight w:val="545"/>
        </w:trPr>
        <w:tc>
          <w:tcPr>
            <w:tcW w:w="6768" w:type="dxa"/>
            <w:tcBorders>
              <w:top w:val="single" w:sz="12" w:space="0" w:color="auto"/>
              <w:left w:val="nil"/>
              <w:bottom w:val="nil"/>
              <w:right w:val="nil"/>
            </w:tcBorders>
          </w:tcPr>
          <w:p w14:paraId="4580E7C0" w14:textId="77777777" w:rsidR="007D1E6E" w:rsidRPr="009009FC" w:rsidRDefault="007D1E6E" w:rsidP="007D1E6E">
            <w:pPr>
              <w:pStyle w:val="Intestazione"/>
              <w:outlineLvl w:val="1"/>
              <w:rPr>
                <w:rFonts w:ascii="Arial" w:hAnsi="Arial" w:cs="Arial"/>
                <w:b/>
                <w:i/>
                <w:sz w:val="24"/>
                <w:szCs w:val="24"/>
              </w:rPr>
            </w:pPr>
          </w:p>
        </w:tc>
        <w:tc>
          <w:tcPr>
            <w:tcW w:w="2871" w:type="dxa"/>
            <w:tcBorders>
              <w:top w:val="single" w:sz="4" w:space="0" w:color="auto"/>
              <w:left w:val="nil"/>
              <w:bottom w:val="nil"/>
              <w:right w:val="nil"/>
            </w:tcBorders>
            <w:shd w:val="clear" w:color="auto" w:fill="D9D9D9" w:themeFill="background1" w:themeFillShade="D9"/>
            <w:vAlign w:val="center"/>
          </w:tcPr>
          <w:p w14:paraId="7D477B4D" w14:textId="7BA5FC0C" w:rsidR="007D1E6E" w:rsidRPr="009009FC" w:rsidRDefault="003E4BDF" w:rsidP="007D1E6E">
            <w:pPr>
              <w:pStyle w:val="TS-titolo-Comando"/>
              <w:outlineLvl w:val="1"/>
            </w:pPr>
            <w:bookmarkStart w:id="54" w:name="_Toc167197054"/>
            <w:r w:rsidRPr="009009FC">
              <w:t>TABE</w:t>
            </w:r>
            <w:r w:rsidR="00D64AD6" w:rsidRPr="009009FC">
              <w:t>LLE</w:t>
            </w:r>
            <w:bookmarkEnd w:id="54"/>
          </w:p>
        </w:tc>
      </w:tr>
    </w:tbl>
    <w:p w14:paraId="15AB45DC" w14:textId="2AD780FE" w:rsidR="00EB30FE" w:rsidRPr="009009FC" w:rsidRDefault="00EB30FE">
      <w:pPr>
        <w:rPr>
          <w:rFonts w:ascii="Arial" w:hAnsi="Arial"/>
          <w:sz w:val="20"/>
          <w:szCs w:val="20"/>
        </w:rPr>
      </w:pPr>
    </w:p>
    <w:p w14:paraId="7ED61377" w14:textId="77777777" w:rsidR="00922318" w:rsidRPr="00082BBE" w:rsidRDefault="00922318">
      <w:pPr>
        <w:rPr>
          <w:rFonts w:ascii="Arial" w:hAnsi="Arial"/>
          <w:sz w:val="20"/>
          <w:szCs w:val="20"/>
          <w:highlight w:val="yellow"/>
        </w:rPr>
      </w:pPr>
    </w:p>
    <w:p w14:paraId="132C6C42" w14:textId="6FB765FD" w:rsidR="001C0B66" w:rsidRPr="0051662D" w:rsidRDefault="001C0B66" w:rsidP="001C0B66">
      <w:pPr>
        <w:pStyle w:val="TS-titolo-04"/>
      </w:pPr>
      <w:bookmarkStart w:id="55" w:name="_Toc167197055"/>
      <w:r w:rsidRPr="0051662D">
        <w:t xml:space="preserve">Cod. </w:t>
      </w:r>
      <w:r w:rsidR="00FB3C99" w:rsidRPr="0051662D">
        <w:t>8490 Scuderie Corse al Galoppo</w:t>
      </w:r>
      <w:bookmarkEnd w:id="55"/>
    </w:p>
    <w:p w14:paraId="6249D0D3" w14:textId="77777777" w:rsidR="001C0B66" w:rsidRPr="0051662D" w:rsidRDefault="001C0B66">
      <w:pPr>
        <w:rPr>
          <w:rFonts w:ascii="Arial" w:hAnsi="Arial"/>
          <w:sz w:val="20"/>
          <w:szCs w:val="20"/>
        </w:rPr>
      </w:pPr>
    </w:p>
    <w:p w14:paraId="02A24580" w14:textId="7A74859C" w:rsidR="00D81BDA" w:rsidRPr="0051662D" w:rsidRDefault="00D81BDA" w:rsidP="00D81BDA">
      <w:pPr>
        <w:pStyle w:val="TS-titolo-05"/>
        <w:spacing w:before="60"/>
      </w:pPr>
      <w:bookmarkStart w:id="56" w:name="_Toc167197056"/>
      <w:r w:rsidRPr="0051662D">
        <w:rPr>
          <w:b/>
        </w:rPr>
        <w:t>TB010</w:t>
      </w:r>
      <w:r w:rsidR="0051662D" w:rsidRPr="0051662D">
        <w:rPr>
          <w:b/>
        </w:rPr>
        <w:t>6</w:t>
      </w:r>
      <w:r w:rsidRPr="0051662D">
        <w:rPr>
          <w:b/>
        </w:rPr>
        <w:t xml:space="preserve"> – </w:t>
      </w:r>
      <w:r w:rsidRPr="0051662D">
        <w:t xml:space="preserve">Tabella </w:t>
      </w:r>
      <w:r w:rsidR="00753B09" w:rsidRPr="0051662D">
        <w:t>retribuzione</w:t>
      </w:r>
      <w:r w:rsidR="0051662D" w:rsidRPr="0051662D">
        <w:t xml:space="preserve"> apprendisti</w:t>
      </w:r>
      <w:bookmarkEnd w:id="56"/>
    </w:p>
    <w:p w14:paraId="15C33F51" w14:textId="18C53BCA" w:rsidR="00700787" w:rsidRPr="004F79EA" w:rsidRDefault="004F79EA" w:rsidP="004F79EA">
      <w:pPr>
        <w:spacing w:before="120"/>
        <w:jc w:val="both"/>
        <w:rPr>
          <w:rFonts w:ascii="Arial" w:hAnsi="Arial" w:cs="Arial"/>
          <w:sz w:val="20"/>
          <w:szCs w:val="20"/>
        </w:rPr>
      </w:pPr>
      <w:r w:rsidRPr="004F79EA">
        <w:rPr>
          <w:rStyle w:val="ui-provider"/>
          <w:rFonts w:ascii="Arial" w:hAnsi="Arial" w:cs="Arial"/>
          <w:sz w:val="20"/>
          <w:szCs w:val="20"/>
        </w:rPr>
        <w:t xml:space="preserve">Per il gruppo appartenenza n. 3 </w:t>
      </w:r>
      <w:r w:rsidR="001606D8">
        <w:rPr>
          <w:rStyle w:val="ui-provider"/>
          <w:rFonts w:ascii="Arial" w:hAnsi="Arial" w:cs="Arial"/>
          <w:sz w:val="20"/>
          <w:szCs w:val="20"/>
        </w:rPr>
        <w:t>“</w:t>
      </w:r>
      <w:proofErr w:type="spellStart"/>
      <w:r w:rsidR="001C3D68" w:rsidRPr="001C3D68">
        <w:rPr>
          <w:rStyle w:val="ui-provider"/>
          <w:rFonts w:ascii="Arial" w:hAnsi="Arial" w:cs="Arial"/>
          <w:sz w:val="20"/>
          <w:szCs w:val="20"/>
        </w:rPr>
        <w:t>Appr</w:t>
      </w:r>
      <w:proofErr w:type="spellEnd"/>
      <w:r w:rsidR="001C3D68" w:rsidRPr="001C3D68">
        <w:rPr>
          <w:rStyle w:val="ui-provider"/>
          <w:rFonts w:ascii="Arial" w:hAnsi="Arial" w:cs="Arial"/>
          <w:sz w:val="20"/>
          <w:szCs w:val="20"/>
        </w:rPr>
        <w:t>. Prof. liv.fin.4^ 48 mesi</w:t>
      </w:r>
      <w:r w:rsidR="001C3D68">
        <w:rPr>
          <w:rStyle w:val="ui-provider"/>
          <w:rFonts w:ascii="Arial" w:hAnsi="Arial" w:cs="Arial"/>
          <w:sz w:val="20"/>
          <w:szCs w:val="20"/>
        </w:rPr>
        <w:t xml:space="preserve">” </w:t>
      </w:r>
      <w:r w:rsidRPr="004F79EA">
        <w:rPr>
          <w:rStyle w:val="ui-provider"/>
          <w:rFonts w:ascii="Arial" w:hAnsi="Arial" w:cs="Arial"/>
          <w:sz w:val="20"/>
          <w:szCs w:val="20"/>
        </w:rPr>
        <w:t xml:space="preserve">è stata creata la validità </w:t>
      </w:r>
      <w:r w:rsidR="0095498D">
        <w:rPr>
          <w:rStyle w:val="ui-provider"/>
          <w:rFonts w:ascii="Arial" w:hAnsi="Arial" w:cs="Arial"/>
          <w:sz w:val="20"/>
          <w:szCs w:val="20"/>
        </w:rPr>
        <w:t>“</w:t>
      </w:r>
      <w:r w:rsidRPr="004F79EA">
        <w:rPr>
          <w:rStyle w:val="ui-provider"/>
          <w:rFonts w:ascii="Arial" w:hAnsi="Arial" w:cs="Arial"/>
          <w:sz w:val="20"/>
          <w:szCs w:val="20"/>
        </w:rPr>
        <w:t>05/2024</w:t>
      </w:r>
      <w:r w:rsidR="0095498D">
        <w:rPr>
          <w:rStyle w:val="ui-provider"/>
          <w:rFonts w:ascii="Arial" w:hAnsi="Arial" w:cs="Arial"/>
          <w:sz w:val="20"/>
          <w:szCs w:val="20"/>
        </w:rPr>
        <w:t>”</w:t>
      </w:r>
      <w:r w:rsidRPr="004F79EA">
        <w:rPr>
          <w:rStyle w:val="ui-provider"/>
          <w:rFonts w:ascii="Arial" w:hAnsi="Arial" w:cs="Arial"/>
          <w:sz w:val="20"/>
          <w:szCs w:val="20"/>
        </w:rPr>
        <w:t xml:space="preserve"> ed </w:t>
      </w:r>
      <w:r w:rsidR="00ED00BE">
        <w:rPr>
          <w:rStyle w:val="ui-provider"/>
          <w:rFonts w:ascii="Arial" w:hAnsi="Arial" w:cs="Arial"/>
          <w:sz w:val="20"/>
          <w:szCs w:val="20"/>
        </w:rPr>
        <w:t>in corrispondenza del I Periodo</w:t>
      </w:r>
      <w:r w:rsidRPr="004F79EA">
        <w:rPr>
          <w:rStyle w:val="ui-provider"/>
          <w:rFonts w:ascii="Arial" w:hAnsi="Arial" w:cs="Arial"/>
          <w:sz w:val="20"/>
          <w:szCs w:val="20"/>
        </w:rPr>
        <w:t xml:space="preserve"> al campo </w:t>
      </w:r>
      <w:r w:rsidR="0095498D">
        <w:rPr>
          <w:rStyle w:val="ui-provider"/>
          <w:rFonts w:ascii="Arial" w:hAnsi="Arial" w:cs="Arial"/>
          <w:sz w:val="20"/>
          <w:szCs w:val="20"/>
        </w:rPr>
        <w:t>“</w:t>
      </w:r>
      <w:r w:rsidRPr="004F79EA">
        <w:rPr>
          <w:rStyle w:val="ui-provider"/>
          <w:rFonts w:ascii="Arial" w:hAnsi="Arial" w:cs="Arial"/>
          <w:i/>
          <w:iCs/>
          <w:sz w:val="20"/>
          <w:szCs w:val="20"/>
        </w:rPr>
        <w:t>Livello</w:t>
      </w:r>
      <w:r w:rsidR="0095498D" w:rsidRPr="008B082F">
        <w:rPr>
          <w:rStyle w:val="ui-provider"/>
          <w:rFonts w:ascii="Arial" w:hAnsi="Arial" w:cs="Arial"/>
          <w:sz w:val="20"/>
          <w:szCs w:val="20"/>
        </w:rPr>
        <w:t>”</w:t>
      </w:r>
      <w:r w:rsidRPr="004F79EA">
        <w:rPr>
          <w:rStyle w:val="ui-provider"/>
          <w:rFonts w:ascii="Arial" w:hAnsi="Arial" w:cs="Arial"/>
          <w:sz w:val="20"/>
          <w:szCs w:val="20"/>
        </w:rPr>
        <w:t xml:space="preserve"> è stato collegato il codice </w:t>
      </w:r>
      <w:r w:rsidR="006E7382">
        <w:rPr>
          <w:rStyle w:val="ui-provider"/>
          <w:rFonts w:ascii="Arial" w:hAnsi="Arial" w:cs="Arial"/>
          <w:sz w:val="20"/>
          <w:szCs w:val="20"/>
        </w:rPr>
        <w:t xml:space="preserve">n. 2 </w:t>
      </w:r>
      <w:r w:rsidR="008B082F">
        <w:rPr>
          <w:rStyle w:val="ui-provider"/>
          <w:rFonts w:ascii="Arial" w:hAnsi="Arial" w:cs="Arial"/>
          <w:sz w:val="20"/>
          <w:szCs w:val="20"/>
        </w:rPr>
        <w:t>“</w:t>
      </w:r>
      <w:r w:rsidRPr="004F79EA">
        <w:rPr>
          <w:rStyle w:val="ui-provider"/>
          <w:rFonts w:ascii="Arial" w:hAnsi="Arial" w:cs="Arial"/>
          <w:sz w:val="20"/>
          <w:szCs w:val="20"/>
        </w:rPr>
        <w:t>2^</w:t>
      </w:r>
      <w:r w:rsidR="006D5481">
        <w:rPr>
          <w:rStyle w:val="ui-provider"/>
          <w:rFonts w:ascii="Arial" w:hAnsi="Arial" w:cs="Arial"/>
          <w:sz w:val="20"/>
          <w:szCs w:val="20"/>
        </w:rPr>
        <w:t xml:space="preserve"> </w:t>
      </w:r>
      <w:r w:rsidRPr="004F79EA">
        <w:rPr>
          <w:rStyle w:val="ui-provider"/>
          <w:rFonts w:ascii="Arial" w:hAnsi="Arial" w:cs="Arial"/>
          <w:sz w:val="20"/>
          <w:szCs w:val="20"/>
        </w:rPr>
        <w:t>livello</w:t>
      </w:r>
      <w:r w:rsidR="008B082F">
        <w:rPr>
          <w:rStyle w:val="ui-provider"/>
          <w:rFonts w:ascii="Arial" w:hAnsi="Arial" w:cs="Arial"/>
          <w:sz w:val="20"/>
          <w:szCs w:val="20"/>
        </w:rPr>
        <w:t>”</w:t>
      </w:r>
      <w:r>
        <w:rPr>
          <w:rStyle w:val="ui-provider"/>
          <w:rFonts w:ascii="Arial" w:hAnsi="Arial" w:cs="Arial"/>
          <w:sz w:val="20"/>
          <w:szCs w:val="20"/>
        </w:rPr>
        <w:t xml:space="preserve"> </w:t>
      </w:r>
      <w:r w:rsidRPr="004F79EA">
        <w:rPr>
          <w:rStyle w:val="ui-provider"/>
          <w:rFonts w:ascii="Arial" w:hAnsi="Arial" w:cs="Arial"/>
          <w:sz w:val="20"/>
          <w:szCs w:val="20"/>
        </w:rPr>
        <w:t>in sostituzione del codic</w:t>
      </w:r>
      <w:r>
        <w:rPr>
          <w:rStyle w:val="ui-provider"/>
          <w:rFonts w:ascii="Arial" w:hAnsi="Arial" w:cs="Arial"/>
          <w:sz w:val="20"/>
          <w:szCs w:val="20"/>
        </w:rPr>
        <w:t>e</w:t>
      </w:r>
      <w:r w:rsidRPr="004F79EA">
        <w:rPr>
          <w:rStyle w:val="ui-provider"/>
          <w:rFonts w:ascii="Arial" w:hAnsi="Arial" w:cs="Arial"/>
          <w:sz w:val="20"/>
          <w:szCs w:val="20"/>
        </w:rPr>
        <w:t xml:space="preserve"> </w:t>
      </w:r>
      <w:r w:rsidR="006E7382">
        <w:rPr>
          <w:rStyle w:val="ui-provider"/>
          <w:rFonts w:ascii="Arial" w:hAnsi="Arial" w:cs="Arial"/>
          <w:sz w:val="20"/>
          <w:szCs w:val="20"/>
        </w:rPr>
        <w:t xml:space="preserve">n. 1 </w:t>
      </w:r>
      <w:r w:rsidR="008B082F">
        <w:rPr>
          <w:rStyle w:val="ui-provider"/>
          <w:rFonts w:ascii="Arial" w:hAnsi="Arial" w:cs="Arial"/>
          <w:sz w:val="20"/>
          <w:szCs w:val="20"/>
        </w:rPr>
        <w:t>“</w:t>
      </w:r>
      <w:r w:rsidRPr="004F79EA">
        <w:rPr>
          <w:rStyle w:val="ui-provider"/>
          <w:rFonts w:ascii="Arial" w:hAnsi="Arial" w:cs="Arial"/>
          <w:sz w:val="20"/>
          <w:szCs w:val="20"/>
        </w:rPr>
        <w:t>1^</w:t>
      </w:r>
      <w:r w:rsidR="006D5481">
        <w:rPr>
          <w:rStyle w:val="ui-provider"/>
          <w:rFonts w:ascii="Arial" w:hAnsi="Arial" w:cs="Arial"/>
          <w:sz w:val="20"/>
          <w:szCs w:val="20"/>
        </w:rPr>
        <w:t xml:space="preserve"> </w:t>
      </w:r>
      <w:r w:rsidRPr="004F79EA">
        <w:rPr>
          <w:rStyle w:val="ui-provider"/>
          <w:rFonts w:ascii="Arial" w:hAnsi="Arial" w:cs="Arial"/>
          <w:sz w:val="20"/>
          <w:szCs w:val="20"/>
        </w:rPr>
        <w:t>livello</w:t>
      </w:r>
      <w:r w:rsidR="008B082F">
        <w:rPr>
          <w:rStyle w:val="ui-provider"/>
          <w:rFonts w:ascii="Arial" w:hAnsi="Arial" w:cs="Arial"/>
          <w:sz w:val="20"/>
          <w:szCs w:val="20"/>
        </w:rPr>
        <w:t>”</w:t>
      </w:r>
      <w:r>
        <w:rPr>
          <w:rStyle w:val="ui-provider"/>
          <w:rFonts w:ascii="Arial" w:hAnsi="Arial" w:cs="Arial"/>
          <w:sz w:val="20"/>
          <w:szCs w:val="20"/>
        </w:rPr>
        <w:t>.</w:t>
      </w:r>
    </w:p>
    <w:p w14:paraId="5FA90603" w14:textId="77777777" w:rsidR="00700787" w:rsidRDefault="00700787" w:rsidP="00272E5A">
      <w:pPr>
        <w:jc w:val="both"/>
        <w:rPr>
          <w:rFonts w:ascii="Arial" w:hAnsi="Arial"/>
          <w:sz w:val="20"/>
          <w:szCs w:val="20"/>
        </w:rPr>
      </w:pPr>
    </w:p>
    <w:p w14:paraId="7C78B8D8" w14:textId="77777777" w:rsidR="008B082F" w:rsidRDefault="008B082F" w:rsidP="00272E5A">
      <w:pPr>
        <w:jc w:val="both"/>
        <w:rPr>
          <w:rFonts w:ascii="Arial" w:hAnsi="Arial"/>
          <w:sz w:val="20"/>
          <w:szCs w:val="20"/>
        </w:rPr>
      </w:pPr>
    </w:p>
    <w:p w14:paraId="38C1385E" w14:textId="0461F8EC" w:rsidR="00B9277D" w:rsidRPr="0051662D" w:rsidRDefault="00B9277D" w:rsidP="00B9277D">
      <w:pPr>
        <w:pStyle w:val="TS-titolo-04"/>
      </w:pPr>
      <w:bookmarkStart w:id="57" w:name="_Toc167197057"/>
      <w:r w:rsidRPr="0051662D">
        <w:t xml:space="preserve">Cod. </w:t>
      </w:r>
      <w:r>
        <w:t>8381/8382/</w:t>
      </w:r>
      <w:r w:rsidR="00283612">
        <w:t>8812</w:t>
      </w:r>
      <w:r>
        <w:t xml:space="preserve"> Pelli</w:t>
      </w:r>
      <w:r w:rsidR="00283612">
        <w:t xml:space="preserve">, </w:t>
      </w:r>
      <w:r>
        <w:t>Cuoio</w:t>
      </w:r>
      <w:r w:rsidR="00283612">
        <w:t xml:space="preserve"> e Ombrelli</w:t>
      </w:r>
      <w:r>
        <w:t xml:space="preserve"> Aziende Industriali</w:t>
      </w:r>
      <w:bookmarkEnd w:id="57"/>
    </w:p>
    <w:p w14:paraId="327552AD" w14:textId="77777777" w:rsidR="00B9277D" w:rsidRDefault="00B9277D" w:rsidP="00272E5A">
      <w:pPr>
        <w:jc w:val="both"/>
        <w:rPr>
          <w:rFonts w:ascii="Arial" w:hAnsi="Arial"/>
          <w:sz w:val="20"/>
          <w:szCs w:val="20"/>
        </w:rPr>
      </w:pPr>
    </w:p>
    <w:p w14:paraId="2CFA9A3B" w14:textId="77777777" w:rsidR="00283612" w:rsidRPr="00283612" w:rsidRDefault="00283612" w:rsidP="00283612">
      <w:pPr>
        <w:pStyle w:val="TS-titolo-05"/>
        <w:spacing w:before="60"/>
      </w:pPr>
      <w:bookmarkStart w:id="58" w:name="_Toc167197058"/>
      <w:r w:rsidRPr="00283612">
        <w:rPr>
          <w:b/>
        </w:rPr>
        <w:t xml:space="preserve">TB0901 – </w:t>
      </w:r>
      <w:r w:rsidRPr="00283612">
        <w:t>Tabella malattia</w:t>
      </w:r>
      <w:bookmarkEnd w:id="58"/>
    </w:p>
    <w:p w14:paraId="09D099BF" w14:textId="02549EA8" w:rsidR="00B9277D" w:rsidRDefault="00B9277D" w:rsidP="00717E55">
      <w:pPr>
        <w:spacing w:before="120"/>
        <w:jc w:val="both"/>
        <w:rPr>
          <w:rStyle w:val="ui-provider"/>
          <w:rFonts w:ascii="Arial" w:hAnsi="Arial" w:cs="Arial"/>
          <w:sz w:val="20"/>
          <w:szCs w:val="20"/>
        </w:rPr>
      </w:pPr>
      <w:r w:rsidRPr="00283612">
        <w:rPr>
          <w:rStyle w:val="ui-provider"/>
          <w:rFonts w:ascii="Arial" w:hAnsi="Arial" w:cs="Arial"/>
          <w:sz w:val="20"/>
          <w:szCs w:val="20"/>
        </w:rPr>
        <w:t xml:space="preserve">Per i </w:t>
      </w:r>
      <w:proofErr w:type="spellStart"/>
      <w:r w:rsidRPr="00283612">
        <w:rPr>
          <w:rStyle w:val="ui-provider"/>
          <w:rFonts w:ascii="Arial" w:hAnsi="Arial" w:cs="Arial"/>
          <w:sz w:val="20"/>
          <w:szCs w:val="20"/>
        </w:rPr>
        <w:t>ccnl</w:t>
      </w:r>
      <w:proofErr w:type="spellEnd"/>
      <w:r w:rsidRPr="00283612">
        <w:rPr>
          <w:rStyle w:val="ui-provider"/>
          <w:rFonts w:ascii="Arial" w:hAnsi="Arial" w:cs="Arial"/>
          <w:sz w:val="20"/>
          <w:szCs w:val="20"/>
        </w:rPr>
        <w:t xml:space="preserve"> 8381 e 8382</w:t>
      </w:r>
      <w:r w:rsidR="00717E55">
        <w:rPr>
          <w:rStyle w:val="ui-provider"/>
          <w:rFonts w:ascii="Arial" w:hAnsi="Arial" w:cs="Arial"/>
          <w:sz w:val="20"/>
          <w:szCs w:val="20"/>
        </w:rPr>
        <w:t>,</w:t>
      </w:r>
      <w:r w:rsidRPr="00283612">
        <w:rPr>
          <w:rStyle w:val="ui-provider"/>
          <w:rFonts w:ascii="Arial" w:hAnsi="Arial" w:cs="Arial"/>
          <w:sz w:val="20"/>
          <w:szCs w:val="20"/>
        </w:rPr>
        <w:t xml:space="preserve"> limitatamente ai codici </w:t>
      </w:r>
      <w:r w:rsidR="00283612">
        <w:rPr>
          <w:rStyle w:val="ui-provider"/>
          <w:rFonts w:ascii="Arial" w:hAnsi="Arial" w:cs="Arial"/>
          <w:sz w:val="20"/>
          <w:szCs w:val="20"/>
        </w:rPr>
        <w:t xml:space="preserve">trattamento </w:t>
      </w:r>
      <w:r w:rsidRPr="00283612">
        <w:rPr>
          <w:rStyle w:val="ui-provider"/>
          <w:rFonts w:ascii="Arial" w:hAnsi="Arial" w:cs="Arial"/>
          <w:sz w:val="20"/>
          <w:szCs w:val="20"/>
        </w:rPr>
        <w:t>qualifi</w:t>
      </w:r>
      <w:r w:rsidR="00283612">
        <w:rPr>
          <w:rStyle w:val="ui-provider"/>
          <w:rFonts w:ascii="Arial" w:hAnsi="Arial" w:cs="Arial"/>
          <w:sz w:val="20"/>
          <w:szCs w:val="20"/>
        </w:rPr>
        <w:t>c</w:t>
      </w:r>
      <w:r w:rsidRPr="00283612">
        <w:rPr>
          <w:rStyle w:val="ui-provider"/>
          <w:rFonts w:ascii="Arial" w:hAnsi="Arial" w:cs="Arial"/>
          <w:sz w:val="20"/>
          <w:szCs w:val="20"/>
        </w:rPr>
        <w:t>a n. 30, 40, 42, 45 e 47</w:t>
      </w:r>
      <w:r w:rsidR="00717E55">
        <w:rPr>
          <w:rStyle w:val="ui-provider"/>
          <w:rFonts w:ascii="Arial" w:hAnsi="Arial" w:cs="Arial"/>
          <w:sz w:val="20"/>
          <w:szCs w:val="20"/>
        </w:rPr>
        <w:t>,</w:t>
      </w:r>
      <w:r w:rsidRPr="00283612">
        <w:rPr>
          <w:rStyle w:val="ui-provider"/>
          <w:rFonts w:ascii="Arial" w:hAnsi="Arial" w:cs="Arial"/>
          <w:sz w:val="20"/>
          <w:szCs w:val="20"/>
        </w:rPr>
        <w:t xml:space="preserve"> </w:t>
      </w:r>
      <w:r w:rsidR="007C090F">
        <w:rPr>
          <w:rStyle w:val="ui-provider"/>
          <w:rFonts w:ascii="Arial" w:hAnsi="Arial" w:cs="Arial"/>
          <w:sz w:val="20"/>
          <w:szCs w:val="20"/>
        </w:rPr>
        <w:t xml:space="preserve">alla </w:t>
      </w:r>
      <w:r w:rsidRPr="00283612">
        <w:rPr>
          <w:rStyle w:val="ui-provider"/>
          <w:rFonts w:ascii="Arial" w:hAnsi="Arial" w:cs="Arial"/>
          <w:sz w:val="20"/>
          <w:szCs w:val="20"/>
        </w:rPr>
        <w:t xml:space="preserve">sezione Percentuali di integrazione periodi al campo </w:t>
      </w:r>
      <w:r w:rsidR="00920FFC">
        <w:rPr>
          <w:rStyle w:val="ui-provider"/>
          <w:rFonts w:ascii="Arial" w:hAnsi="Arial" w:cs="Arial"/>
          <w:sz w:val="20"/>
          <w:szCs w:val="20"/>
        </w:rPr>
        <w:t>“</w:t>
      </w:r>
      <w:r w:rsidRPr="00283612">
        <w:rPr>
          <w:rStyle w:val="ui-provider"/>
          <w:rFonts w:ascii="Arial" w:hAnsi="Arial" w:cs="Arial"/>
          <w:i/>
          <w:iCs/>
          <w:sz w:val="20"/>
          <w:szCs w:val="20"/>
        </w:rPr>
        <w:t>Codice tabella comporto</w:t>
      </w:r>
      <w:r w:rsidR="00920FFC">
        <w:rPr>
          <w:rStyle w:val="ui-provider"/>
          <w:rFonts w:ascii="Arial" w:hAnsi="Arial" w:cs="Arial"/>
          <w:sz w:val="20"/>
          <w:szCs w:val="20"/>
        </w:rPr>
        <w:t>”</w:t>
      </w:r>
      <w:r w:rsidRPr="00283612">
        <w:rPr>
          <w:rStyle w:val="ui-provider"/>
          <w:rFonts w:ascii="Arial" w:hAnsi="Arial" w:cs="Arial"/>
          <w:sz w:val="20"/>
          <w:szCs w:val="20"/>
        </w:rPr>
        <w:t xml:space="preserve"> </w:t>
      </w:r>
      <w:r w:rsidR="00283612">
        <w:rPr>
          <w:rStyle w:val="ui-provider"/>
          <w:rFonts w:ascii="Arial" w:hAnsi="Arial" w:cs="Arial"/>
          <w:sz w:val="20"/>
          <w:szCs w:val="20"/>
        </w:rPr>
        <w:t>è stato inserito</w:t>
      </w:r>
      <w:r w:rsidRPr="00283612">
        <w:rPr>
          <w:rStyle w:val="ui-provider"/>
          <w:rFonts w:ascii="Arial" w:hAnsi="Arial" w:cs="Arial"/>
          <w:sz w:val="20"/>
          <w:szCs w:val="20"/>
        </w:rPr>
        <w:t xml:space="preserve"> il valore</w:t>
      </w:r>
      <w:r w:rsidR="00283612">
        <w:rPr>
          <w:rStyle w:val="ui-provider"/>
          <w:rFonts w:ascii="Arial" w:hAnsi="Arial" w:cs="Arial"/>
          <w:sz w:val="20"/>
          <w:szCs w:val="20"/>
        </w:rPr>
        <w:t xml:space="preserve"> </w:t>
      </w:r>
      <w:r w:rsidR="004B47B4">
        <w:rPr>
          <w:rStyle w:val="ui-provider"/>
          <w:rFonts w:ascii="Arial" w:hAnsi="Arial" w:cs="Arial"/>
          <w:sz w:val="20"/>
          <w:szCs w:val="20"/>
        </w:rPr>
        <w:t>“</w:t>
      </w:r>
      <w:r w:rsidR="00283612" w:rsidRPr="00283612">
        <w:rPr>
          <w:rStyle w:val="ui-provider"/>
          <w:rFonts w:ascii="Arial" w:hAnsi="Arial" w:cs="Arial"/>
          <w:sz w:val="20"/>
          <w:szCs w:val="20"/>
        </w:rPr>
        <w:t>Spazio</w:t>
      </w:r>
      <w:r w:rsidR="004B47B4">
        <w:rPr>
          <w:rStyle w:val="ui-provider"/>
          <w:rFonts w:ascii="Arial" w:hAnsi="Arial" w:cs="Arial"/>
          <w:sz w:val="20"/>
          <w:szCs w:val="20"/>
        </w:rPr>
        <w:t>”</w:t>
      </w:r>
      <w:r w:rsidRPr="00283612">
        <w:rPr>
          <w:rStyle w:val="ui-provider"/>
          <w:rFonts w:ascii="Arial" w:hAnsi="Arial" w:cs="Arial"/>
          <w:sz w:val="20"/>
          <w:szCs w:val="20"/>
        </w:rPr>
        <w:t xml:space="preserve"> </w:t>
      </w:r>
      <w:r w:rsidR="00283612">
        <w:rPr>
          <w:rStyle w:val="ui-provider"/>
          <w:rFonts w:ascii="Arial" w:hAnsi="Arial" w:cs="Arial"/>
          <w:sz w:val="20"/>
          <w:szCs w:val="20"/>
        </w:rPr>
        <w:t xml:space="preserve">in sostituzione di </w:t>
      </w:r>
      <w:r w:rsidR="004B47B4">
        <w:rPr>
          <w:rStyle w:val="ui-provider"/>
          <w:rFonts w:ascii="Arial" w:hAnsi="Arial" w:cs="Arial"/>
          <w:sz w:val="20"/>
          <w:szCs w:val="20"/>
        </w:rPr>
        <w:t>“</w:t>
      </w:r>
      <w:r w:rsidRPr="00283612">
        <w:rPr>
          <w:rStyle w:val="ui-provider"/>
          <w:rFonts w:ascii="Arial" w:hAnsi="Arial" w:cs="Arial"/>
          <w:sz w:val="20"/>
          <w:szCs w:val="20"/>
        </w:rPr>
        <w:t>9999</w:t>
      </w:r>
      <w:r w:rsidR="004B47B4">
        <w:rPr>
          <w:rStyle w:val="ui-provider"/>
          <w:rFonts w:ascii="Arial" w:hAnsi="Arial" w:cs="Arial"/>
          <w:sz w:val="20"/>
          <w:szCs w:val="20"/>
        </w:rPr>
        <w:t>”</w:t>
      </w:r>
      <w:r w:rsidR="00283612">
        <w:rPr>
          <w:rStyle w:val="ui-provider"/>
          <w:rFonts w:ascii="Arial" w:hAnsi="Arial" w:cs="Arial"/>
          <w:sz w:val="20"/>
          <w:szCs w:val="20"/>
        </w:rPr>
        <w:t>. I</w:t>
      </w:r>
      <w:r w:rsidRPr="00283612">
        <w:rPr>
          <w:rStyle w:val="ui-provider"/>
          <w:rFonts w:ascii="Arial" w:hAnsi="Arial" w:cs="Arial"/>
          <w:sz w:val="20"/>
          <w:szCs w:val="20"/>
        </w:rPr>
        <w:t>noltre</w:t>
      </w:r>
      <w:r w:rsidR="00717E55">
        <w:rPr>
          <w:rStyle w:val="ui-provider"/>
          <w:rFonts w:ascii="Arial" w:hAnsi="Arial" w:cs="Arial"/>
          <w:sz w:val="20"/>
          <w:szCs w:val="20"/>
        </w:rPr>
        <w:t>,</w:t>
      </w:r>
      <w:r w:rsidRPr="00283612">
        <w:rPr>
          <w:rStyle w:val="ui-provider"/>
          <w:rFonts w:ascii="Arial" w:hAnsi="Arial" w:cs="Arial"/>
          <w:sz w:val="20"/>
          <w:szCs w:val="20"/>
        </w:rPr>
        <w:t xml:space="preserve"> </w:t>
      </w:r>
      <w:r w:rsidR="00283612" w:rsidRPr="00283612">
        <w:rPr>
          <w:rStyle w:val="ui-provider"/>
          <w:rFonts w:ascii="Arial" w:hAnsi="Arial" w:cs="Arial"/>
          <w:sz w:val="20"/>
          <w:szCs w:val="20"/>
        </w:rPr>
        <w:t xml:space="preserve">è stato rimosso il flag </w:t>
      </w:r>
      <w:r w:rsidR="00E80A92">
        <w:rPr>
          <w:rStyle w:val="ui-provider"/>
          <w:rFonts w:ascii="Arial" w:hAnsi="Arial" w:cs="Arial"/>
          <w:sz w:val="20"/>
          <w:szCs w:val="20"/>
        </w:rPr>
        <w:t xml:space="preserve">presente </w:t>
      </w:r>
      <w:r w:rsidRPr="00283612">
        <w:rPr>
          <w:rStyle w:val="ui-provider"/>
          <w:rFonts w:ascii="Arial" w:hAnsi="Arial" w:cs="Arial"/>
          <w:sz w:val="20"/>
          <w:szCs w:val="20"/>
        </w:rPr>
        <w:t xml:space="preserve">al campo </w:t>
      </w:r>
      <w:r w:rsidR="004B47B4">
        <w:rPr>
          <w:rStyle w:val="ui-provider"/>
          <w:rFonts w:ascii="Arial" w:hAnsi="Arial" w:cs="Arial"/>
          <w:sz w:val="20"/>
          <w:szCs w:val="20"/>
        </w:rPr>
        <w:t>“</w:t>
      </w:r>
      <w:r w:rsidRPr="00283612">
        <w:rPr>
          <w:rStyle w:val="ui-provider"/>
          <w:rFonts w:ascii="Arial" w:hAnsi="Arial" w:cs="Arial"/>
          <w:i/>
          <w:iCs/>
          <w:sz w:val="20"/>
          <w:szCs w:val="20"/>
        </w:rPr>
        <w:t>Integrazione su somma eventi</w:t>
      </w:r>
      <w:r w:rsidR="004B47B4">
        <w:rPr>
          <w:rStyle w:val="ui-provider"/>
          <w:rFonts w:ascii="Arial" w:hAnsi="Arial" w:cs="Arial"/>
          <w:sz w:val="20"/>
          <w:szCs w:val="20"/>
        </w:rPr>
        <w:t>”</w:t>
      </w:r>
      <w:r w:rsidRPr="00283612">
        <w:rPr>
          <w:rStyle w:val="ui-provider"/>
          <w:rFonts w:ascii="Arial" w:hAnsi="Arial" w:cs="Arial"/>
          <w:sz w:val="20"/>
          <w:szCs w:val="20"/>
        </w:rPr>
        <w:t xml:space="preserve"> </w:t>
      </w:r>
      <w:r w:rsidR="00E80A92">
        <w:rPr>
          <w:rStyle w:val="ui-provider"/>
          <w:rFonts w:ascii="Arial" w:hAnsi="Arial" w:cs="Arial"/>
          <w:sz w:val="20"/>
          <w:szCs w:val="20"/>
        </w:rPr>
        <w:t>ed</w:t>
      </w:r>
      <w:r w:rsidRPr="00283612">
        <w:rPr>
          <w:rStyle w:val="ui-provider"/>
          <w:rFonts w:ascii="Arial" w:hAnsi="Arial" w:cs="Arial"/>
          <w:sz w:val="20"/>
          <w:szCs w:val="20"/>
        </w:rPr>
        <w:t xml:space="preserve"> è stata ricompilata la tabella accessibile mediante il tasto F4 </w:t>
      </w:r>
      <w:r w:rsidR="002D1A2C">
        <w:rPr>
          <w:rStyle w:val="ui-provider"/>
          <w:rFonts w:ascii="Arial" w:hAnsi="Arial" w:cs="Arial"/>
          <w:sz w:val="20"/>
          <w:szCs w:val="20"/>
        </w:rPr>
        <w:t>(</w:t>
      </w:r>
      <w:r w:rsidR="002D1A2C" w:rsidRPr="00283612">
        <w:rPr>
          <w:rStyle w:val="ui-provider"/>
          <w:rFonts w:ascii="Arial" w:hAnsi="Arial" w:cs="Arial"/>
          <w:sz w:val="20"/>
          <w:szCs w:val="20"/>
        </w:rPr>
        <w:t>F3 per gli apprendisti</w:t>
      </w:r>
      <w:r w:rsidR="002D1A2C">
        <w:rPr>
          <w:rStyle w:val="ui-provider"/>
          <w:rFonts w:ascii="Arial" w:hAnsi="Arial" w:cs="Arial"/>
          <w:sz w:val="20"/>
          <w:szCs w:val="20"/>
        </w:rPr>
        <w:t xml:space="preserve">) </w:t>
      </w:r>
      <w:r w:rsidRPr="00283612">
        <w:rPr>
          <w:rStyle w:val="ui-provider"/>
          <w:rFonts w:ascii="Arial" w:hAnsi="Arial" w:cs="Arial"/>
          <w:sz w:val="20"/>
          <w:szCs w:val="20"/>
        </w:rPr>
        <w:t xml:space="preserve">dal campo </w:t>
      </w:r>
      <w:r w:rsidR="00C46A40">
        <w:rPr>
          <w:rStyle w:val="ui-provider"/>
          <w:rFonts w:ascii="Arial" w:hAnsi="Arial" w:cs="Arial"/>
          <w:sz w:val="20"/>
          <w:szCs w:val="20"/>
        </w:rPr>
        <w:t>“</w:t>
      </w:r>
      <w:r w:rsidRPr="00E80A92">
        <w:rPr>
          <w:rStyle w:val="ui-provider"/>
          <w:rFonts w:ascii="Arial" w:hAnsi="Arial" w:cs="Arial"/>
          <w:i/>
          <w:iCs/>
          <w:sz w:val="20"/>
          <w:szCs w:val="20"/>
        </w:rPr>
        <w:t>Mesi di anzianità</w:t>
      </w:r>
      <w:r w:rsidR="00C46A40">
        <w:rPr>
          <w:rStyle w:val="ui-provider"/>
          <w:rFonts w:ascii="Arial" w:hAnsi="Arial" w:cs="Arial"/>
          <w:sz w:val="20"/>
          <w:szCs w:val="20"/>
        </w:rPr>
        <w:t>”</w:t>
      </w:r>
      <w:r w:rsidRPr="00283612">
        <w:rPr>
          <w:rStyle w:val="ui-provider"/>
          <w:rFonts w:ascii="Arial" w:hAnsi="Arial" w:cs="Arial"/>
          <w:sz w:val="20"/>
          <w:szCs w:val="20"/>
        </w:rPr>
        <w:t xml:space="preserve">. Per il </w:t>
      </w:r>
      <w:proofErr w:type="spellStart"/>
      <w:r w:rsidRPr="00283612">
        <w:rPr>
          <w:rStyle w:val="ui-provider"/>
          <w:rFonts w:ascii="Arial" w:hAnsi="Arial" w:cs="Arial"/>
          <w:sz w:val="20"/>
          <w:szCs w:val="20"/>
        </w:rPr>
        <w:t>ccnl</w:t>
      </w:r>
      <w:proofErr w:type="spellEnd"/>
      <w:r w:rsidRPr="00283612">
        <w:rPr>
          <w:rStyle w:val="ui-provider"/>
          <w:rFonts w:ascii="Arial" w:hAnsi="Arial" w:cs="Arial"/>
          <w:sz w:val="20"/>
          <w:szCs w:val="20"/>
        </w:rPr>
        <w:t xml:space="preserve"> 8812</w:t>
      </w:r>
      <w:r w:rsidR="00717E55">
        <w:rPr>
          <w:rStyle w:val="ui-provider"/>
          <w:rFonts w:ascii="Arial" w:hAnsi="Arial" w:cs="Arial"/>
          <w:sz w:val="20"/>
          <w:szCs w:val="20"/>
        </w:rPr>
        <w:t>,</w:t>
      </w:r>
      <w:r w:rsidRPr="00283612">
        <w:rPr>
          <w:rStyle w:val="ui-provider"/>
          <w:rFonts w:ascii="Arial" w:hAnsi="Arial" w:cs="Arial"/>
          <w:sz w:val="20"/>
          <w:szCs w:val="20"/>
        </w:rPr>
        <w:t xml:space="preserve"> limitatamente ai codici qualifica 30,</w:t>
      </w:r>
      <w:r w:rsidR="00717E55">
        <w:rPr>
          <w:rStyle w:val="ui-provider"/>
          <w:rFonts w:ascii="Arial" w:hAnsi="Arial" w:cs="Arial"/>
          <w:sz w:val="20"/>
          <w:szCs w:val="20"/>
        </w:rPr>
        <w:t xml:space="preserve"> </w:t>
      </w:r>
      <w:r w:rsidRPr="00283612">
        <w:rPr>
          <w:rStyle w:val="ui-provider"/>
          <w:rFonts w:ascii="Arial" w:hAnsi="Arial" w:cs="Arial"/>
          <w:sz w:val="20"/>
          <w:szCs w:val="20"/>
        </w:rPr>
        <w:t>40</w:t>
      </w:r>
      <w:r w:rsidR="00717E55">
        <w:rPr>
          <w:rStyle w:val="ui-provider"/>
          <w:rFonts w:ascii="Arial" w:hAnsi="Arial" w:cs="Arial"/>
          <w:sz w:val="20"/>
          <w:szCs w:val="20"/>
        </w:rPr>
        <w:t xml:space="preserve"> e </w:t>
      </w:r>
      <w:r w:rsidRPr="00283612">
        <w:rPr>
          <w:rStyle w:val="ui-provider"/>
          <w:rFonts w:ascii="Arial" w:hAnsi="Arial" w:cs="Arial"/>
          <w:sz w:val="20"/>
          <w:szCs w:val="20"/>
        </w:rPr>
        <w:t>42</w:t>
      </w:r>
      <w:r w:rsidR="00717E55">
        <w:rPr>
          <w:rStyle w:val="ui-provider"/>
          <w:rFonts w:ascii="Arial" w:hAnsi="Arial" w:cs="Arial"/>
          <w:sz w:val="20"/>
          <w:szCs w:val="20"/>
        </w:rPr>
        <w:t>,</w:t>
      </w:r>
      <w:r w:rsidRPr="00283612">
        <w:rPr>
          <w:rStyle w:val="ui-provider"/>
          <w:rFonts w:ascii="Arial" w:hAnsi="Arial" w:cs="Arial"/>
          <w:sz w:val="20"/>
          <w:szCs w:val="20"/>
        </w:rPr>
        <w:t xml:space="preserve"> </w:t>
      </w:r>
      <w:r w:rsidR="007C090F">
        <w:rPr>
          <w:rStyle w:val="ui-provider"/>
          <w:rFonts w:ascii="Arial" w:hAnsi="Arial" w:cs="Arial"/>
          <w:sz w:val="20"/>
          <w:szCs w:val="20"/>
        </w:rPr>
        <w:t xml:space="preserve">alla </w:t>
      </w:r>
      <w:r w:rsidRPr="00283612">
        <w:rPr>
          <w:rStyle w:val="ui-provider"/>
          <w:rFonts w:ascii="Arial" w:hAnsi="Arial" w:cs="Arial"/>
          <w:sz w:val="20"/>
          <w:szCs w:val="20"/>
        </w:rPr>
        <w:t xml:space="preserve">sezione Percentuali di integrazione periodi al campo </w:t>
      </w:r>
      <w:r w:rsidR="00103944">
        <w:rPr>
          <w:rStyle w:val="ui-provider"/>
          <w:rFonts w:ascii="Arial" w:hAnsi="Arial" w:cs="Arial"/>
          <w:sz w:val="20"/>
          <w:szCs w:val="20"/>
        </w:rPr>
        <w:t>“</w:t>
      </w:r>
      <w:r w:rsidRPr="00717E55">
        <w:rPr>
          <w:rStyle w:val="ui-provider"/>
          <w:rFonts w:ascii="Arial" w:hAnsi="Arial" w:cs="Arial"/>
          <w:i/>
          <w:iCs/>
          <w:sz w:val="20"/>
          <w:szCs w:val="20"/>
        </w:rPr>
        <w:t>Codice tabella comporto</w:t>
      </w:r>
      <w:r w:rsidR="00103944">
        <w:rPr>
          <w:rStyle w:val="ui-provider"/>
          <w:rFonts w:ascii="Arial" w:hAnsi="Arial" w:cs="Arial"/>
          <w:sz w:val="20"/>
          <w:szCs w:val="20"/>
        </w:rPr>
        <w:t>”</w:t>
      </w:r>
      <w:r w:rsidRPr="00283612">
        <w:rPr>
          <w:rStyle w:val="ui-provider"/>
          <w:rFonts w:ascii="Arial" w:hAnsi="Arial" w:cs="Arial"/>
          <w:sz w:val="20"/>
          <w:szCs w:val="20"/>
        </w:rPr>
        <w:t xml:space="preserve"> è stato rimosso il valore </w:t>
      </w:r>
      <w:r w:rsidR="00103944">
        <w:rPr>
          <w:rStyle w:val="ui-provider"/>
          <w:rFonts w:ascii="Arial" w:hAnsi="Arial" w:cs="Arial"/>
          <w:sz w:val="20"/>
          <w:szCs w:val="20"/>
        </w:rPr>
        <w:t>“</w:t>
      </w:r>
      <w:r w:rsidRPr="00283612">
        <w:rPr>
          <w:rStyle w:val="ui-provider"/>
          <w:rFonts w:ascii="Arial" w:hAnsi="Arial" w:cs="Arial"/>
          <w:sz w:val="20"/>
          <w:szCs w:val="20"/>
        </w:rPr>
        <w:t>9999</w:t>
      </w:r>
      <w:r w:rsidR="00103944">
        <w:rPr>
          <w:rStyle w:val="ui-provider"/>
          <w:rFonts w:ascii="Arial" w:hAnsi="Arial" w:cs="Arial"/>
          <w:sz w:val="20"/>
          <w:szCs w:val="20"/>
        </w:rPr>
        <w:t>”</w:t>
      </w:r>
      <w:r w:rsidRPr="00283612">
        <w:rPr>
          <w:rStyle w:val="ui-provider"/>
          <w:rFonts w:ascii="Arial" w:hAnsi="Arial" w:cs="Arial"/>
          <w:sz w:val="20"/>
          <w:szCs w:val="20"/>
        </w:rPr>
        <w:t xml:space="preserve"> ed è stato inserito </w:t>
      </w:r>
      <w:r w:rsidR="00103944">
        <w:rPr>
          <w:rStyle w:val="ui-provider"/>
          <w:rFonts w:ascii="Arial" w:hAnsi="Arial" w:cs="Arial"/>
          <w:sz w:val="20"/>
          <w:szCs w:val="20"/>
        </w:rPr>
        <w:t>“</w:t>
      </w:r>
      <w:r w:rsidRPr="00283612">
        <w:rPr>
          <w:rStyle w:val="ui-provider"/>
          <w:rFonts w:ascii="Arial" w:hAnsi="Arial" w:cs="Arial"/>
          <w:sz w:val="20"/>
          <w:szCs w:val="20"/>
        </w:rPr>
        <w:t>Spazio</w:t>
      </w:r>
      <w:r w:rsidR="00103944">
        <w:rPr>
          <w:rStyle w:val="ui-provider"/>
          <w:rFonts w:ascii="Arial" w:hAnsi="Arial" w:cs="Arial"/>
          <w:sz w:val="20"/>
          <w:szCs w:val="20"/>
        </w:rPr>
        <w:t>”</w:t>
      </w:r>
      <w:r w:rsidRPr="00283612">
        <w:rPr>
          <w:rStyle w:val="ui-provider"/>
          <w:rFonts w:ascii="Arial" w:hAnsi="Arial" w:cs="Arial"/>
          <w:sz w:val="20"/>
          <w:szCs w:val="20"/>
        </w:rPr>
        <w:t xml:space="preserve">, </w:t>
      </w:r>
      <w:r w:rsidR="000A2410">
        <w:rPr>
          <w:rStyle w:val="ui-provider"/>
          <w:rFonts w:ascii="Arial" w:hAnsi="Arial" w:cs="Arial"/>
          <w:sz w:val="20"/>
          <w:szCs w:val="20"/>
        </w:rPr>
        <w:t>i</w:t>
      </w:r>
      <w:r w:rsidR="00717E55" w:rsidRPr="00283612">
        <w:rPr>
          <w:rStyle w:val="ui-provider"/>
          <w:rFonts w:ascii="Arial" w:hAnsi="Arial" w:cs="Arial"/>
          <w:sz w:val="20"/>
          <w:szCs w:val="20"/>
        </w:rPr>
        <w:t xml:space="preserve">noltre è stato rimosso il flag </w:t>
      </w:r>
      <w:r w:rsidR="00717E55">
        <w:rPr>
          <w:rStyle w:val="ui-provider"/>
          <w:rFonts w:ascii="Arial" w:hAnsi="Arial" w:cs="Arial"/>
          <w:sz w:val="20"/>
          <w:szCs w:val="20"/>
        </w:rPr>
        <w:t xml:space="preserve">presente </w:t>
      </w:r>
      <w:r w:rsidR="00717E55" w:rsidRPr="00283612">
        <w:rPr>
          <w:rStyle w:val="ui-provider"/>
          <w:rFonts w:ascii="Arial" w:hAnsi="Arial" w:cs="Arial"/>
          <w:sz w:val="20"/>
          <w:szCs w:val="20"/>
        </w:rPr>
        <w:t xml:space="preserve">al campo </w:t>
      </w:r>
      <w:r w:rsidR="00470D89">
        <w:rPr>
          <w:rStyle w:val="ui-provider"/>
          <w:rFonts w:ascii="Arial" w:hAnsi="Arial" w:cs="Arial"/>
          <w:sz w:val="20"/>
          <w:szCs w:val="20"/>
        </w:rPr>
        <w:t>“</w:t>
      </w:r>
      <w:r w:rsidR="00717E55" w:rsidRPr="00283612">
        <w:rPr>
          <w:rStyle w:val="ui-provider"/>
          <w:rFonts w:ascii="Arial" w:hAnsi="Arial" w:cs="Arial"/>
          <w:i/>
          <w:iCs/>
          <w:sz w:val="20"/>
          <w:szCs w:val="20"/>
        </w:rPr>
        <w:t>Integrazione su somma eventi</w:t>
      </w:r>
      <w:r w:rsidR="00470D89">
        <w:rPr>
          <w:rStyle w:val="ui-provider"/>
          <w:rFonts w:ascii="Arial" w:hAnsi="Arial" w:cs="Arial"/>
          <w:sz w:val="20"/>
          <w:szCs w:val="20"/>
        </w:rPr>
        <w:t>”</w:t>
      </w:r>
      <w:r w:rsidR="00717E55" w:rsidRPr="00283612">
        <w:rPr>
          <w:rStyle w:val="ui-provider"/>
          <w:rFonts w:ascii="Arial" w:hAnsi="Arial" w:cs="Arial"/>
          <w:sz w:val="20"/>
          <w:szCs w:val="20"/>
        </w:rPr>
        <w:t xml:space="preserve"> </w:t>
      </w:r>
      <w:r w:rsidR="00717E55">
        <w:rPr>
          <w:rStyle w:val="ui-provider"/>
          <w:rFonts w:ascii="Arial" w:hAnsi="Arial" w:cs="Arial"/>
          <w:sz w:val="20"/>
          <w:szCs w:val="20"/>
        </w:rPr>
        <w:t>ed</w:t>
      </w:r>
      <w:r w:rsidR="00717E55" w:rsidRPr="00283612">
        <w:rPr>
          <w:rStyle w:val="ui-provider"/>
          <w:rFonts w:ascii="Arial" w:hAnsi="Arial" w:cs="Arial"/>
          <w:sz w:val="20"/>
          <w:szCs w:val="20"/>
        </w:rPr>
        <w:t xml:space="preserve"> è stata ricompilata la tabella accessibile mediante il tasto F4 dal campo </w:t>
      </w:r>
      <w:r w:rsidR="00470D89">
        <w:rPr>
          <w:rStyle w:val="ui-provider"/>
          <w:rFonts w:ascii="Arial" w:hAnsi="Arial" w:cs="Arial"/>
          <w:sz w:val="20"/>
          <w:szCs w:val="20"/>
        </w:rPr>
        <w:t>“</w:t>
      </w:r>
      <w:r w:rsidR="00717E55" w:rsidRPr="00E80A92">
        <w:rPr>
          <w:rStyle w:val="ui-provider"/>
          <w:rFonts w:ascii="Arial" w:hAnsi="Arial" w:cs="Arial"/>
          <w:i/>
          <w:iCs/>
          <w:sz w:val="20"/>
          <w:szCs w:val="20"/>
        </w:rPr>
        <w:t>Mesi di anzianità</w:t>
      </w:r>
      <w:r w:rsidR="00470D89">
        <w:rPr>
          <w:rStyle w:val="ui-provider"/>
          <w:rFonts w:ascii="Arial" w:hAnsi="Arial" w:cs="Arial"/>
          <w:sz w:val="20"/>
          <w:szCs w:val="20"/>
        </w:rPr>
        <w:t>”</w:t>
      </w:r>
      <w:r w:rsidR="00717E55">
        <w:rPr>
          <w:rStyle w:val="ui-provider"/>
          <w:rFonts w:ascii="Arial" w:hAnsi="Arial" w:cs="Arial"/>
          <w:sz w:val="20"/>
          <w:szCs w:val="20"/>
        </w:rPr>
        <w:t>.</w:t>
      </w:r>
    </w:p>
    <w:p w14:paraId="069A5B91" w14:textId="77777777" w:rsidR="00717E55" w:rsidRDefault="00717E55" w:rsidP="00717E55">
      <w:pPr>
        <w:spacing w:before="120"/>
        <w:jc w:val="both"/>
        <w:rPr>
          <w:rStyle w:val="ui-provider"/>
          <w:rFonts w:ascii="Arial" w:hAnsi="Arial" w:cs="Arial"/>
          <w:sz w:val="20"/>
          <w:szCs w:val="20"/>
        </w:rPr>
      </w:pPr>
    </w:p>
    <w:p w14:paraId="284B7500" w14:textId="77777777" w:rsidR="00070235" w:rsidRPr="0064278B" w:rsidRDefault="00070235" w:rsidP="00807A54">
      <w:pPr>
        <w:spacing w:before="120"/>
        <w:rPr>
          <w:rFonts w:ascii="Arial" w:hAnsi="Arial"/>
          <w:sz w:val="20"/>
          <w:szCs w:val="20"/>
        </w:rPr>
      </w:pPr>
    </w:p>
    <w:p w14:paraId="42796EA2" w14:textId="0B90A0C9" w:rsidR="00236D8D" w:rsidRDefault="00236D8D" w:rsidP="00035D3A">
      <w:pPr>
        <w:pStyle w:val="TS-titolo-01"/>
        <w:outlineLvl w:val="0"/>
        <w:sectPr w:rsidR="00236D8D" w:rsidSect="007F76E3">
          <w:headerReference w:type="default" r:id="rId15"/>
          <w:pgSz w:w="11907" w:h="16840" w:code="9"/>
          <w:pgMar w:top="567" w:right="1134" w:bottom="1134" w:left="1134" w:header="397" w:footer="397" w:gutter="0"/>
          <w:pgNumType w:chapStyle="1" w:chapSep="period"/>
          <w:cols w:space="720"/>
          <w:noEndnote/>
          <w:docGrid w:linePitch="326"/>
        </w:sectPr>
      </w:pPr>
    </w:p>
    <w:p w14:paraId="4796042F" w14:textId="77777777" w:rsidR="00A1481B" w:rsidRDefault="00A1481B">
      <w:pPr>
        <w:pStyle w:val="CorpoAltF0"/>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786"/>
        <w:gridCol w:w="2853"/>
      </w:tblGrid>
      <w:tr w:rsidR="00236D8D" w14:paraId="4F1792F9" w14:textId="77777777" w:rsidTr="00236D8D">
        <w:trPr>
          <w:trHeight w:val="558"/>
        </w:trPr>
        <w:tc>
          <w:tcPr>
            <w:tcW w:w="6874" w:type="dxa"/>
            <w:tcBorders>
              <w:top w:val="nil"/>
              <w:left w:val="nil"/>
              <w:bottom w:val="single" w:sz="12" w:space="0" w:color="auto"/>
              <w:right w:val="nil"/>
            </w:tcBorders>
            <w:vAlign w:val="center"/>
          </w:tcPr>
          <w:p w14:paraId="612B55EA" w14:textId="77777777" w:rsidR="00236D8D" w:rsidRDefault="00236D8D" w:rsidP="00236D8D">
            <w:pPr>
              <w:pStyle w:val="TS-titolo-01"/>
              <w:outlineLvl w:val="0"/>
            </w:pPr>
            <w:bookmarkStart w:id="59" w:name="_Toc167197059"/>
            <w:r>
              <w:t>Avvertenze – Installazioni CONTRA effettuate fino a dicembre 2012</w:t>
            </w:r>
            <w:bookmarkEnd w:id="59"/>
          </w:p>
        </w:tc>
        <w:tc>
          <w:tcPr>
            <w:tcW w:w="2901" w:type="dxa"/>
            <w:tcBorders>
              <w:top w:val="single" w:sz="4" w:space="0" w:color="auto"/>
              <w:left w:val="nil"/>
              <w:bottom w:val="single" w:sz="4" w:space="0" w:color="auto"/>
              <w:right w:val="nil"/>
            </w:tcBorders>
            <w:shd w:val="clear" w:color="auto" w:fill="000000"/>
            <w:vAlign w:val="center"/>
          </w:tcPr>
          <w:p w14:paraId="568BDFDA" w14:textId="77777777" w:rsidR="00236D8D" w:rsidRDefault="00236D8D" w:rsidP="00236D8D">
            <w:pPr>
              <w:pStyle w:val="TS-titolo-02"/>
              <w:outlineLvl w:val="0"/>
            </w:pPr>
          </w:p>
        </w:tc>
      </w:tr>
    </w:tbl>
    <w:p w14:paraId="566E400F" w14:textId="77777777" w:rsidR="00236D8D" w:rsidRDefault="00236D8D" w:rsidP="00236D8D">
      <w:pPr>
        <w:pStyle w:val="CorpoAltF0"/>
      </w:pPr>
    </w:p>
    <w:p w14:paraId="5E9C64FA" w14:textId="77777777" w:rsidR="00236D8D" w:rsidRDefault="00236D8D" w:rsidP="00236D8D">
      <w:pPr>
        <w:spacing w:before="60"/>
        <w:jc w:val="both"/>
        <w:rPr>
          <w:rFonts w:ascii="Arial" w:hAnsi="Arial" w:cs="Arial"/>
          <w:sz w:val="20"/>
          <w:szCs w:val="20"/>
        </w:rPr>
      </w:pPr>
      <w:r>
        <w:rPr>
          <w:rFonts w:ascii="Arial" w:hAnsi="Arial" w:cs="Arial"/>
          <w:sz w:val="20"/>
          <w:szCs w:val="20"/>
        </w:rPr>
        <w:t>Di seguito si comunica l’elenco dei codici contratto che si raccomanda di non utilizzare in previsione di una loro futura dismissione, in quanto già gestiti con un corrispondente codice contratto che consente una gestione dei ratei più completa.</w:t>
      </w:r>
    </w:p>
    <w:p w14:paraId="30DAA962" w14:textId="77777777" w:rsidR="00236D8D" w:rsidRDefault="00236D8D" w:rsidP="00236D8D">
      <w:pPr>
        <w:jc w:val="both"/>
        <w:rPr>
          <w:rFonts w:ascii="Arial" w:hAnsi="Arial" w:cs="Arial"/>
          <w:sz w:val="20"/>
          <w:szCs w:val="20"/>
        </w:rPr>
      </w:pPr>
      <w:r>
        <w:rPr>
          <w:rFonts w:ascii="Arial" w:hAnsi="Arial" w:cs="Arial"/>
          <w:sz w:val="20"/>
          <w:szCs w:val="20"/>
        </w:rPr>
        <w:t>Es. il codice contratto che verrà dismesso sarà l’8301 “Metalmeccanica Industria” in quanto già gestito nel codice contratto 8302 “Metalmeccanica Industria ore/giorni”.</w:t>
      </w:r>
    </w:p>
    <w:p w14:paraId="4FA0D0EB" w14:textId="77777777" w:rsidR="00236D8D" w:rsidRDefault="00236D8D" w:rsidP="00236D8D">
      <w:pPr>
        <w:spacing w:before="60"/>
        <w:jc w:val="both"/>
        <w:rPr>
          <w:rFonts w:ascii="Arial" w:hAnsi="Arial" w:cs="Arial"/>
          <w:sz w:val="20"/>
          <w:szCs w:val="20"/>
        </w:rPr>
      </w:pPr>
      <w:r>
        <w:rPr>
          <w:rFonts w:ascii="Arial" w:hAnsi="Arial" w:cs="Arial"/>
          <w:sz w:val="20"/>
          <w:szCs w:val="20"/>
        </w:rPr>
        <w:t>Agli utenti che già utilizzano tali codici, nel momento in cui verranno eliminati, verrà fornito un apposito programma e tutte le indicazioni da seguire per facilitare il passaggio dai vecchi codici ai nuovi.</w:t>
      </w:r>
    </w:p>
    <w:p w14:paraId="677BA9AD" w14:textId="77777777" w:rsidR="00236D8D" w:rsidRDefault="00236D8D" w:rsidP="00236D8D">
      <w:pPr>
        <w:jc w:val="both"/>
        <w:rPr>
          <w:rFonts w:ascii="Arial" w:hAnsi="Arial" w:cs="Arial"/>
          <w:highlight w:val="yellow"/>
        </w:rPr>
      </w:pPr>
    </w:p>
    <w:tbl>
      <w:tblPr>
        <w:tblW w:w="676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67"/>
        <w:gridCol w:w="5490"/>
      </w:tblGrid>
      <w:tr w:rsidR="00236D8D" w14:paraId="5E49BBEA" w14:textId="77777777" w:rsidTr="00236D8D">
        <w:trPr>
          <w:cantSplit/>
        </w:trPr>
        <w:tc>
          <w:tcPr>
            <w:tcW w:w="6766" w:type="dxa"/>
            <w:gridSpan w:val="3"/>
          </w:tcPr>
          <w:p w14:paraId="0E2937AE" w14:textId="77777777" w:rsidR="00236D8D" w:rsidRDefault="00236D8D" w:rsidP="00236D8D">
            <w:pPr>
              <w:jc w:val="center"/>
              <w:rPr>
                <w:rFonts w:ascii="Tahoma" w:hAnsi="Tahoma"/>
                <w:b/>
                <w:sz w:val="16"/>
              </w:rPr>
            </w:pPr>
            <w:r>
              <w:rPr>
                <w:rFonts w:ascii="Tahoma" w:hAnsi="Tahoma"/>
                <w:b/>
              </w:rPr>
              <w:t>Riepilogo contratti da non utilizzare</w:t>
            </w:r>
          </w:p>
        </w:tc>
      </w:tr>
      <w:tr w:rsidR="00236D8D" w14:paraId="571877F9" w14:textId="77777777" w:rsidTr="00236D8D">
        <w:trPr>
          <w:cantSplit/>
        </w:trPr>
        <w:tc>
          <w:tcPr>
            <w:tcW w:w="709" w:type="dxa"/>
          </w:tcPr>
          <w:p w14:paraId="4DBAF891" w14:textId="77777777" w:rsidR="00236D8D" w:rsidRDefault="00236D8D" w:rsidP="00236D8D">
            <w:pPr>
              <w:rPr>
                <w:rFonts w:ascii="Tahoma" w:hAnsi="Tahoma"/>
                <w:b/>
                <w:sz w:val="18"/>
              </w:rPr>
            </w:pPr>
            <w:r>
              <w:rPr>
                <w:rFonts w:ascii="Tahoma" w:hAnsi="Tahoma"/>
                <w:b/>
                <w:sz w:val="16"/>
              </w:rPr>
              <w:t>N.</w:t>
            </w:r>
          </w:p>
        </w:tc>
        <w:tc>
          <w:tcPr>
            <w:tcW w:w="567" w:type="dxa"/>
          </w:tcPr>
          <w:p w14:paraId="18DEB67C" w14:textId="77777777" w:rsidR="00236D8D" w:rsidRDefault="00236D8D" w:rsidP="00236D8D">
            <w:pPr>
              <w:jc w:val="center"/>
              <w:rPr>
                <w:rFonts w:ascii="Tahoma" w:hAnsi="Tahoma"/>
                <w:b/>
                <w:sz w:val="16"/>
              </w:rPr>
            </w:pPr>
            <w:r>
              <w:rPr>
                <w:rFonts w:ascii="Tahoma" w:hAnsi="Tahoma"/>
                <w:b/>
                <w:sz w:val="16"/>
              </w:rPr>
              <w:t>Cod.</w:t>
            </w:r>
          </w:p>
        </w:tc>
        <w:tc>
          <w:tcPr>
            <w:tcW w:w="5490" w:type="dxa"/>
          </w:tcPr>
          <w:p w14:paraId="330B646D" w14:textId="77777777" w:rsidR="00236D8D" w:rsidRDefault="00236D8D" w:rsidP="00236D8D">
            <w:pPr>
              <w:jc w:val="center"/>
              <w:rPr>
                <w:rFonts w:ascii="Tahoma" w:hAnsi="Tahoma"/>
                <w:b/>
                <w:sz w:val="16"/>
              </w:rPr>
            </w:pPr>
            <w:r>
              <w:rPr>
                <w:rFonts w:ascii="Tahoma" w:hAnsi="Tahoma"/>
                <w:b/>
                <w:sz w:val="16"/>
              </w:rPr>
              <w:t>Contratto</w:t>
            </w:r>
          </w:p>
        </w:tc>
      </w:tr>
      <w:tr w:rsidR="00236D8D" w14:paraId="4818F5AE" w14:textId="77777777" w:rsidTr="00236D8D">
        <w:trPr>
          <w:cantSplit/>
        </w:trPr>
        <w:tc>
          <w:tcPr>
            <w:tcW w:w="709" w:type="dxa"/>
          </w:tcPr>
          <w:p w14:paraId="60BF6525" w14:textId="77777777" w:rsidR="00236D8D" w:rsidRDefault="00236D8D" w:rsidP="00236D8D">
            <w:pPr>
              <w:rPr>
                <w:rFonts w:ascii="Tahoma" w:hAnsi="Tahoma"/>
                <w:sz w:val="18"/>
              </w:rPr>
            </w:pPr>
            <w:r>
              <w:rPr>
                <w:rFonts w:ascii="Tahoma" w:hAnsi="Tahoma"/>
                <w:sz w:val="18"/>
              </w:rPr>
              <w:t>1</w:t>
            </w:r>
          </w:p>
        </w:tc>
        <w:tc>
          <w:tcPr>
            <w:tcW w:w="567" w:type="dxa"/>
          </w:tcPr>
          <w:p w14:paraId="2998268B" w14:textId="77777777" w:rsidR="00236D8D" w:rsidRDefault="00236D8D" w:rsidP="00236D8D">
            <w:pPr>
              <w:rPr>
                <w:rFonts w:ascii="Tahoma" w:hAnsi="Tahoma"/>
                <w:sz w:val="18"/>
              </w:rPr>
            </w:pPr>
            <w:r>
              <w:rPr>
                <w:rFonts w:ascii="Tahoma" w:hAnsi="Tahoma"/>
                <w:sz w:val="18"/>
              </w:rPr>
              <w:t>8011</w:t>
            </w:r>
          </w:p>
        </w:tc>
        <w:tc>
          <w:tcPr>
            <w:tcW w:w="5490" w:type="dxa"/>
          </w:tcPr>
          <w:p w14:paraId="4D0B5DC4" w14:textId="77777777" w:rsidR="00236D8D" w:rsidRDefault="00236D8D" w:rsidP="00236D8D">
            <w:pPr>
              <w:rPr>
                <w:rFonts w:ascii="Tahoma" w:hAnsi="Tahoma"/>
                <w:sz w:val="18"/>
              </w:rPr>
            </w:pPr>
            <w:r>
              <w:rPr>
                <w:rFonts w:ascii="Tahoma" w:hAnsi="Tahoma"/>
                <w:sz w:val="18"/>
              </w:rPr>
              <w:t>Tessili industria</w:t>
            </w:r>
          </w:p>
        </w:tc>
      </w:tr>
      <w:tr w:rsidR="00236D8D" w14:paraId="15C6A24C" w14:textId="77777777" w:rsidTr="00236D8D">
        <w:trPr>
          <w:cantSplit/>
        </w:trPr>
        <w:tc>
          <w:tcPr>
            <w:tcW w:w="709" w:type="dxa"/>
          </w:tcPr>
          <w:p w14:paraId="0095E703" w14:textId="77777777" w:rsidR="00236D8D" w:rsidRDefault="00236D8D" w:rsidP="00236D8D">
            <w:pPr>
              <w:rPr>
                <w:rFonts w:ascii="Tahoma" w:hAnsi="Tahoma"/>
                <w:sz w:val="18"/>
              </w:rPr>
            </w:pPr>
            <w:r>
              <w:rPr>
                <w:rFonts w:ascii="Tahoma" w:hAnsi="Tahoma"/>
                <w:sz w:val="18"/>
              </w:rPr>
              <w:t>2</w:t>
            </w:r>
          </w:p>
        </w:tc>
        <w:tc>
          <w:tcPr>
            <w:tcW w:w="567" w:type="dxa"/>
          </w:tcPr>
          <w:p w14:paraId="11CC068E" w14:textId="77777777" w:rsidR="00236D8D" w:rsidRDefault="00236D8D" w:rsidP="00236D8D">
            <w:pPr>
              <w:rPr>
                <w:rFonts w:ascii="Tahoma" w:hAnsi="Tahoma"/>
                <w:sz w:val="18"/>
              </w:rPr>
            </w:pPr>
            <w:r>
              <w:rPr>
                <w:rFonts w:ascii="Tahoma" w:hAnsi="Tahoma"/>
                <w:sz w:val="18"/>
              </w:rPr>
              <w:t>8021</w:t>
            </w:r>
          </w:p>
        </w:tc>
        <w:tc>
          <w:tcPr>
            <w:tcW w:w="5490" w:type="dxa"/>
          </w:tcPr>
          <w:p w14:paraId="5B242C5C" w14:textId="77777777" w:rsidR="00236D8D" w:rsidRDefault="00236D8D" w:rsidP="00236D8D">
            <w:pPr>
              <w:rPr>
                <w:rFonts w:ascii="Tahoma" w:hAnsi="Tahoma"/>
                <w:sz w:val="18"/>
              </w:rPr>
            </w:pPr>
            <w:r>
              <w:rPr>
                <w:rFonts w:ascii="Tahoma" w:hAnsi="Tahoma"/>
                <w:sz w:val="18"/>
              </w:rPr>
              <w:t xml:space="preserve">Tessili lavorazioni a mano </w:t>
            </w:r>
            <w:proofErr w:type="spellStart"/>
            <w:r>
              <w:rPr>
                <w:rFonts w:ascii="Tahoma" w:hAnsi="Tahoma"/>
                <w:sz w:val="18"/>
              </w:rPr>
              <w:t>artig</w:t>
            </w:r>
            <w:proofErr w:type="spellEnd"/>
            <w:r>
              <w:rPr>
                <w:rFonts w:ascii="Tahoma" w:hAnsi="Tahoma"/>
                <w:sz w:val="18"/>
              </w:rPr>
              <w:t>.</w:t>
            </w:r>
          </w:p>
        </w:tc>
      </w:tr>
      <w:tr w:rsidR="00236D8D" w14:paraId="6E3C4220" w14:textId="77777777" w:rsidTr="00236D8D">
        <w:trPr>
          <w:cantSplit/>
        </w:trPr>
        <w:tc>
          <w:tcPr>
            <w:tcW w:w="709" w:type="dxa"/>
          </w:tcPr>
          <w:p w14:paraId="004D09BE" w14:textId="77777777" w:rsidR="00236D8D" w:rsidRDefault="00236D8D" w:rsidP="00236D8D">
            <w:pPr>
              <w:rPr>
                <w:rFonts w:ascii="Tahoma" w:hAnsi="Tahoma"/>
                <w:sz w:val="18"/>
              </w:rPr>
            </w:pPr>
            <w:r>
              <w:rPr>
                <w:rFonts w:ascii="Tahoma" w:hAnsi="Tahoma"/>
                <w:sz w:val="18"/>
              </w:rPr>
              <w:t>3</w:t>
            </w:r>
          </w:p>
        </w:tc>
        <w:tc>
          <w:tcPr>
            <w:tcW w:w="567" w:type="dxa"/>
          </w:tcPr>
          <w:p w14:paraId="267B601E" w14:textId="77777777" w:rsidR="00236D8D" w:rsidRDefault="00236D8D" w:rsidP="00236D8D">
            <w:pPr>
              <w:rPr>
                <w:rFonts w:ascii="Tahoma" w:hAnsi="Tahoma"/>
                <w:sz w:val="18"/>
              </w:rPr>
            </w:pPr>
            <w:r>
              <w:rPr>
                <w:rFonts w:ascii="Tahoma" w:hAnsi="Tahoma"/>
                <w:sz w:val="18"/>
              </w:rPr>
              <w:t>8031</w:t>
            </w:r>
          </w:p>
        </w:tc>
        <w:tc>
          <w:tcPr>
            <w:tcW w:w="5490" w:type="dxa"/>
          </w:tcPr>
          <w:p w14:paraId="66232B2D" w14:textId="77777777" w:rsidR="00236D8D" w:rsidRDefault="00236D8D" w:rsidP="00236D8D">
            <w:pPr>
              <w:rPr>
                <w:rFonts w:ascii="Tahoma" w:hAnsi="Tahoma"/>
                <w:sz w:val="18"/>
              </w:rPr>
            </w:pPr>
            <w:r>
              <w:rPr>
                <w:rFonts w:ascii="Tahoma" w:hAnsi="Tahoma"/>
                <w:sz w:val="18"/>
              </w:rPr>
              <w:t>Tessili calzature artigianato</w:t>
            </w:r>
          </w:p>
        </w:tc>
      </w:tr>
      <w:tr w:rsidR="00236D8D" w14:paraId="1F6C80C3" w14:textId="77777777" w:rsidTr="00236D8D">
        <w:trPr>
          <w:cantSplit/>
        </w:trPr>
        <w:tc>
          <w:tcPr>
            <w:tcW w:w="709" w:type="dxa"/>
          </w:tcPr>
          <w:p w14:paraId="18C1AB3B" w14:textId="77777777" w:rsidR="00236D8D" w:rsidRDefault="00236D8D" w:rsidP="00236D8D">
            <w:pPr>
              <w:rPr>
                <w:rFonts w:ascii="Tahoma" w:hAnsi="Tahoma"/>
                <w:sz w:val="18"/>
              </w:rPr>
            </w:pPr>
            <w:r>
              <w:rPr>
                <w:rFonts w:ascii="Tahoma" w:hAnsi="Tahoma"/>
                <w:sz w:val="18"/>
              </w:rPr>
              <w:t>4</w:t>
            </w:r>
          </w:p>
        </w:tc>
        <w:tc>
          <w:tcPr>
            <w:tcW w:w="567" w:type="dxa"/>
          </w:tcPr>
          <w:p w14:paraId="58D2B599" w14:textId="77777777" w:rsidR="00236D8D" w:rsidRDefault="00236D8D" w:rsidP="00236D8D">
            <w:pPr>
              <w:rPr>
                <w:rFonts w:ascii="Tahoma" w:hAnsi="Tahoma"/>
                <w:sz w:val="18"/>
              </w:rPr>
            </w:pPr>
            <w:r>
              <w:rPr>
                <w:rFonts w:ascii="Tahoma" w:hAnsi="Tahoma"/>
                <w:sz w:val="18"/>
              </w:rPr>
              <w:t>8041</w:t>
            </w:r>
          </w:p>
        </w:tc>
        <w:tc>
          <w:tcPr>
            <w:tcW w:w="5490" w:type="dxa"/>
          </w:tcPr>
          <w:p w14:paraId="268D8D25" w14:textId="77777777" w:rsidR="00236D8D" w:rsidRDefault="00236D8D" w:rsidP="00236D8D">
            <w:pPr>
              <w:rPr>
                <w:rFonts w:ascii="Tahoma" w:hAnsi="Tahoma"/>
                <w:sz w:val="18"/>
              </w:rPr>
            </w:pPr>
            <w:r>
              <w:rPr>
                <w:rFonts w:ascii="Tahoma" w:hAnsi="Tahoma"/>
                <w:sz w:val="18"/>
              </w:rPr>
              <w:t>Tessili confezioni artigianato</w:t>
            </w:r>
          </w:p>
        </w:tc>
      </w:tr>
      <w:tr w:rsidR="00236D8D" w14:paraId="7525083E" w14:textId="77777777" w:rsidTr="00236D8D">
        <w:trPr>
          <w:cantSplit/>
        </w:trPr>
        <w:tc>
          <w:tcPr>
            <w:tcW w:w="709" w:type="dxa"/>
          </w:tcPr>
          <w:p w14:paraId="209474C9" w14:textId="77777777" w:rsidR="00236D8D" w:rsidRDefault="00236D8D" w:rsidP="00236D8D">
            <w:pPr>
              <w:rPr>
                <w:rFonts w:ascii="Tahoma" w:hAnsi="Tahoma"/>
                <w:sz w:val="18"/>
              </w:rPr>
            </w:pPr>
            <w:r>
              <w:rPr>
                <w:rFonts w:ascii="Tahoma" w:hAnsi="Tahoma"/>
                <w:sz w:val="18"/>
              </w:rPr>
              <w:t>5</w:t>
            </w:r>
          </w:p>
        </w:tc>
        <w:tc>
          <w:tcPr>
            <w:tcW w:w="567" w:type="dxa"/>
          </w:tcPr>
          <w:p w14:paraId="7A51027B" w14:textId="77777777" w:rsidR="00236D8D" w:rsidRDefault="00236D8D" w:rsidP="00236D8D">
            <w:pPr>
              <w:rPr>
                <w:rFonts w:ascii="Tahoma" w:hAnsi="Tahoma"/>
                <w:sz w:val="18"/>
              </w:rPr>
            </w:pPr>
            <w:r>
              <w:rPr>
                <w:rFonts w:ascii="Tahoma" w:hAnsi="Tahoma"/>
                <w:sz w:val="18"/>
              </w:rPr>
              <w:t>8051</w:t>
            </w:r>
          </w:p>
        </w:tc>
        <w:tc>
          <w:tcPr>
            <w:tcW w:w="5490" w:type="dxa"/>
          </w:tcPr>
          <w:p w14:paraId="10D9231F" w14:textId="77777777" w:rsidR="00236D8D" w:rsidRDefault="00236D8D" w:rsidP="00236D8D">
            <w:pPr>
              <w:rPr>
                <w:rFonts w:ascii="Tahoma" w:hAnsi="Tahoma"/>
                <w:sz w:val="18"/>
              </w:rPr>
            </w:pPr>
            <w:r>
              <w:rPr>
                <w:rFonts w:ascii="Tahoma" w:hAnsi="Tahoma"/>
                <w:sz w:val="18"/>
              </w:rPr>
              <w:t>Alimentari industria</w:t>
            </w:r>
          </w:p>
        </w:tc>
      </w:tr>
      <w:tr w:rsidR="00236D8D" w14:paraId="00C3E5E2" w14:textId="77777777" w:rsidTr="00236D8D">
        <w:trPr>
          <w:cantSplit/>
        </w:trPr>
        <w:tc>
          <w:tcPr>
            <w:tcW w:w="709" w:type="dxa"/>
          </w:tcPr>
          <w:p w14:paraId="28BA2444" w14:textId="77777777" w:rsidR="00236D8D" w:rsidRDefault="00236D8D" w:rsidP="00236D8D">
            <w:pPr>
              <w:rPr>
                <w:rFonts w:ascii="Tahoma" w:hAnsi="Tahoma"/>
                <w:sz w:val="18"/>
              </w:rPr>
            </w:pPr>
            <w:r>
              <w:rPr>
                <w:rFonts w:ascii="Tahoma" w:hAnsi="Tahoma"/>
                <w:sz w:val="18"/>
              </w:rPr>
              <w:t>6</w:t>
            </w:r>
          </w:p>
        </w:tc>
        <w:tc>
          <w:tcPr>
            <w:tcW w:w="567" w:type="dxa"/>
          </w:tcPr>
          <w:p w14:paraId="080E145B" w14:textId="77777777" w:rsidR="00236D8D" w:rsidRDefault="00236D8D" w:rsidP="00236D8D">
            <w:pPr>
              <w:rPr>
                <w:rFonts w:ascii="Tahoma" w:hAnsi="Tahoma"/>
                <w:sz w:val="18"/>
              </w:rPr>
            </w:pPr>
            <w:r>
              <w:rPr>
                <w:rFonts w:ascii="Tahoma" w:hAnsi="Tahoma"/>
                <w:sz w:val="18"/>
              </w:rPr>
              <w:t>8061</w:t>
            </w:r>
          </w:p>
        </w:tc>
        <w:tc>
          <w:tcPr>
            <w:tcW w:w="5490" w:type="dxa"/>
          </w:tcPr>
          <w:p w14:paraId="1F2F9DC2" w14:textId="77777777" w:rsidR="00236D8D" w:rsidRDefault="00236D8D" w:rsidP="00236D8D">
            <w:pPr>
              <w:rPr>
                <w:rFonts w:ascii="Tahoma" w:hAnsi="Tahoma"/>
                <w:sz w:val="18"/>
              </w:rPr>
            </w:pPr>
            <w:r>
              <w:rPr>
                <w:rFonts w:ascii="Tahoma" w:hAnsi="Tahoma"/>
                <w:sz w:val="18"/>
              </w:rPr>
              <w:t>Agenzie immobiliari</w:t>
            </w:r>
          </w:p>
        </w:tc>
      </w:tr>
      <w:tr w:rsidR="00236D8D" w14:paraId="2EF36AD8" w14:textId="77777777" w:rsidTr="00236D8D">
        <w:trPr>
          <w:cantSplit/>
        </w:trPr>
        <w:tc>
          <w:tcPr>
            <w:tcW w:w="709" w:type="dxa"/>
          </w:tcPr>
          <w:p w14:paraId="7656D0BC" w14:textId="77777777" w:rsidR="00236D8D" w:rsidRDefault="00236D8D" w:rsidP="00236D8D">
            <w:pPr>
              <w:rPr>
                <w:rFonts w:ascii="Tahoma" w:hAnsi="Tahoma"/>
                <w:sz w:val="18"/>
              </w:rPr>
            </w:pPr>
            <w:r>
              <w:rPr>
                <w:rFonts w:ascii="Tahoma" w:hAnsi="Tahoma"/>
                <w:sz w:val="18"/>
              </w:rPr>
              <w:t>7</w:t>
            </w:r>
          </w:p>
        </w:tc>
        <w:tc>
          <w:tcPr>
            <w:tcW w:w="567" w:type="dxa"/>
          </w:tcPr>
          <w:p w14:paraId="7B92C0FE" w14:textId="77777777" w:rsidR="00236D8D" w:rsidRDefault="00236D8D" w:rsidP="00236D8D">
            <w:pPr>
              <w:rPr>
                <w:rFonts w:ascii="Tahoma" w:hAnsi="Tahoma"/>
                <w:sz w:val="18"/>
              </w:rPr>
            </w:pPr>
            <w:r>
              <w:rPr>
                <w:rFonts w:ascii="Tahoma" w:hAnsi="Tahoma"/>
                <w:sz w:val="18"/>
              </w:rPr>
              <w:t>8071</w:t>
            </w:r>
          </w:p>
        </w:tc>
        <w:tc>
          <w:tcPr>
            <w:tcW w:w="5490" w:type="dxa"/>
          </w:tcPr>
          <w:p w14:paraId="4802D007" w14:textId="77777777" w:rsidR="00236D8D" w:rsidRDefault="00236D8D" w:rsidP="00236D8D">
            <w:pPr>
              <w:rPr>
                <w:rFonts w:ascii="Tahoma" w:hAnsi="Tahoma"/>
                <w:sz w:val="18"/>
              </w:rPr>
            </w:pPr>
            <w:r>
              <w:rPr>
                <w:rFonts w:ascii="Tahoma" w:hAnsi="Tahoma"/>
                <w:sz w:val="18"/>
              </w:rPr>
              <w:t>Barbieri/parrucchieri</w:t>
            </w:r>
          </w:p>
        </w:tc>
      </w:tr>
      <w:tr w:rsidR="00236D8D" w14:paraId="1A37D3E2" w14:textId="77777777" w:rsidTr="00236D8D">
        <w:trPr>
          <w:cantSplit/>
        </w:trPr>
        <w:tc>
          <w:tcPr>
            <w:tcW w:w="709" w:type="dxa"/>
          </w:tcPr>
          <w:p w14:paraId="4B56B330" w14:textId="77777777" w:rsidR="00236D8D" w:rsidRDefault="00236D8D" w:rsidP="00236D8D">
            <w:pPr>
              <w:rPr>
                <w:rFonts w:ascii="Tahoma" w:hAnsi="Tahoma"/>
                <w:sz w:val="18"/>
              </w:rPr>
            </w:pPr>
            <w:r>
              <w:rPr>
                <w:rFonts w:ascii="Tahoma" w:hAnsi="Tahoma"/>
                <w:sz w:val="18"/>
              </w:rPr>
              <w:t>8</w:t>
            </w:r>
          </w:p>
        </w:tc>
        <w:tc>
          <w:tcPr>
            <w:tcW w:w="567" w:type="dxa"/>
          </w:tcPr>
          <w:p w14:paraId="582526A8" w14:textId="77777777" w:rsidR="00236D8D" w:rsidRDefault="00236D8D" w:rsidP="00236D8D">
            <w:pPr>
              <w:rPr>
                <w:rFonts w:ascii="Tahoma" w:hAnsi="Tahoma"/>
                <w:sz w:val="18"/>
              </w:rPr>
            </w:pPr>
            <w:r>
              <w:rPr>
                <w:rFonts w:ascii="Tahoma" w:hAnsi="Tahoma"/>
                <w:sz w:val="18"/>
              </w:rPr>
              <w:t>8081</w:t>
            </w:r>
          </w:p>
        </w:tc>
        <w:tc>
          <w:tcPr>
            <w:tcW w:w="5490" w:type="dxa"/>
          </w:tcPr>
          <w:p w14:paraId="2448DC4A" w14:textId="77777777" w:rsidR="00236D8D" w:rsidRDefault="00236D8D" w:rsidP="00236D8D">
            <w:pPr>
              <w:rPr>
                <w:rFonts w:ascii="Tahoma" w:hAnsi="Tahoma"/>
                <w:sz w:val="18"/>
              </w:rPr>
            </w:pPr>
            <w:r>
              <w:rPr>
                <w:rFonts w:ascii="Tahoma" w:hAnsi="Tahoma"/>
                <w:sz w:val="18"/>
              </w:rPr>
              <w:t>Calzature industria</w:t>
            </w:r>
          </w:p>
        </w:tc>
      </w:tr>
      <w:tr w:rsidR="00236D8D" w14:paraId="3F3D8B10" w14:textId="77777777" w:rsidTr="00236D8D">
        <w:trPr>
          <w:cantSplit/>
        </w:trPr>
        <w:tc>
          <w:tcPr>
            <w:tcW w:w="709" w:type="dxa"/>
          </w:tcPr>
          <w:p w14:paraId="6AC84623" w14:textId="77777777" w:rsidR="00236D8D" w:rsidRDefault="00236D8D" w:rsidP="00236D8D">
            <w:pPr>
              <w:rPr>
                <w:rFonts w:ascii="Tahoma" w:hAnsi="Tahoma"/>
                <w:sz w:val="18"/>
              </w:rPr>
            </w:pPr>
            <w:r>
              <w:rPr>
                <w:rFonts w:ascii="Tahoma" w:hAnsi="Tahoma"/>
                <w:sz w:val="18"/>
              </w:rPr>
              <w:t>9</w:t>
            </w:r>
          </w:p>
        </w:tc>
        <w:tc>
          <w:tcPr>
            <w:tcW w:w="567" w:type="dxa"/>
          </w:tcPr>
          <w:p w14:paraId="2037A008" w14:textId="77777777" w:rsidR="00236D8D" w:rsidRDefault="00236D8D" w:rsidP="00236D8D">
            <w:pPr>
              <w:rPr>
                <w:rFonts w:ascii="Tahoma" w:hAnsi="Tahoma"/>
                <w:sz w:val="18"/>
              </w:rPr>
            </w:pPr>
            <w:r>
              <w:rPr>
                <w:rFonts w:ascii="Tahoma" w:hAnsi="Tahoma"/>
                <w:sz w:val="18"/>
              </w:rPr>
              <w:t>8091</w:t>
            </w:r>
          </w:p>
        </w:tc>
        <w:tc>
          <w:tcPr>
            <w:tcW w:w="5490" w:type="dxa"/>
          </w:tcPr>
          <w:p w14:paraId="11031B5D" w14:textId="77777777" w:rsidR="00236D8D" w:rsidRDefault="00236D8D" w:rsidP="00236D8D">
            <w:pPr>
              <w:rPr>
                <w:rFonts w:ascii="Tahoma" w:hAnsi="Tahoma"/>
                <w:sz w:val="18"/>
              </w:rPr>
            </w:pPr>
            <w:r>
              <w:rPr>
                <w:rFonts w:ascii="Tahoma" w:hAnsi="Tahoma"/>
                <w:sz w:val="18"/>
              </w:rPr>
              <w:t>Carta industria</w:t>
            </w:r>
          </w:p>
        </w:tc>
      </w:tr>
      <w:tr w:rsidR="00236D8D" w14:paraId="3E4E039C" w14:textId="77777777" w:rsidTr="00236D8D">
        <w:trPr>
          <w:cantSplit/>
        </w:trPr>
        <w:tc>
          <w:tcPr>
            <w:tcW w:w="709" w:type="dxa"/>
          </w:tcPr>
          <w:p w14:paraId="370CBB35" w14:textId="77777777" w:rsidR="00236D8D" w:rsidRDefault="00236D8D" w:rsidP="00236D8D">
            <w:pPr>
              <w:rPr>
                <w:rFonts w:ascii="Tahoma" w:hAnsi="Tahoma"/>
                <w:sz w:val="18"/>
              </w:rPr>
            </w:pPr>
            <w:r>
              <w:rPr>
                <w:rFonts w:ascii="Tahoma" w:hAnsi="Tahoma"/>
                <w:sz w:val="18"/>
              </w:rPr>
              <w:t>10</w:t>
            </w:r>
          </w:p>
        </w:tc>
        <w:tc>
          <w:tcPr>
            <w:tcW w:w="567" w:type="dxa"/>
          </w:tcPr>
          <w:p w14:paraId="7E76A449" w14:textId="77777777" w:rsidR="00236D8D" w:rsidRDefault="00236D8D" w:rsidP="00236D8D">
            <w:pPr>
              <w:rPr>
                <w:rFonts w:ascii="Tahoma" w:hAnsi="Tahoma"/>
                <w:sz w:val="18"/>
              </w:rPr>
            </w:pPr>
            <w:r>
              <w:rPr>
                <w:rFonts w:ascii="Tahoma" w:hAnsi="Tahoma"/>
                <w:sz w:val="18"/>
              </w:rPr>
              <w:t>8101</w:t>
            </w:r>
          </w:p>
        </w:tc>
        <w:tc>
          <w:tcPr>
            <w:tcW w:w="5490" w:type="dxa"/>
          </w:tcPr>
          <w:p w14:paraId="28898207" w14:textId="77777777" w:rsidR="00236D8D" w:rsidRDefault="00236D8D" w:rsidP="00236D8D">
            <w:pPr>
              <w:rPr>
                <w:rFonts w:ascii="Tahoma" w:hAnsi="Tahoma"/>
                <w:sz w:val="18"/>
              </w:rPr>
            </w:pPr>
            <w:r>
              <w:rPr>
                <w:rFonts w:ascii="Tahoma" w:hAnsi="Tahoma"/>
                <w:sz w:val="18"/>
              </w:rPr>
              <w:t>Centri elaborazione dati</w:t>
            </w:r>
          </w:p>
        </w:tc>
      </w:tr>
      <w:tr w:rsidR="00236D8D" w14:paraId="69211F02" w14:textId="77777777" w:rsidTr="00236D8D">
        <w:trPr>
          <w:cantSplit/>
        </w:trPr>
        <w:tc>
          <w:tcPr>
            <w:tcW w:w="709" w:type="dxa"/>
          </w:tcPr>
          <w:p w14:paraId="51ED52EF" w14:textId="77777777" w:rsidR="00236D8D" w:rsidRDefault="00236D8D" w:rsidP="00236D8D">
            <w:pPr>
              <w:rPr>
                <w:rFonts w:ascii="Tahoma" w:hAnsi="Tahoma"/>
                <w:sz w:val="18"/>
              </w:rPr>
            </w:pPr>
            <w:r>
              <w:rPr>
                <w:rFonts w:ascii="Tahoma" w:hAnsi="Tahoma"/>
                <w:sz w:val="18"/>
              </w:rPr>
              <w:t>11</w:t>
            </w:r>
          </w:p>
        </w:tc>
        <w:tc>
          <w:tcPr>
            <w:tcW w:w="567" w:type="dxa"/>
          </w:tcPr>
          <w:p w14:paraId="18937DCF" w14:textId="77777777" w:rsidR="00236D8D" w:rsidRDefault="00236D8D" w:rsidP="00236D8D">
            <w:pPr>
              <w:rPr>
                <w:rFonts w:ascii="Tahoma" w:hAnsi="Tahoma"/>
                <w:sz w:val="18"/>
              </w:rPr>
            </w:pPr>
            <w:r>
              <w:rPr>
                <w:rFonts w:ascii="Tahoma" w:hAnsi="Tahoma"/>
                <w:sz w:val="18"/>
              </w:rPr>
              <w:t>8111</w:t>
            </w:r>
          </w:p>
        </w:tc>
        <w:tc>
          <w:tcPr>
            <w:tcW w:w="5490" w:type="dxa"/>
          </w:tcPr>
          <w:p w14:paraId="6D4E1FA6" w14:textId="77777777" w:rsidR="00236D8D" w:rsidRDefault="00236D8D" w:rsidP="00236D8D">
            <w:pPr>
              <w:rPr>
                <w:rFonts w:ascii="Tahoma" w:hAnsi="Tahoma"/>
                <w:sz w:val="18"/>
              </w:rPr>
            </w:pPr>
            <w:r>
              <w:rPr>
                <w:rFonts w:ascii="Tahoma" w:hAnsi="Tahoma"/>
                <w:sz w:val="18"/>
              </w:rPr>
              <w:t>Case di cura- Personale medico</w:t>
            </w:r>
          </w:p>
        </w:tc>
      </w:tr>
      <w:tr w:rsidR="00236D8D" w14:paraId="20856FE5" w14:textId="77777777" w:rsidTr="00236D8D">
        <w:trPr>
          <w:cantSplit/>
        </w:trPr>
        <w:tc>
          <w:tcPr>
            <w:tcW w:w="709" w:type="dxa"/>
          </w:tcPr>
          <w:p w14:paraId="36AF8BBC" w14:textId="77777777" w:rsidR="00236D8D" w:rsidRDefault="00236D8D" w:rsidP="00236D8D">
            <w:pPr>
              <w:rPr>
                <w:rFonts w:ascii="Tahoma" w:hAnsi="Tahoma"/>
                <w:sz w:val="18"/>
              </w:rPr>
            </w:pPr>
            <w:r>
              <w:rPr>
                <w:rFonts w:ascii="Tahoma" w:hAnsi="Tahoma"/>
                <w:sz w:val="18"/>
              </w:rPr>
              <w:t>12</w:t>
            </w:r>
          </w:p>
        </w:tc>
        <w:tc>
          <w:tcPr>
            <w:tcW w:w="567" w:type="dxa"/>
          </w:tcPr>
          <w:p w14:paraId="07907661" w14:textId="77777777" w:rsidR="00236D8D" w:rsidRDefault="00236D8D" w:rsidP="00236D8D">
            <w:pPr>
              <w:rPr>
                <w:rFonts w:ascii="Tahoma" w:hAnsi="Tahoma"/>
                <w:sz w:val="18"/>
              </w:rPr>
            </w:pPr>
            <w:r>
              <w:rPr>
                <w:rFonts w:ascii="Tahoma" w:hAnsi="Tahoma"/>
                <w:sz w:val="18"/>
              </w:rPr>
              <w:t>8121</w:t>
            </w:r>
          </w:p>
        </w:tc>
        <w:tc>
          <w:tcPr>
            <w:tcW w:w="5490" w:type="dxa"/>
          </w:tcPr>
          <w:p w14:paraId="4C1A1ADD" w14:textId="77777777" w:rsidR="00236D8D" w:rsidRDefault="00236D8D" w:rsidP="00236D8D">
            <w:pPr>
              <w:rPr>
                <w:rFonts w:ascii="Tahoma" w:hAnsi="Tahoma"/>
                <w:sz w:val="18"/>
              </w:rPr>
            </w:pPr>
            <w:r>
              <w:rPr>
                <w:rFonts w:ascii="Tahoma" w:hAnsi="Tahoma"/>
                <w:sz w:val="18"/>
              </w:rPr>
              <w:t>Case di cura- Personale non medico</w:t>
            </w:r>
          </w:p>
        </w:tc>
      </w:tr>
      <w:tr w:rsidR="00236D8D" w14:paraId="2D539A3D" w14:textId="77777777" w:rsidTr="00236D8D">
        <w:trPr>
          <w:cantSplit/>
        </w:trPr>
        <w:tc>
          <w:tcPr>
            <w:tcW w:w="709" w:type="dxa"/>
          </w:tcPr>
          <w:p w14:paraId="3A227557" w14:textId="77777777" w:rsidR="00236D8D" w:rsidRDefault="00236D8D" w:rsidP="00236D8D">
            <w:pPr>
              <w:rPr>
                <w:rFonts w:ascii="Tahoma" w:hAnsi="Tahoma"/>
                <w:sz w:val="18"/>
              </w:rPr>
            </w:pPr>
            <w:r>
              <w:rPr>
                <w:rFonts w:ascii="Tahoma" w:hAnsi="Tahoma"/>
                <w:sz w:val="18"/>
              </w:rPr>
              <w:t>13</w:t>
            </w:r>
          </w:p>
        </w:tc>
        <w:tc>
          <w:tcPr>
            <w:tcW w:w="567" w:type="dxa"/>
          </w:tcPr>
          <w:p w14:paraId="56FC5994" w14:textId="77777777" w:rsidR="00236D8D" w:rsidRDefault="00236D8D" w:rsidP="00236D8D">
            <w:pPr>
              <w:rPr>
                <w:rFonts w:ascii="Tahoma" w:hAnsi="Tahoma"/>
                <w:sz w:val="18"/>
              </w:rPr>
            </w:pPr>
            <w:r>
              <w:rPr>
                <w:rFonts w:ascii="Tahoma" w:hAnsi="Tahoma"/>
                <w:sz w:val="18"/>
              </w:rPr>
              <w:t>8131</w:t>
            </w:r>
          </w:p>
        </w:tc>
        <w:tc>
          <w:tcPr>
            <w:tcW w:w="5490" w:type="dxa"/>
          </w:tcPr>
          <w:p w14:paraId="2A056DD7" w14:textId="77777777" w:rsidR="00236D8D" w:rsidRDefault="00236D8D" w:rsidP="00236D8D">
            <w:pPr>
              <w:rPr>
                <w:rFonts w:ascii="Tahoma" w:hAnsi="Tahoma"/>
                <w:sz w:val="18"/>
              </w:rPr>
            </w:pPr>
            <w:r>
              <w:rPr>
                <w:rFonts w:ascii="Tahoma" w:hAnsi="Tahoma"/>
                <w:sz w:val="18"/>
              </w:rPr>
              <w:t>Ceramica industria (</w:t>
            </w:r>
            <w:proofErr w:type="spellStart"/>
            <w:r>
              <w:rPr>
                <w:rFonts w:ascii="Tahoma" w:hAnsi="Tahoma"/>
                <w:sz w:val="18"/>
              </w:rPr>
              <w:t>assopiastrelle</w:t>
            </w:r>
            <w:proofErr w:type="spellEnd"/>
            <w:r>
              <w:rPr>
                <w:rFonts w:ascii="Tahoma" w:hAnsi="Tahoma"/>
                <w:sz w:val="18"/>
              </w:rPr>
              <w:t>)</w:t>
            </w:r>
          </w:p>
        </w:tc>
      </w:tr>
      <w:tr w:rsidR="00236D8D" w14:paraId="0C9460BA" w14:textId="77777777" w:rsidTr="00236D8D">
        <w:trPr>
          <w:cantSplit/>
        </w:trPr>
        <w:tc>
          <w:tcPr>
            <w:tcW w:w="709" w:type="dxa"/>
          </w:tcPr>
          <w:p w14:paraId="7B50D46C" w14:textId="77777777" w:rsidR="00236D8D" w:rsidRDefault="00236D8D" w:rsidP="00236D8D">
            <w:pPr>
              <w:rPr>
                <w:rFonts w:ascii="Tahoma" w:hAnsi="Tahoma"/>
                <w:sz w:val="18"/>
              </w:rPr>
            </w:pPr>
            <w:r>
              <w:rPr>
                <w:rFonts w:ascii="Tahoma" w:hAnsi="Tahoma"/>
                <w:sz w:val="18"/>
              </w:rPr>
              <w:t>14</w:t>
            </w:r>
          </w:p>
        </w:tc>
        <w:tc>
          <w:tcPr>
            <w:tcW w:w="567" w:type="dxa"/>
          </w:tcPr>
          <w:p w14:paraId="66F23143" w14:textId="77777777" w:rsidR="00236D8D" w:rsidRDefault="00236D8D" w:rsidP="00236D8D">
            <w:pPr>
              <w:rPr>
                <w:rFonts w:ascii="Tahoma" w:hAnsi="Tahoma"/>
                <w:sz w:val="18"/>
              </w:rPr>
            </w:pPr>
            <w:r>
              <w:rPr>
                <w:rFonts w:ascii="Tahoma" w:hAnsi="Tahoma"/>
                <w:sz w:val="18"/>
              </w:rPr>
              <w:t>8141</w:t>
            </w:r>
          </w:p>
        </w:tc>
        <w:tc>
          <w:tcPr>
            <w:tcW w:w="5490" w:type="dxa"/>
          </w:tcPr>
          <w:p w14:paraId="7458C542" w14:textId="77777777" w:rsidR="00236D8D" w:rsidRDefault="00236D8D" w:rsidP="00236D8D">
            <w:pPr>
              <w:rPr>
                <w:rFonts w:ascii="Tahoma" w:hAnsi="Tahoma"/>
                <w:sz w:val="18"/>
              </w:rPr>
            </w:pPr>
            <w:r>
              <w:rPr>
                <w:rFonts w:ascii="Tahoma" w:hAnsi="Tahoma"/>
                <w:sz w:val="18"/>
              </w:rPr>
              <w:t>Ceramica artigianato</w:t>
            </w:r>
          </w:p>
        </w:tc>
      </w:tr>
      <w:tr w:rsidR="00236D8D" w14:paraId="22806FED" w14:textId="77777777" w:rsidTr="00236D8D">
        <w:trPr>
          <w:cantSplit/>
        </w:trPr>
        <w:tc>
          <w:tcPr>
            <w:tcW w:w="709" w:type="dxa"/>
          </w:tcPr>
          <w:p w14:paraId="334F7AD7" w14:textId="77777777" w:rsidR="00236D8D" w:rsidRDefault="00236D8D" w:rsidP="00236D8D">
            <w:pPr>
              <w:rPr>
                <w:rFonts w:ascii="Tahoma" w:hAnsi="Tahoma"/>
                <w:sz w:val="18"/>
              </w:rPr>
            </w:pPr>
            <w:r>
              <w:rPr>
                <w:rFonts w:ascii="Tahoma" w:hAnsi="Tahoma"/>
                <w:sz w:val="18"/>
              </w:rPr>
              <w:t>15</w:t>
            </w:r>
          </w:p>
        </w:tc>
        <w:tc>
          <w:tcPr>
            <w:tcW w:w="567" w:type="dxa"/>
          </w:tcPr>
          <w:p w14:paraId="0B285796" w14:textId="77777777" w:rsidR="00236D8D" w:rsidRDefault="00236D8D" w:rsidP="00236D8D">
            <w:pPr>
              <w:rPr>
                <w:rFonts w:ascii="Tahoma" w:hAnsi="Tahoma"/>
                <w:sz w:val="18"/>
              </w:rPr>
            </w:pPr>
            <w:r>
              <w:rPr>
                <w:rFonts w:ascii="Tahoma" w:hAnsi="Tahoma"/>
                <w:sz w:val="18"/>
              </w:rPr>
              <w:t>8151</w:t>
            </w:r>
          </w:p>
        </w:tc>
        <w:tc>
          <w:tcPr>
            <w:tcW w:w="5490" w:type="dxa"/>
          </w:tcPr>
          <w:p w14:paraId="25B4C1ED" w14:textId="77777777" w:rsidR="00236D8D" w:rsidRDefault="00236D8D" w:rsidP="00236D8D">
            <w:pPr>
              <w:rPr>
                <w:rFonts w:ascii="Tahoma" w:hAnsi="Tahoma"/>
                <w:sz w:val="18"/>
              </w:rPr>
            </w:pPr>
            <w:r>
              <w:rPr>
                <w:rFonts w:ascii="Tahoma" w:hAnsi="Tahoma"/>
                <w:sz w:val="18"/>
              </w:rPr>
              <w:t>Chimica industria</w:t>
            </w:r>
          </w:p>
        </w:tc>
      </w:tr>
      <w:tr w:rsidR="00236D8D" w14:paraId="04539166" w14:textId="77777777" w:rsidTr="00236D8D">
        <w:trPr>
          <w:cantSplit/>
        </w:trPr>
        <w:tc>
          <w:tcPr>
            <w:tcW w:w="709" w:type="dxa"/>
          </w:tcPr>
          <w:p w14:paraId="34528DDF" w14:textId="77777777" w:rsidR="00236D8D" w:rsidRDefault="00236D8D" w:rsidP="00236D8D">
            <w:pPr>
              <w:rPr>
                <w:rFonts w:ascii="Tahoma" w:hAnsi="Tahoma"/>
                <w:sz w:val="18"/>
              </w:rPr>
            </w:pPr>
            <w:r>
              <w:rPr>
                <w:rFonts w:ascii="Tahoma" w:hAnsi="Tahoma"/>
                <w:sz w:val="18"/>
              </w:rPr>
              <w:t>16</w:t>
            </w:r>
          </w:p>
        </w:tc>
        <w:tc>
          <w:tcPr>
            <w:tcW w:w="567" w:type="dxa"/>
          </w:tcPr>
          <w:p w14:paraId="5E197562" w14:textId="77777777" w:rsidR="00236D8D" w:rsidRDefault="00236D8D" w:rsidP="00236D8D">
            <w:pPr>
              <w:rPr>
                <w:rFonts w:ascii="Tahoma" w:hAnsi="Tahoma"/>
                <w:sz w:val="18"/>
              </w:rPr>
            </w:pPr>
            <w:r>
              <w:rPr>
                <w:rFonts w:ascii="Tahoma" w:hAnsi="Tahoma"/>
                <w:sz w:val="18"/>
              </w:rPr>
              <w:t>8161</w:t>
            </w:r>
          </w:p>
        </w:tc>
        <w:tc>
          <w:tcPr>
            <w:tcW w:w="5490" w:type="dxa"/>
          </w:tcPr>
          <w:p w14:paraId="11B9147C" w14:textId="77777777" w:rsidR="00236D8D" w:rsidRDefault="00236D8D" w:rsidP="00236D8D">
            <w:pPr>
              <w:rPr>
                <w:rFonts w:ascii="Tahoma" w:hAnsi="Tahoma"/>
                <w:sz w:val="18"/>
              </w:rPr>
            </w:pPr>
            <w:r>
              <w:rPr>
                <w:rFonts w:ascii="Tahoma" w:hAnsi="Tahoma"/>
                <w:sz w:val="18"/>
              </w:rPr>
              <w:t>Commercio (confcommercio) Terziario</w:t>
            </w:r>
          </w:p>
        </w:tc>
      </w:tr>
      <w:tr w:rsidR="00236D8D" w14:paraId="58AAA114" w14:textId="77777777" w:rsidTr="00236D8D">
        <w:trPr>
          <w:cantSplit/>
        </w:trPr>
        <w:tc>
          <w:tcPr>
            <w:tcW w:w="709" w:type="dxa"/>
          </w:tcPr>
          <w:p w14:paraId="14FD99F3" w14:textId="77777777" w:rsidR="00236D8D" w:rsidRDefault="00236D8D" w:rsidP="00236D8D">
            <w:pPr>
              <w:rPr>
                <w:rFonts w:ascii="Tahoma" w:hAnsi="Tahoma"/>
                <w:sz w:val="18"/>
              </w:rPr>
            </w:pPr>
            <w:r>
              <w:rPr>
                <w:rFonts w:ascii="Tahoma" w:hAnsi="Tahoma"/>
                <w:sz w:val="18"/>
              </w:rPr>
              <w:t>17</w:t>
            </w:r>
          </w:p>
        </w:tc>
        <w:tc>
          <w:tcPr>
            <w:tcW w:w="567" w:type="dxa"/>
          </w:tcPr>
          <w:p w14:paraId="6007B2FA" w14:textId="77777777" w:rsidR="00236D8D" w:rsidRDefault="00236D8D" w:rsidP="00236D8D">
            <w:pPr>
              <w:rPr>
                <w:rFonts w:ascii="Tahoma" w:hAnsi="Tahoma"/>
                <w:sz w:val="18"/>
              </w:rPr>
            </w:pPr>
            <w:r>
              <w:rPr>
                <w:rFonts w:ascii="Tahoma" w:hAnsi="Tahoma"/>
                <w:sz w:val="18"/>
              </w:rPr>
              <w:t>8171</w:t>
            </w:r>
          </w:p>
        </w:tc>
        <w:tc>
          <w:tcPr>
            <w:tcW w:w="5490" w:type="dxa"/>
          </w:tcPr>
          <w:p w14:paraId="226A0766" w14:textId="77777777" w:rsidR="00236D8D" w:rsidRDefault="00236D8D" w:rsidP="00236D8D">
            <w:pPr>
              <w:rPr>
                <w:rFonts w:ascii="Tahoma" w:hAnsi="Tahoma"/>
                <w:sz w:val="18"/>
              </w:rPr>
            </w:pPr>
            <w:r>
              <w:rPr>
                <w:rFonts w:ascii="Tahoma" w:hAnsi="Tahoma"/>
                <w:sz w:val="18"/>
              </w:rPr>
              <w:t>Edilizia industria</w:t>
            </w:r>
          </w:p>
        </w:tc>
      </w:tr>
      <w:tr w:rsidR="00236D8D" w14:paraId="69538D8E" w14:textId="77777777" w:rsidTr="00236D8D">
        <w:trPr>
          <w:cantSplit/>
        </w:trPr>
        <w:tc>
          <w:tcPr>
            <w:tcW w:w="709" w:type="dxa"/>
          </w:tcPr>
          <w:p w14:paraId="24F271FB" w14:textId="77777777" w:rsidR="00236D8D" w:rsidRDefault="00236D8D" w:rsidP="00236D8D">
            <w:pPr>
              <w:rPr>
                <w:rFonts w:ascii="Tahoma" w:hAnsi="Tahoma"/>
                <w:sz w:val="18"/>
              </w:rPr>
            </w:pPr>
            <w:r>
              <w:rPr>
                <w:rFonts w:ascii="Tahoma" w:hAnsi="Tahoma"/>
                <w:sz w:val="18"/>
              </w:rPr>
              <w:t>18</w:t>
            </w:r>
          </w:p>
        </w:tc>
        <w:tc>
          <w:tcPr>
            <w:tcW w:w="567" w:type="dxa"/>
          </w:tcPr>
          <w:p w14:paraId="040B6B60" w14:textId="77777777" w:rsidR="00236D8D" w:rsidRDefault="00236D8D" w:rsidP="00236D8D">
            <w:pPr>
              <w:rPr>
                <w:rFonts w:ascii="Tahoma" w:hAnsi="Tahoma"/>
                <w:sz w:val="18"/>
              </w:rPr>
            </w:pPr>
            <w:r>
              <w:rPr>
                <w:rFonts w:ascii="Tahoma" w:hAnsi="Tahoma"/>
                <w:sz w:val="18"/>
              </w:rPr>
              <w:t>8181</w:t>
            </w:r>
          </w:p>
        </w:tc>
        <w:tc>
          <w:tcPr>
            <w:tcW w:w="5490" w:type="dxa"/>
          </w:tcPr>
          <w:p w14:paraId="4522F666" w14:textId="77777777" w:rsidR="00236D8D" w:rsidRDefault="00236D8D" w:rsidP="00236D8D">
            <w:pPr>
              <w:rPr>
                <w:rFonts w:ascii="Tahoma" w:hAnsi="Tahoma"/>
                <w:sz w:val="18"/>
              </w:rPr>
            </w:pPr>
            <w:r>
              <w:rPr>
                <w:rFonts w:ascii="Tahoma" w:hAnsi="Tahoma"/>
                <w:sz w:val="18"/>
              </w:rPr>
              <w:t>Farmacie private</w:t>
            </w:r>
          </w:p>
        </w:tc>
      </w:tr>
      <w:tr w:rsidR="00236D8D" w14:paraId="1DAADA04" w14:textId="77777777" w:rsidTr="00236D8D">
        <w:trPr>
          <w:cantSplit/>
        </w:trPr>
        <w:tc>
          <w:tcPr>
            <w:tcW w:w="709" w:type="dxa"/>
          </w:tcPr>
          <w:p w14:paraId="456A6D02" w14:textId="77777777" w:rsidR="00236D8D" w:rsidRDefault="00236D8D" w:rsidP="00236D8D">
            <w:pPr>
              <w:rPr>
                <w:rFonts w:ascii="Tahoma" w:hAnsi="Tahoma"/>
                <w:sz w:val="18"/>
              </w:rPr>
            </w:pPr>
            <w:r>
              <w:rPr>
                <w:rFonts w:ascii="Tahoma" w:hAnsi="Tahoma"/>
                <w:sz w:val="18"/>
              </w:rPr>
              <w:t>19</w:t>
            </w:r>
          </w:p>
        </w:tc>
        <w:tc>
          <w:tcPr>
            <w:tcW w:w="567" w:type="dxa"/>
          </w:tcPr>
          <w:p w14:paraId="1EE4B933" w14:textId="77777777" w:rsidR="00236D8D" w:rsidRDefault="00236D8D" w:rsidP="00236D8D">
            <w:pPr>
              <w:rPr>
                <w:rFonts w:ascii="Tahoma" w:hAnsi="Tahoma"/>
                <w:sz w:val="18"/>
              </w:rPr>
            </w:pPr>
            <w:r>
              <w:rPr>
                <w:rFonts w:ascii="Tahoma" w:hAnsi="Tahoma"/>
                <w:sz w:val="18"/>
              </w:rPr>
              <w:t>8191</w:t>
            </w:r>
          </w:p>
        </w:tc>
        <w:tc>
          <w:tcPr>
            <w:tcW w:w="5490" w:type="dxa"/>
          </w:tcPr>
          <w:p w14:paraId="47A19A57" w14:textId="77777777" w:rsidR="00236D8D" w:rsidRDefault="00236D8D" w:rsidP="00236D8D">
            <w:pPr>
              <w:rPr>
                <w:rFonts w:ascii="Tahoma" w:hAnsi="Tahoma"/>
                <w:sz w:val="18"/>
              </w:rPr>
            </w:pPr>
            <w:r>
              <w:rPr>
                <w:rFonts w:ascii="Tahoma" w:hAnsi="Tahoma"/>
                <w:sz w:val="18"/>
              </w:rPr>
              <w:t>Giocattoli industria</w:t>
            </w:r>
          </w:p>
        </w:tc>
      </w:tr>
      <w:tr w:rsidR="00236D8D" w14:paraId="4040C047" w14:textId="77777777" w:rsidTr="00236D8D">
        <w:trPr>
          <w:cantSplit/>
        </w:trPr>
        <w:tc>
          <w:tcPr>
            <w:tcW w:w="709" w:type="dxa"/>
          </w:tcPr>
          <w:p w14:paraId="3E7AA033" w14:textId="77777777" w:rsidR="00236D8D" w:rsidRDefault="00236D8D" w:rsidP="00236D8D">
            <w:pPr>
              <w:rPr>
                <w:rFonts w:ascii="Tahoma" w:hAnsi="Tahoma"/>
                <w:sz w:val="18"/>
              </w:rPr>
            </w:pPr>
            <w:r>
              <w:rPr>
                <w:rFonts w:ascii="Tahoma" w:hAnsi="Tahoma"/>
                <w:sz w:val="18"/>
              </w:rPr>
              <w:t>20</w:t>
            </w:r>
          </w:p>
        </w:tc>
        <w:tc>
          <w:tcPr>
            <w:tcW w:w="567" w:type="dxa"/>
          </w:tcPr>
          <w:p w14:paraId="016088B7" w14:textId="77777777" w:rsidR="00236D8D" w:rsidRDefault="00236D8D" w:rsidP="00236D8D">
            <w:pPr>
              <w:rPr>
                <w:rFonts w:ascii="Tahoma" w:hAnsi="Tahoma"/>
                <w:sz w:val="18"/>
              </w:rPr>
            </w:pPr>
            <w:r>
              <w:rPr>
                <w:rFonts w:ascii="Tahoma" w:hAnsi="Tahoma"/>
                <w:sz w:val="18"/>
              </w:rPr>
              <w:t>8201</w:t>
            </w:r>
          </w:p>
        </w:tc>
        <w:tc>
          <w:tcPr>
            <w:tcW w:w="5490" w:type="dxa"/>
          </w:tcPr>
          <w:p w14:paraId="6F699331" w14:textId="77777777" w:rsidR="00236D8D" w:rsidRDefault="00236D8D" w:rsidP="00236D8D">
            <w:pPr>
              <w:rPr>
                <w:rFonts w:ascii="Tahoma" w:hAnsi="Tahoma"/>
                <w:sz w:val="18"/>
              </w:rPr>
            </w:pPr>
            <w:r>
              <w:rPr>
                <w:rFonts w:ascii="Tahoma" w:hAnsi="Tahoma"/>
                <w:sz w:val="18"/>
              </w:rPr>
              <w:t>Gomma plastica industria</w:t>
            </w:r>
          </w:p>
        </w:tc>
      </w:tr>
      <w:tr w:rsidR="00236D8D" w14:paraId="07403218" w14:textId="77777777" w:rsidTr="00236D8D">
        <w:trPr>
          <w:cantSplit/>
        </w:trPr>
        <w:tc>
          <w:tcPr>
            <w:tcW w:w="709" w:type="dxa"/>
          </w:tcPr>
          <w:p w14:paraId="0F1D4461" w14:textId="77777777" w:rsidR="00236D8D" w:rsidRDefault="00236D8D" w:rsidP="00236D8D">
            <w:pPr>
              <w:rPr>
                <w:rFonts w:ascii="Tahoma" w:hAnsi="Tahoma"/>
                <w:sz w:val="18"/>
              </w:rPr>
            </w:pPr>
            <w:r>
              <w:rPr>
                <w:rFonts w:ascii="Tahoma" w:hAnsi="Tahoma"/>
                <w:sz w:val="18"/>
              </w:rPr>
              <w:t>21</w:t>
            </w:r>
          </w:p>
        </w:tc>
        <w:tc>
          <w:tcPr>
            <w:tcW w:w="567" w:type="dxa"/>
          </w:tcPr>
          <w:p w14:paraId="70D4F5E2" w14:textId="77777777" w:rsidR="00236D8D" w:rsidRDefault="00236D8D" w:rsidP="00236D8D">
            <w:pPr>
              <w:rPr>
                <w:rFonts w:ascii="Tahoma" w:hAnsi="Tahoma"/>
                <w:sz w:val="18"/>
              </w:rPr>
            </w:pPr>
            <w:r>
              <w:rPr>
                <w:rFonts w:ascii="Tahoma" w:hAnsi="Tahoma"/>
                <w:sz w:val="18"/>
              </w:rPr>
              <w:t>8211</w:t>
            </w:r>
          </w:p>
        </w:tc>
        <w:tc>
          <w:tcPr>
            <w:tcW w:w="5490" w:type="dxa"/>
          </w:tcPr>
          <w:p w14:paraId="34E9C53B" w14:textId="77777777" w:rsidR="00236D8D" w:rsidRDefault="00236D8D" w:rsidP="00236D8D">
            <w:pPr>
              <w:rPr>
                <w:rFonts w:ascii="Tahoma" w:hAnsi="Tahoma"/>
                <w:sz w:val="18"/>
              </w:rPr>
            </w:pPr>
            <w:r>
              <w:rPr>
                <w:rFonts w:ascii="Tahoma" w:hAnsi="Tahoma"/>
                <w:sz w:val="18"/>
              </w:rPr>
              <w:t>Grafica industria</w:t>
            </w:r>
          </w:p>
        </w:tc>
      </w:tr>
      <w:tr w:rsidR="00236D8D" w14:paraId="4A7EDC25" w14:textId="77777777" w:rsidTr="00236D8D">
        <w:trPr>
          <w:cantSplit/>
        </w:trPr>
        <w:tc>
          <w:tcPr>
            <w:tcW w:w="709" w:type="dxa"/>
          </w:tcPr>
          <w:p w14:paraId="44CE6509" w14:textId="77777777" w:rsidR="00236D8D" w:rsidRDefault="00236D8D" w:rsidP="00236D8D">
            <w:pPr>
              <w:rPr>
                <w:rFonts w:ascii="Tahoma" w:hAnsi="Tahoma"/>
                <w:sz w:val="18"/>
              </w:rPr>
            </w:pPr>
            <w:r>
              <w:rPr>
                <w:rFonts w:ascii="Tahoma" w:hAnsi="Tahoma"/>
                <w:sz w:val="18"/>
              </w:rPr>
              <w:t>22</w:t>
            </w:r>
          </w:p>
        </w:tc>
        <w:tc>
          <w:tcPr>
            <w:tcW w:w="567" w:type="dxa"/>
          </w:tcPr>
          <w:p w14:paraId="3D06EB74" w14:textId="77777777" w:rsidR="00236D8D" w:rsidRDefault="00236D8D" w:rsidP="00236D8D">
            <w:pPr>
              <w:rPr>
                <w:rFonts w:ascii="Tahoma" w:hAnsi="Tahoma"/>
                <w:sz w:val="18"/>
              </w:rPr>
            </w:pPr>
            <w:r>
              <w:rPr>
                <w:rFonts w:ascii="Tahoma" w:hAnsi="Tahoma"/>
                <w:sz w:val="18"/>
              </w:rPr>
              <w:t>8221</w:t>
            </w:r>
          </w:p>
        </w:tc>
        <w:tc>
          <w:tcPr>
            <w:tcW w:w="5490" w:type="dxa"/>
          </w:tcPr>
          <w:p w14:paraId="4D838B2B" w14:textId="77777777" w:rsidR="00236D8D" w:rsidRDefault="00236D8D" w:rsidP="00236D8D">
            <w:pPr>
              <w:rPr>
                <w:rFonts w:ascii="Tahoma" w:hAnsi="Tahoma"/>
                <w:sz w:val="18"/>
              </w:rPr>
            </w:pPr>
            <w:proofErr w:type="gramStart"/>
            <w:r>
              <w:rPr>
                <w:rFonts w:ascii="Tahoma" w:hAnsi="Tahoma"/>
                <w:sz w:val="18"/>
              </w:rPr>
              <w:t>Lapidei industria</w:t>
            </w:r>
            <w:proofErr w:type="gramEnd"/>
          </w:p>
        </w:tc>
      </w:tr>
      <w:tr w:rsidR="00236D8D" w14:paraId="2B567E10" w14:textId="77777777" w:rsidTr="00236D8D">
        <w:trPr>
          <w:cantSplit/>
        </w:trPr>
        <w:tc>
          <w:tcPr>
            <w:tcW w:w="709" w:type="dxa"/>
          </w:tcPr>
          <w:p w14:paraId="7FD04404" w14:textId="77777777" w:rsidR="00236D8D" w:rsidRDefault="00236D8D" w:rsidP="00236D8D">
            <w:pPr>
              <w:rPr>
                <w:rFonts w:ascii="Tahoma" w:hAnsi="Tahoma"/>
                <w:sz w:val="18"/>
              </w:rPr>
            </w:pPr>
            <w:r>
              <w:rPr>
                <w:rFonts w:ascii="Tahoma" w:hAnsi="Tahoma"/>
                <w:sz w:val="18"/>
              </w:rPr>
              <w:t>23</w:t>
            </w:r>
          </w:p>
        </w:tc>
        <w:tc>
          <w:tcPr>
            <w:tcW w:w="567" w:type="dxa"/>
          </w:tcPr>
          <w:p w14:paraId="73CE3FB7" w14:textId="77777777" w:rsidR="00236D8D" w:rsidRDefault="00236D8D" w:rsidP="00236D8D">
            <w:pPr>
              <w:rPr>
                <w:rFonts w:ascii="Tahoma" w:hAnsi="Tahoma"/>
                <w:sz w:val="18"/>
              </w:rPr>
            </w:pPr>
            <w:r>
              <w:rPr>
                <w:rFonts w:ascii="Tahoma" w:hAnsi="Tahoma"/>
                <w:sz w:val="18"/>
              </w:rPr>
              <w:t>8231</w:t>
            </w:r>
          </w:p>
        </w:tc>
        <w:tc>
          <w:tcPr>
            <w:tcW w:w="5490" w:type="dxa"/>
          </w:tcPr>
          <w:p w14:paraId="4A6F4FD5" w14:textId="77777777" w:rsidR="00236D8D" w:rsidRDefault="00236D8D" w:rsidP="00236D8D">
            <w:pPr>
              <w:rPr>
                <w:rFonts w:ascii="Tahoma" w:hAnsi="Tahoma"/>
                <w:sz w:val="18"/>
              </w:rPr>
            </w:pPr>
            <w:r>
              <w:rPr>
                <w:rFonts w:ascii="Tahoma" w:hAnsi="Tahoma"/>
                <w:sz w:val="18"/>
              </w:rPr>
              <w:t>Laterizi industria</w:t>
            </w:r>
          </w:p>
        </w:tc>
      </w:tr>
      <w:tr w:rsidR="00236D8D" w14:paraId="344C9B33" w14:textId="77777777" w:rsidTr="00236D8D">
        <w:trPr>
          <w:cantSplit/>
        </w:trPr>
        <w:tc>
          <w:tcPr>
            <w:tcW w:w="709" w:type="dxa"/>
          </w:tcPr>
          <w:p w14:paraId="302F03EE" w14:textId="77777777" w:rsidR="00236D8D" w:rsidRDefault="00236D8D" w:rsidP="00236D8D">
            <w:pPr>
              <w:rPr>
                <w:rFonts w:ascii="Tahoma" w:hAnsi="Tahoma"/>
                <w:sz w:val="18"/>
              </w:rPr>
            </w:pPr>
            <w:r>
              <w:rPr>
                <w:rFonts w:ascii="Tahoma" w:hAnsi="Tahoma"/>
                <w:sz w:val="18"/>
              </w:rPr>
              <w:t>24</w:t>
            </w:r>
          </w:p>
        </w:tc>
        <w:tc>
          <w:tcPr>
            <w:tcW w:w="567" w:type="dxa"/>
          </w:tcPr>
          <w:p w14:paraId="16B68C51" w14:textId="77777777" w:rsidR="00236D8D" w:rsidRDefault="00236D8D" w:rsidP="00236D8D">
            <w:pPr>
              <w:rPr>
                <w:rFonts w:ascii="Tahoma" w:hAnsi="Tahoma"/>
                <w:sz w:val="18"/>
              </w:rPr>
            </w:pPr>
            <w:r>
              <w:rPr>
                <w:rFonts w:ascii="Tahoma" w:hAnsi="Tahoma"/>
                <w:sz w:val="18"/>
              </w:rPr>
              <w:t>8241</w:t>
            </w:r>
          </w:p>
        </w:tc>
        <w:tc>
          <w:tcPr>
            <w:tcW w:w="5490" w:type="dxa"/>
          </w:tcPr>
          <w:p w14:paraId="7431C482" w14:textId="77777777" w:rsidR="00236D8D" w:rsidRDefault="00236D8D" w:rsidP="00236D8D">
            <w:pPr>
              <w:rPr>
                <w:rFonts w:ascii="Tahoma" w:hAnsi="Tahoma"/>
                <w:sz w:val="18"/>
              </w:rPr>
            </w:pPr>
            <w:proofErr w:type="gramStart"/>
            <w:r>
              <w:rPr>
                <w:rFonts w:ascii="Tahoma" w:hAnsi="Tahoma"/>
                <w:sz w:val="18"/>
              </w:rPr>
              <w:t>Lapidei artigianato</w:t>
            </w:r>
            <w:proofErr w:type="gramEnd"/>
          </w:p>
        </w:tc>
      </w:tr>
      <w:tr w:rsidR="00236D8D" w14:paraId="27EDF414" w14:textId="77777777" w:rsidTr="00236D8D">
        <w:trPr>
          <w:cantSplit/>
        </w:trPr>
        <w:tc>
          <w:tcPr>
            <w:tcW w:w="709" w:type="dxa"/>
          </w:tcPr>
          <w:p w14:paraId="79EAC39F" w14:textId="77777777" w:rsidR="00236D8D" w:rsidRDefault="00236D8D" w:rsidP="00236D8D">
            <w:pPr>
              <w:rPr>
                <w:rFonts w:ascii="Tahoma" w:hAnsi="Tahoma"/>
                <w:sz w:val="18"/>
              </w:rPr>
            </w:pPr>
            <w:r>
              <w:rPr>
                <w:rFonts w:ascii="Tahoma" w:hAnsi="Tahoma"/>
                <w:sz w:val="18"/>
              </w:rPr>
              <w:t>25</w:t>
            </w:r>
          </w:p>
        </w:tc>
        <w:tc>
          <w:tcPr>
            <w:tcW w:w="567" w:type="dxa"/>
          </w:tcPr>
          <w:p w14:paraId="3E5FB1A2" w14:textId="77777777" w:rsidR="00236D8D" w:rsidRDefault="00236D8D" w:rsidP="00236D8D">
            <w:pPr>
              <w:rPr>
                <w:rFonts w:ascii="Tahoma" w:hAnsi="Tahoma"/>
                <w:sz w:val="18"/>
              </w:rPr>
            </w:pPr>
            <w:r>
              <w:rPr>
                <w:rFonts w:ascii="Tahoma" w:hAnsi="Tahoma"/>
                <w:sz w:val="18"/>
              </w:rPr>
              <w:t>8251</w:t>
            </w:r>
          </w:p>
        </w:tc>
        <w:tc>
          <w:tcPr>
            <w:tcW w:w="5490" w:type="dxa"/>
          </w:tcPr>
          <w:p w14:paraId="782E6BE4" w14:textId="77777777" w:rsidR="00236D8D" w:rsidRDefault="00236D8D" w:rsidP="00236D8D">
            <w:pPr>
              <w:rPr>
                <w:rFonts w:ascii="Tahoma" w:hAnsi="Tahoma"/>
                <w:sz w:val="18"/>
              </w:rPr>
            </w:pPr>
            <w:r>
              <w:rPr>
                <w:rFonts w:ascii="Tahoma" w:hAnsi="Tahoma"/>
                <w:sz w:val="18"/>
              </w:rPr>
              <w:t>Lavanderie industria</w:t>
            </w:r>
          </w:p>
        </w:tc>
      </w:tr>
      <w:tr w:rsidR="00236D8D" w14:paraId="753B9842" w14:textId="77777777" w:rsidTr="00236D8D">
        <w:trPr>
          <w:cantSplit/>
        </w:trPr>
        <w:tc>
          <w:tcPr>
            <w:tcW w:w="709" w:type="dxa"/>
          </w:tcPr>
          <w:p w14:paraId="6EB96C9E" w14:textId="77777777" w:rsidR="00236D8D" w:rsidRDefault="00236D8D" w:rsidP="00236D8D">
            <w:pPr>
              <w:rPr>
                <w:rFonts w:ascii="Tahoma" w:hAnsi="Tahoma"/>
                <w:sz w:val="18"/>
              </w:rPr>
            </w:pPr>
            <w:r>
              <w:rPr>
                <w:rFonts w:ascii="Tahoma" w:hAnsi="Tahoma"/>
                <w:sz w:val="18"/>
              </w:rPr>
              <w:t>26</w:t>
            </w:r>
          </w:p>
        </w:tc>
        <w:tc>
          <w:tcPr>
            <w:tcW w:w="567" w:type="dxa"/>
          </w:tcPr>
          <w:p w14:paraId="5A88E2EE" w14:textId="77777777" w:rsidR="00236D8D" w:rsidRDefault="00236D8D" w:rsidP="00236D8D">
            <w:pPr>
              <w:rPr>
                <w:rFonts w:ascii="Tahoma" w:hAnsi="Tahoma"/>
                <w:sz w:val="18"/>
              </w:rPr>
            </w:pPr>
            <w:r>
              <w:rPr>
                <w:rFonts w:ascii="Tahoma" w:hAnsi="Tahoma"/>
                <w:sz w:val="18"/>
              </w:rPr>
              <w:t>8261</w:t>
            </w:r>
          </w:p>
        </w:tc>
        <w:tc>
          <w:tcPr>
            <w:tcW w:w="5490" w:type="dxa"/>
          </w:tcPr>
          <w:p w14:paraId="5076B647" w14:textId="77777777" w:rsidR="00236D8D" w:rsidRDefault="00236D8D" w:rsidP="00236D8D">
            <w:pPr>
              <w:rPr>
                <w:rFonts w:ascii="Tahoma" w:hAnsi="Tahoma"/>
                <w:sz w:val="18"/>
              </w:rPr>
            </w:pPr>
            <w:r>
              <w:rPr>
                <w:rFonts w:ascii="Tahoma" w:hAnsi="Tahoma"/>
                <w:sz w:val="18"/>
              </w:rPr>
              <w:t>Lavanderie/tintorie artigianato</w:t>
            </w:r>
          </w:p>
        </w:tc>
      </w:tr>
      <w:tr w:rsidR="00236D8D" w14:paraId="0ADD1A3F" w14:textId="77777777" w:rsidTr="00236D8D">
        <w:trPr>
          <w:cantSplit/>
        </w:trPr>
        <w:tc>
          <w:tcPr>
            <w:tcW w:w="709" w:type="dxa"/>
          </w:tcPr>
          <w:p w14:paraId="0A4D0D59" w14:textId="77777777" w:rsidR="00236D8D" w:rsidRDefault="00236D8D" w:rsidP="00236D8D">
            <w:pPr>
              <w:rPr>
                <w:rFonts w:ascii="Tahoma" w:hAnsi="Tahoma"/>
                <w:sz w:val="18"/>
              </w:rPr>
            </w:pPr>
            <w:r>
              <w:rPr>
                <w:rFonts w:ascii="Tahoma" w:hAnsi="Tahoma"/>
                <w:sz w:val="18"/>
              </w:rPr>
              <w:t>27</w:t>
            </w:r>
          </w:p>
        </w:tc>
        <w:tc>
          <w:tcPr>
            <w:tcW w:w="567" w:type="dxa"/>
          </w:tcPr>
          <w:p w14:paraId="4905BC10" w14:textId="77777777" w:rsidR="00236D8D" w:rsidRDefault="00236D8D" w:rsidP="00236D8D">
            <w:pPr>
              <w:rPr>
                <w:rFonts w:ascii="Tahoma" w:hAnsi="Tahoma"/>
                <w:sz w:val="18"/>
              </w:rPr>
            </w:pPr>
            <w:r>
              <w:rPr>
                <w:rFonts w:ascii="Tahoma" w:hAnsi="Tahoma"/>
                <w:sz w:val="18"/>
              </w:rPr>
              <w:t>8271</w:t>
            </w:r>
          </w:p>
        </w:tc>
        <w:tc>
          <w:tcPr>
            <w:tcW w:w="5490" w:type="dxa"/>
          </w:tcPr>
          <w:p w14:paraId="7C0C9C82" w14:textId="77777777" w:rsidR="00236D8D" w:rsidRDefault="00236D8D" w:rsidP="00236D8D">
            <w:pPr>
              <w:rPr>
                <w:rFonts w:ascii="Tahoma" w:hAnsi="Tahoma"/>
                <w:sz w:val="18"/>
              </w:rPr>
            </w:pPr>
            <w:r>
              <w:rPr>
                <w:rFonts w:ascii="Tahoma" w:hAnsi="Tahoma"/>
                <w:sz w:val="18"/>
              </w:rPr>
              <w:t>Legno industria</w:t>
            </w:r>
          </w:p>
        </w:tc>
      </w:tr>
      <w:tr w:rsidR="00236D8D" w14:paraId="633700C3" w14:textId="77777777" w:rsidTr="00236D8D">
        <w:trPr>
          <w:cantSplit/>
        </w:trPr>
        <w:tc>
          <w:tcPr>
            <w:tcW w:w="709" w:type="dxa"/>
          </w:tcPr>
          <w:p w14:paraId="5F448F78" w14:textId="77777777" w:rsidR="00236D8D" w:rsidRDefault="00236D8D" w:rsidP="00236D8D">
            <w:pPr>
              <w:rPr>
                <w:rFonts w:ascii="Tahoma" w:hAnsi="Tahoma"/>
                <w:sz w:val="18"/>
              </w:rPr>
            </w:pPr>
            <w:r>
              <w:rPr>
                <w:rFonts w:ascii="Tahoma" w:hAnsi="Tahoma"/>
                <w:sz w:val="18"/>
              </w:rPr>
              <w:t>28</w:t>
            </w:r>
          </w:p>
        </w:tc>
        <w:tc>
          <w:tcPr>
            <w:tcW w:w="567" w:type="dxa"/>
          </w:tcPr>
          <w:p w14:paraId="6440CB5A" w14:textId="77777777" w:rsidR="00236D8D" w:rsidRDefault="00236D8D" w:rsidP="00236D8D">
            <w:pPr>
              <w:rPr>
                <w:rFonts w:ascii="Tahoma" w:hAnsi="Tahoma"/>
                <w:sz w:val="18"/>
              </w:rPr>
            </w:pPr>
            <w:r>
              <w:rPr>
                <w:rFonts w:ascii="Tahoma" w:hAnsi="Tahoma"/>
                <w:sz w:val="18"/>
              </w:rPr>
              <w:t>8281</w:t>
            </w:r>
          </w:p>
        </w:tc>
        <w:tc>
          <w:tcPr>
            <w:tcW w:w="5490" w:type="dxa"/>
          </w:tcPr>
          <w:p w14:paraId="24C636F4" w14:textId="77777777" w:rsidR="00236D8D" w:rsidRDefault="00236D8D" w:rsidP="00236D8D">
            <w:pPr>
              <w:rPr>
                <w:rFonts w:ascii="Tahoma" w:hAnsi="Tahoma"/>
                <w:sz w:val="18"/>
              </w:rPr>
            </w:pPr>
            <w:r>
              <w:rPr>
                <w:rFonts w:ascii="Tahoma" w:hAnsi="Tahoma"/>
                <w:sz w:val="18"/>
              </w:rPr>
              <w:t>Legno artigianato</w:t>
            </w:r>
          </w:p>
        </w:tc>
      </w:tr>
      <w:tr w:rsidR="00236D8D" w14:paraId="6ED5111B" w14:textId="77777777" w:rsidTr="00236D8D">
        <w:trPr>
          <w:cantSplit/>
        </w:trPr>
        <w:tc>
          <w:tcPr>
            <w:tcW w:w="709" w:type="dxa"/>
          </w:tcPr>
          <w:p w14:paraId="502515AD" w14:textId="77777777" w:rsidR="00236D8D" w:rsidRDefault="00236D8D" w:rsidP="00236D8D">
            <w:pPr>
              <w:rPr>
                <w:rFonts w:ascii="Tahoma" w:hAnsi="Tahoma"/>
                <w:sz w:val="18"/>
              </w:rPr>
            </w:pPr>
            <w:r>
              <w:rPr>
                <w:rFonts w:ascii="Tahoma" w:hAnsi="Tahoma"/>
                <w:sz w:val="18"/>
              </w:rPr>
              <w:t>29</w:t>
            </w:r>
          </w:p>
        </w:tc>
        <w:tc>
          <w:tcPr>
            <w:tcW w:w="567" w:type="dxa"/>
          </w:tcPr>
          <w:p w14:paraId="39BD69B6" w14:textId="77777777" w:rsidR="00236D8D" w:rsidRDefault="00236D8D" w:rsidP="00236D8D">
            <w:pPr>
              <w:rPr>
                <w:rFonts w:ascii="Tahoma" w:hAnsi="Tahoma"/>
                <w:sz w:val="18"/>
              </w:rPr>
            </w:pPr>
            <w:r>
              <w:rPr>
                <w:rFonts w:ascii="Tahoma" w:hAnsi="Tahoma"/>
                <w:sz w:val="18"/>
              </w:rPr>
              <w:t>8291</w:t>
            </w:r>
          </w:p>
        </w:tc>
        <w:tc>
          <w:tcPr>
            <w:tcW w:w="5490" w:type="dxa"/>
          </w:tcPr>
          <w:p w14:paraId="328D391E" w14:textId="77777777" w:rsidR="00236D8D" w:rsidRDefault="00236D8D" w:rsidP="00236D8D">
            <w:pPr>
              <w:rPr>
                <w:rFonts w:ascii="Tahoma" w:hAnsi="Tahoma"/>
                <w:sz w:val="18"/>
              </w:rPr>
            </w:pPr>
            <w:r>
              <w:rPr>
                <w:rFonts w:ascii="Tahoma" w:hAnsi="Tahoma"/>
                <w:sz w:val="18"/>
              </w:rPr>
              <w:t>Magazzini generali</w:t>
            </w:r>
          </w:p>
        </w:tc>
      </w:tr>
      <w:tr w:rsidR="00236D8D" w14:paraId="3B7AB671" w14:textId="77777777" w:rsidTr="00236D8D">
        <w:trPr>
          <w:cantSplit/>
        </w:trPr>
        <w:tc>
          <w:tcPr>
            <w:tcW w:w="709" w:type="dxa"/>
          </w:tcPr>
          <w:p w14:paraId="7EFE3782" w14:textId="77777777" w:rsidR="00236D8D" w:rsidRDefault="00236D8D" w:rsidP="00236D8D">
            <w:pPr>
              <w:rPr>
                <w:rFonts w:ascii="Tahoma" w:hAnsi="Tahoma"/>
                <w:sz w:val="18"/>
              </w:rPr>
            </w:pPr>
            <w:r>
              <w:rPr>
                <w:rFonts w:ascii="Tahoma" w:hAnsi="Tahoma"/>
                <w:sz w:val="18"/>
              </w:rPr>
              <w:t>30</w:t>
            </w:r>
          </w:p>
        </w:tc>
        <w:tc>
          <w:tcPr>
            <w:tcW w:w="567" w:type="dxa"/>
          </w:tcPr>
          <w:p w14:paraId="79A47C6C" w14:textId="77777777" w:rsidR="00236D8D" w:rsidRDefault="00236D8D" w:rsidP="00236D8D">
            <w:pPr>
              <w:rPr>
                <w:rFonts w:ascii="Tahoma" w:hAnsi="Tahoma"/>
                <w:sz w:val="18"/>
              </w:rPr>
            </w:pPr>
            <w:r>
              <w:rPr>
                <w:rFonts w:ascii="Tahoma" w:hAnsi="Tahoma"/>
                <w:sz w:val="18"/>
              </w:rPr>
              <w:t>8301</w:t>
            </w:r>
          </w:p>
        </w:tc>
        <w:tc>
          <w:tcPr>
            <w:tcW w:w="5490" w:type="dxa"/>
          </w:tcPr>
          <w:p w14:paraId="3646215D" w14:textId="77777777" w:rsidR="00236D8D" w:rsidRDefault="00236D8D" w:rsidP="00236D8D">
            <w:pPr>
              <w:rPr>
                <w:rFonts w:ascii="Tahoma" w:hAnsi="Tahoma"/>
                <w:sz w:val="18"/>
              </w:rPr>
            </w:pPr>
            <w:r>
              <w:rPr>
                <w:rFonts w:ascii="Tahoma" w:hAnsi="Tahoma"/>
                <w:sz w:val="18"/>
              </w:rPr>
              <w:t>Metalmeccanica industria</w:t>
            </w:r>
          </w:p>
        </w:tc>
      </w:tr>
      <w:tr w:rsidR="00236D8D" w14:paraId="21C7FF91" w14:textId="77777777" w:rsidTr="00236D8D">
        <w:trPr>
          <w:cantSplit/>
        </w:trPr>
        <w:tc>
          <w:tcPr>
            <w:tcW w:w="709" w:type="dxa"/>
          </w:tcPr>
          <w:p w14:paraId="6DB5D5BB" w14:textId="77777777" w:rsidR="00236D8D" w:rsidRDefault="00236D8D" w:rsidP="00236D8D">
            <w:pPr>
              <w:rPr>
                <w:rFonts w:ascii="Tahoma" w:hAnsi="Tahoma"/>
                <w:sz w:val="18"/>
              </w:rPr>
            </w:pPr>
            <w:r>
              <w:rPr>
                <w:rFonts w:ascii="Tahoma" w:hAnsi="Tahoma"/>
                <w:sz w:val="18"/>
              </w:rPr>
              <w:t>31</w:t>
            </w:r>
          </w:p>
        </w:tc>
        <w:tc>
          <w:tcPr>
            <w:tcW w:w="567" w:type="dxa"/>
          </w:tcPr>
          <w:p w14:paraId="73D5481D" w14:textId="77777777" w:rsidR="00236D8D" w:rsidRDefault="00236D8D" w:rsidP="00236D8D">
            <w:pPr>
              <w:rPr>
                <w:rFonts w:ascii="Tahoma" w:hAnsi="Tahoma"/>
                <w:sz w:val="18"/>
              </w:rPr>
            </w:pPr>
            <w:r>
              <w:rPr>
                <w:rFonts w:ascii="Tahoma" w:hAnsi="Tahoma"/>
                <w:sz w:val="18"/>
              </w:rPr>
              <w:t>8311</w:t>
            </w:r>
          </w:p>
        </w:tc>
        <w:tc>
          <w:tcPr>
            <w:tcW w:w="5490" w:type="dxa"/>
          </w:tcPr>
          <w:p w14:paraId="583C7100" w14:textId="77777777" w:rsidR="00236D8D" w:rsidRDefault="00236D8D" w:rsidP="00236D8D">
            <w:pPr>
              <w:rPr>
                <w:rFonts w:ascii="Tahoma" w:hAnsi="Tahoma"/>
                <w:sz w:val="18"/>
              </w:rPr>
            </w:pPr>
            <w:r>
              <w:rPr>
                <w:rFonts w:ascii="Tahoma" w:hAnsi="Tahoma"/>
                <w:sz w:val="18"/>
              </w:rPr>
              <w:t>Metalmeccanica artigianato</w:t>
            </w:r>
          </w:p>
        </w:tc>
      </w:tr>
      <w:tr w:rsidR="00236D8D" w14:paraId="1C1DE4FF" w14:textId="77777777" w:rsidTr="00236D8D">
        <w:trPr>
          <w:cantSplit/>
        </w:trPr>
        <w:tc>
          <w:tcPr>
            <w:tcW w:w="709" w:type="dxa"/>
          </w:tcPr>
          <w:p w14:paraId="10A42D1A" w14:textId="77777777" w:rsidR="00236D8D" w:rsidRDefault="00236D8D" w:rsidP="00236D8D">
            <w:pPr>
              <w:rPr>
                <w:rFonts w:ascii="Tahoma" w:hAnsi="Tahoma"/>
                <w:sz w:val="18"/>
              </w:rPr>
            </w:pPr>
            <w:r>
              <w:rPr>
                <w:rFonts w:ascii="Tahoma" w:hAnsi="Tahoma"/>
                <w:sz w:val="18"/>
              </w:rPr>
              <w:t>32</w:t>
            </w:r>
          </w:p>
        </w:tc>
        <w:tc>
          <w:tcPr>
            <w:tcW w:w="567" w:type="dxa"/>
          </w:tcPr>
          <w:p w14:paraId="0563069B" w14:textId="77777777" w:rsidR="00236D8D" w:rsidRDefault="00236D8D" w:rsidP="00236D8D">
            <w:pPr>
              <w:rPr>
                <w:rFonts w:ascii="Tahoma" w:hAnsi="Tahoma"/>
                <w:sz w:val="18"/>
              </w:rPr>
            </w:pPr>
            <w:r>
              <w:rPr>
                <w:rFonts w:ascii="Tahoma" w:hAnsi="Tahoma"/>
                <w:sz w:val="18"/>
              </w:rPr>
              <w:t>8321</w:t>
            </w:r>
          </w:p>
        </w:tc>
        <w:tc>
          <w:tcPr>
            <w:tcW w:w="5490" w:type="dxa"/>
          </w:tcPr>
          <w:p w14:paraId="430118B6" w14:textId="77777777" w:rsidR="00236D8D" w:rsidRDefault="00236D8D" w:rsidP="00236D8D">
            <w:pPr>
              <w:rPr>
                <w:rFonts w:ascii="Tahoma" w:hAnsi="Tahoma"/>
                <w:sz w:val="18"/>
              </w:rPr>
            </w:pPr>
            <w:r>
              <w:rPr>
                <w:rFonts w:ascii="Tahoma" w:hAnsi="Tahoma"/>
                <w:sz w:val="18"/>
              </w:rPr>
              <w:t>Odontotecnici artigianato</w:t>
            </w:r>
          </w:p>
        </w:tc>
      </w:tr>
      <w:tr w:rsidR="00236D8D" w14:paraId="090792ED" w14:textId="77777777" w:rsidTr="00236D8D">
        <w:trPr>
          <w:cantSplit/>
        </w:trPr>
        <w:tc>
          <w:tcPr>
            <w:tcW w:w="709" w:type="dxa"/>
          </w:tcPr>
          <w:p w14:paraId="41E6CD2C" w14:textId="77777777" w:rsidR="00236D8D" w:rsidRDefault="00236D8D" w:rsidP="00236D8D">
            <w:pPr>
              <w:rPr>
                <w:rFonts w:ascii="Tahoma" w:hAnsi="Tahoma"/>
                <w:sz w:val="18"/>
              </w:rPr>
            </w:pPr>
            <w:r>
              <w:rPr>
                <w:rFonts w:ascii="Tahoma" w:hAnsi="Tahoma"/>
                <w:sz w:val="18"/>
              </w:rPr>
              <w:t>33</w:t>
            </w:r>
          </w:p>
        </w:tc>
        <w:tc>
          <w:tcPr>
            <w:tcW w:w="567" w:type="dxa"/>
          </w:tcPr>
          <w:p w14:paraId="4E59F636" w14:textId="77777777" w:rsidR="00236D8D" w:rsidRDefault="00236D8D" w:rsidP="00236D8D">
            <w:pPr>
              <w:rPr>
                <w:rFonts w:ascii="Tahoma" w:hAnsi="Tahoma"/>
                <w:sz w:val="18"/>
              </w:rPr>
            </w:pPr>
            <w:r>
              <w:rPr>
                <w:rFonts w:ascii="Tahoma" w:hAnsi="Tahoma"/>
                <w:sz w:val="18"/>
              </w:rPr>
              <w:t>8331</w:t>
            </w:r>
          </w:p>
        </w:tc>
        <w:tc>
          <w:tcPr>
            <w:tcW w:w="5490" w:type="dxa"/>
          </w:tcPr>
          <w:p w14:paraId="6C475EAA" w14:textId="77777777" w:rsidR="00236D8D" w:rsidRDefault="00236D8D" w:rsidP="00236D8D">
            <w:pPr>
              <w:rPr>
                <w:rFonts w:ascii="Tahoma" w:hAnsi="Tahoma"/>
                <w:sz w:val="18"/>
              </w:rPr>
            </w:pPr>
            <w:r>
              <w:rPr>
                <w:rFonts w:ascii="Tahoma" w:hAnsi="Tahoma"/>
                <w:sz w:val="18"/>
              </w:rPr>
              <w:t xml:space="preserve">Panificazione </w:t>
            </w:r>
            <w:proofErr w:type="spellStart"/>
            <w:r>
              <w:rPr>
                <w:rFonts w:ascii="Tahoma" w:hAnsi="Tahoma"/>
                <w:sz w:val="18"/>
              </w:rPr>
              <w:t>federpanificatori</w:t>
            </w:r>
            <w:proofErr w:type="spellEnd"/>
            <w:r>
              <w:rPr>
                <w:rFonts w:ascii="Tahoma" w:hAnsi="Tahoma"/>
                <w:sz w:val="18"/>
              </w:rPr>
              <w:t xml:space="preserve"> artigianato</w:t>
            </w:r>
          </w:p>
        </w:tc>
      </w:tr>
      <w:tr w:rsidR="00236D8D" w14:paraId="1CA3E589" w14:textId="77777777" w:rsidTr="00236D8D">
        <w:trPr>
          <w:cantSplit/>
        </w:trPr>
        <w:tc>
          <w:tcPr>
            <w:tcW w:w="709" w:type="dxa"/>
          </w:tcPr>
          <w:p w14:paraId="029C489F" w14:textId="77777777" w:rsidR="00236D8D" w:rsidRDefault="00236D8D" w:rsidP="00236D8D">
            <w:pPr>
              <w:rPr>
                <w:rFonts w:ascii="Tahoma" w:hAnsi="Tahoma"/>
                <w:sz w:val="18"/>
              </w:rPr>
            </w:pPr>
            <w:r>
              <w:rPr>
                <w:rFonts w:ascii="Tahoma" w:hAnsi="Tahoma"/>
                <w:sz w:val="18"/>
              </w:rPr>
              <w:t>34</w:t>
            </w:r>
          </w:p>
        </w:tc>
        <w:tc>
          <w:tcPr>
            <w:tcW w:w="567" w:type="dxa"/>
          </w:tcPr>
          <w:p w14:paraId="409AA9EB" w14:textId="77777777" w:rsidR="00236D8D" w:rsidRDefault="00236D8D" w:rsidP="00236D8D">
            <w:pPr>
              <w:rPr>
                <w:rFonts w:ascii="Tahoma" w:hAnsi="Tahoma"/>
                <w:sz w:val="18"/>
              </w:rPr>
            </w:pPr>
            <w:r>
              <w:rPr>
                <w:rFonts w:ascii="Tahoma" w:hAnsi="Tahoma"/>
                <w:sz w:val="18"/>
              </w:rPr>
              <w:t>8341</w:t>
            </w:r>
          </w:p>
        </w:tc>
        <w:tc>
          <w:tcPr>
            <w:tcW w:w="5490" w:type="dxa"/>
          </w:tcPr>
          <w:p w14:paraId="08757205" w14:textId="77777777" w:rsidR="00236D8D" w:rsidRDefault="00236D8D" w:rsidP="00236D8D">
            <w:pPr>
              <w:rPr>
                <w:rFonts w:ascii="Tahoma" w:hAnsi="Tahoma"/>
                <w:sz w:val="18"/>
              </w:rPr>
            </w:pPr>
            <w:r>
              <w:rPr>
                <w:rFonts w:ascii="Tahoma" w:hAnsi="Tahoma"/>
                <w:sz w:val="18"/>
              </w:rPr>
              <w:t xml:space="preserve">Panificazione </w:t>
            </w:r>
            <w:proofErr w:type="spellStart"/>
            <w:r>
              <w:rPr>
                <w:rFonts w:ascii="Tahoma" w:hAnsi="Tahoma"/>
                <w:sz w:val="18"/>
              </w:rPr>
              <w:t>federpanificatori</w:t>
            </w:r>
            <w:proofErr w:type="spellEnd"/>
            <w:r>
              <w:rPr>
                <w:rFonts w:ascii="Tahoma" w:hAnsi="Tahoma"/>
                <w:sz w:val="18"/>
              </w:rPr>
              <w:t xml:space="preserve"> industria</w:t>
            </w:r>
          </w:p>
        </w:tc>
      </w:tr>
      <w:tr w:rsidR="00236D8D" w14:paraId="2021B085" w14:textId="77777777" w:rsidTr="00236D8D">
        <w:trPr>
          <w:cantSplit/>
        </w:trPr>
        <w:tc>
          <w:tcPr>
            <w:tcW w:w="709" w:type="dxa"/>
          </w:tcPr>
          <w:p w14:paraId="56A989B1" w14:textId="77777777" w:rsidR="00236D8D" w:rsidRDefault="00236D8D" w:rsidP="00236D8D">
            <w:pPr>
              <w:rPr>
                <w:rFonts w:ascii="Tahoma" w:hAnsi="Tahoma"/>
                <w:sz w:val="18"/>
              </w:rPr>
            </w:pPr>
            <w:r>
              <w:rPr>
                <w:rFonts w:ascii="Tahoma" w:hAnsi="Tahoma"/>
                <w:sz w:val="18"/>
              </w:rPr>
              <w:t>35</w:t>
            </w:r>
          </w:p>
        </w:tc>
        <w:tc>
          <w:tcPr>
            <w:tcW w:w="567" w:type="dxa"/>
          </w:tcPr>
          <w:p w14:paraId="41142BBC" w14:textId="77777777" w:rsidR="00236D8D" w:rsidRDefault="00236D8D" w:rsidP="00236D8D">
            <w:pPr>
              <w:rPr>
                <w:rFonts w:ascii="Tahoma" w:hAnsi="Tahoma"/>
                <w:sz w:val="18"/>
              </w:rPr>
            </w:pPr>
            <w:r>
              <w:rPr>
                <w:rFonts w:ascii="Tahoma" w:hAnsi="Tahoma"/>
                <w:sz w:val="18"/>
              </w:rPr>
              <w:t>8351</w:t>
            </w:r>
          </w:p>
        </w:tc>
        <w:tc>
          <w:tcPr>
            <w:tcW w:w="5490" w:type="dxa"/>
          </w:tcPr>
          <w:p w14:paraId="3DDE9C5F" w14:textId="77777777" w:rsidR="00236D8D" w:rsidRDefault="00236D8D" w:rsidP="00236D8D">
            <w:pPr>
              <w:rPr>
                <w:rFonts w:ascii="Tahoma" w:hAnsi="Tahoma"/>
                <w:sz w:val="18"/>
              </w:rPr>
            </w:pPr>
            <w:r>
              <w:rPr>
                <w:rFonts w:ascii="Tahoma" w:hAnsi="Tahoma"/>
                <w:sz w:val="18"/>
              </w:rPr>
              <w:t xml:space="preserve">Panificazione </w:t>
            </w:r>
            <w:proofErr w:type="spellStart"/>
            <w:r>
              <w:rPr>
                <w:rFonts w:ascii="Tahoma" w:hAnsi="Tahoma"/>
                <w:sz w:val="18"/>
              </w:rPr>
              <w:t>confesercenti</w:t>
            </w:r>
            <w:proofErr w:type="spellEnd"/>
            <w:r>
              <w:rPr>
                <w:rFonts w:ascii="Tahoma" w:hAnsi="Tahoma"/>
                <w:sz w:val="18"/>
              </w:rPr>
              <w:t xml:space="preserve"> </w:t>
            </w:r>
            <w:proofErr w:type="spellStart"/>
            <w:r>
              <w:rPr>
                <w:rFonts w:ascii="Tahoma" w:hAnsi="Tahoma"/>
                <w:sz w:val="18"/>
              </w:rPr>
              <w:t>Fiesa</w:t>
            </w:r>
            <w:proofErr w:type="spellEnd"/>
          </w:p>
        </w:tc>
      </w:tr>
      <w:tr w:rsidR="00236D8D" w14:paraId="2FCDF65B" w14:textId="77777777" w:rsidTr="00236D8D">
        <w:trPr>
          <w:cantSplit/>
        </w:trPr>
        <w:tc>
          <w:tcPr>
            <w:tcW w:w="709" w:type="dxa"/>
          </w:tcPr>
          <w:p w14:paraId="477DA726" w14:textId="77777777" w:rsidR="00236D8D" w:rsidRDefault="00236D8D" w:rsidP="00236D8D">
            <w:pPr>
              <w:rPr>
                <w:rFonts w:ascii="Tahoma" w:hAnsi="Tahoma"/>
                <w:sz w:val="18"/>
              </w:rPr>
            </w:pPr>
            <w:r>
              <w:rPr>
                <w:rFonts w:ascii="Tahoma" w:hAnsi="Tahoma"/>
                <w:sz w:val="18"/>
              </w:rPr>
              <w:t>36</w:t>
            </w:r>
          </w:p>
        </w:tc>
        <w:tc>
          <w:tcPr>
            <w:tcW w:w="567" w:type="dxa"/>
          </w:tcPr>
          <w:p w14:paraId="3A822590" w14:textId="77777777" w:rsidR="00236D8D" w:rsidRDefault="00236D8D" w:rsidP="00236D8D">
            <w:pPr>
              <w:rPr>
                <w:rFonts w:ascii="Tahoma" w:hAnsi="Tahoma"/>
                <w:sz w:val="18"/>
              </w:rPr>
            </w:pPr>
            <w:r>
              <w:rPr>
                <w:rFonts w:ascii="Tahoma" w:hAnsi="Tahoma"/>
                <w:sz w:val="18"/>
              </w:rPr>
              <w:t>8361</w:t>
            </w:r>
          </w:p>
        </w:tc>
        <w:tc>
          <w:tcPr>
            <w:tcW w:w="5490" w:type="dxa"/>
          </w:tcPr>
          <w:p w14:paraId="2DE7C71A" w14:textId="77777777" w:rsidR="00236D8D" w:rsidRDefault="00236D8D" w:rsidP="00236D8D">
            <w:pPr>
              <w:rPr>
                <w:rFonts w:ascii="Tahoma" w:hAnsi="Tahoma"/>
                <w:sz w:val="18"/>
              </w:rPr>
            </w:pPr>
            <w:r>
              <w:rPr>
                <w:rFonts w:ascii="Tahoma" w:hAnsi="Tahoma"/>
                <w:sz w:val="18"/>
              </w:rPr>
              <w:t xml:space="preserve">Panificazione </w:t>
            </w:r>
            <w:proofErr w:type="spellStart"/>
            <w:r>
              <w:rPr>
                <w:rFonts w:ascii="Tahoma" w:hAnsi="Tahoma"/>
                <w:sz w:val="18"/>
              </w:rPr>
              <w:t>confesercenti</w:t>
            </w:r>
            <w:proofErr w:type="spellEnd"/>
            <w:r>
              <w:rPr>
                <w:rFonts w:ascii="Tahoma" w:hAnsi="Tahoma"/>
                <w:sz w:val="18"/>
              </w:rPr>
              <w:t xml:space="preserve"> industria</w:t>
            </w:r>
          </w:p>
        </w:tc>
      </w:tr>
      <w:tr w:rsidR="00236D8D" w14:paraId="702E4B24" w14:textId="77777777" w:rsidTr="00236D8D">
        <w:trPr>
          <w:cantSplit/>
        </w:trPr>
        <w:tc>
          <w:tcPr>
            <w:tcW w:w="709" w:type="dxa"/>
          </w:tcPr>
          <w:p w14:paraId="0B70C698" w14:textId="77777777" w:rsidR="00236D8D" w:rsidRDefault="00236D8D" w:rsidP="00236D8D">
            <w:pPr>
              <w:rPr>
                <w:rFonts w:ascii="Tahoma" w:hAnsi="Tahoma"/>
                <w:sz w:val="18"/>
              </w:rPr>
            </w:pPr>
            <w:r>
              <w:rPr>
                <w:rFonts w:ascii="Tahoma" w:hAnsi="Tahoma"/>
                <w:sz w:val="18"/>
              </w:rPr>
              <w:t>37</w:t>
            </w:r>
          </w:p>
        </w:tc>
        <w:tc>
          <w:tcPr>
            <w:tcW w:w="567" w:type="dxa"/>
          </w:tcPr>
          <w:p w14:paraId="007F7E47" w14:textId="77777777" w:rsidR="00236D8D" w:rsidRDefault="00236D8D" w:rsidP="00236D8D">
            <w:pPr>
              <w:rPr>
                <w:rFonts w:ascii="Tahoma" w:hAnsi="Tahoma"/>
                <w:sz w:val="18"/>
              </w:rPr>
            </w:pPr>
            <w:r>
              <w:rPr>
                <w:rFonts w:ascii="Tahoma" w:hAnsi="Tahoma"/>
                <w:sz w:val="18"/>
              </w:rPr>
              <w:t>8371</w:t>
            </w:r>
          </w:p>
        </w:tc>
        <w:tc>
          <w:tcPr>
            <w:tcW w:w="5490" w:type="dxa"/>
          </w:tcPr>
          <w:p w14:paraId="361C2117" w14:textId="77777777" w:rsidR="00236D8D" w:rsidRDefault="00236D8D" w:rsidP="00236D8D">
            <w:pPr>
              <w:rPr>
                <w:rFonts w:ascii="Tahoma" w:hAnsi="Tahoma"/>
                <w:sz w:val="18"/>
              </w:rPr>
            </w:pPr>
            <w:r>
              <w:rPr>
                <w:rFonts w:ascii="Tahoma" w:hAnsi="Tahoma"/>
                <w:sz w:val="18"/>
              </w:rPr>
              <w:t>Panificazione artigianato Alimentari Artigianato</w:t>
            </w:r>
          </w:p>
        </w:tc>
      </w:tr>
      <w:tr w:rsidR="00236D8D" w14:paraId="58096706" w14:textId="77777777" w:rsidTr="00236D8D">
        <w:trPr>
          <w:cantSplit/>
        </w:trPr>
        <w:tc>
          <w:tcPr>
            <w:tcW w:w="709" w:type="dxa"/>
          </w:tcPr>
          <w:p w14:paraId="3B059CF0" w14:textId="77777777" w:rsidR="00236D8D" w:rsidRDefault="00236D8D" w:rsidP="00236D8D">
            <w:pPr>
              <w:rPr>
                <w:rFonts w:ascii="Tahoma" w:hAnsi="Tahoma"/>
                <w:sz w:val="18"/>
              </w:rPr>
            </w:pPr>
            <w:r>
              <w:rPr>
                <w:rFonts w:ascii="Tahoma" w:hAnsi="Tahoma"/>
                <w:sz w:val="18"/>
              </w:rPr>
              <w:t>38</w:t>
            </w:r>
          </w:p>
        </w:tc>
        <w:tc>
          <w:tcPr>
            <w:tcW w:w="567" w:type="dxa"/>
          </w:tcPr>
          <w:p w14:paraId="61627C93" w14:textId="77777777" w:rsidR="00236D8D" w:rsidRDefault="00236D8D" w:rsidP="00236D8D">
            <w:pPr>
              <w:rPr>
                <w:rFonts w:ascii="Tahoma" w:hAnsi="Tahoma"/>
                <w:sz w:val="18"/>
              </w:rPr>
            </w:pPr>
            <w:r>
              <w:rPr>
                <w:rFonts w:ascii="Tahoma" w:hAnsi="Tahoma"/>
                <w:sz w:val="18"/>
              </w:rPr>
              <w:t>8381</w:t>
            </w:r>
          </w:p>
        </w:tc>
        <w:tc>
          <w:tcPr>
            <w:tcW w:w="5490" w:type="dxa"/>
          </w:tcPr>
          <w:p w14:paraId="1A5207FE" w14:textId="77777777" w:rsidR="00236D8D" w:rsidRDefault="00236D8D" w:rsidP="00236D8D">
            <w:pPr>
              <w:rPr>
                <w:rFonts w:ascii="Tahoma" w:hAnsi="Tahoma"/>
                <w:sz w:val="18"/>
              </w:rPr>
            </w:pPr>
            <w:r>
              <w:rPr>
                <w:rFonts w:ascii="Tahoma" w:hAnsi="Tahoma"/>
                <w:sz w:val="18"/>
              </w:rPr>
              <w:t>Pelli e cuoio industria</w:t>
            </w:r>
          </w:p>
        </w:tc>
      </w:tr>
      <w:tr w:rsidR="00236D8D" w14:paraId="5A304CDF" w14:textId="77777777" w:rsidTr="00236D8D">
        <w:trPr>
          <w:cantSplit/>
        </w:trPr>
        <w:tc>
          <w:tcPr>
            <w:tcW w:w="709" w:type="dxa"/>
          </w:tcPr>
          <w:p w14:paraId="7BC24384" w14:textId="77777777" w:rsidR="00236D8D" w:rsidRDefault="00236D8D" w:rsidP="00236D8D">
            <w:pPr>
              <w:rPr>
                <w:rFonts w:ascii="Tahoma" w:hAnsi="Tahoma"/>
                <w:sz w:val="18"/>
              </w:rPr>
            </w:pPr>
            <w:r>
              <w:rPr>
                <w:rFonts w:ascii="Tahoma" w:hAnsi="Tahoma"/>
                <w:sz w:val="18"/>
              </w:rPr>
              <w:t>39</w:t>
            </w:r>
          </w:p>
        </w:tc>
        <w:tc>
          <w:tcPr>
            <w:tcW w:w="567" w:type="dxa"/>
          </w:tcPr>
          <w:p w14:paraId="66A52632" w14:textId="77777777" w:rsidR="00236D8D" w:rsidRDefault="00236D8D" w:rsidP="00236D8D">
            <w:pPr>
              <w:rPr>
                <w:rFonts w:ascii="Tahoma" w:hAnsi="Tahoma"/>
                <w:sz w:val="18"/>
              </w:rPr>
            </w:pPr>
            <w:r>
              <w:rPr>
                <w:rFonts w:ascii="Tahoma" w:hAnsi="Tahoma"/>
                <w:sz w:val="18"/>
              </w:rPr>
              <w:t>8391</w:t>
            </w:r>
          </w:p>
        </w:tc>
        <w:tc>
          <w:tcPr>
            <w:tcW w:w="5490" w:type="dxa"/>
          </w:tcPr>
          <w:p w14:paraId="68B7471F" w14:textId="77777777" w:rsidR="00236D8D" w:rsidRDefault="00236D8D" w:rsidP="00236D8D">
            <w:pPr>
              <w:rPr>
                <w:rFonts w:ascii="Tahoma" w:hAnsi="Tahoma"/>
                <w:sz w:val="18"/>
              </w:rPr>
            </w:pPr>
            <w:r>
              <w:rPr>
                <w:rFonts w:ascii="Tahoma" w:hAnsi="Tahoma"/>
                <w:sz w:val="18"/>
              </w:rPr>
              <w:t>Pubblici esercizi confcommercio Turismo-Confcommercio</w:t>
            </w:r>
          </w:p>
        </w:tc>
      </w:tr>
      <w:tr w:rsidR="00236D8D" w14:paraId="65106493" w14:textId="77777777" w:rsidTr="00236D8D">
        <w:trPr>
          <w:cantSplit/>
        </w:trPr>
        <w:tc>
          <w:tcPr>
            <w:tcW w:w="709" w:type="dxa"/>
          </w:tcPr>
          <w:p w14:paraId="0A01F456" w14:textId="77777777" w:rsidR="00236D8D" w:rsidRDefault="00236D8D" w:rsidP="00236D8D">
            <w:pPr>
              <w:rPr>
                <w:rFonts w:ascii="Tahoma" w:hAnsi="Tahoma"/>
                <w:sz w:val="18"/>
              </w:rPr>
            </w:pPr>
            <w:r>
              <w:rPr>
                <w:rFonts w:ascii="Tahoma" w:hAnsi="Tahoma"/>
                <w:sz w:val="18"/>
              </w:rPr>
              <w:t>40</w:t>
            </w:r>
          </w:p>
        </w:tc>
        <w:tc>
          <w:tcPr>
            <w:tcW w:w="567" w:type="dxa"/>
          </w:tcPr>
          <w:p w14:paraId="08073B3F" w14:textId="77777777" w:rsidR="00236D8D" w:rsidRDefault="00236D8D" w:rsidP="00236D8D">
            <w:pPr>
              <w:rPr>
                <w:rFonts w:ascii="Tahoma" w:hAnsi="Tahoma"/>
                <w:sz w:val="18"/>
              </w:rPr>
            </w:pPr>
            <w:r>
              <w:rPr>
                <w:rFonts w:ascii="Tahoma" w:hAnsi="Tahoma"/>
                <w:sz w:val="18"/>
              </w:rPr>
              <w:t>8401</w:t>
            </w:r>
          </w:p>
        </w:tc>
        <w:tc>
          <w:tcPr>
            <w:tcW w:w="5490" w:type="dxa"/>
          </w:tcPr>
          <w:p w14:paraId="1878959D" w14:textId="77777777" w:rsidR="00236D8D" w:rsidRDefault="00236D8D" w:rsidP="00236D8D">
            <w:pPr>
              <w:rPr>
                <w:rFonts w:ascii="Tahoma" w:hAnsi="Tahoma"/>
                <w:sz w:val="18"/>
              </w:rPr>
            </w:pPr>
            <w:r>
              <w:rPr>
                <w:rFonts w:ascii="Tahoma" w:hAnsi="Tahoma"/>
                <w:sz w:val="18"/>
              </w:rPr>
              <w:t>Pubblici esercizi minori</w:t>
            </w:r>
          </w:p>
        </w:tc>
      </w:tr>
      <w:tr w:rsidR="00236D8D" w14:paraId="5366854B" w14:textId="77777777" w:rsidTr="00236D8D">
        <w:trPr>
          <w:cantSplit/>
        </w:trPr>
        <w:tc>
          <w:tcPr>
            <w:tcW w:w="709" w:type="dxa"/>
          </w:tcPr>
          <w:p w14:paraId="40EF529D" w14:textId="77777777" w:rsidR="00236D8D" w:rsidRDefault="00236D8D" w:rsidP="00236D8D">
            <w:pPr>
              <w:rPr>
                <w:rFonts w:ascii="Tahoma" w:hAnsi="Tahoma"/>
                <w:sz w:val="18"/>
              </w:rPr>
            </w:pPr>
            <w:r>
              <w:rPr>
                <w:rFonts w:ascii="Tahoma" w:hAnsi="Tahoma"/>
                <w:sz w:val="18"/>
              </w:rPr>
              <w:t>41</w:t>
            </w:r>
          </w:p>
        </w:tc>
        <w:tc>
          <w:tcPr>
            <w:tcW w:w="567" w:type="dxa"/>
          </w:tcPr>
          <w:p w14:paraId="38412A80" w14:textId="77777777" w:rsidR="00236D8D" w:rsidRDefault="00236D8D" w:rsidP="00236D8D">
            <w:pPr>
              <w:rPr>
                <w:rFonts w:ascii="Tahoma" w:hAnsi="Tahoma"/>
                <w:sz w:val="18"/>
              </w:rPr>
            </w:pPr>
            <w:r>
              <w:rPr>
                <w:rFonts w:ascii="Tahoma" w:hAnsi="Tahoma"/>
                <w:sz w:val="18"/>
              </w:rPr>
              <w:t>8411</w:t>
            </w:r>
          </w:p>
        </w:tc>
        <w:tc>
          <w:tcPr>
            <w:tcW w:w="5490" w:type="dxa"/>
          </w:tcPr>
          <w:p w14:paraId="370845B2" w14:textId="77777777" w:rsidR="00236D8D" w:rsidRDefault="00236D8D" w:rsidP="00236D8D">
            <w:pPr>
              <w:rPr>
                <w:rFonts w:ascii="Tahoma" w:hAnsi="Tahoma"/>
                <w:sz w:val="18"/>
              </w:rPr>
            </w:pPr>
            <w:r>
              <w:rPr>
                <w:rFonts w:ascii="Tahoma" w:hAnsi="Tahoma"/>
                <w:sz w:val="18"/>
              </w:rPr>
              <w:t>Imprese di pulizia Servizi di pulizia industriali</w:t>
            </w:r>
          </w:p>
        </w:tc>
      </w:tr>
      <w:tr w:rsidR="00236D8D" w14:paraId="7BFE776B" w14:textId="77777777" w:rsidTr="00236D8D">
        <w:trPr>
          <w:cantSplit/>
        </w:trPr>
        <w:tc>
          <w:tcPr>
            <w:tcW w:w="709" w:type="dxa"/>
          </w:tcPr>
          <w:p w14:paraId="1F1480F7" w14:textId="77777777" w:rsidR="00236D8D" w:rsidRDefault="00236D8D" w:rsidP="00236D8D">
            <w:pPr>
              <w:rPr>
                <w:rFonts w:ascii="Tahoma" w:hAnsi="Tahoma"/>
                <w:sz w:val="18"/>
              </w:rPr>
            </w:pPr>
            <w:r>
              <w:rPr>
                <w:rFonts w:ascii="Tahoma" w:hAnsi="Tahoma"/>
                <w:sz w:val="18"/>
              </w:rPr>
              <w:t>42</w:t>
            </w:r>
          </w:p>
        </w:tc>
        <w:tc>
          <w:tcPr>
            <w:tcW w:w="567" w:type="dxa"/>
          </w:tcPr>
          <w:p w14:paraId="70A43ABA" w14:textId="77777777" w:rsidR="00236D8D" w:rsidRDefault="00236D8D" w:rsidP="00236D8D">
            <w:pPr>
              <w:rPr>
                <w:rFonts w:ascii="Tahoma" w:hAnsi="Tahoma"/>
                <w:sz w:val="18"/>
              </w:rPr>
            </w:pPr>
            <w:r>
              <w:rPr>
                <w:rFonts w:ascii="Tahoma" w:hAnsi="Tahoma"/>
                <w:sz w:val="18"/>
              </w:rPr>
              <w:t>8421</w:t>
            </w:r>
          </w:p>
        </w:tc>
        <w:tc>
          <w:tcPr>
            <w:tcW w:w="5490" w:type="dxa"/>
          </w:tcPr>
          <w:p w14:paraId="676DD7D8" w14:textId="77777777" w:rsidR="00236D8D" w:rsidRDefault="00236D8D" w:rsidP="00236D8D">
            <w:pPr>
              <w:rPr>
                <w:rFonts w:ascii="Tahoma" w:hAnsi="Tahoma"/>
                <w:sz w:val="18"/>
              </w:rPr>
            </w:pPr>
            <w:r>
              <w:rPr>
                <w:rFonts w:ascii="Tahoma" w:hAnsi="Tahoma"/>
                <w:sz w:val="18"/>
              </w:rPr>
              <w:t xml:space="preserve">Spedizioni/trasporto logistica Autotrasporti merci logistica </w:t>
            </w:r>
          </w:p>
        </w:tc>
      </w:tr>
      <w:tr w:rsidR="00236D8D" w14:paraId="22B37AEC" w14:textId="77777777" w:rsidTr="00236D8D">
        <w:trPr>
          <w:cantSplit/>
        </w:trPr>
        <w:tc>
          <w:tcPr>
            <w:tcW w:w="709" w:type="dxa"/>
          </w:tcPr>
          <w:p w14:paraId="6C385109" w14:textId="77777777" w:rsidR="00236D8D" w:rsidRDefault="00236D8D" w:rsidP="00236D8D">
            <w:pPr>
              <w:rPr>
                <w:rFonts w:ascii="Tahoma" w:hAnsi="Tahoma"/>
                <w:sz w:val="18"/>
              </w:rPr>
            </w:pPr>
            <w:r>
              <w:rPr>
                <w:rFonts w:ascii="Tahoma" w:hAnsi="Tahoma"/>
                <w:sz w:val="18"/>
              </w:rPr>
              <w:t>43</w:t>
            </w:r>
          </w:p>
        </w:tc>
        <w:tc>
          <w:tcPr>
            <w:tcW w:w="567" w:type="dxa"/>
          </w:tcPr>
          <w:p w14:paraId="4789A833" w14:textId="77777777" w:rsidR="00236D8D" w:rsidRDefault="00236D8D" w:rsidP="00236D8D">
            <w:pPr>
              <w:rPr>
                <w:rFonts w:ascii="Tahoma" w:hAnsi="Tahoma"/>
                <w:sz w:val="18"/>
              </w:rPr>
            </w:pPr>
            <w:r>
              <w:rPr>
                <w:rFonts w:ascii="Tahoma" w:hAnsi="Tahoma"/>
                <w:sz w:val="18"/>
              </w:rPr>
              <w:t>8431</w:t>
            </w:r>
          </w:p>
        </w:tc>
        <w:tc>
          <w:tcPr>
            <w:tcW w:w="5490" w:type="dxa"/>
          </w:tcPr>
          <w:p w14:paraId="070695F5" w14:textId="77777777" w:rsidR="00236D8D" w:rsidRDefault="00236D8D" w:rsidP="00236D8D">
            <w:pPr>
              <w:rPr>
                <w:rFonts w:ascii="Tahoma" w:hAnsi="Tahoma"/>
                <w:sz w:val="18"/>
              </w:rPr>
            </w:pPr>
            <w:r>
              <w:rPr>
                <w:rFonts w:ascii="Tahoma" w:hAnsi="Tahoma"/>
                <w:sz w:val="18"/>
              </w:rPr>
              <w:t>Autotrasporti Confartigianato</w:t>
            </w:r>
          </w:p>
        </w:tc>
      </w:tr>
      <w:tr w:rsidR="00236D8D" w14:paraId="2E0DBE92" w14:textId="77777777" w:rsidTr="00236D8D">
        <w:trPr>
          <w:cantSplit/>
        </w:trPr>
        <w:tc>
          <w:tcPr>
            <w:tcW w:w="709" w:type="dxa"/>
          </w:tcPr>
          <w:p w14:paraId="5A7F7BEF" w14:textId="77777777" w:rsidR="00236D8D" w:rsidRDefault="00236D8D" w:rsidP="00236D8D">
            <w:pPr>
              <w:rPr>
                <w:rFonts w:ascii="Tahoma" w:hAnsi="Tahoma"/>
                <w:sz w:val="18"/>
              </w:rPr>
            </w:pPr>
            <w:r>
              <w:rPr>
                <w:rFonts w:ascii="Tahoma" w:hAnsi="Tahoma"/>
                <w:sz w:val="18"/>
              </w:rPr>
              <w:t>44</w:t>
            </w:r>
          </w:p>
        </w:tc>
        <w:tc>
          <w:tcPr>
            <w:tcW w:w="567" w:type="dxa"/>
          </w:tcPr>
          <w:p w14:paraId="67C2759C" w14:textId="77777777" w:rsidR="00236D8D" w:rsidRDefault="00236D8D" w:rsidP="00236D8D">
            <w:pPr>
              <w:rPr>
                <w:rFonts w:ascii="Tahoma" w:hAnsi="Tahoma"/>
                <w:sz w:val="18"/>
              </w:rPr>
            </w:pPr>
            <w:r>
              <w:rPr>
                <w:rFonts w:ascii="Tahoma" w:hAnsi="Tahoma"/>
                <w:sz w:val="18"/>
              </w:rPr>
              <w:t>8441</w:t>
            </w:r>
          </w:p>
        </w:tc>
        <w:tc>
          <w:tcPr>
            <w:tcW w:w="5490" w:type="dxa"/>
          </w:tcPr>
          <w:p w14:paraId="2A26D031" w14:textId="77777777" w:rsidR="00236D8D" w:rsidRDefault="00236D8D" w:rsidP="00236D8D">
            <w:pPr>
              <w:rPr>
                <w:rFonts w:ascii="Tahoma" w:hAnsi="Tahoma"/>
                <w:sz w:val="18"/>
              </w:rPr>
            </w:pPr>
            <w:r>
              <w:rPr>
                <w:rFonts w:ascii="Tahoma" w:hAnsi="Tahoma"/>
                <w:sz w:val="18"/>
              </w:rPr>
              <w:t xml:space="preserve">Studi professionali </w:t>
            </w:r>
            <w:proofErr w:type="spellStart"/>
            <w:r>
              <w:rPr>
                <w:rFonts w:ascii="Tahoma" w:hAnsi="Tahoma"/>
                <w:sz w:val="18"/>
              </w:rPr>
              <w:t>Consilp</w:t>
            </w:r>
            <w:proofErr w:type="spellEnd"/>
          </w:p>
        </w:tc>
      </w:tr>
      <w:tr w:rsidR="00236D8D" w14:paraId="1935E376" w14:textId="77777777" w:rsidTr="00236D8D">
        <w:trPr>
          <w:cantSplit/>
        </w:trPr>
        <w:tc>
          <w:tcPr>
            <w:tcW w:w="709" w:type="dxa"/>
          </w:tcPr>
          <w:p w14:paraId="6054A78D" w14:textId="77777777" w:rsidR="00236D8D" w:rsidRDefault="00236D8D" w:rsidP="00236D8D">
            <w:pPr>
              <w:rPr>
                <w:rFonts w:ascii="Tahoma" w:hAnsi="Tahoma"/>
                <w:sz w:val="18"/>
              </w:rPr>
            </w:pPr>
            <w:r>
              <w:rPr>
                <w:rFonts w:ascii="Tahoma" w:hAnsi="Tahoma"/>
                <w:sz w:val="18"/>
              </w:rPr>
              <w:t>45</w:t>
            </w:r>
          </w:p>
        </w:tc>
        <w:tc>
          <w:tcPr>
            <w:tcW w:w="567" w:type="dxa"/>
          </w:tcPr>
          <w:p w14:paraId="2AACB520" w14:textId="77777777" w:rsidR="00236D8D" w:rsidRDefault="00236D8D" w:rsidP="00236D8D">
            <w:pPr>
              <w:rPr>
                <w:rFonts w:ascii="Tahoma" w:hAnsi="Tahoma"/>
                <w:sz w:val="18"/>
              </w:rPr>
            </w:pPr>
            <w:r>
              <w:rPr>
                <w:rFonts w:ascii="Tahoma" w:hAnsi="Tahoma"/>
                <w:sz w:val="18"/>
              </w:rPr>
              <w:t>8451</w:t>
            </w:r>
          </w:p>
        </w:tc>
        <w:tc>
          <w:tcPr>
            <w:tcW w:w="5490" w:type="dxa"/>
          </w:tcPr>
          <w:p w14:paraId="3EAD4B7E" w14:textId="77777777" w:rsidR="00236D8D" w:rsidRDefault="00236D8D" w:rsidP="00236D8D">
            <w:pPr>
              <w:rPr>
                <w:rFonts w:ascii="Tahoma" w:hAnsi="Tahoma"/>
                <w:sz w:val="18"/>
              </w:rPr>
            </w:pPr>
            <w:r>
              <w:rPr>
                <w:rFonts w:ascii="Tahoma" w:hAnsi="Tahoma"/>
                <w:sz w:val="18"/>
              </w:rPr>
              <w:t xml:space="preserve">Studi professionali </w:t>
            </w:r>
            <w:proofErr w:type="spellStart"/>
            <w:r>
              <w:rPr>
                <w:rFonts w:ascii="Tahoma" w:hAnsi="Tahoma"/>
                <w:sz w:val="18"/>
              </w:rPr>
              <w:t>Cipa</w:t>
            </w:r>
            <w:proofErr w:type="spellEnd"/>
          </w:p>
        </w:tc>
      </w:tr>
    </w:tbl>
    <w:p w14:paraId="4363F2AB" w14:textId="77777777" w:rsidR="00236D8D" w:rsidRDefault="00236D8D" w:rsidP="00236D8D">
      <w:r>
        <w:br w:type="page"/>
      </w:r>
    </w:p>
    <w:tbl>
      <w:tblPr>
        <w:tblW w:w="676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67"/>
        <w:gridCol w:w="5490"/>
      </w:tblGrid>
      <w:tr w:rsidR="00236D8D" w14:paraId="704FFA02" w14:textId="77777777" w:rsidTr="00236D8D">
        <w:trPr>
          <w:cantSplit/>
        </w:trPr>
        <w:tc>
          <w:tcPr>
            <w:tcW w:w="6766" w:type="dxa"/>
            <w:gridSpan w:val="3"/>
          </w:tcPr>
          <w:p w14:paraId="6C616AED" w14:textId="77777777" w:rsidR="00236D8D" w:rsidRDefault="00236D8D" w:rsidP="00236D8D">
            <w:pPr>
              <w:jc w:val="center"/>
              <w:rPr>
                <w:rFonts w:ascii="Tahoma" w:hAnsi="Tahoma"/>
                <w:sz w:val="18"/>
              </w:rPr>
            </w:pPr>
            <w:r>
              <w:rPr>
                <w:rFonts w:ascii="Tahoma" w:hAnsi="Tahoma"/>
                <w:b/>
              </w:rPr>
              <w:lastRenderedPageBreak/>
              <w:t>Riepilogo contratti da non utilizzare</w:t>
            </w:r>
          </w:p>
        </w:tc>
      </w:tr>
      <w:tr w:rsidR="00236D8D" w14:paraId="5EDB3023" w14:textId="77777777" w:rsidTr="00236D8D">
        <w:trPr>
          <w:cantSplit/>
        </w:trPr>
        <w:tc>
          <w:tcPr>
            <w:tcW w:w="709" w:type="dxa"/>
          </w:tcPr>
          <w:p w14:paraId="47371EEE" w14:textId="77777777" w:rsidR="00236D8D" w:rsidRDefault="00236D8D" w:rsidP="00236D8D">
            <w:pPr>
              <w:rPr>
                <w:rFonts w:ascii="Tahoma" w:hAnsi="Tahoma"/>
                <w:b/>
                <w:sz w:val="18"/>
              </w:rPr>
            </w:pPr>
            <w:r>
              <w:rPr>
                <w:rFonts w:ascii="Tahoma" w:hAnsi="Tahoma"/>
                <w:b/>
                <w:sz w:val="16"/>
              </w:rPr>
              <w:t>N.</w:t>
            </w:r>
          </w:p>
        </w:tc>
        <w:tc>
          <w:tcPr>
            <w:tcW w:w="567" w:type="dxa"/>
          </w:tcPr>
          <w:p w14:paraId="28AA6236" w14:textId="77777777" w:rsidR="00236D8D" w:rsidRDefault="00236D8D" w:rsidP="00236D8D">
            <w:pPr>
              <w:jc w:val="center"/>
              <w:rPr>
                <w:rFonts w:ascii="Tahoma" w:hAnsi="Tahoma"/>
                <w:b/>
                <w:sz w:val="16"/>
              </w:rPr>
            </w:pPr>
            <w:r>
              <w:rPr>
                <w:rFonts w:ascii="Tahoma" w:hAnsi="Tahoma"/>
                <w:b/>
                <w:sz w:val="16"/>
              </w:rPr>
              <w:t>Cod.</w:t>
            </w:r>
          </w:p>
        </w:tc>
        <w:tc>
          <w:tcPr>
            <w:tcW w:w="5490" w:type="dxa"/>
          </w:tcPr>
          <w:p w14:paraId="2B866B9D" w14:textId="77777777" w:rsidR="00236D8D" w:rsidRDefault="00236D8D" w:rsidP="00236D8D">
            <w:pPr>
              <w:jc w:val="center"/>
              <w:rPr>
                <w:rFonts w:ascii="Tahoma" w:hAnsi="Tahoma"/>
                <w:b/>
                <w:sz w:val="16"/>
              </w:rPr>
            </w:pPr>
            <w:r>
              <w:rPr>
                <w:rFonts w:ascii="Tahoma" w:hAnsi="Tahoma"/>
                <w:b/>
                <w:sz w:val="16"/>
              </w:rPr>
              <w:t>Contratto</w:t>
            </w:r>
          </w:p>
        </w:tc>
      </w:tr>
      <w:tr w:rsidR="00236D8D" w14:paraId="4415E915" w14:textId="77777777" w:rsidTr="00236D8D">
        <w:trPr>
          <w:cantSplit/>
        </w:trPr>
        <w:tc>
          <w:tcPr>
            <w:tcW w:w="709" w:type="dxa"/>
          </w:tcPr>
          <w:p w14:paraId="19D2A135" w14:textId="77777777" w:rsidR="00236D8D" w:rsidRDefault="00236D8D" w:rsidP="00236D8D">
            <w:pPr>
              <w:rPr>
                <w:rFonts w:ascii="Tahoma" w:hAnsi="Tahoma"/>
                <w:sz w:val="18"/>
              </w:rPr>
            </w:pPr>
            <w:r>
              <w:rPr>
                <w:rFonts w:ascii="Tahoma" w:hAnsi="Tahoma"/>
                <w:sz w:val="18"/>
              </w:rPr>
              <w:t>46</w:t>
            </w:r>
          </w:p>
        </w:tc>
        <w:tc>
          <w:tcPr>
            <w:tcW w:w="567" w:type="dxa"/>
          </w:tcPr>
          <w:p w14:paraId="407F36B6" w14:textId="77777777" w:rsidR="00236D8D" w:rsidRDefault="00236D8D" w:rsidP="00236D8D">
            <w:pPr>
              <w:rPr>
                <w:rFonts w:ascii="Tahoma" w:hAnsi="Tahoma"/>
                <w:sz w:val="18"/>
              </w:rPr>
            </w:pPr>
            <w:r>
              <w:rPr>
                <w:rFonts w:ascii="Tahoma" w:hAnsi="Tahoma"/>
                <w:sz w:val="18"/>
              </w:rPr>
              <w:t>8461</w:t>
            </w:r>
          </w:p>
        </w:tc>
        <w:tc>
          <w:tcPr>
            <w:tcW w:w="5490" w:type="dxa"/>
          </w:tcPr>
          <w:p w14:paraId="6B62B064" w14:textId="77777777" w:rsidR="00236D8D" w:rsidRDefault="00236D8D" w:rsidP="00236D8D">
            <w:pPr>
              <w:rPr>
                <w:rFonts w:ascii="Tahoma" w:hAnsi="Tahoma"/>
                <w:sz w:val="18"/>
              </w:rPr>
            </w:pPr>
            <w:r>
              <w:rPr>
                <w:rFonts w:ascii="Tahoma" w:hAnsi="Tahoma"/>
                <w:sz w:val="18"/>
              </w:rPr>
              <w:t>Terme</w:t>
            </w:r>
          </w:p>
        </w:tc>
      </w:tr>
      <w:tr w:rsidR="00236D8D" w14:paraId="6FCABEF5" w14:textId="77777777" w:rsidTr="00236D8D">
        <w:trPr>
          <w:cantSplit/>
        </w:trPr>
        <w:tc>
          <w:tcPr>
            <w:tcW w:w="709" w:type="dxa"/>
          </w:tcPr>
          <w:p w14:paraId="179BB51B" w14:textId="77777777" w:rsidR="00236D8D" w:rsidRDefault="00236D8D" w:rsidP="00236D8D">
            <w:pPr>
              <w:rPr>
                <w:rFonts w:ascii="Tahoma" w:hAnsi="Tahoma"/>
                <w:sz w:val="18"/>
              </w:rPr>
            </w:pPr>
            <w:r>
              <w:rPr>
                <w:rFonts w:ascii="Tahoma" w:hAnsi="Tahoma"/>
                <w:sz w:val="18"/>
              </w:rPr>
              <w:t>47</w:t>
            </w:r>
          </w:p>
        </w:tc>
        <w:tc>
          <w:tcPr>
            <w:tcW w:w="567" w:type="dxa"/>
          </w:tcPr>
          <w:p w14:paraId="4B7F848E" w14:textId="77777777" w:rsidR="00236D8D" w:rsidRDefault="00236D8D" w:rsidP="00236D8D">
            <w:pPr>
              <w:rPr>
                <w:rFonts w:ascii="Tahoma" w:hAnsi="Tahoma"/>
                <w:sz w:val="18"/>
              </w:rPr>
            </w:pPr>
            <w:r>
              <w:rPr>
                <w:rFonts w:ascii="Tahoma" w:hAnsi="Tahoma"/>
                <w:sz w:val="18"/>
              </w:rPr>
              <w:t>8471</w:t>
            </w:r>
          </w:p>
        </w:tc>
        <w:tc>
          <w:tcPr>
            <w:tcW w:w="5490" w:type="dxa"/>
          </w:tcPr>
          <w:p w14:paraId="760D1AD1" w14:textId="77777777" w:rsidR="00236D8D" w:rsidRDefault="00236D8D" w:rsidP="00236D8D">
            <w:pPr>
              <w:rPr>
                <w:rFonts w:ascii="Tahoma" w:hAnsi="Tahoma"/>
                <w:sz w:val="18"/>
              </w:rPr>
            </w:pPr>
            <w:r>
              <w:rPr>
                <w:rFonts w:ascii="Tahoma" w:hAnsi="Tahoma"/>
                <w:sz w:val="18"/>
              </w:rPr>
              <w:t>Vetro industria</w:t>
            </w:r>
          </w:p>
        </w:tc>
      </w:tr>
      <w:tr w:rsidR="00236D8D" w14:paraId="51ECB279" w14:textId="77777777" w:rsidTr="00236D8D">
        <w:trPr>
          <w:cantSplit/>
        </w:trPr>
        <w:tc>
          <w:tcPr>
            <w:tcW w:w="709" w:type="dxa"/>
          </w:tcPr>
          <w:p w14:paraId="500CA0BC" w14:textId="77777777" w:rsidR="00236D8D" w:rsidRDefault="00236D8D" w:rsidP="00236D8D">
            <w:pPr>
              <w:rPr>
                <w:rFonts w:ascii="Tahoma" w:hAnsi="Tahoma"/>
                <w:sz w:val="18"/>
              </w:rPr>
            </w:pPr>
            <w:r>
              <w:rPr>
                <w:rFonts w:ascii="Tahoma" w:hAnsi="Tahoma"/>
                <w:sz w:val="18"/>
              </w:rPr>
              <w:t>48</w:t>
            </w:r>
          </w:p>
        </w:tc>
        <w:tc>
          <w:tcPr>
            <w:tcW w:w="567" w:type="dxa"/>
          </w:tcPr>
          <w:p w14:paraId="0F7F1D26" w14:textId="77777777" w:rsidR="00236D8D" w:rsidRDefault="00236D8D" w:rsidP="00236D8D">
            <w:pPr>
              <w:rPr>
                <w:rFonts w:ascii="Tahoma" w:hAnsi="Tahoma"/>
                <w:sz w:val="18"/>
              </w:rPr>
            </w:pPr>
            <w:r>
              <w:rPr>
                <w:rFonts w:ascii="Tahoma" w:hAnsi="Tahoma"/>
                <w:sz w:val="18"/>
              </w:rPr>
              <w:t>8481</w:t>
            </w:r>
          </w:p>
        </w:tc>
        <w:tc>
          <w:tcPr>
            <w:tcW w:w="5490" w:type="dxa"/>
          </w:tcPr>
          <w:p w14:paraId="1A8DEDE9" w14:textId="77777777" w:rsidR="00236D8D" w:rsidRDefault="00236D8D" w:rsidP="00236D8D">
            <w:pPr>
              <w:rPr>
                <w:rFonts w:ascii="Tahoma" w:hAnsi="Tahoma"/>
                <w:sz w:val="18"/>
              </w:rPr>
            </w:pPr>
            <w:r>
              <w:rPr>
                <w:rFonts w:ascii="Tahoma" w:hAnsi="Tahoma"/>
                <w:sz w:val="18"/>
              </w:rPr>
              <w:t>Viaggi e turismo</w:t>
            </w:r>
          </w:p>
        </w:tc>
      </w:tr>
      <w:tr w:rsidR="00236D8D" w14:paraId="00AF2AAC" w14:textId="77777777" w:rsidTr="00236D8D">
        <w:trPr>
          <w:cantSplit/>
        </w:trPr>
        <w:tc>
          <w:tcPr>
            <w:tcW w:w="709" w:type="dxa"/>
          </w:tcPr>
          <w:p w14:paraId="0087B9F5" w14:textId="77777777" w:rsidR="00236D8D" w:rsidRDefault="00236D8D" w:rsidP="00236D8D">
            <w:pPr>
              <w:rPr>
                <w:rFonts w:ascii="Tahoma" w:hAnsi="Tahoma"/>
                <w:sz w:val="18"/>
              </w:rPr>
            </w:pPr>
            <w:r>
              <w:rPr>
                <w:rFonts w:ascii="Tahoma" w:hAnsi="Tahoma"/>
                <w:sz w:val="18"/>
              </w:rPr>
              <w:t>49</w:t>
            </w:r>
          </w:p>
        </w:tc>
        <w:tc>
          <w:tcPr>
            <w:tcW w:w="567" w:type="dxa"/>
          </w:tcPr>
          <w:p w14:paraId="71F591FD" w14:textId="77777777" w:rsidR="00236D8D" w:rsidRDefault="00236D8D" w:rsidP="00236D8D">
            <w:pPr>
              <w:rPr>
                <w:rFonts w:ascii="Tahoma" w:hAnsi="Tahoma"/>
                <w:sz w:val="18"/>
              </w:rPr>
            </w:pPr>
            <w:r>
              <w:rPr>
                <w:rFonts w:ascii="Tahoma" w:hAnsi="Tahoma"/>
                <w:sz w:val="18"/>
              </w:rPr>
              <w:t>8491</w:t>
            </w:r>
          </w:p>
        </w:tc>
        <w:tc>
          <w:tcPr>
            <w:tcW w:w="5490" w:type="dxa"/>
          </w:tcPr>
          <w:p w14:paraId="74EE9AA2" w14:textId="77777777" w:rsidR="00236D8D" w:rsidRDefault="00236D8D" w:rsidP="00236D8D">
            <w:pPr>
              <w:rPr>
                <w:rFonts w:ascii="Tahoma" w:hAnsi="Tahoma"/>
                <w:sz w:val="18"/>
              </w:rPr>
            </w:pPr>
            <w:r>
              <w:rPr>
                <w:rFonts w:ascii="Tahoma" w:hAnsi="Tahoma"/>
                <w:sz w:val="18"/>
              </w:rPr>
              <w:t>Ortofrutticoli</w:t>
            </w:r>
          </w:p>
        </w:tc>
      </w:tr>
      <w:tr w:rsidR="00236D8D" w14:paraId="34791AB3" w14:textId="77777777" w:rsidTr="00236D8D">
        <w:trPr>
          <w:cantSplit/>
        </w:trPr>
        <w:tc>
          <w:tcPr>
            <w:tcW w:w="709" w:type="dxa"/>
          </w:tcPr>
          <w:p w14:paraId="5B04B8A9" w14:textId="77777777" w:rsidR="00236D8D" w:rsidRDefault="00236D8D" w:rsidP="00236D8D">
            <w:pPr>
              <w:rPr>
                <w:rFonts w:ascii="Tahoma" w:hAnsi="Tahoma"/>
                <w:sz w:val="18"/>
              </w:rPr>
            </w:pPr>
            <w:r>
              <w:rPr>
                <w:rFonts w:ascii="Tahoma" w:hAnsi="Tahoma"/>
                <w:sz w:val="18"/>
              </w:rPr>
              <w:t>50</w:t>
            </w:r>
          </w:p>
        </w:tc>
        <w:tc>
          <w:tcPr>
            <w:tcW w:w="567" w:type="dxa"/>
          </w:tcPr>
          <w:p w14:paraId="5F2D23BB" w14:textId="77777777" w:rsidR="00236D8D" w:rsidRDefault="00236D8D" w:rsidP="00236D8D">
            <w:pPr>
              <w:rPr>
                <w:rFonts w:ascii="Tahoma" w:hAnsi="Tahoma"/>
                <w:sz w:val="18"/>
              </w:rPr>
            </w:pPr>
            <w:r>
              <w:rPr>
                <w:rFonts w:ascii="Tahoma" w:hAnsi="Tahoma"/>
                <w:sz w:val="18"/>
              </w:rPr>
              <w:t>8501</w:t>
            </w:r>
          </w:p>
        </w:tc>
        <w:tc>
          <w:tcPr>
            <w:tcW w:w="5490" w:type="dxa"/>
          </w:tcPr>
          <w:p w14:paraId="61C0974C" w14:textId="77777777" w:rsidR="00236D8D" w:rsidRDefault="00236D8D" w:rsidP="00236D8D">
            <w:pPr>
              <w:rPr>
                <w:rFonts w:ascii="Tahoma" w:hAnsi="Tahoma"/>
                <w:sz w:val="18"/>
              </w:rPr>
            </w:pPr>
            <w:r>
              <w:rPr>
                <w:rFonts w:ascii="Tahoma" w:hAnsi="Tahoma"/>
                <w:sz w:val="18"/>
              </w:rPr>
              <w:t xml:space="preserve">Alimentari artigianato </w:t>
            </w:r>
          </w:p>
        </w:tc>
      </w:tr>
      <w:tr w:rsidR="00236D8D" w14:paraId="06C0C6A9" w14:textId="77777777" w:rsidTr="00236D8D">
        <w:trPr>
          <w:cantSplit/>
        </w:trPr>
        <w:tc>
          <w:tcPr>
            <w:tcW w:w="709" w:type="dxa"/>
          </w:tcPr>
          <w:p w14:paraId="25020192" w14:textId="77777777" w:rsidR="00236D8D" w:rsidRDefault="00236D8D" w:rsidP="00236D8D">
            <w:pPr>
              <w:rPr>
                <w:rFonts w:ascii="Tahoma" w:hAnsi="Tahoma"/>
                <w:sz w:val="18"/>
              </w:rPr>
            </w:pPr>
            <w:r>
              <w:rPr>
                <w:rFonts w:ascii="Tahoma" w:hAnsi="Tahoma"/>
                <w:sz w:val="18"/>
              </w:rPr>
              <w:t>51</w:t>
            </w:r>
          </w:p>
        </w:tc>
        <w:tc>
          <w:tcPr>
            <w:tcW w:w="567" w:type="dxa"/>
          </w:tcPr>
          <w:p w14:paraId="59030EE3" w14:textId="77777777" w:rsidR="00236D8D" w:rsidRDefault="00236D8D" w:rsidP="00236D8D">
            <w:pPr>
              <w:rPr>
                <w:rFonts w:ascii="Tahoma" w:hAnsi="Tahoma"/>
                <w:sz w:val="18"/>
              </w:rPr>
            </w:pPr>
            <w:r>
              <w:rPr>
                <w:rFonts w:ascii="Tahoma" w:hAnsi="Tahoma"/>
                <w:sz w:val="18"/>
              </w:rPr>
              <w:t>8511</w:t>
            </w:r>
          </w:p>
        </w:tc>
        <w:tc>
          <w:tcPr>
            <w:tcW w:w="5490" w:type="dxa"/>
          </w:tcPr>
          <w:p w14:paraId="655EF3ED" w14:textId="77777777" w:rsidR="00236D8D" w:rsidRDefault="00236D8D" w:rsidP="00236D8D">
            <w:pPr>
              <w:rPr>
                <w:rFonts w:ascii="Tahoma" w:hAnsi="Tahoma"/>
                <w:sz w:val="18"/>
              </w:rPr>
            </w:pPr>
            <w:r>
              <w:rPr>
                <w:rFonts w:ascii="Tahoma" w:hAnsi="Tahoma"/>
                <w:sz w:val="18"/>
              </w:rPr>
              <w:t xml:space="preserve">Chimica/gomma/plastica/vetro </w:t>
            </w:r>
            <w:proofErr w:type="spellStart"/>
            <w:r>
              <w:rPr>
                <w:rFonts w:ascii="Tahoma" w:hAnsi="Tahoma"/>
                <w:sz w:val="18"/>
              </w:rPr>
              <w:t>artig</w:t>
            </w:r>
            <w:proofErr w:type="spellEnd"/>
            <w:r>
              <w:rPr>
                <w:rFonts w:ascii="Tahoma" w:hAnsi="Tahoma"/>
                <w:sz w:val="18"/>
              </w:rPr>
              <w:t>.</w:t>
            </w:r>
          </w:p>
        </w:tc>
      </w:tr>
      <w:tr w:rsidR="00236D8D" w14:paraId="62B21AD5" w14:textId="77777777" w:rsidTr="00236D8D">
        <w:trPr>
          <w:cantSplit/>
        </w:trPr>
        <w:tc>
          <w:tcPr>
            <w:tcW w:w="709" w:type="dxa"/>
          </w:tcPr>
          <w:p w14:paraId="2C91E2AA" w14:textId="77777777" w:rsidR="00236D8D" w:rsidRDefault="00236D8D" w:rsidP="00236D8D">
            <w:pPr>
              <w:rPr>
                <w:rFonts w:ascii="Tahoma" w:hAnsi="Tahoma"/>
                <w:sz w:val="18"/>
              </w:rPr>
            </w:pPr>
            <w:r>
              <w:rPr>
                <w:rFonts w:ascii="Tahoma" w:hAnsi="Tahoma"/>
                <w:sz w:val="18"/>
              </w:rPr>
              <w:t>52</w:t>
            </w:r>
          </w:p>
        </w:tc>
        <w:tc>
          <w:tcPr>
            <w:tcW w:w="567" w:type="dxa"/>
          </w:tcPr>
          <w:p w14:paraId="73B1601B" w14:textId="77777777" w:rsidR="00236D8D" w:rsidRDefault="00236D8D" w:rsidP="00236D8D">
            <w:pPr>
              <w:rPr>
                <w:rFonts w:ascii="Tahoma" w:hAnsi="Tahoma"/>
                <w:sz w:val="18"/>
              </w:rPr>
            </w:pPr>
            <w:r>
              <w:rPr>
                <w:rFonts w:ascii="Tahoma" w:hAnsi="Tahoma"/>
                <w:sz w:val="18"/>
              </w:rPr>
              <w:t>8521</w:t>
            </w:r>
          </w:p>
        </w:tc>
        <w:tc>
          <w:tcPr>
            <w:tcW w:w="5490" w:type="dxa"/>
          </w:tcPr>
          <w:p w14:paraId="76C0EF88" w14:textId="77777777" w:rsidR="00236D8D" w:rsidRDefault="00236D8D" w:rsidP="00236D8D">
            <w:pPr>
              <w:rPr>
                <w:rFonts w:ascii="Tahoma" w:hAnsi="Tahoma"/>
                <w:sz w:val="18"/>
              </w:rPr>
            </w:pPr>
            <w:r>
              <w:rPr>
                <w:rFonts w:ascii="Tahoma" w:hAnsi="Tahoma"/>
                <w:sz w:val="18"/>
              </w:rPr>
              <w:t>Edilizia artigianato</w:t>
            </w:r>
          </w:p>
        </w:tc>
      </w:tr>
      <w:tr w:rsidR="00236D8D" w14:paraId="03A6EF55" w14:textId="77777777" w:rsidTr="00236D8D">
        <w:trPr>
          <w:cantSplit/>
          <w:trHeight w:val="248"/>
        </w:trPr>
        <w:tc>
          <w:tcPr>
            <w:tcW w:w="709" w:type="dxa"/>
          </w:tcPr>
          <w:p w14:paraId="65BC42E8" w14:textId="77777777" w:rsidR="00236D8D" w:rsidRDefault="00236D8D" w:rsidP="00236D8D">
            <w:pPr>
              <w:rPr>
                <w:rFonts w:ascii="Tahoma" w:hAnsi="Tahoma"/>
                <w:sz w:val="18"/>
              </w:rPr>
            </w:pPr>
            <w:r>
              <w:rPr>
                <w:rFonts w:ascii="Tahoma" w:hAnsi="Tahoma"/>
                <w:sz w:val="18"/>
              </w:rPr>
              <w:t>53</w:t>
            </w:r>
          </w:p>
        </w:tc>
        <w:tc>
          <w:tcPr>
            <w:tcW w:w="567" w:type="dxa"/>
          </w:tcPr>
          <w:p w14:paraId="025F9CD8" w14:textId="77777777" w:rsidR="00236D8D" w:rsidRDefault="00236D8D" w:rsidP="00236D8D">
            <w:pPr>
              <w:rPr>
                <w:rFonts w:ascii="Tahoma" w:hAnsi="Tahoma"/>
                <w:sz w:val="18"/>
              </w:rPr>
            </w:pPr>
            <w:r>
              <w:rPr>
                <w:rFonts w:ascii="Tahoma" w:hAnsi="Tahoma"/>
                <w:sz w:val="18"/>
              </w:rPr>
              <w:t>8531</w:t>
            </w:r>
          </w:p>
        </w:tc>
        <w:tc>
          <w:tcPr>
            <w:tcW w:w="5490" w:type="dxa"/>
          </w:tcPr>
          <w:p w14:paraId="2910C6CA" w14:textId="77777777" w:rsidR="00236D8D" w:rsidRDefault="00236D8D" w:rsidP="00236D8D">
            <w:pPr>
              <w:rPr>
                <w:rFonts w:ascii="Tahoma" w:hAnsi="Tahoma"/>
                <w:sz w:val="18"/>
              </w:rPr>
            </w:pPr>
            <w:r>
              <w:rPr>
                <w:rFonts w:ascii="Tahoma" w:hAnsi="Tahoma"/>
                <w:sz w:val="18"/>
              </w:rPr>
              <w:t>Grafica artigianato Comunicazione Artigianato</w:t>
            </w:r>
          </w:p>
        </w:tc>
      </w:tr>
      <w:tr w:rsidR="00236D8D" w14:paraId="0D7C8B42" w14:textId="77777777" w:rsidTr="00236D8D">
        <w:trPr>
          <w:cantSplit/>
        </w:trPr>
        <w:tc>
          <w:tcPr>
            <w:tcW w:w="709" w:type="dxa"/>
          </w:tcPr>
          <w:p w14:paraId="36383FFC" w14:textId="77777777" w:rsidR="00236D8D" w:rsidRDefault="00236D8D" w:rsidP="00236D8D">
            <w:pPr>
              <w:rPr>
                <w:rFonts w:ascii="Tahoma" w:hAnsi="Tahoma"/>
                <w:sz w:val="18"/>
              </w:rPr>
            </w:pPr>
            <w:r>
              <w:rPr>
                <w:rFonts w:ascii="Tahoma" w:hAnsi="Tahoma"/>
                <w:sz w:val="18"/>
              </w:rPr>
              <w:t>54</w:t>
            </w:r>
          </w:p>
        </w:tc>
        <w:tc>
          <w:tcPr>
            <w:tcW w:w="567" w:type="dxa"/>
          </w:tcPr>
          <w:p w14:paraId="26FB718D" w14:textId="77777777" w:rsidR="00236D8D" w:rsidRDefault="00236D8D" w:rsidP="00236D8D">
            <w:pPr>
              <w:rPr>
                <w:rFonts w:ascii="Tahoma" w:hAnsi="Tahoma"/>
                <w:sz w:val="18"/>
              </w:rPr>
            </w:pPr>
            <w:r>
              <w:rPr>
                <w:rFonts w:ascii="Tahoma" w:hAnsi="Tahoma"/>
                <w:sz w:val="18"/>
              </w:rPr>
              <w:t>8541</w:t>
            </w:r>
          </w:p>
        </w:tc>
        <w:tc>
          <w:tcPr>
            <w:tcW w:w="5490" w:type="dxa"/>
          </w:tcPr>
          <w:p w14:paraId="1740013F" w14:textId="77777777" w:rsidR="00236D8D" w:rsidRDefault="00236D8D" w:rsidP="00236D8D">
            <w:pPr>
              <w:rPr>
                <w:rFonts w:ascii="Tahoma" w:hAnsi="Tahoma"/>
                <w:sz w:val="18"/>
              </w:rPr>
            </w:pPr>
            <w:r>
              <w:rPr>
                <w:rFonts w:ascii="Tahoma" w:hAnsi="Tahoma"/>
                <w:sz w:val="18"/>
              </w:rPr>
              <w:t>Alimentari PMI</w:t>
            </w:r>
          </w:p>
        </w:tc>
      </w:tr>
      <w:tr w:rsidR="00236D8D" w14:paraId="38184334" w14:textId="77777777" w:rsidTr="00236D8D">
        <w:trPr>
          <w:cantSplit/>
        </w:trPr>
        <w:tc>
          <w:tcPr>
            <w:tcW w:w="709" w:type="dxa"/>
          </w:tcPr>
          <w:p w14:paraId="7DF70D62" w14:textId="77777777" w:rsidR="00236D8D" w:rsidRDefault="00236D8D" w:rsidP="00236D8D">
            <w:pPr>
              <w:rPr>
                <w:rFonts w:ascii="Tahoma" w:hAnsi="Tahoma"/>
                <w:sz w:val="18"/>
              </w:rPr>
            </w:pPr>
            <w:r>
              <w:rPr>
                <w:rFonts w:ascii="Tahoma" w:hAnsi="Tahoma"/>
                <w:sz w:val="18"/>
              </w:rPr>
              <w:t>55</w:t>
            </w:r>
          </w:p>
        </w:tc>
        <w:tc>
          <w:tcPr>
            <w:tcW w:w="567" w:type="dxa"/>
          </w:tcPr>
          <w:p w14:paraId="09C96177" w14:textId="77777777" w:rsidR="00236D8D" w:rsidRDefault="00236D8D" w:rsidP="00236D8D">
            <w:pPr>
              <w:rPr>
                <w:rFonts w:ascii="Tahoma" w:hAnsi="Tahoma"/>
                <w:sz w:val="18"/>
              </w:rPr>
            </w:pPr>
            <w:r>
              <w:rPr>
                <w:rFonts w:ascii="Tahoma" w:hAnsi="Tahoma"/>
                <w:sz w:val="18"/>
              </w:rPr>
              <w:t>8551</w:t>
            </w:r>
          </w:p>
        </w:tc>
        <w:tc>
          <w:tcPr>
            <w:tcW w:w="5490" w:type="dxa"/>
          </w:tcPr>
          <w:p w14:paraId="0DACC543" w14:textId="77777777" w:rsidR="00236D8D" w:rsidRDefault="00236D8D" w:rsidP="00236D8D">
            <w:pPr>
              <w:rPr>
                <w:rFonts w:ascii="Tahoma" w:hAnsi="Tahoma"/>
                <w:sz w:val="18"/>
              </w:rPr>
            </w:pPr>
            <w:r>
              <w:rPr>
                <w:rFonts w:ascii="Tahoma" w:hAnsi="Tahoma"/>
                <w:sz w:val="18"/>
              </w:rPr>
              <w:t>Agricoltura operai</w:t>
            </w:r>
          </w:p>
        </w:tc>
      </w:tr>
      <w:tr w:rsidR="00236D8D" w14:paraId="0B205836" w14:textId="77777777" w:rsidTr="00236D8D">
        <w:trPr>
          <w:cantSplit/>
        </w:trPr>
        <w:tc>
          <w:tcPr>
            <w:tcW w:w="709" w:type="dxa"/>
          </w:tcPr>
          <w:p w14:paraId="15D6EDA5" w14:textId="77777777" w:rsidR="00236D8D" w:rsidRDefault="00236D8D" w:rsidP="00236D8D">
            <w:pPr>
              <w:rPr>
                <w:rFonts w:ascii="Tahoma" w:hAnsi="Tahoma"/>
                <w:sz w:val="18"/>
              </w:rPr>
            </w:pPr>
            <w:r>
              <w:rPr>
                <w:rFonts w:ascii="Tahoma" w:hAnsi="Tahoma"/>
                <w:sz w:val="18"/>
              </w:rPr>
              <w:t>56</w:t>
            </w:r>
          </w:p>
        </w:tc>
        <w:tc>
          <w:tcPr>
            <w:tcW w:w="567" w:type="dxa"/>
          </w:tcPr>
          <w:p w14:paraId="71679EEA" w14:textId="77777777" w:rsidR="00236D8D" w:rsidRDefault="00236D8D" w:rsidP="00236D8D">
            <w:pPr>
              <w:rPr>
                <w:rFonts w:ascii="Tahoma" w:hAnsi="Tahoma"/>
                <w:sz w:val="18"/>
              </w:rPr>
            </w:pPr>
            <w:r>
              <w:rPr>
                <w:rFonts w:ascii="Tahoma" w:hAnsi="Tahoma"/>
                <w:sz w:val="18"/>
              </w:rPr>
              <w:t>8561</w:t>
            </w:r>
          </w:p>
        </w:tc>
        <w:tc>
          <w:tcPr>
            <w:tcW w:w="5490" w:type="dxa"/>
          </w:tcPr>
          <w:p w14:paraId="2F487E41" w14:textId="77777777" w:rsidR="00236D8D" w:rsidRDefault="00236D8D" w:rsidP="00236D8D">
            <w:pPr>
              <w:rPr>
                <w:rFonts w:ascii="Tahoma" w:hAnsi="Tahoma"/>
                <w:sz w:val="18"/>
              </w:rPr>
            </w:pPr>
            <w:r>
              <w:rPr>
                <w:rFonts w:ascii="Tahoma" w:hAnsi="Tahoma"/>
                <w:sz w:val="18"/>
              </w:rPr>
              <w:t>Agricoltura impiegati</w:t>
            </w:r>
          </w:p>
        </w:tc>
      </w:tr>
      <w:tr w:rsidR="00236D8D" w14:paraId="33E24271" w14:textId="77777777" w:rsidTr="00236D8D">
        <w:trPr>
          <w:cantSplit/>
        </w:trPr>
        <w:tc>
          <w:tcPr>
            <w:tcW w:w="709" w:type="dxa"/>
          </w:tcPr>
          <w:p w14:paraId="72E4C5DD" w14:textId="77777777" w:rsidR="00236D8D" w:rsidRDefault="00236D8D" w:rsidP="00236D8D">
            <w:pPr>
              <w:rPr>
                <w:rFonts w:ascii="Tahoma" w:hAnsi="Tahoma"/>
                <w:sz w:val="18"/>
              </w:rPr>
            </w:pPr>
            <w:r>
              <w:rPr>
                <w:rFonts w:ascii="Tahoma" w:hAnsi="Tahoma"/>
                <w:sz w:val="18"/>
              </w:rPr>
              <w:t>57</w:t>
            </w:r>
          </w:p>
        </w:tc>
        <w:tc>
          <w:tcPr>
            <w:tcW w:w="567" w:type="dxa"/>
          </w:tcPr>
          <w:p w14:paraId="4D879C9B" w14:textId="77777777" w:rsidR="00236D8D" w:rsidRDefault="00236D8D" w:rsidP="00236D8D">
            <w:pPr>
              <w:rPr>
                <w:rFonts w:ascii="Tahoma" w:hAnsi="Tahoma"/>
                <w:sz w:val="18"/>
              </w:rPr>
            </w:pPr>
            <w:r>
              <w:rPr>
                <w:rFonts w:ascii="Tahoma" w:hAnsi="Tahoma"/>
                <w:sz w:val="18"/>
              </w:rPr>
              <w:t>8571</w:t>
            </w:r>
          </w:p>
        </w:tc>
        <w:tc>
          <w:tcPr>
            <w:tcW w:w="5490" w:type="dxa"/>
          </w:tcPr>
          <w:p w14:paraId="668FC0BF" w14:textId="77777777" w:rsidR="00236D8D" w:rsidRDefault="00236D8D" w:rsidP="00236D8D">
            <w:pPr>
              <w:rPr>
                <w:rFonts w:ascii="Tahoma" w:hAnsi="Tahoma"/>
                <w:sz w:val="18"/>
              </w:rPr>
            </w:pPr>
            <w:r>
              <w:rPr>
                <w:rFonts w:ascii="Tahoma" w:hAnsi="Tahoma"/>
                <w:sz w:val="18"/>
              </w:rPr>
              <w:t>Agricoltura Cooperative</w:t>
            </w:r>
          </w:p>
        </w:tc>
      </w:tr>
      <w:tr w:rsidR="00236D8D" w14:paraId="6492D76F" w14:textId="77777777" w:rsidTr="00236D8D">
        <w:trPr>
          <w:cantSplit/>
        </w:trPr>
        <w:tc>
          <w:tcPr>
            <w:tcW w:w="709" w:type="dxa"/>
          </w:tcPr>
          <w:p w14:paraId="0A1BC7D7" w14:textId="77777777" w:rsidR="00236D8D" w:rsidRDefault="00236D8D" w:rsidP="00236D8D">
            <w:pPr>
              <w:rPr>
                <w:rFonts w:ascii="Tahoma" w:hAnsi="Tahoma"/>
                <w:sz w:val="18"/>
              </w:rPr>
            </w:pPr>
            <w:r>
              <w:rPr>
                <w:rFonts w:ascii="Tahoma" w:hAnsi="Tahoma"/>
                <w:sz w:val="18"/>
              </w:rPr>
              <w:t>58</w:t>
            </w:r>
          </w:p>
        </w:tc>
        <w:tc>
          <w:tcPr>
            <w:tcW w:w="567" w:type="dxa"/>
          </w:tcPr>
          <w:p w14:paraId="66CE2DF6" w14:textId="77777777" w:rsidR="00236D8D" w:rsidRDefault="00236D8D" w:rsidP="00236D8D">
            <w:pPr>
              <w:rPr>
                <w:rFonts w:ascii="Tahoma" w:hAnsi="Tahoma"/>
                <w:sz w:val="18"/>
              </w:rPr>
            </w:pPr>
            <w:r>
              <w:rPr>
                <w:rFonts w:ascii="Tahoma" w:hAnsi="Tahoma"/>
                <w:sz w:val="18"/>
              </w:rPr>
              <w:t>8581</w:t>
            </w:r>
          </w:p>
        </w:tc>
        <w:tc>
          <w:tcPr>
            <w:tcW w:w="5490" w:type="dxa"/>
          </w:tcPr>
          <w:p w14:paraId="0EC632AD" w14:textId="77777777" w:rsidR="00236D8D" w:rsidRDefault="00236D8D" w:rsidP="00236D8D">
            <w:pPr>
              <w:rPr>
                <w:rFonts w:ascii="Tahoma" w:hAnsi="Tahoma"/>
                <w:sz w:val="18"/>
              </w:rPr>
            </w:pPr>
            <w:r>
              <w:rPr>
                <w:rFonts w:ascii="Tahoma" w:hAnsi="Tahoma"/>
                <w:sz w:val="18"/>
              </w:rPr>
              <w:t>Alberghi diurni FIPE / Turismo Confcommercio</w:t>
            </w:r>
          </w:p>
        </w:tc>
      </w:tr>
      <w:tr w:rsidR="00236D8D" w14:paraId="0F661B09" w14:textId="77777777" w:rsidTr="00236D8D">
        <w:trPr>
          <w:cantSplit/>
        </w:trPr>
        <w:tc>
          <w:tcPr>
            <w:tcW w:w="709" w:type="dxa"/>
          </w:tcPr>
          <w:p w14:paraId="705FAD31" w14:textId="77777777" w:rsidR="00236D8D" w:rsidRDefault="00236D8D" w:rsidP="00236D8D">
            <w:pPr>
              <w:rPr>
                <w:rFonts w:ascii="Tahoma" w:hAnsi="Tahoma"/>
                <w:sz w:val="18"/>
              </w:rPr>
            </w:pPr>
            <w:r>
              <w:rPr>
                <w:rFonts w:ascii="Tahoma" w:hAnsi="Tahoma"/>
                <w:sz w:val="18"/>
              </w:rPr>
              <w:t>59</w:t>
            </w:r>
          </w:p>
        </w:tc>
        <w:tc>
          <w:tcPr>
            <w:tcW w:w="567" w:type="dxa"/>
          </w:tcPr>
          <w:p w14:paraId="218411E9" w14:textId="77777777" w:rsidR="00236D8D" w:rsidRDefault="00236D8D" w:rsidP="00236D8D">
            <w:pPr>
              <w:rPr>
                <w:rFonts w:ascii="Tahoma" w:hAnsi="Tahoma"/>
                <w:sz w:val="18"/>
              </w:rPr>
            </w:pPr>
            <w:r>
              <w:rPr>
                <w:rFonts w:ascii="Tahoma" w:hAnsi="Tahoma"/>
                <w:sz w:val="18"/>
              </w:rPr>
              <w:t>8591</w:t>
            </w:r>
          </w:p>
        </w:tc>
        <w:tc>
          <w:tcPr>
            <w:tcW w:w="5490" w:type="dxa"/>
          </w:tcPr>
          <w:p w14:paraId="62AFDAB4" w14:textId="77777777" w:rsidR="00236D8D" w:rsidRDefault="00236D8D" w:rsidP="00236D8D">
            <w:pPr>
              <w:rPr>
                <w:rFonts w:ascii="Tahoma" w:hAnsi="Tahoma"/>
                <w:sz w:val="18"/>
              </w:rPr>
            </w:pPr>
            <w:r>
              <w:rPr>
                <w:rFonts w:ascii="Tahoma" w:hAnsi="Tahoma"/>
                <w:sz w:val="18"/>
              </w:rPr>
              <w:t>Calzature PMI</w:t>
            </w:r>
          </w:p>
        </w:tc>
      </w:tr>
      <w:tr w:rsidR="00236D8D" w14:paraId="146E213F" w14:textId="77777777" w:rsidTr="00236D8D">
        <w:trPr>
          <w:cantSplit/>
        </w:trPr>
        <w:tc>
          <w:tcPr>
            <w:tcW w:w="709" w:type="dxa"/>
          </w:tcPr>
          <w:p w14:paraId="5B27F478" w14:textId="77777777" w:rsidR="00236D8D" w:rsidRDefault="00236D8D" w:rsidP="00236D8D">
            <w:pPr>
              <w:rPr>
                <w:rFonts w:ascii="Tahoma" w:hAnsi="Tahoma"/>
                <w:sz w:val="18"/>
              </w:rPr>
            </w:pPr>
            <w:r>
              <w:rPr>
                <w:rFonts w:ascii="Tahoma" w:hAnsi="Tahoma"/>
                <w:sz w:val="18"/>
              </w:rPr>
              <w:t>60</w:t>
            </w:r>
          </w:p>
        </w:tc>
        <w:tc>
          <w:tcPr>
            <w:tcW w:w="567" w:type="dxa"/>
          </w:tcPr>
          <w:p w14:paraId="26DA9562" w14:textId="77777777" w:rsidR="00236D8D" w:rsidRDefault="00236D8D" w:rsidP="00236D8D">
            <w:pPr>
              <w:rPr>
                <w:rFonts w:ascii="Tahoma" w:hAnsi="Tahoma"/>
                <w:sz w:val="18"/>
              </w:rPr>
            </w:pPr>
            <w:r>
              <w:rPr>
                <w:rFonts w:ascii="Tahoma" w:hAnsi="Tahoma"/>
                <w:sz w:val="18"/>
              </w:rPr>
              <w:t>8601</w:t>
            </w:r>
          </w:p>
        </w:tc>
        <w:tc>
          <w:tcPr>
            <w:tcW w:w="5490" w:type="dxa"/>
          </w:tcPr>
          <w:p w14:paraId="2AA198C2" w14:textId="77777777" w:rsidR="00236D8D" w:rsidRDefault="00236D8D" w:rsidP="00236D8D">
            <w:pPr>
              <w:rPr>
                <w:rFonts w:ascii="Tahoma" w:hAnsi="Tahoma"/>
                <w:sz w:val="18"/>
              </w:rPr>
            </w:pPr>
            <w:r>
              <w:rPr>
                <w:rFonts w:ascii="Tahoma" w:hAnsi="Tahoma"/>
                <w:sz w:val="18"/>
              </w:rPr>
              <w:t xml:space="preserve">Carta PMI- Comunicazione </w:t>
            </w:r>
            <w:proofErr w:type="spellStart"/>
            <w:r>
              <w:rPr>
                <w:rFonts w:ascii="Tahoma" w:hAnsi="Tahoma"/>
                <w:sz w:val="18"/>
              </w:rPr>
              <w:t>Picc.Media</w:t>
            </w:r>
            <w:proofErr w:type="spellEnd"/>
            <w:r>
              <w:rPr>
                <w:rFonts w:ascii="Tahoma" w:hAnsi="Tahoma"/>
                <w:sz w:val="18"/>
              </w:rPr>
              <w:t xml:space="preserve"> Industria</w:t>
            </w:r>
          </w:p>
        </w:tc>
      </w:tr>
      <w:tr w:rsidR="00236D8D" w14:paraId="59BA0DB2" w14:textId="77777777" w:rsidTr="00236D8D">
        <w:trPr>
          <w:cantSplit/>
          <w:trHeight w:val="184"/>
        </w:trPr>
        <w:tc>
          <w:tcPr>
            <w:tcW w:w="709" w:type="dxa"/>
          </w:tcPr>
          <w:p w14:paraId="5FFE2E66" w14:textId="77777777" w:rsidR="00236D8D" w:rsidRDefault="00236D8D" w:rsidP="00236D8D">
            <w:pPr>
              <w:rPr>
                <w:rFonts w:ascii="Tahoma" w:hAnsi="Tahoma"/>
                <w:sz w:val="18"/>
              </w:rPr>
            </w:pPr>
            <w:r>
              <w:rPr>
                <w:rFonts w:ascii="Tahoma" w:hAnsi="Tahoma"/>
                <w:sz w:val="18"/>
              </w:rPr>
              <w:t>61</w:t>
            </w:r>
          </w:p>
        </w:tc>
        <w:tc>
          <w:tcPr>
            <w:tcW w:w="567" w:type="dxa"/>
          </w:tcPr>
          <w:p w14:paraId="3546E7F5" w14:textId="77777777" w:rsidR="00236D8D" w:rsidRDefault="00236D8D" w:rsidP="00236D8D">
            <w:pPr>
              <w:rPr>
                <w:rFonts w:ascii="Tahoma" w:hAnsi="Tahoma"/>
                <w:sz w:val="18"/>
              </w:rPr>
            </w:pPr>
            <w:r>
              <w:rPr>
                <w:rFonts w:ascii="Tahoma" w:hAnsi="Tahoma"/>
                <w:sz w:val="18"/>
              </w:rPr>
              <w:t>8611</w:t>
            </w:r>
          </w:p>
        </w:tc>
        <w:tc>
          <w:tcPr>
            <w:tcW w:w="5490" w:type="dxa"/>
          </w:tcPr>
          <w:p w14:paraId="7C3D60DE" w14:textId="77777777" w:rsidR="00236D8D" w:rsidRDefault="00236D8D" w:rsidP="00236D8D">
            <w:pPr>
              <w:rPr>
                <w:rFonts w:ascii="Tahoma" w:hAnsi="Tahoma"/>
                <w:sz w:val="18"/>
              </w:rPr>
            </w:pPr>
            <w:r>
              <w:rPr>
                <w:rFonts w:ascii="Tahoma" w:hAnsi="Tahoma"/>
                <w:sz w:val="18"/>
              </w:rPr>
              <w:t>Chimica PMI</w:t>
            </w:r>
          </w:p>
        </w:tc>
      </w:tr>
      <w:tr w:rsidR="00236D8D" w14:paraId="44D4C60F" w14:textId="77777777" w:rsidTr="00236D8D">
        <w:trPr>
          <w:cantSplit/>
        </w:trPr>
        <w:tc>
          <w:tcPr>
            <w:tcW w:w="709" w:type="dxa"/>
          </w:tcPr>
          <w:p w14:paraId="51AC58FA" w14:textId="77777777" w:rsidR="00236D8D" w:rsidRDefault="00236D8D" w:rsidP="00236D8D">
            <w:pPr>
              <w:rPr>
                <w:rFonts w:ascii="Tahoma" w:hAnsi="Tahoma"/>
                <w:sz w:val="18"/>
              </w:rPr>
            </w:pPr>
            <w:r>
              <w:rPr>
                <w:rFonts w:ascii="Tahoma" w:hAnsi="Tahoma"/>
                <w:sz w:val="18"/>
              </w:rPr>
              <w:t>62</w:t>
            </w:r>
          </w:p>
        </w:tc>
        <w:tc>
          <w:tcPr>
            <w:tcW w:w="567" w:type="dxa"/>
          </w:tcPr>
          <w:p w14:paraId="5BDE5D90" w14:textId="77777777" w:rsidR="00236D8D" w:rsidRDefault="00236D8D" w:rsidP="00236D8D">
            <w:pPr>
              <w:rPr>
                <w:rFonts w:ascii="Tahoma" w:hAnsi="Tahoma"/>
                <w:sz w:val="18"/>
              </w:rPr>
            </w:pPr>
            <w:r>
              <w:rPr>
                <w:rFonts w:ascii="Tahoma" w:hAnsi="Tahoma"/>
                <w:sz w:val="18"/>
              </w:rPr>
              <w:t>8621</w:t>
            </w:r>
          </w:p>
        </w:tc>
        <w:tc>
          <w:tcPr>
            <w:tcW w:w="5490" w:type="dxa"/>
          </w:tcPr>
          <w:p w14:paraId="7CB848FB" w14:textId="77777777" w:rsidR="00236D8D" w:rsidRDefault="00236D8D" w:rsidP="00236D8D">
            <w:pPr>
              <w:jc w:val="both"/>
              <w:rPr>
                <w:rFonts w:ascii="Tahoma" w:hAnsi="Tahoma"/>
                <w:sz w:val="18"/>
              </w:rPr>
            </w:pPr>
            <w:r>
              <w:rPr>
                <w:rFonts w:ascii="Tahoma" w:hAnsi="Tahoma"/>
                <w:sz w:val="18"/>
              </w:rPr>
              <w:t>Commercio imprese cooperative/ Terziario cooperative di consumo</w:t>
            </w:r>
          </w:p>
        </w:tc>
      </w:tr>
      <w:tr w:rsidR="00236D8D" w14:paraId="4EFBDBD8" w14:textId="77777777" w:rsidTr="00236D8D">
        <w:trPr>
          <w:cantSplit/>
        </w:trPr>
        <w:tc>
          <w:tcPr>
            <w:tcW w:w="709" w:type="dxa"/>
          </w:tcPr>
          <w:p w14:paraId="31BF1779" w14:textId="77777777" w:rsidR="00236D8D" w:rsidRDefault="00236D8D" w:rsidP="00236D8D">
            <w:pPr>
              <w:rPr>
                <w:rFonts w:ascii="Tahoma" w:hAnsi="Tahoma"/>
                <w:sz w:val="18"/>
              </w:rPr>
            </w:pPr>
            <w:r>
              <w:rPr>
                <w:rFonts w:ascii="Tahoma" w:hAnsi="Tahoma"/>
                <w:sz w:val="18"/>
              </w:rPr>
              <w:t>63</w:t>
            </w:r>
          </w:p>
        </w:tc>
        <w:tc>
          <w:tcPr>
            <w:tcW w:w="567" w:type="dxa"/>
          </w:tcPr>
          <w:p w14:paraId="0AF457A0" w14:textId="77777777" w:rsidR="00236D8D" w:rsidRDefault="00236D8D" w:rsidP="00236D8D">
            <w:pPr>
              <w:rPr>
                <w:rFonts w:ascii="Tahoma" w:hAnsi="Tahoma"/>
                <w:sz w:val="18"/>
              </w:rPr>
            </w:pPr>
            <w:r>
              <w:rPr>
                <w:rFonts w:ascii="Tahoma" w:hAnsi="Tahoma"/>
                <w:sz w:val="18"/>
              </w:rPr>
              <w:t>8631</w:t>
            </w:r>
          </w:p>
        </w:tc>
        <w:tc>
          <w:tcPr>
            <w:tcW w:w="5490" w:type="dxa"/>
          </w:tcPr>
          <w:p w14:paraId="5AD2405B" w14:textId="77777777" w:rsidR="00236D8D" w:rsidRDefault="00236D8D" w:rsidP="00236D8D">
            <w:pPr>
              <w:rPr>
                <w:rFonts w:ascii="Tahoma" w:hAnsi="Tahoma"/>
                <w:sz w:val="18"/>
              </w:rPr>
            </w:pPr>
            <w:r>
              <w:rPr>
                <w:rFonts w:ascii="Tahoma" w:hAnsi="Tahoma"/>
                <w:sz w:val="18"/>
              </w:rPr>
              <w:t>Edilizia PMI</w:t>
            </w:r>
          </w:p>
        </w:tc>
      </w:tr>
      <w:tr w:rsidR="00236D8D" w14:paraId="361583DE" w14:textId="77777777" w:rsidTr="00236D8D">
        <w:trPr>
          <w:cantSplit/>
        </w:trPr>
        <w:tc>
          <w:tcPr>
            <w:tcW w:w="709" w:type="dxa"/>
          </w:tcPr>
          <w:p w14:paraId="2F2DBFD1" w14:textId="77777777" w:rsidR="00236D8D" w:rsidRDefault="00236D8D" w:rsidP="00236D8D">
            <w:pPr>
              <w:rPr>
                <w:rFonts w:ascii="Tahoma" w:hAnsi="Tahoma"/>
                <w:sz w:val="18"/>
              </w:rPr>
            </w:pPr>
            <w:r>
              <w:rPr>
                <w:rFonts w:ascii="Tahoma" w:hAnsi="Tahoma"/>
                <w:sz w:val="18"/>
              </w:rPr>
              <w:t>64</w:t>
            </w:r>
          </w:p>
        </w:tc>
        <w:tc>
          <w:tcPr>
            <w:tcW w:w="567" w:type="dxa"/>
          </w:tcPr>
          <w:p w14:paraId="0924804F" w14:textId="77777777" w:rsidR="00236D8D" w:rsidRDefault="00236D8D" w:rsidP="00236D8D">
            <w:pPr>
              <w:rPr>
                <w:rFonts w:ascii="Tahoma" w:hAnsi="Tahoma"/>
                <w:sz w:val="18"/>
              </w:rPr>
            </w:pPr>
            <w:r>
              <w:rPr>
                <w:rFonts w:ascii="Tahoma" w:hAnsi="Tahoma"/>
                <w:sz w:val="18"/>
              </w:rPr>
              <w:t>8641</w:t>
            </w:r>
          </w:p>
        </w:tc>
        <w:tc>
          <w:tcPr>
            <w:tcW w:w="5490" w:type="dxa"/>
          </w:tcPr>
          <w:p w14:paraId="585AFFD5" w14:textId="77777777" w:rsidR="00236D8D" w:rsidRDefault="00236D8D" w:rsidP="00236D8D">
            <w:pPr>
              <w:rPr>
                <w:rFonts w:ascii="Tahoma" w:hAnsi="Tahoma"/>
                <w:sz w:val="18"/>
              </w:rPr>
            </w:pPr>
            <w:r>
              <w:rPr>
                <w:rFonts w:ascii="Tahoma" w:hAnsi="Tahoma"/>
                <w:sz w:val="18"/>
              </w:rPr>
              <w:t>Edilizia imprese cooperative</w:t>
            </w:r>
          </w:p>
        </w:tc>
      </w:tr>
      <w:tr w:rsidR="00236D8D" w14:paraId="55991B51" w14:textId="77777777" w:rsidTr="00236D8D">
        <w:trPr>
          <w:cantSplit/>
        </w:trPr>
        <w:tc>
          <w:tcPr>
            <w:tcW w:w="709" w:type="dxa"/>
          </w:tcPr>
          <w:p w14:paraId="7270AE4B" w14:textId="77777777" w:rsidR="00236D8D" w:rsidRDefault="00236D8D" w:rsidP="00236D8D">
            <w:pPr>
              <w:rPr>
                <w:rFonts w:ascii="Tahoma" w:hAnsi="Tahoma"/>
                <w:sz w:val="18"/>
              </w:rPr>
            </w:pPr>
            <w:r>
              <w:rPr>
                <w:rFonts w:ascii="Tahoma" w:hAnsi="Tahoma"/>
                <w:sz w:val="18"/>
              </w:rPr>
              <w:t>65</w:t>
            </w:r>
          </w:p>
        </w:tc>
        <w:tc>
          <w:tcPr>
            <w:tcW w:w="567" w:type="dxa"/>
          </w:tcPr>
          <w:p w14:paraId="67DB5A7F" w14:textId="77777777" w:rsidR="00236D8D" w:rsidRDefault="00236D8D" w:rsidP="00236D8D">
            <w:pPr>
              <w:rPr>
                <w:rFonts w:ascii="Tahoma" w:hAnsi="Tahoma"/>
                <w:sz w:val="18"/>
              </w:rPr>
            </w:pPr>
            <w:r>
              <w:rPr>
                <w:rFonts w:ascii="Tahoma" w:hAnsi="Tahoma"/>
                <w:sz w:val="18"/>
              </w:rPr>
              <w:t>8651</w:t>
            </w:r>
          </w:p>
        </w:tc>
        <w:tc>
          <w:tcPr>
            <w:tcW w:w="5490" w:type="dxa"/>
          </w:tcPr>
          <w:p w14:paraId="652B9FAA" w14:textId="77777777" w:rsidR="00236D8D" w:rsidRDefault="00236D8D" w:rsidP="00236D8D">
            <w:pPr>
              <w:rPr>
                <w:rFonts w:ascii="Tahoma" w:hAnsi="Tahoma"/>
                <w:sz w:val="18"/>
              </w:rPr>
            </w:pPr>
            <w:r>
              <w:rPr>
                <w:rFonts w:ascii="Tahoma" w:hAnsi="Tahoma"/>
                <w:sz w:val="18"/>
              </w:rPr>
              <w:t>Gomma / plastica PMI</w:t>
            </w:r>
          </w:p>
        </w:tc>
      </w:tr>
      <w:tr w:rsidR="00236D8D" w14:paraId="339C50DB" w14:textId="77777777" w:rsidTr="00236D8D">
        <w:trPr>
          <w:cantSplit/>
        </w:trPr>
        <w:tc>
          <w:tcPr>
            <w:tcW w:w="709" w:type="dxa"/>
          </w:tcPr>
          <w:p w14:paraId="6DB9D51B" w14:textId="77777777" w:rsidR="00236D8D" w:rsidRDefault="00236D8D" w:rsidP="00236D8D">
            <w:pPr>
              <w:rPr>
                <w:rFonts w:ascii="Tahoma" w:hAnsi="Tahoma"/>
                <w:sz w:val="18"/>
              </w:rPr>
            </w:pPr>
            <w:r>
              <w:rPr>
                <w:rFonts w:ascii="Tahoma" w:hAnsi="Tahoma"/>
                <w:sz w:val="18"/>
              </w:rPr>
              <w:t>66</w:t>
            </w:r>
          </w:p>
        </w:tc>
        <w:tc>
          <w:tcPr>
            <w:tcW w:w="567" w:type="dxa"/>
          </w:tcPr>
          <w:p w14:paraId="0D314F1E" w14:textId="77777777" w:rsidR="00236D8D" w:rsidRDefault="00236D8D" w:rsidP="00236D8D">
            <w:pPr>
              <w:rPr>
                <w:rFonts w:ascii="Tahoma" w:hAnsi="Tahoma"/>
                <w:sz w:val="18"/>
              </w:rPr>
            </w:pPr>
            <w:r>
              <w:rPr>
                <w:rFonts w:ascii="Tahoma" w:hAnsi="Tahoma"/>
                <w:sz w:val="18"/>
              </w:rPr>
              <w:t>8661</w:t>
            </w:r>
          </w:p>
        </w:tc>
        <w:tc>
          <w:tcPr>
            <w:tcW w:w="5490" w:type="dxa"/>
          </w:tcPr>
          <w:p w14:paraId="37B4F15D" w14:textId="77777777" w:rsidR="00236D8D" w:rsidRDefault="00236D8D" w:rsidP="00236D8D">
            <w:pPr>
              <w:rPr>
                <w:rFonts w:ascii="Tahoma" w:hAnsi="Tahoma"/>
                <w:sz w:val="18"/>
              </w:rPr>
            </w:pPr>
            <w:r>
              <w:rPr>
                <w:rFonts w:ascii="Tahoma" w:hAnsi="Tahoma"/>
                <w:sz w:val="18"/>
              </w:rPr>
              <w:t>Comunicazione Piccola Industria</w:t>
            </w:r>
          </w:p>
        </w:tc>
      </w:tr>
      <w:tr w:rsidR="00236D8D" w14:paraId="4F709FE9" w14:textId="77777777" w:rsidTr="00236D8D">
        <w:trPr>
          <w:cantSplit/>
        </w:trPr>
        <w:tc>
          <w:tcPr>
            <w:tcW w:w="709" w:type="dxa"/>
          </w:tcPr>
          <w:p w14:paraId="0ED6B3C2" w14:textId="77777777" w:rsidR="00236D8D" w:rsidRDefault="00236D8D" w:rsidP="00236D8D">
            <w:pPr>
              <w:rPr>
                <w:rFonts w:ascii="Tahoma" w:hAnsi="Tahoma"/>
                <w:sz w:val="18"/>
              </w:rPr>
            </w:pPr>
            <w:r>
              <w:rPr>
                <w:rFonts w:ascii="Tahoma" w:hAnsi="Tahoma"/>
                <w:sz w:val="18"/>
              </w:rPr>
              <w:t>67</w:t>
            </w:r>
          </w:p>
        </w:tc>
        <w:tc>
          <w:tcPr>
            <w:tcW w:w="567" w:type="dxa"/>
          </w:tcPr>
          <w:p w14:paraId="5DBAD6EB" w14:textId="77777777" w:rsidR="00236D8D" w:rsidRDefault="00236D8D" w:rsidP="00236D8D">
            <w:pPr>
              <w:rPr>
                <w:rFonts w:ascii="Tahoma" w:hAnsi="Tahoma"/>
                <w:sz w:val="18"/>
              </w:rPr>
            </w:pPr>
            <w:r>
              <w:rPr>
                <w:rFonts w:ascii="Tahoma" w:hAnsi="Tahoma"/>
                <w:sz w:val="18"/>
              </w:rPr>
              <w:t>8671</w:t>
            </w:r>
          </w:p>
        </w:tc>
        <w:tc>
          <w:tcPr>
            <w:tcW w:w="5490" w:type="dxa"/>
          </w:tcPr>
          <w:p w14:paraId="63D3CD1C" w14:textId="77777777" w:rsidR="00236D8D" w:rsidRDefault="00236D8D" w:rsidP="00236D8D">
            <w:pPr>
              <w:rPr>
                <w:rFonts w:ascii="Tahoma" w:hAnsi="Tahoma"/>
                <w:sz w:val="18"/>
              </w:rPr>
            </w:pPr>
            <w:r>
              <w:rPr>
                <w:rFonts w:ascii="Tahoma" w:hAnsi="Tahoma"/>
                <w:sz w:val="18"/>
              </w:rPr>
              <w:t>Lapidei PMI</w:t>
            </w:r>
          </w:p>
        </w:tc>
      </w:tr>
      <w:tr w:rsidR="00236D8D" w14:paraId="7623209D" w14:textId="77777777" w:rsidTr="00236D8D">
        <w:trPr>
          <w:cantSplit/>
        </w:trPr>
        <w:tc>
          <w:tcPr>
            <w:tcW w:w="709" w:type="dxa"/>
          </w:tcPr>
          <w:p w14:paraId="2EB38756" w14:textId="77777777" w:rsidR="00236D8D" w:rsidRDefault="00236D8D" w:rsidP="00236D8D">
            <w:pPr>
              <w:rPr>
                <w:rFonts w:ascii="Tahoma" w:hAnsi="Tahoma"/>
                <w:sz w:val="18"/>
              </w:rPr>
            </w:pPr>
            <w:r>
              <w:rPr>
                <w:rFonts w:ascii="Tahoma" w:hAnsi="Tahoma"/>
                <w:sz w:val="18"/>
              </w:rPr>
              <w:t>68</w:t>
            </w:r>
          </w:p>
        </w:tc>
        <w:tc>
          <w:tcPr>
            <w:tcW w:w="567" w:type="dxa"/>
          </w:tcPr>
          <w:p w14:paraId="385BB1FA" w14:textId="77777777" w:rsidR="00236D8D" w:rsidRDefault="00236D8D" w:rsidP="00236D8D">
            <w:pPr>
              <w:rPr>
                <w:rFonts w:ascii="Tahoma" w:hAnsi="Tahoma"/>
                <w:sz w:val="18"/>
              </w:rPr>
            </w:pPr>
            <w:r>
              <w:rPr>
                <w:rFonts w:ascii="Tahoma" w:hAnsi="Tahoma"/>
                <w:sz w:val="18"/>
              </w:rPr>
              <w:t>8681</w:t>
            </w:r>
          </w:p>
        </w:tc>
        <w:tc>
          <w:tcPr>
            <w:tcW w:w="5490" w:type="dxa"/>
          </w:tcPr>
          <w:p w14:paraId="30C7A574" w14:textId="77777777" w:rsidR="00236D8D" w:rsidRDefault="00236D8D" w:rsidP="00236D8D">
            <w:pPr>
              <w:rPr>
                <w:rFonts w:ascii="Tahoma" w:hAnsi="Tahoma"/>
                <w:sz w:val="18"/>
              </w:rPr>
            </w:pPr>
            <w:r>
              <w:rPr>
                <w:rFonts w:ascii="Tahoma" w:hAnsi="Tahoma"/>
                <w:sz w:val="18"/>
              </w:rPr>
              <w:t>Laterizi PMI</w:t>
            </w:r>
          </w:p>
        </w:tc>
      </w:tr>
      <w:tr w:rsidR="00236D8D" w14:paraId="07A09EA0" w14:textId="77777777" w:rsidTr="00236D8D">
        <w:trPr>
          <w:cantSplit/>
        </w:trPr>
        <w:tc>
          <w:tcPr>
            <w:tcW w:w="709" w:type="dxa"/>
          </w:tcPr>
          <w:p w14:paraId="3CA72032" w14:textId="77777777" w:rsidR="00236D8D" w:rsidRDefault="00236D8D" w:rsidP="00236D8D">
            <w:pPr>
              <w:rPr>
                <w:rFonts w:ascii="Tahoma" w:hAnsi="Tahoma"/>
                <w:sz w:val="18"/>
              </w:rPr>
            </w:pPr>
            <w:r>
              <w:rPr>
                <w:rFonts w:ascii="Tahoma" w:hAnsi="Tahoma"/>
                <w:sz w:val="18"/>
              </w:rPr>
              <w:t>69</w:t>
            </w:r>
          </w:p>
        </w:tc>
        <w:tc>
          <w:tcPr>
            <w:tcW w:w="567" w:type="dxa"/>
          </w:tcPr>
          <w:p w14:paraId="728AED10" w14:textId="77777777" w:rsidR="00236D8D" w:rsidRDefault="00236D8D" w:rsidP="00236D8D">
            <w:pPr>
              <w:rPr>
                <w:rFonts w:ascii="Tahoma" w:hAnsi="Tahoma"/>
                <w:sz w:val="18"/>
              </w:rPr>
            </w:pPr>
            <w:r>
              <w:rPr>
                <w:rFonts w:ascii="Tahoma" w:hAnsi="Tahoma"/>
                <w:sz w:val="18"/>
              </w:rPr>
              <w:t>8691</w:t>
            </w:r>
          </w:p>
        </w:tc>
        <w:tc>
          <w:tcPr>
            <w:tcW w:w="5490" w:type="dxa"/>
          </w:tcPr>
          <w:p w14:paraId="56B562EA" w14:textId="77777777" w:rsidR="00236D8D" w:rsidRDefault="00236D8D" w:rsidP="00236D8D">
            <w:pPr>
              <w:rPr>
                <w:rFonts w:ascii="Tahoma" w:hAnsi="Tahoma"/>
                <w:sz w:val="18"/>
              </w:rPr>
            </w:pPr>
            <w:r>
              <w:rPr>
                <w:rFonts w:ascii="Tahoma" w:hAnsi="Tahoma"/>
                <w:sz w:val="18"/>
              </w:rPr>
              <w:t>Lavanderie PMI</w:t>
            </w:r>
          </w:p>
        </w:tc>
      </w:tr>
      <w:tr w:rsidR="00236D8D" w14:paraId="379579CB" w14:textId="77777777" w:rsidTr="00236D8D">
        <w:trPr>
          <w:cantSplit/>
        </w:trPr>
        <w:tc>
          <w:tcPr>
            <w:tcW w:w="709" w:type="dxa"/>
          </w:tcPr>
          <w:p w14:paraId="37F21E04" w14:textId="77777777" w:rsidR="00236D8D" w:rsidRDefault="00236D8D" w:rsidP="00236D8D">
            <w:pPr>
              <w:rPr>
                <w:rFonts w:ascii="Tahoma" w:hAnsi="Tahoma"/>
                <w:sz w:val="18"/>
              </w:rPr>
            </w:pPr>
            <w:r>
              <w:rPr>
                <w:rFonts w:ascii="Tahoma" w:hAnsi="Tahoma"/>
                <w:sz w:val="18"/>
              </w:rPr>
              <w:t>70</w:t>
            </w:r>
          </w:p>
        </w:tc>
        <w:tc>
          <w:tcPr>
            <w:tcW w:w="567" w:type="dxa"/>
          </w:tcPr>
          <w:p w14:paraId="5E765AA4" w14:textId="77777777" w:rsidR="00236D8D" w:rsidRDefault="00236D8D" w:rsidP="00236D8D">
            <w:pPr>
              <w:rPr>
                <w:rFonts w:ascii="Tahoma" w:hAnsi="Tahoma"/>
                <w:sz w:val="18"/>
              </w:rPr>
            </w:pPr>
            <w:r>
              <w:rPr>
                <w:rFonts w:ascii="Tahoma" w:hAnsi="Tahoma"/>
                <w:sz w:val="18"/>
              </w:rPr>
              <w:t>8701</w:t>
            </w:r>
          </w:p>
        </w:tc>
        <w:tc>
          <w:tcPr>
            <w:tcW w:w="5490" w:type="dxa"/>
          </w:tcPr>
          <w:p w14:paraId="7D802196" w14:textId="77777777" w:rsidR="00236D8D" w:rsidRDefault="00236D8D" w:rsidP="00236D8D">
            <w:pPr>
              <w:rPr>
                <w:rFonts w:ascii="Tahoma" w:hAnsi="Tahoma"/>
                <w:sz w:val="18"/>
              </w:rPr>
            </w:pPr>
            <w:r>
              <w:rPr>
                <w:rFonts w:ascii="Tahoma" w:hAnsi="Tahoma"/>
                <w:sz w:val="18"/>
              </w:rPr>
              <w:t>Legno PMI</w:t>
            </w:r>
          </w:p>
        </w:tc>
      </w:tr>
      <w:tr w:rsidR="00236D8D" w14:paraId="60AD434B" w14:textId="77777777" w:rsidTr="00236D8D">
        <w:trPr>
          <w:cantSplit/>
        </w:trPr>
        <w:tc>
          <w:tcPr>
            <w:tcW w:w="709" w:type="dxa"/>
          </w:tcPr>
          <w:p w14:paraId="7C6E35C9" w14:textId="77777777" w:rsidR="00236D8D" w:rsidRDefault="00236D8D" w:rsidP="00236D8D">
            <w:pPr>
              <w:rPr>
                <w:rFonts w:ascii="Tahoma" w:hAnsi="Tahoma"/>
                <w:sz w:val="18"/>
              </w:rPr>
            </w:pPr>
            <w:r>
              <w:rPr>
                <w:rFonts w:ascii="Tahoma" w:hAnsi="Tahoma"/>
                <w:sz w:val="18"/>
              </w:rPr>
              <w:t>71</w:t>
            </w:r>
          </w:p>
        </w:tc>
        <w:tc>
          <w:tcPr>
            <w:tcW w:w="567" w:type="dxa"/>
          </w:tcPr>
          <w:p w14:paraId="2B126671" w14:textId="77777777" w:rsidR="00236D8D" w:rsidRDefault="00236D8D" w:rsidP="00236D8D">
            <w:pPr>
              <w:rPr>
                <w:rFonts w:ascii="Tahoma" w:hAnsi="Tahoma"/>
                <w:sz w:val="18"/>
              </w:rPr>
            </w:pPr>
            <w:r>
              <w:rPr>
                <w:rFonts w:ascii="Tahoma" w:hAnsi="Tahoma"/>
                <w:sz w:val="18"/>
              </w:rPr>
              <w:t>8711</w:t>
            </w:r>
          </w:p>
        </w:tc>
        <w:tc>
          <w:tcPr>
            <w:tcW w:w="5490" w:type="dxa"/>
          </w:tcPr>
          <w:p w14:paraId="7BF0D1CB" w14:textId="77777777" w:rsidR="00236D8D" w:rsidRDefault="00236D8D" w:rsidP="00236D8D">
            <w:pPr>
              <w:rPr>
                <w:rFonts w:ascii="Tahoma" w:hAnsi="Tahoma"/>
                <w:sz w:val="18"/>
              </w:rPr>
            </w:pPr>
            <w:r>
              <w:rPr>
                <w:rFonts w:ascii="Tahoma" w:hAnsi="Tahoma"/>
                <w:sz w:val="18"/>
              </w:rPr>
              <w:t>Metalmeccanica PMI</w:t>
            </w:r>
          </w:p>
        </w:tc>
      </w:tr>
      <w:tr w:rsidR="00236D8D" w14:paraId="378EF098" w14:textId="77777777" w:rsidTr="00236D8D">
        <w:trPr>
          <w:cantSplit/>
        </w:trPr>
        <w:tc>
          <w:tcPr>
            <w:tcW w:w="709" w:type="dxa"/>
          </w:tcPr>
          <w:p w14:paraId="71FB7979" w14:textId="77777777" w:rsidR="00236D8D" w:rsidRDefault="00236D8D" w:rsidP="00236D8D">
            <w:pPr>
              <w:rPr>
                <w:rFonts w:ascii="Tahoma" w:hAnsi="Tahoma"/>
                <w:sz w:val="18"/>
              </w:rPr>
            </w:pPr>
            <w:r>
              <w:rPr>
                <w:rFonts w:ascii="Tahoma" w:hAnsi="Tahoma"/>
                <w:sz w:val="18"/>
              </w:rPr>
              <w:t>72</w:t>
            </w:r>
          </w:p>
        </w:tc>
        <w:tc>
          <w:tcPr>
            <w:tcW w:w="567" w:type="dxa"/>
          </w:tcPr>
          <w:p w14:paraId="57700001" w14:textId="77777777" w:rsidR="00236D8D" w:rsidRDefault="00236D8D" w:rsidP="00236D8D">
            <w:pPr>
              <w:rPr>
                <w:rFonts w:ascii="Tahoma" w:hAnsi="Tahoma"/>
                <w:sz w:val="18"/>
              </w:rPr>
            </w:pPr>
            <w:r>
              <w:rPr>
                <w:rFonts w:ascii="Tahoma" w:hAnsi="Tahoma"/>
                <w:sz w:val="18"/>
              </w:rPr>
              <w:t>8721</w:t>
            </w:r>
          </w:p>
        </w:tc>
        <w:tc>
          <w:tcPr>
            <w:tcW w:w="5490" w:type="dxa"/>
          </w:tcPr>
          <w:p w14:paraId="7EBD19AD" w14:textId="77777777" w:rsidR="00236D8D" w:rsidRDefault="00236D8D" w:rsidP="00236D8D">
            <w:pPr>
              <w:rPr>
                <w:rFonts w:ascii="Tahoma" w:hAnsi="Tahoma"/>
                <w:sz w:val="18"/>
              </w:rPr>
            </w:pPr>
            <w:r>
              <w:rPr>
                <w:rFonts w:ascii="Tahoma" w:hAnsi="Tahoma"/>
                <w:sz w:val="18"/>
              </w:rPr>
              <w:t>Oreficeria artigianato</w:t>
            </w:r>
          </w:p>
        </w:tc>
      </w:tr>
      <w:tr w:rsidR="00236D8D" w14:paraId="043CE8BF" w14:textId="77777777" w:rsidTr="00236D8D">
        <w:trPr>
          <w:cantSplit/>
        </w:trPr>
        <w:tc>
          <w:tcPr>
            <w:tcW w:w="709" w:type="dxa"/>
          </w:tcPr>
          <w:p w14:paraId="01B0BCAE" w14:textId="77777777" w:rsidR="00236D8D" w:rsidRDefault="00236D8D" w:rsidP="00236D8D">
            <w:pPr>
              <w:rPr>
                <w:rFonts w:ascii="Tahoma" w:hAnsi="Tahoma"/>
                <w:sz w:val="18"/>
              </w:rPr>
            </w:pPr>
            <w:r>
              <w:rPr>
                <w:rFonts w:ascii="Tahoma" w:hAnsi="Tahoma"/>
                <w:sz w:val="18"/>
              </w:rPr>
              <w:t>73</w:t>
            </w:r>
          </w:p>
        </w:tc>
        <w:tc>
          <w:tcPr>
            <w:tcW w:w="567" w:type="dxa"/>
          </w:tcPr>
          <w:p w14:paraId="7443214B" w14:textId="77777777" w:rsidR="00236D8D" w:rsidRDefault="00236D8D" w:rsidP="00236D8D">
            <w:pPr>
              <w:rPr>
                <w:rFonts w:ascii="Tahoma" w:hAnsi="Tahoma"/>
                <w:sz w:val="18"/>
              </w:rPr>
            </w:pPr>
            <w:r>
              <w:rPr>
                <w:rFonts w:ascii="Tahoma" w:hAnsi="Tahoma"/>
                <w:sz w:val="18"/>
              </w:rPr>
              <w:t>8731</w:t>
            </w:r>
          </w:p>
        </w:tc>
        <w:tc>
          <w:tcPr>
            <w:tcW w:w="5490" w:type="dxa"/>
          </w:tcPr>
          <w:p w14:paraId="4E614265" w14:textId="77777777" w:rsidR="00236D8D" w:rsidRDefault="00236D8D" w:rsidP="00236D8D">
            <w:pPr>
              <w:rPr>
                <w:rFonts w:ascii="Tahoma" w:hAnsi="Tahoma"/>
                <w:sz w:val="18"/>
              </w:rPr>
            </w:pPr>
            <w:r>
              <w:rPr>
                <w:rFonts w:ascii="Tahoma" w:hAnsi="Tahoma"/>
                <w:sz w:val="18"/>
              </w:rPr>
              <w:t>Impianti sportivi</w:t>
            </w:r>
          </w:p>
        </w:tc>
      </w:tr>
      <w:tr w:rsidR="00236D8D" w14:paraId="2EAF7FD6" w14:textId="77777777" w:rsidTr="00236D8D">
        <w:trPr>
          <w:cantSplit/>
        </w:trPr>
        <w:tc>
          <w:tcPr>
            <w:tcW w:w="709" w:type="dxa"/>
          </w:tcPr>
          <w:p w14:paraId="2FB9A8E0" w14:textId="77777777" w:rsidR="00236D8D" w:rsidRDefault="00236D8D" w:rsidP="00236D8D">
            <w:pPr>
              <w:rPr>
                <w:rFonts w:ascii="Tahoma" w:hAnsi="Tahoma"/>
                <w:sz w:val="18"/>
              </w:rPr>
            </w:pPr>
            <w:r>
              <w:rPr>
                <w:rFonts w:ascii="Tahoma" w:hAnsi="Tahoma"/>
                <w:sz w:val="18"/>
              </w:rPr>
              <w:t>74</w:t>
            </w:r>
          </w:p>
        </w:tc>
        <w:tc>
          <w:tcPr>
            <w:tcW w:w="567" w:type="dxa"/>
          </w:tcPr>
          <w:p w14:paraId="009069C7" w14:textId="77777777" w:rsidR="00236D8D" w:rsidRDefault="00236D8D" w:rsidP="00236D8D">
            <w:pPr>
              <w:rPr>
                <w:rFonts w:ascii="Tahoma" w:hAnsi="Tahoma"/>
                <w:sz w:val="18"/>
              </w:rPr>
            </w:pPr>
            <w:r>
              <w:rPr>
                <w:rFonts w:ascii="Tahoma" w:hAnsi="Tahoma"/>
                <w:sz w:val="18"/>
              </w:rPr>
              <w:t>8741</w:t>
            </w:r>
          </w:p>
        </w:tc>
        <w:tc>
          <w:tcPr>
            <w:tcW w:w="5490" w:type="dxa"/>
          </w:tcPr>
          <w:p w14:paraId="3F36A6F3" w14:textId="77777777" w:rsidR="00236D8D" w:rsidRDefault="00236D8D" w:rsidP="00236D8D">
            <w:pPr>
              <w:rPr>
                <w:rFonts w:ascii="Tahoma" w:hAnsi="Tahoma"/>
                <w:sz w:val="18"/>
              </w:rPr>
            </w:pPr>
            <w:r>
              <w:rPr>
                <w:rFonts w:ascii="Tahoma" w:hAnsi="Tahoma"/>
                <w:sz w:val="18"/>
              </w:rPr>
              <w:t>Tabacco industria</w:t>
            </w:r>
          </w:p>
        </w:tc>
      </w:tr>
      <w:tr w:rsidR="00236D8D" w14:paraId="2B83542E" w14:textId="77777777" w:rsidTr="00236D8D">
        <w:trPr>
          <w:cantSplit/>
        </w:trPr>
        <w:tc>
          <w:tcPr>
            <w:tcW w:w="709" w:type="dxa"/>
          </w:tcPr>
          <w:p w14:paraId="1DC80598" w14:textId="77777777" w:rsidR="00236D8D" w:rsidRDefault="00236D8D" w:rsidP="00236D8D">
            <w:pPr>
              <w:rPr>
                <w:rFonts w:ascii="Tahoma" w:hAnsi="Tahoma"/>
                <w:sz w:val="18"/>
              </w:rPr>
            </w:pPr>
            <w:r>
              <w:rPr>
                <w:rFonts w:ascii="Tahoma" w:hAnsi="Tahoma"/>
                <w:sz w:val="18"/>
              </w:rPr>
              <w:t>75</w:t>
            </w:r>
          </w:p>
        </w:tc>
        <w:tc>
          <w:tcPr>
            <w:tcW w:w="567" w:type="dxa"/>
          </w:tcPr>
          <w:p w14:paraId="1D8B4B53" w14:textId="77777777" w:rsidR="00236D8D" w:rsidRDefault="00236D8D" w:rsidP="00236D8D">
            <w:pPr>
              <w:rPr>
                <w:rFonts w:ascii="Tahoma" w:hAnsi="Tahoma"/>
                <w:sz w:val="18"/>
              </w:rPr>
            </w:pPr>
            <w:r>
              <w:rPr>
                <w:rFonts w:ascii="Tahoma" w:hAnsi="Tahoma"/>
                <w:sz w:val="18"/>
              </w:rPr>
              <w:t>8751</w:t>
            </w:r>
          </w:p>
        </w:tc>
        <w:tc>
          <w:tcPr>
            <w:tcW w:w="5490" w:type="dxa"/>
          </w:tcPr>
          <w:p w14:paraId="03D55DFD" w14:textId="77777777" w:rsidR="00236D8D" w:rsidRDefault="00236D8D" w:rsidP="00236D8D">
            <w:pPr>
              <w:rPr>
                <w:rFonts w:ascii="Tahoma" w:hAnsi="Tahoma"/>
                <w:sz w:val="18"/>
              </w:rPr>
            </w:pPr>
            <w:r>
              <w:rPr>
                <w:rFonts w:ascii="Tahoma" w:hAnsi="Tahoma"/>
                <w:sz w:val="18"/>
              </w:rPr>
              <w:t>Cinematografia esercizi</w:t>
            </w:r>
          </w:p>
        </w:tc>
      </w:tr>
      <w:tr w:rsidR="00236D8D" w14:paraId="00004BDC" w14:textId="77777777" w:rsidTr="00236D8D">
        <w:trPr>
          <w:cantSplit/>
          <w:trHeight w:val="230"/>
        </w:trPr>
        <w:tc>
          <w:tcPr>
            <w:tcW w:w="709" w:type="dxa"/>
          </w:tcPr>
          <w:p w14:paraId="68413510" w14:textId="77777777" w:rsidR="00236D8D" w:rsidRDefault="00236D8D" w:rsidP="00236D8D">
            <w:pPr>
              <w:rPr>
                <w:rFonts w:ascii="Tahoma" w:hAnsi="Tahoma"/>
                <w:sz w:val="18"/>
              </w:rPr>
            </w:pPr>
            <w:r>
              <w:rPr>
                <w:rFonts w:ascii="Tahoma" w:hAnsi="Tahoma"/>
                <w:sz w:val="18"/>
              </w:rPr>
              <w:t>76</w:t>
            </w:r>
          </w:p>
        </w:tc>
        <w:tc>
          <w:tcPr>
            <w:tcW w:w="567" w:type="dxa"/>
          </w:tcPr>
          <w:p w14:paraId="289D842D" w14:textId="77777777" w:rsidR="00236D8D" w:rsidRDefault="00236D8D" w:rsidP="00236D8D">
            <w:pPr>
              <w:rPr>
                <w:rFonts w:ascii="Tahoma" w:hAnsi="Tahoma"/>
                <w:sz w:val="18"/>
              </w:rPr>
            </w:pPr>
            <w:r>
              <w:rPr>
                <w:rFonts w:ascii="Tahoma" w:hAnsi="Tahoma"/>
                <w:sz w:val="18"/>
              </w:rPr>
              <w:t>8761</w:t>
            </w:r>
          </w:p>
        </w:tc>
        <w:tc>
          <w:tcPr>
            <w:tcW w:w="5490" w:type="dxa"/>
          </w:tcPr>
          <w:p w14:paraId="3DE47243" w14:textId="77777777" w:rsidR="00236D8D" w:rsidRDefault="00236D8D" w:rsidP="00236D8D">
            <w:pPr>
              <w:rPr>
                <w:rFonts w:ascii="Tahoma" w:hAnsi="Tahoma"/>
                <w:sz w:val="18"/>
              </w:rPr>
            </w:pPr>
            <w:r>
              <w:rPr>
                <w:rFonts w:ascii="Tahoma" w:hAnsi="Tahoma"/>
                <w:sz w:val="18"/>
              </w:rPr>
              <w:t>Concerie industria</w:t>
            </w:r>
          </w:p>
        </w:tc>
      </w:tr>
      <w:tr w:rsidR="00236D8D" w14:paraId="215F7818" w14:textId="77777777" w:rsidTr="00236D8D">
        <w:trPr>
          <w:cantSplit/>
        </w:trPr>
        <w:tc>
          <w:tcPr>
            <w:tcW w:w="709" w:type="dxa"/>
          </w:tcPr>
          <w:p w14:paraId="266AF065" w14:textId="77777777" w:rsidR="00236D8D" w:rsidRDefault="00236D8D" w:rsidP="00236D8D">
            <w:pPr>
              <w:rPr>
                <w:rFonts w:ascii="Tahoma" w:hAnsi="Tahoma"/>
                <w:sz w:val="18"/>
              </w:rPr>
            </w:pPr>
            <w:r>
              <w:rPr>
                <w:rFonts w:ascii="Tahoma" w:hAnsi="Tahoma"/>
                <w:sz w:val="18"/>
              </w:rPr>
              <w:t>77</w:t>
            </w:r>
          </w:p>
        </w:tc>
        <w:tc>
          <w:tcPr>
            <w:tcW w:w="567" w:type="dxa"/>
          </w:tcPr>
          <w:p w14:paraId="6F951261" w14:textId="77777777" w:rsidR="00236D8D" w:rsidRDefault="00236D8D" w:rsidP="00236D8D">
            <w:pPr>
              <w:rPr>
                <w:rFonts w:ascii="Tahoma" w:hAnsi="Tahoma"/>
                <w:sz w:val="18"/>
              </w:rPr>
            </w:pPr>
            <w:r>
              <w:rPr>
                <w:rFonts w:ascii="Tahoma" w:hAnsi="Tahoma"/>
                <w:sz w:val="18"/>
              </w:rPr>
              <w:t>8771</w:t>
            </w:r>
          </w:p>
        </w:tc>
        <w:tc>
          <w:tcPr>
            <w:tcW w:w="5490" w:type="dxa"/>
          </w:tcPr>
          <w:p w14:paraId="44EF0A00" w14:textId="77777777" w:rsidR="00236D8D" w:rsidRDefault="00236D8D" w:rsidP="00236D8D">
            <w:pPr>
              <w:rPr>
                <w:rFonts w:ascii="Tahoma" w:hAnsi="Tahoma"/>
                <w:sz w:val="18"/>
              </w:rPr>
            </w:pPr>
            <w:r>
              <w:rPr>
                <w:rFonts w:ascii="Tahoma" w:hAnsi="Tahoma"/>
                <w:sz w:val="18"/>
              </w:rPr>
              <w:t>Cemento Aziende industriali</w:t>
            </w:r>
          </w:p>
        </w:tc>
      </w:tr>
      <w:tr w:rsidR="00236D8D" w14:paraId="0D11D9C7" w14:textId="77777777" w:rsidTr="00236D8D">
        <w:trPr>
          <w:cantSplit/>
        </w:trPr>
        <w:tc>
          <w:tcPr>
            <w:tcW w:w="709" w:type="dxa"/>
          </w:tcPr>
          <w:p w14:paraId="668EFF3E" w14:textId="77777777" w:rsidR="00236D8D" w:rsidRDefault="00236D8D" w:rsidP="00236D8D">
            <w:pPr>
              <w:rPr>
                <w:rFonts w:ascii="Tahoma" w:hAnsi="Tahoma"/>
                <w:sz w:val="18"/>
              </w:rPr>
            </w:pPr>
            <w:r>
              <w:rPr>
                <w:rFonts w:ascii="Tahoma" w:hAnsi="Tahoma"/>
                <w:sz w:val="18"/>
              </w:rPr>
              <w:t>78</w:t>
            </w:r>
          </w:p>
        </w:tc>
        <w:tc>
          <w:tcPr>
            <w:tcW w:w="567" w:type="dxa"/>
          </w:tcPr>
          <w:p w14:paraId="16E2D527" w14:textId="77777777" w:rsidR="00236D8D" w:rsidRDefault="00236D8D" w:rsidP="00236D8D">
            <w:pPr>
              <w:rPr>
                <w:rFonts w:ascii="Tahoma" w:hAnsi="Tahoma"/>
                <w:sz w:val="18"/>
              </w:rPr>
            </w:pPr>
            <w:r>
              <w:rPr>
                <w:rFonts w:ascii="Tahoma" w:hAnsi="Tahoma"/>
                <w:sz w:val="18"/>
              </w:rPr>
              <w:t>8772</w:t>
            </w:r>
          </w:p>
        </w:tc>
        <w:tc>
          <w:tcPr>
            <w:tcW w:w="5490" w:type="dxa"/>
          </w:tcPr>
          <w:p w14:paraId="1717F4AA" w14:textId="77777777" w:rsidR="00236D8D" w:rsidRDefault="00236D8D" w:rsidP="00236D8D">
            <w:pPr>
              <w:rPr>
                <w:rFonts w:ascii="Tahoma" w:hAnsi="Tahoma"/>
                <w:sz w:val="18"/>
              </w:rPr>
            </w:pPr>
            <w:r>
              <w:rPr>
                <w:rFonts w:ascii="Tahoma" w:hAnsi="Tahoma"/>
                <w:sz w:val="18"/>
              </w:rPr>
              <w:t>Proprietari di Fabbricati –Dipendenti</w:t>
            </w:r>
          </w:p>
        </w:tc>
      </w:tr>
      <w:tr w:rsidR="00236D8D" w14:paraId="502F3840" w14:textId="77777777" w:rsidTr="00236D8D">
        <w:trPr>
          <w:cantSplit/>
          <w:trHeight w:val="136"/>
        </w:trPr>
        <w:tc>
          <w:tcPr>
            <w:tcW w:w="709" w:type="dxa"/>
          </w:tcPr>
          <w:p w14:paraId="00DC6DBB" w14:textId="77777777" w:rsidR="00236D8D" w:rsidRDefault="00236D8D" w:rsidP="00236D8D">
            <w:pPr>
              <w:rPr>
                <w:rFonts w:ascii="Tahoma" w:hAnsi="Tahoma"/>
                <w:sz w:val="18"/>
              </w:rPr>
            </w:pPr>
            <w:r>
              <w:rPr>
                <w:rFonts w:ascii="Tahoma" w:hAnsi="Tahoma"/>
                <w:sz w:val="18"/>
              </w:rPr>
              <w:t>79</w:t>
            </w:r>
          </w:p>
        </w:tc>
        <w:tc>
          <w:tcPr>
            <w:tcW w:w="567" w:type="dxa"/>
          </w:tcPr>
          <w:p w14:paraId="236A4885" w14:textId="77777777" w:rsidR="00236D8D" w:rsidRDefault="00236D8D" w:rsidP="00236D8D">
            <w:pPr>
              <w:rPr>
                <w:rFonts w:ascii="Tahoma" w:hAnsi="Tahoma"/>
                <w:sz w:val="18"/>
              </w:rPr>
            </w:pPr>
            <w:r>
              <w:rPr>
                <w:rFonts w:ascii="Tahoma" w:hAnsi="Tahoma"/>
                <w:sz w:val="18"/>
              </w:rPr>
              <w:t>8773</w:t>
            </w:r>
          </w:p>
        </w:tc>
        <w:tc>
          <w:tcPr>
            <w:tcW w:w="5490" w:type="dxa"/>
          </w:tcPr>
          <w:p w14:paraId="3F6CE8E4" w14:textId="77777777" w:rsidR="00236D8D" w:rsidRDefault="00236D8D" w:rsidP="00236D8D">
            <w:pPr>
              <w:rPr>
                <w:rFonts w:ascii="Tahoma" w:hAnsi="Tahoma"/>
                <w:sz w:val="18"/>
              </w:rPr>
            </w:pPr>
            <w:r>
              <w:rPr>
                <w:rFonts w:ascii="Tahoma" w:hAnsi="Tahoma"/>
                <w:sz w:val="18"/>
              </w:rPr>
              <w:t>Abbigliamento e confezioni</w:t>
            </w:r>
          </w:p>
        </w:tc>
      </w:tr>
      <w:tr w:rsidR="00236D8D" w14:paraId="451B9B5A" w14:textId="77777777" w:rsidTr="00236D8D">
        <w:trPr>
          <w:cantSplit/>
        </w:trPr>
        <w:tc>
          <w:tcPr>
            <w:tcW w:w="709" w:type="dxa"/>
          </w:tcPr>
          <w:p w14:paraId="3E8DC112" w14:textId="77777777" w:rsidR="00236D8D" w:rsidRDefault="00236D8D" w:rsidP="00236D8D">
            <w:pPr>
              <w:rPr>
                <w:rFonts w:ascii="Tahoma" w:hAnsi="Tahoma"/>
                <w:sz w:val="18"/>
              </w:rPr>
            </w:pPr>
            <w:r>
              <w:rPr>
                <w:rFonts w:ascii="Tahoma" w:hAnsi="Tahoma"/>
                <w:sz w:val="18"/>
              </w:rPr>
              <w:t>80</w:t>
            </w:r>
          </w:p>
        </w:tc>
        <w:tc>
          <w:tcPr>
            <w:tcW w:w="567" w:type="dxa"/>
          </w:tcPr>
          <w:p w14:paraId="5F34B6DD" w14:textId="77777777" w:rsidR="00236D8D" w:rsidRDefault="00236D8D" w:rsidP="00236D8D">
            <w:pPr>
              <w:rPr>
                <w:rFonts w:ascii="Tahoma" w:hAnsi="Tahoma"/>
                <w:sz w:val="18"/>
              </w:rPr>
            </w:pPr>
            <w:r>
              <w:rPr>
                <w:rFonts w:ascii="Tahoma" w:hAnsi="Tahoma"/>
                <w:sz w:val="18"/>
              </w:rPr>
              <w:t>8774</w:t>
            </w:r>
          </w:p>
        </w:tc>
        <w:tc>
          <w:tcPr>
            <w:tcW w:w="5490" w:type="dxa"/>
          </w:tcPr>
          <w:p w14:paraId="045828A3" w14:textId="77777777" w:rsidR="00236D8D" w:rsidRDefault="00236D8D" w:rsidP="00236D8D">
            <w:pPr>
              <w:rPr>
                <w:rFonts w:ascii="Tahoma" w:hAnsi="Tahoma"/>
                <w:sz w:val="18"/>
              </w:rPr>
            </w:pPr>
            <w:r>
              <w:rPr>
                <w:rFonts w:ascii="Tahoma" w:hAnsi="Tahoma"/>
                <w:sz w:val="18"/>
              </w:rPr>
              <w:t>Alimentari Aziende Cooperative</w:t>
            </w:r>
          </w:p>
        </w:tc>
      </w:tr>
      <w:tr w:rsidR="00236D8D" w14:paraId="17927E86" w14:textId="77777777" w:rsidTr="00236D8D">
        <w:trPr>
          <w:cantSplit/>
        </w:trPr>
        <w:tc>
          <w:tcPr>
            <w:tcW w:w="709" w:type="dxa"/>
          </w:tcPr>
          <w:p w14:paraId="4F23B6FE" w14:textId="77777777" w:rsidR="00236D8D" w:rsidRDefault="00236D8D" w:rsidP="00236D8D">
            <w:pPr>
              <w:rPr>
                <w:rFonts w:ascii="Tahoma" w:hAnsi="Tahoma"/>
                <w:sz w:val="18"/>
              </w:rPr>
            </w:pPr>
            <w:r>
              <w:rPr>
                <w:rFonts w:ascii="Tahoma" w:hAnsi="Tahoma"/>
                <w:sz w:val="18"/>
              </w:rPr>
              <w:t>81</w:t>
            </w:r>
          </w:p>
        </w:tc>
        <w:tc>
          <w:tcPr>
            <w:tcW w:w="567" w:type="dxa"/>
          </w:tcPr>
          <w:p w14:paraId="28300C4F" w14:textId="77777777" w:rsidR="00236D8D" w:rsidRDefault="00236D8D" w:rsidP="00236D8D">
            <w:pPr>
              <w:rPr>
                <w:rFonts w:ascii="Tahoma" w:hAnsi="Tahoma"/>
                <w:sz w:val="18"/>
              </w:rPr>
            </w:pPr>
            <w:r>
              <w:rPr>
                <w:rFonts w:ascii="Tahoma" w:hAnsi="Tahoma"/>
                <w:sz w:val="18"/>
              </w:rPr>
              <w:t>8775</w:t>
            </w:r>
          </w:p>
        </w:tc>
        <w:tc>
          <w:tcPr>
            <w:tcW w:w="5490" w:type="dxa"/>
          </w:tcPr>
          <w:p w14:paraId="56550AF7" w14:textId="77777777" w:rsidR="00236D8D" w:rsidRDefault="00236D8D" w:rsidP="00236D8D">
            <w:pPr>
              <w:rPr>
                <w:rFonts w:ascii="Tahoma" w:hAnsi="Tahoma"/>
                <w:sz w:val="18"/>
              </w:rPr>
            </w:pPr>
            <w:r>
              <w:rPr>
                <w:rFonts w:ascii="Tahoma" w:hAnsi="Tahoma"/>
                <w:sz w:val="18"/>
              </w:rPr>
              <w:t>Giocattoli Piccola e media industria</w:t>
            </w:r>
          </w:p>
        </w:tc>
      </w:tr>
      <w:tr w:rsidR="00236D8D" w14:paraId="5EB66BBA" w14:textId="77777777" w:rsidTr="00236D8D">
        <w:trPr>
          <w:cantSplit/>
        </w:trPr>
        <w:tc>
          <w:tcPr>
            <w:tcW w:w="709" w:type="dxa"/>
          </w:tcPr>
          <w:p w14:paraId="6A0C9785" w14:textId="77777777" w:rsidR="00236D8D" w:rsidRDefault="00236D8D" w:rsidP="00236D8D">
            <w:pPr>
              <w:rPr>
                <w:rFonts w:ascii="Tahoma" w:hAnsi="Tahoma"/>
                <w:sz w:val="18"/>
              </w:rPr>
            </w:pPr>
            <w:r>
              <w:rPr>
                <w:rFonts w:ascii="Tahoma" w:hAnsi="Tahoma"/>
                <w:sz w:val="18"/>
              </w:rPr>
              <w:t>82</w:t>
            </w:r>
          </w:p>
        </w:tc>
        <w:tc>
          <w:tcPr>
            <w:tcW w:w="567" w:type="dxa"/>
          </w:tcPr>
          <w:p w14:paraId="001DB60B" w14:textId="77777777" w:rsidR="00236D8D" w:rsidRDefault="00236D8D" w:rsidP="00236D8D">
            <w:pPr>
              <w:rPr>
                <w:rFonts w:ascii="Tahoma" w:hAnsi="Tahoma"/>
                <w:sz w:val="18"/>
              </w:rPr>
            </w:pPr>
            <w:r>
              <w:rPr>
                <w:rFonts w:ascii="Tahoma" w:hAnsi="Tahoma"/>
                <w:sz w:val="18"/>
              </w:rPr>
              <w:t>8776</w:t>
            </w:r>
          </w:p>
        </w:tc>
        <w:tc>
          <w:tcPr>
            <w:tcW w:w="5490" w:type="dxa"/>
          </w:tcPr>
          <w:p w14:paraId="0EDD669E" w14:textId="77777777" w:rsidR="00236D8D" w:rsidRDefault="00236D8D" w:rsidP="00236D8D">
            <w:pPr>
              <w:rPr>
                <w:rFonts w:ascii="Tahoma" w:hAnsi="Tahoma"/>
                <w:sz w:val="18"/>
              </w:rPr>
            </w:pPr>
            <w:r>
              <w:rPr>
                <w:rFonts w:ascii="Tahoma" w:hAnsi="Tahoma"/>
                <w:sz w:val="18"/>
              </w:rPr>
              <w:t>Oreficeria Industria</w:t>
            </w:r>
          </w:p>
        </w:tc>
      </w:tr>
      <w:tr w:rsidR="00236D8D" w14:paraId="03784B6F" w14:textId="77777777" w:rsidTr="00236D8D">
        <w:trPr>
          <w:cantSplit/>
        </w:trPr>
        <w:tc>
          <w:tcPr>
            <w:tcW w:w="709" w:type="dxa"/>
          </w:tcPr>
          <w:p w14:paraId="174FACD9" w14:textId="77777777" w:rsidR="00236D8D" w:rsidRDefault="00236D8D" w:rsidP="00236D8D">
            <w:pPr>
              <w:rPr>
                <w:rFonts w:ascii="Tahoma" w:hAnsi="Tahoma"/>
                <w:sz w:val="18"/>
              </w:rPr>
            </w:pPr>
            <w:r>
              <w:rPr>
                <w:rFonts w:ascii="Tahoma" w:hAnsi="Tahoma"/>
                <w:sz w:val="18"/>
              </w:rPr>
              <w:t>83</w:t>
            </w:r>
          </w:p>
        </w:tc>
        <w:tc>
          <w:tcPr>
            <w:tcW w:w="567" w:type="dxa"/>
          </w:tcPr>
          <w:p w14:paraId="66A6CA8F" w14:textId="77777777" w:rsidR="00236D8D" w:rsidRDefault="00236D8D" w:rsidP="00236D8D">
            <w:pPr>
              <w:rPr>
                <w:rFonts w:ascii="Tahoma" w:hAnsi="Tahoma"/>
                <w:sz w:val="18"/>
              </w:rPr>
            </w:pPr>
            <w:r>
              <w:rPr>
                <w:rFonts w:ascii="Tahoma" w:hAnsi="Tahoma"/>
                <w:sz w:val="18"/>
              </w:rPr>
              <w:t>8777</w:t>
            </w:r>
          </w:p>
        </w:tc>
        <w:tc>
          <w:tcPr>
            <w:tcW w:w="5490" w:type="dxa"/>
          </w:tcPr>
          <w:p w14:paraId="27B5C5F7" w14:textId="77777777" w:rsidR="00236D8D" w:rsidRDefault="00236D8D" w:rsidP="00236D8D">
            <w:pPr>
              <w:rPr>
                <w:rFonts w:ascii="Tahoma" w:hAnsi="Tahoma"/>
                <w:sz w:val="18"/>
              </w:rPr>
            </w:pPr>
            <w:r>
              <w:rPr>
                <w:rFonts w:ascii="Tahoma" w:hAnsi="Tahoma"/>
                <w:sz w:val="18"/>
              </w:rPr>
              <w:t>Servizi di pulizia Artigianato</w:t>
            </w:r>
          </w:p>
        </w:tc>
      </w:tr>
      <w:tr w:rsidR="00236D8D" w14:paraId="10B8C1D6" w14:textId="77777777" w:rsidTr="00236D8D">
        <w:trPr>
          <w:cantSplit/>
        </w:trPr>
        <w:tc>
          <w:tcPr>
            <w:tcW w:w="709" w:type="dxa"/>
          </w:tcPr>
          <w:p w14:paraId="38F2855E" w14:textId="77777777" w:rsidR="00236D8D" w:rsidRDefault="00236D8D" w:rsidP="00236D8D">
            <w:pPr>
              <w:rPr>
                <w:rFonts w:ascii="Tahoma" w:hAnsi="Tahoma"/>
                <w:sz w:val="18"/>
              </w:rPr>
            </w:pPr>
            <w:r>
              <w:rPr>
                <w:rFonts w:ascii="Tahoma" w:hAnsi="Tahoma"/>
                <w:sz w:val="18"/>
              </w:rPr>
              <w:t>84</w:t>
            </w:r>
          </w:p>
        </w:tc>
        <w:tc>
          <w:tcPr>
            <w:tcW w:w="567" w:type="dxa"/>
          </w:tcPr>
          <w:p w14:paraId="4AF328C9" w14:textId="77777777" w:rsidR="00236D8D" w:rsidRDefault="00236D8D" w:rsidP="00236D8D">
            <w:pPr>
              <w:rPr>
                <w:rFonts w:ascii="Tahoma" w:hAnsi="Tahoma"/>
                <w:sz w:val="18"/>
              </w:rPr>
            </w:pPr>
            <w:r>
              <w:rPr>
                <w:rFonts w:ascii="Tahoma" w:hAnsi="Tahoma"/>
                <w:sz w:val="18"/>
              </w:rPr>
              <w:t>8778</w:t>
            </w:r>
          </w:p>
        </w:tc>
        <w:tc>
          <w:tcPr>
            <w:tcW w:w="5490" w:type="dxa"/>
          </w:tcPr>
          <w:p w14:paraId="6D70855A" w14:textId="77777777" w:rsidR="00236D8D" w:rsidRDefault="00236D8D" w:rsidP="00236D8D">
            <w:pPr>
              <w:rPr>
                <w:rFonts w:ascii="Tahoma" w:hAnsi="Tahoma"/>
                <w:sz w:val="18"/>
              </w:rPr>
            </w:pPr>
            <w:r>
              <w:rPr>
                <w:rFonts w:ascii="Tahoma" w:hAnsi="Tahoma"/>
                <w:sz w:val="18"/>
              </w:rPr>
              <w:t>Tessili/Abbigliamento PMI</w:t>
            </w:r>
          </w:p>
        </w:tc>
      </w:tr>
      <w:tr w:rsidR="00236D8D" w14:paraId="3D3D1F78" w14:textId="77777777" w:rsidTr="00236D8D">
        <w:trPr>
          <w:cantSplit/>
        </w:trPr>
        <w:tc>
          <w:tcPr>
            <w:tcW w:w="709" w:type="dxa"/>
          </w:tcPr>
          <w:p w14:paraId="1AF0F733" w14:textId="77777777" w:rsidR="00236D8D" w:rsidRDefault="00236D8D" w:rsidP="00236D8D">
            <w:pPr>
              <w:rPr>
                <w:rFonts w:ascii="Tahoma" w:hAnsi="Tahoma"/>
                <w:sz w:val="18"/>
              </w:rPr>
            </w:pPr>
            <w:r>
              <w:rPr>
                <w:rFonts w:ascii="Tahoma" w:hAnsi="Tahoma"/>
                <w:sz w:val="18"/>
              </w:rPr>
              <w:t>85</w:t>
            </w:r>
          </w:p>
        </w:tc>
        <w:tc>
          <w:tcPr>
            <w:tcW w:w="567" w:type="dxa"/>
          </w:tcPr>
          <w:p w14:paraId="29482BCE" w14:textId="77777777" w:rsidR="00236D8D" w:rsidRDefault="00236D8D" w:rsidP="00236D8D">
            <w:pPr>
              <w:rPr>
                <w:rFonts w:ascii="Tahoma" w:hAnsi="Tahoma"/>
                <w:sz w:val="18"/>
              </w:rPr>
            </w:pPr>
            <w:r>
              <w:rPr>
                <w:rFonts w:ascii="Tahoma" w:hAnsi="Tahoma"/>
                <w:sz w:val="18"/>
              </w:rPr>
              <w:t>8779</w:t>
            </w:r>
          </w:p>
        </w:tc>
        <w:tc>
          <w:tcPr>
            <w:tcW w:w="5490" w:type="dxa"/>
          </w:tcPr>
          <w:p w14:paraId="50C5543A" w14:textId="77777777" w:rsidR="00236D8D" w:rsidRDefault="00236D8D" w:rsidP="00236D8D">
            <w:pPr>
              <w:rPr>
                <w:rFonts w:ascii="Tahoma" w:hAnsi="Tahoma"/>
                <w:sz w:val="18"/>
              </w:rPr>
            </w:pPr>
            <w:r>
              <w:rPr>
                <w:rFonts w:ascii="Tahoma" w:hAnsi="Tahoma"/>
                <w:sz w:val="18"/>
              </w:rPr>
              <w:t>Lana- Aziende Industriali</w:t>
            </w:r>
          </w:p>
        </w:tc>
      </w:tr>
      <w:tr w:rsidR="00236D8D" w14:paraId="12ACE637" w14:textId="77777777" w:rsidTr="00236D8D">
        <w:trPr>
          <w:cantSplit/>
        </w:trPr>
        <w:tc>
          <w:tcPr>
            <w:tcW w:w="709" w:type="dxa"/>
          </w:tcPr>
          <w:p w14:paraId="6CED15BC" w14:textId="77777777" w:rsidR="00236D8D" w:rsidRDefault="00236D8D" w:rsidP="00236D8D">
            <w:pPr>
              <w:rPr>
                <w:rFonts w:ascii="Tahoma" w:hAnsi="Tahoma"/>
                <w:sz w:val="18"/>
              </w:rPr>
            </w:pPr>
            <w:r>
              <w:rPr>
                <w:rFonts w:ascii="Tahoma" w:hAnsi="Tahoma"/>
                <w:sz w:val="18"/>
              </w:rPr>
              <w:t>86</w:t>
            </w:r>
          </w:p>
        </w:tc>
        <w:tc>
          <w:tcPr>
            <w:tcW w:w="567" w:type="dxa"/>
          </w:tcPr>
          <w:p w14:paraId="5E67B0A6" w14:textId="77777777" w:rsidR="00236D8D" w:rsidRDefault="00236D8D" w:rsidP="00236D8D">
            <w:pPr>
              <w:rPr>
                <w:rFonts w:ascii="Tahoma" w:hAnsi="Tahoma"/>
                <w:sz w:val="18"/>
              </w:rPr>
            </w:pPr>
            <w:r>
              <w:rPr>
                <w:rFonts w:ascii="Tahoma" w:hAnsi="Tahoma"/>
                <w:sz w:val="18"/>
              </w:rPr>
              <w:t>8782</w:t>
            </w:r>
          </w:p>
        </w:tc>
        <w:tc>
          <w:tcPr>
            <w:tcW w:w="5490" w:type="dxa"/>
          </w:tcPr>
          <w:p w14:paraId="4AF0CB1D" w14:textId="4C886129" w:rsidR="00236D8D" w:rsidRDefault="00236D8D" w:rsidP="00236D8D">
            <w:pPr>
              <w:rPr>
                <w:rFonts w:ascii="Tahoma" w:hAnsi="Tahoma"/>
                <w:sz w:val="18"/>
              </w:rPr>
            </w:pPr>
            <w:r>
              <w:rPr>
                <w:rFonts w:ascii="Tahoma" w:hAnsi="Tahoma"/>
                <w:sz w:val="18"/>
              </w:rPr>
              <w:t>Pelli e Cuoio – PMI</w:t>
            </w:r>
          </w:p>
        </w:tc>
      </w:tr>
      <w:tr w:rsidR="00236D8D" w14:paraId="7505A42A" w14:textId="77777777" w:rsidTr="00236D8D">
        <w:trPr>
          <w:cantSplit/>
        </w:trPr>
        <w:tc>
          <w:tcPr>
            <w:tcW w:w="709" w:type="dxa"/>
          </w:tcPr>
          <w:p w14:paraId="0E0874D2" w14:textId="77777777" w:rsidR="00236D8D" w:rsidRDefault="00236D8D" w:rsidP="00236D8D">
            <w:pPr>
              <w:rPr>
                <w:rFonts w:ascii="Tahoma" w:hAnsi="Tahoma"/>
                <w:sz w:val="18"/>
              </w:rPr>
            </w:pPr>
            <w:r>
              <w:rPr>
                <w:rFonts w:ascii="Tahoma" w:hAnsi="Tahoma"/>
                <w:sz w:val="18"/>
              </w:rPr>
              <w:t>87</w:t>
            </w:r>
          </w:p>
        </w:tc>
        <w:tc>
          <w:tcPr>
            <w:tcW w:w="567" w:type="dxa"/>
          </w:tcPr>
          <w:p w14:paraId="75764F89" w14:textId="77777777" w:rsidR="00236D8D" w:rsidRDefault="00236D8D" w:rsidP="00236D8D">
            <w:pPr>
              <w:rPr>
                <w:rFonts w:ascii="Tahoma" w:hAnsi="Tahoma"/>
                <w:sz w:val="18"/>
              </w:rPr>
            </w:pPr>
            <w:r>
              <w:rPr>
                <w:rFonts w:ascii="Tahoma" w:hAnsi="Tahoma"/>
                <w:sz w:val="18"/>
              </w:rPr>
              <w:t>8784</w:t>
            </w:r>
          </w:p>
        </w:tc>
        <w:tc>
          <w:tcPr>
            <w:tcW w:w="5490" w:type="dxa"/>
          </w:tcPr>
          <w:p w14:paraId="56D64443" w14:textId="77777777" w:rsidR="00236D8D" w:rsidRDefault="00236D8D" w:rsidP="00236D8D">
            <w:pPr>
              <w:rPr>
                <w:rFonts w:ascii="Tahoma" w:hAnsi="Tahoma"/>
                <w:sz w:val="18"/>
              </w:rPr>
            </w:pPr>
            <w:r>
              <w:rPr>
                <w:rFonts w:ascii="Tahoma" w:hAnsi="Tahoma"/>
                <w:sz w:val="18"/>
              </w:rPr>
              <w:t>Occhiali - Aziende Industriali</w:t>
            </w:r>
          </w:p>
        </w:tc>
      </w:tr>
      <w:tr w:rsidR="00236D8D" w14:paraId="57F65CF1" w14:textId="77777777" w:rsidTr="00236D8D">
        <w:trPr>
          <w:cantSplit/>
        </w:trPr>
        <w:tc>
          <w:tcPr>
            <w:tcW w:w="709" w:type="dxa"/>
          </w:tcPr>
          <w:p w14:paraId="7477D9B0" w14:textId="77777777" w:rsidR="00236D8D" w:rsidRDefault="00236D8D" w:rsidP="00236D8D">
            <w:pPr>
              <w:rPr>
                <w:rFonts w:ascii="Tahoma" w:hAnsi="Tahoma"/>
                <w:sz w:val="18"/>
              </w:rPr>
            </w:pPr>
            <w:r>
              <w:rPr>
                <w:rFonts w:ascii="Tahoma" w:hAnsi="Tahoma"/>
                <w:sz w:val="18"/>
              </w:rPr>
              <w:t>88</w:t>
            </w:r>
          </w:p>
        </w:tc>
        <w:tc>
          <w:tcPr>
            <w:tcW w:w="567" w:type="dxa"/>
          </w:tcPr>
          <w:p w14:paraId="34E72DA6" w14:textId="77777777" w:rsidR="00236D8D" w:rsidRDefault="00236D8D" w:rsidP="00236D8D">
            <w:pPr>
              <w:rPr>
                <w:rFonts w:ascii="Tahoma" w:hAnsi="Tahoma"/>
                <w:sz w:val="18"/>
              </w:rPr>
            </w:pPr>
            <w:r>
              <w:rPr>
                <w:rFonts w:ascii="Tahoma" w:hAnsi="Tahoma"/>
                <w:sz w:val="18"/>
              </w:rPr>
              <w:t>8785</w:t>
            </w:r>
          </w:p>
        </w:tc>
        <w:tc>
          <w:tcPr>
            <w:tcW w:w="5490" w:type="dxa"/>
          </w:tcPr>
          <w:p w14:paraId="23CF04C2" w14:textId="77777777" w:rsidR="00236D8D" w:rsidRDefault="00236D8D" w:rsidP="00236D8D">
            <w:pPr>
              <w:rPr>
                <w:rFonts w:ascii="Tahoma" w:hAnsi="Tahoma"/>
                <w:sz w:val="18"/>
              </w:rPr>
            </w:pPr>
            <w:r>
              <w:rPr>
                <w:rFonts w:ascii="Tahoma" w:hAnsi="Tahoma"/>
                <w:sz w:val="18"/>
              </w:rPr>
              <w:t xml:space="preserve">Occhiali – Piccola e media Industria  </w:t>
            </w:r>
          </w:p>
        </w:tc>
      </w:tr>
      <w:tr w:rsidR="00236D8D" w14:paraId="3193AC39" w14:textId="77777777" w:rsidTr="00236D8D">
        <w:trPr>
          <w:cantSplit/>
        </w:trPr>
        <w:tc>
          <w:tcPr>
            <w:tcW w:w="709" w:type="dxa"/>
          </w:tcPr>
          <w:p w14:paraId="21587AEB" w14:textId="77777777" w:rsidR="00236D8D" w:rsidRDefault="00236D8D" w:rsidP="00236D8D">
            <w:pPr>
              <w:rPr>
                <w:rFonts w:ascii="Tahoma" w:hAnsi="Tahoma"/>
                <w:sz w:val="18"/>
              </w:rPr>
            </w:pPr>
            <w:r>
              <w:rPr>
                <w:rFonts w:ascii="Tahoma" w:hAnsi="Tahoma"/>
                <w:sz w:val="18"/>
              </w:rPr>
              <w:t>89</w:t>
            </w:r>
          </w:p>
        </w:tc>
        <w:tc>
          <w:tcPr>
            <w:tcW w:w="567" w:type="dxa"/>
          </w:tcPr>
          <w:p w14:paraId="5A705C64" w14:textId="77777777" w:rsidR="00236D8D" w:rsidRDefault="00236D8D" w:rsidP="00236D8D">
            <w:pPr>
              <w:rPr>
                <w:rFonts w:ascii="Tahoma" w:hAnsi="Tahoma"/>
                <w:sz w:val="18"/>
              </w:rPr>
            </w:pPr>
            <w:r>
              <w:rPr>
                <w:rFonts w:ascii="Tahoma" w:hAnsi="Tahoma"/>
                <w:sz w:val="18"/>
              </w:rPr>
              <w:t>8791</w:t>
            </w:r>
          </w:p>
        </w:tc>
        <w:tc>
          <w:tcPr>
            <w:tcW w:w="5490" w:type="dxa"/>
          </w:tcPr>
          <w:p w14:paraId="23954C0F" w14:textId="77777777" w:rsidR="00236D8D" w:rsidRDefault="00236D8D" w:rsidP="00236D8D">
            <w:pPr>
              <w:rPr>
                <w:rFonts w:ascii="Tahoma" w:hAnsi="Tahoma"/>
                <w:sz w:val="18"/>
              </w:rPr>
            </w:pPr>
            <w:r>
              <w:rPr>
                <w:rFonts w:ascii="Tahoma" w:hAnsi="Tahoma"/>
                <w:sz w:val="18"/>
              </w:rPr>
              <w:t>Cemento Piccola e media industria</w:t>
            </w:r>
          </w:p>
        </w:tc>
      </w:tr>
      <w:tr w:rsidR="00236D8D" w14:paraId="24164A77" w14:textId="77777777" w:rsidTr="00236D8D">
        <w:trPr>
          <w:cantSplit/>
        </w:trPr>
        <w:tc>
          <w:tcPr>
            <w:tcW w:w="709" w:type="dxa"/>
          </w:tcPr>
          <w:p w14:paraId="0942D935" w14:textId="77777777" w:rsidR="00236D8D" w:rsidRDefault="00236D8D" w:rsidP="00236D8D">
            <w:pPr>
              <w:rPr>
                <w:rFonts w:ascii="Tahoma" w:hAnsi="Tahoma"/>
                <w:sz w:val="18"/>
              </w:rPr>
            </w:pPr>
            <w:r>
              <w:rPr>
                <w:rFonts w:ascii="Tahoma" w:hAnsi="Tahoma"/>
                <w:sz w:val="18"/>
              </w:rPr>
              <w:t>90</w:t>
            </w:r>
          </w:p>
        </w:tc>
        <w:tc>
          <w:tcPr>
            <w:tcW w:w="567" w:type="dxa"/>
          </w:tcPr>
          <w:p w14:paraId="64937934" w14:textId="77777777" w:rsidR="00236D8D" w:rsidRDefault="00236D8D" w:rsidP="00236D8D">
            <w:pPr>
              <w:rPr>
                <w:rFonts w:ascii="Tahoma" w:hAnsi="Tahoma"/>
                <w:sz w:val="18"/>
              </w:rPr>
            </w:pPr>
            <w:r>
              <w:rPr>
                <w:rFonts w:ascii="Tahoma" w:hAnsi="Tahoma"/>
                <w:sz w:val="18"/>
              </w:rPr>
              <w:t>8792</w:t>
            </w:r>
          </w:p>
        </w:tc>
        <w:tc>
          <w:tcPr>
            <w:tcW w:w="5490" w:type="dxa"/>
          </w:tcPr>
          <w:p w14:paraId="089DAD84" w14:textId="77777777" w:rsidR="00236D8D" w:rsidRDefault="00236D8D" w:rsidP="00236D8D">
            <w:pPr>
              <w:rPr>
                <w:rFonts w:ascii="Tahoma" w:hAnsi="Tahoma"/>
                <w:sz w:val="18"/>
              </w:rPr>
            </w:pPr>
            <w:r>
              <w:rPr>
                <w:rFonts w:ascii="Tahoma" w:hAnsi="Tahoma"/>
                <w:sz w:val="18"/>
              </w:rPr>
              <w:t>Commercio-Aziende distributrici di Carburante</w:t>
            </w:r>
          </w:p>
        </w:tc>
      </w:tr>
      <w:tr w:rsidR="00236D8D" w14:paraId="35B79A6E" w14:textId="77777777" w:rsidTr="00236D8D">
        <w:trPr>
          <w:cantSplit/>
        </w:trPr>
        <w:tc>
          <w:tcPr>
            <w:tcW w:w="709" w:type="dxa"/>
          </w:tcPr>
          <w:p w14:paraId="063382D6" w14:textId="77777777" w:rsidR="00236D8D" w:rsidRDefault="00236D8D" w:rsidP="00236D8D">
            <w:pPr>
              <w:pStyle w:val="TableText"/>
              <w:keepNext w:val="0"/>
              <w:suppressLineNumbers w:val="0"/>
              <w:suppressAutoHyphens w:val="0"/>
              <w:spacing w:after="0" w:line="240" w:lineRule="auto"/>
              <w:rPr>
                <w:rFonts w:ascii="Tahoma" w:hAnsi="Tahoma"/>
                <w:kern w:val="0"/>
                <w:lang w:val="it-IT"/>
              </w:rPr>
            </w:pPr>
            <w:r>
              <w:rPr>
                <w:rFonts w:ascii="Tahoma" w:hAnsi="Tahoma"/>
                <w:kern w:val="0"/>
                <w:lang w:val="it-IT"/>
              </w:rPr>
              <w:t>91</w:t>
            </w:r>
          </w:p>
        </w:tc>
        <w:tc>
          <w:tcPr>
            <w:tcW w:w="567" w:type="dxa"/>
          </w:tcPr>
          <w:p w14:paraId="012F09C9" w14:textId="77777777" w:rsidR="00236D8D" w:rsidRDefault="00236D8D" w:rsidP="00236D8D">
            <w:pPr>
              <w:rPr>
                <w:rFonts w:ascii="Tahoma" w:hAnsi="Tahoma"/>
                <w:sz w:val="18"/>
              </w:rPr>
            </w:pPr>
            <w:r>
              <w:rPr>
                <w:rFonts w:ascii="Tahoma" w:hAnsi="Tahoma"/>
                <w:sz w:val="18"/>
              </w:rPr>
              <w:t>8793</w:t>
            </w:r>
          </w:p>
        </w:tc>
        <w:tc>
          <w:tcPr>
            <w:tcW w:w="5490" w:type="dxa"/>
          </w:tcPr>
          <w:p w14:paraId="049726C9" w14:textId="77777777" w:rsidR="00236D8D" w:rsidRDefault="00236D8D" w:rsidP="00236D8D">
            <w:pPr>
              <w:rPr>
                <w:rFonts w:ascii="Tahoma" w:hAnsi="Tahoma"/>
                <w:sz w:val="18"/>
              </w:rPr>
            </w:pPr>
            <w:r>
              <w:rPr>
                <w:rFonts w:ascii="Tahoma" w:hAnsi="Tahoma"/>
                <w:sz w:val="18"/>
              </w:rPr>
              <w:t>Alberghi –Turismo Confcommercio</w:t>
            </w:r>
          </w:p>
        </w:tc>
      </w:tr>
      <w:tr w:rsidR="00236D8D" w14:paraId="6FD09DC5" w14:textId="77777777" w:rsidTr="00236D8D">
        <w:trPr>
          <w:cantSplit/>
        </w:trPr>
        <w:tc>
          <w:tcPr>
            <w:tcW w:w="709" w:type="dxa"/>
          </w:tcPr>
          <w:p w14:paraId="5FAC2FC7" w14:textId="77777777" w:rsidR="00236D8D" w:rsidRDefault="00236D8D" w:rsidP="00236D8D">
            <w:pPr>
              <w:rPr>
                <w:rFonts w:ascii="Tahoma" w:hAnsi="Tahoma"/>
                <w:sz w:val="18"/>
              </w:rPr>
            </w:pPr>
            <w:r>
              <w:rPr>
                <w:rFonts w:ascii="Tahoma" w:hAnsi="Tahoma"/>
                <w:sz w:val="18"/>
              </w:rPr>
              <w:t>92</w:t>
            </w:r>
          </w:p>
        </w:tc>
        <w:tc>
          <w:tcPr>
            <w:tcW w:w="567" w:type="dxa"/>
          </w:tcPr>
          <w:p w14:paraId="6BB1E09F" w14:textId="77777777" w:rsidR="00236D8D" w:rsidRDefault="00236D8D" w:rsidP="00236D8D">
            <w:pPr>
              <w:rPr>
                <w:rFonts w:ascii="Tahoma" w:hAnsi="Tahoma"/>
                <w:sz w:val="18"/>
              </w:rPr>
            </w:pPr>
            <w:r>
              <w:rPr>
                <w:rFonts w:ascii="Tahoma" w:hAnsi="Tahoma"/>
                <w:sz w:val="18"/>
              </w:rPr>
              <w:t>8794</w:t>
            </w:r>
          </w:p>
        </w:tc>
        <w:tc>
          <w:tcPr>
            <w:tcW w:w="5490" w:type="dxa"/>
          </w:tcPr>
          <w:p w14:paraId="22033338" w14:textId="77777777" w:rsidR="00236D8D" w:rsidRDefault="00236D8D" w:rsidP="00236D8D">
            <w:pPr>
              <w:rPr>
                <w:rFonts w:ascii="Tahoma" w:hAnsi="Tahoma"/>
                <w:sz w:val="18"/>
              </w:rPr>
            </w:pPr>
            <w:r>
              <w:rPr>
                <w:rFonts w:ascii="Tahoma" w:hAnsi="Tahoma"/>
                <w:sz w:val="18"/>
              </w:rPr>
              <w:t xml:space="preserve">Stabilimenti Balneari </w:t>
            </w:r>
          </w:p>
        </w:tc>
      </w:tr>
      <w:tr w:rsidR="00236D8D" w14:paraId="7000AEF9" w14:textId="77777777" w:rsidTr="00236D8D">
        <w:trPr>
          <w:cantSplit/>
        </w:trPr>
        <w:tc>
          <w:tcPr>
            <w:tcW w:w="709" w:type="dxa"/>
          </w:tcPr>
          <w:p w14:paraId="314171C6" w14:textId="77777777" w:rsidR="00236D8D" w:rsidRDefault="00236D8D" w:rsidP="00236D8D">
            <w:pPr>
              <w:rPr>
                <w:rFonts w:ascii="Tahoma" w:hAnsi="Tahoma"/>
                <w:sz w:val="18"/>
              </w:rPr>
            </w:pPr>
            <w:r>
              <w:rPr>
                <w:rFonts w:ascii="Tahoma" w:hAnsi="Tahoma"/>
                <w:sz w:val="18"/>
              </w:rPr>
              <w:t>97</w:t>
            </w:r>
          </w:p>
        </w:tc>
        <w:tc>
          <w:tcPr>
            <w:tcW w:w="567" w:type="dxa"/>
          </w:tcPr>
          <w:p w14:paraId="36B67F4A" w14:textId="77777777" w:rsidR="00236D8D" w:rsidRDefault="00236D8D" w:rsidP="00236D8D">
            <w:pPr>
              <w:rPr>
                <w:rFonts w:ascii="Tahoma" w:hAnsi="Tahoma"/>
                <w:sz w:val="18"/>
              </w:rPr>
            </w:pPr>
            <w:r>
              <w:rPr>
                <w:rFonts w:ascii="Tahoma" w:hAnsi="Tahoma"/>
                <w:sz w:val="18"/>
              </w:rPr>
              <w:t>8786</w:t>
            </w:r>
          </w:p>
        </w:tc>
        <w:tc>
          <w:tcPr>
            <w:tcW w:w="5490" w:type="dxa"/>
          </w:tcPr>
          <w:p w14:paraId="123E02DE" w14:textId="77777777" w:rsidR="00236D8D" w:rsidRDefault="00236D8D" w:rsidP="00236D8D">
            <w:pPr>
              <w:rPr>
                <w:rFonts w:ascii="Tahoma" w:hAnsi="Tahoma"/>
                <w:sz w:val="18"/>
              </w:rPr>
            </w:pPr>
            <w:r>
              <w:rPr>
                <w:rFonts w:ascii="Tahoma" w:hAnsi="Tahoma"/>
                <w:sz w:val="18"/>
              </w:rPr>
              <w:t xml:space="preserve">Tessili industria </w:t>
            </w:r>
            <w:proofErr w:type="spellStart"/>
            <w:r>
              <w:rPr>
                <w:rFonts w:ascii="Tahoma" w:hAnsi="Tahoma"/>
                <w:sz w:val="18"/>
              </w:rPr>
              <w:t>Contoterzi</w:t>
            </w:r>
            <w:proofErr w:type="spellEnd"/>
          </w:p>
        </w:tc>
      </w:tr>
      <w:tr w:rsidR="00236D8D" w14:paraId="162D4554" w14:textId="77777777" w:rsidTr="00236D8D">
        <w:trPr>
          <w:cantSplit/>
        </w:trPr>
        <w:tc>
          <w:tcPr>
            <w:tcW w:w="709" w:type="dxa"/>
          </w:tcPr>
          <w:p w14:paraId="65458CBA" w14:textId="77777777" w:rsidR="00236D8D" w:rsidRDefault="00236D8D" w:rsidP="00236D8D">
            <w:pPr>
              <w:rPr>
                <w:rFonts w:ascii="Tahoma" w:hAnsi="Tahoma"/>
                <w:sz w:val="18"/>
              </w:rPr>
            </w:pPr>
            <w:r>
              <w:rPr>
                <w:rFonts w:ascii="Tahoma" w:hAnsi="Tahoma"/>
                <w:sz w:val="18"/>
              </w:rPr>
              <w:t>98</w:t>
            </w:r>
          </w:p>
        </w:tc>
        <w:tc>
          <w:tcPr>
            <w:tcW w:w="567" w:type="dxa"/>
          </w:tcPr>
          <w:p w14:paraId="3834A897" w14:textId="77777777" w:rsidR="00236D8D" w:rsidRDefault="00236D8D" w:rsidP="00236D8D">
            <w:pPr>
              <w:rPr>
                <w:rFonts w:ascii="Tahoma" w:hAnsi="Tahoma"/>
                <w:sz w:val="18"/>
              </w:rPr>
            </w:pPr>
            <w:r>
              <w:rPr>
                <w:rFonts w:ascii="Tahoma" w:hAnsi="Tahoma"/>
                <w:sz w:val="18"/>
              </w:rPr>
              <w:t>8788</w:t>
            </w:r>
          </w:p>
        </w:tc>
        <w:tc>
          <w:tcPr>
            <w:tcW w:w="5490" w:type="dxa"/>
          </w:tcPr>
          <w:p w14:paraId="57348DB5" w14:textId="77777777" w:rsidR="00236D8D" w:rsidRDefault="00236D8D" w:rsidP="00236D8D">
            <w:pPr>
              <w:rPr>
                <w:rFonts w:ascii="Tahoma" w:hAnsi="Tahoma"/>
                <w:sz w:val="18"/>
              </w:rPr>
            </w:pPr>
            <w:r>
              <w:rPr>
                <w:rFonts w:ascii="Tahoma" w:hAnsi="Tahoma"/>
                <w:sz w:val="18"/>
              </w:rPr>
              <w:t>Calzature industria Contoterziste</w:t>
            </w:r>
          </w:p>
        </w:tc>
      </w:tr>
      <w:tr w:rsidR="00236D8D" w14:paraId="42A8170A" w14:textId="77777777" w:rsidTr="00236D8D">
        <w:trPr>
          <w:cantSplit/>
        </w:trPr>
        <w:tc>
          <w:tcPr>
            <w:tcW w:w="709" w:type="dxa"/>
          </w:tcPr>
          <w:p w14:paraId="61C9628F" w14:textId="77777777" w:rsidR="00236D8D" w:rsidRDefault="00236D8D" w:rsidP="00236D8D">
            <w:pPr>
              <w:rPr>
                <w:rFonts w:ascii="Tahoma" w:hAnsi="Tahoma"/>
                <w:sz w:val="18"/>
              </w:rPr>
            </w:pPr>
            <w:r>
              <w:rPr>
                <w:rFonts w:ascii="Tahoma" w:hAnsi="Tahoma"/>
                <w:sz w:val="18"/>
              </w:rPr>
              <w:t>99</w:t>
            </w:r>
          </w:p>
        </w:tc>
        <w:tc>
          <w:tcPr>
            <w:tcW w:w="567" w:type="dxa"/>
          </w:tcPr>
          <w:p w14:paraId="05D6E6E3" w14:textId="77777777" w:rsidR="00236D8D" w:rsidRDefault="00236D8D" w:rsidP="00236D8D">
            <w:pPr>
              <w:rPr>
                <w:rFonts w:ascii="Tahoma" w:hAnsi="Tahoma"/>
                <w:sz w:val="18"/>
              </w:rPr>
            </w:pPr>
            <w:r>
              <w:rPr>
                <w:rFonts w:ascii="Tahoma" w:hAnsi="Tahoma"/>
                <w:sz w:val="18"/>
              </w:rPr>
              <w:t>8790</w:t>
            </w:r>
          </w:p>
        </w:tc>
        <w:tc>
          <w:tcPr>
            <w:tcW w:w="5490" w:type="dxa"/>
          </w:tcPr>
          <w:p w14:paraId="20644B43" w14:textId="77777777" w:rsidR="00236D8D" w:rsidRDefault="00236D8D" w:rsidP="00236D8D">
            <w:pPr>
              <w:rPr>
                <w:rFonts w:ascii="Tahoma" w:hAnsi="Tahoma"/>
                <w:sz w:val="18"/>
              </w:rPr>
            </w:pPr>
            <w:r>
              <w:rPr>
                <w:rFonts w:ascii="Tahoma" w:hAnsi="Tahoma"/>
                <w:sz w:val="18"/>
              </w:rPr>
              <w:t>Calzature PMI Contoterziste</w:t>
            </w:r>
          </w:p>
        </w:tc>
      </w:tr>
      <w:tr w:rsidR="00236D8D" w14:paraId="4CB83F7A" w14:textId="77777777" w:rsidTr="00236D8D">
        <w:trPr>
          <w:cantSplit/>
        </w:trPr>
        <w:tc>
          <w:tcPr>
            <w:tcW w:w="709" w:type="dxa"/>
          </w:tcPr>
          <w:p w14:paraId="4588C255" w14:textId="77777777" w:rsidR="00236D8D" w:rsidRDefault="00236D8D" w:rsidP="00236D8D">
            <w:pPr>
              <w:rPr>
                <w:rFonts w:ascii="Tahoma" w:hAnsi="Tahoma"/>
                <w:sz w:val="18"/>
              </w:rPr>
            </w:pPr>
            <w:r>
              <w:rPr>
                <w:rFonts w:ascii="Tahoma" w:hAnsi="Tahoma"/>
                <w:sz w:val="18"/>
              </w:rPr>
              <w:t>100</w:t>
            </w:r>
          </w:p>
        </w:tc>
        <w:tc>
          <w:tcPr>
            <w:tcW w:w="567" w:type="dxa"/>
          </w:tcPr>
          <w:p w14:paraId="2A941FB5" w14:textId="77777777" w:rsidR="00236D8D" w:rsidRDefault="00236D8D" w:rsidP="00236D8D">
            <w:pPr>
              <w:rPr>
                <w:rFonts w:ascii="Tahoma" w:hAnsi="Tahoma"/>
                <w:sz w:val="18"/>
              </w:rPr>
            </w:pPr>
            <w:r>
              <w:rPr>
                <w:rFonts w:ascii="Tahoma" w:hAnsi="Tahoma"/>
                <w:sz w:val="18"/>
              </w:rPr>
              <w:t>8768</w:t>
            </w:r>
          </w:p>
        </w:tc>
        <w:tc>
          <w:tcPr>
            <w:tcW w:w="5490" w:type="dxa"/>
          </w:tcPr>
          <w:p w14:paraId="0F911AA7" w14:textId="77777777" w:rsidR="00236D8D" w:rsidRDefault="00236D8D" w:rsidP="00236D8D">
            <w:pPr>
              <w:rPr>
                <w:rFonts w:ascii="Tahoma" w:hAnsi="Tahoma"/>
                <w:sz w:val="18"/>
              </w:rPr>
            </w:pPr>
            <w:r>
              <w:rPr>
                <w:rFonts w:ascii="Tahoma" w:hAnsi="Tahoma"/>
                <w:sz w:val="18"/>
              </w:rPr>
              <w:t xml:space="preserve">Tessili/Abbigliamento PMI </w:t>
            </w:r>
            <w:proofErr w:type="spellStart"/>
            <w:r>
              <w:rPr>
                <w:rFonts w:ascii="Tahoma" w:hAnsi="Tahoma"/>
                <w:sz w:val="18"/>
              </w:rPr>
              <w:t>Contoterzi</w:t>
            </w:r>
            <w:proofErr w:type="spellEnd"/>
          </w:p>
        </w:tc>
      </w:tr>
    </w:tbl>
    <w:p w14:paraId="5367F7BF" w14:textId="77777777" w:rsidR="00236D8D" w:rsidRDefault="00236D8D" w:rsidP="00236D8D">
      <w:pPr>
        <w:pStyle w:val="CorpoAltF0"/>
      </w:pPr>
    </w:p>
    <w:sectPr w:rsidR="00236D8D" w:rsidSect="007F76E3">
      <w:headerReference w:type="default" r:id="rId16"/>
      <w:pgSz w:w="11907" w:h="16840" w:code="9"/>
      <w:pgMar w:top="567" w:right="1134" w:bottom="1134" w:left="1134" w:header="397" w:footer="397" w:gutter="0"/>
      <w:pgNumType w:chapStyle="1" w:chapSep="period"/>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2BC65" w14:textId="77777777" w:rsidR="00751E42" w:rsidRDefault="00751E42">
      <w:r>
        <w:separator/>
      </w:r>
    </w:p>
  </w:endnote>
  <w:endnote w:type="continuationSeparator" w:id="0">
    <w:p w14:paraId="0A4186B4" w14:textId="77777777" w:rsidR="00751E42" w:rsidRDefault="00751E42">
      <w:r>
        <w:continuationSeparator/>
      </w:r>
    </w:p>
  </w:endnote>
  <w:endnote w:type="continuationNotice" w:id="1">
    <w:p w14:paraId="4645C860" w14:textId="77777777" w:rsidR="00751E42" w:rsidRDefault="00751E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0880" w14:textId="77777777" w:rsidR="00B56074" w:rsidRDefault="00B56074">
    <w:pPr>
      <w:pStyle w:val="CorpoAltF0"/>
      <w:jc w:val="center"/>
      <w:rPr>
        <w:sz w:val="10"/>
        <w:szCs w:val="10"/>
      </w:rPr>
    </w:pPr>
    <w:r>
      <w:rPr>
        <w:noProof/>
        <w:sz w:val="10"/>
        <w:szCs w:val="10"/>
      </w:rPr>
      <w:drawing>
        <wp:inline distT="0" distB="0" distL="0" distR="0" wp14:anchorId="333CA415" wp14:editId="386F756C">
          <wp:extent cx="6120000" cy="36000"/>
          <wp:effectExtent l="0" t="0" r="0" b="0"/>
          <wp:docPr id="18017576" name="Immagine 18017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B56074" w14:paraId="7443DC01" w14:textId="77777777">
      <w:trPr>
        <w:trHeight w:hRule="exact" w:val="567"/>
        <w:jc w:val="center"/>
      </w:trPr>
      <w:tc>
        <w:tcPr>
          <w:tcW w:w="2977" w:type="dxa"/>
          <w:tcMar>
            <w:left w:w="0" w:type="dxa"/>
          </w:tcMar>
          <w:vAlign w:val="center"/>
        </w:tcPr>
        <w:p w14:paraId="3892E819" w14:textId="77777777" w:rsidR="00B56074" w:rsidRDefault="00B56074">
          <w:pPr>
            <w:spacing w:line="240" w:lineRule="atLeast"/>
            <w:ind w:right="360"/>
            <w:rPr>
              <w:rStyle w:val="Numeropagina"/>
              <w:rFonts w:ascii="Courier" w:hAnsi="Courier"/>
              <w:b/>
            </w:rPr>
          </w:pPr>
        </w:p>
      </w:tc>
      <w:tc>
        <w:tcPr>
          <w:tcW w:w="4961" w:type="dxa"/>
        </w:tcPr>
        <w:p w14:paraId="0A866415" w14:textId="7616AEDA" w:rsidR="00B56074" w:rsidRPr="001C3D68" w:rsidRDefault="00B56074" w:rsidP="00C77670">
          <w:pPr>
            <w:jc w:val="center"/>
            <w:rPr>
              <w:rFonts w:ascii="Arial" w:hAnsi="Arial" w:cs="Arial"/>
              <w:i/>
              <w:sz w:val="20"/>
              <w:szCs w:val="20"/>
            </w:rPr>
          </w:pPr>
          <w:r w:rsidRPr="001C3D68">
            <w:rPr>
              <w:rFonts w:ascii="Arial" w:hAnsi="Arial" w:cs="Arial"/>
              <w:i/>
              <w:sz w:val="20"/>
              <w:szCs w:val="20"/>
            </w:rPr>
            <w:t>PAGHE 202</w:t>
          </w:r>
          <w:r w:rsidR="00B61EC1" w:rsidRPr="001C3D68">
            <w:rPr>
              <w:rFonts w:ascii="Arial" w:hAnsi="Arial" w:cs="Arial"/>
              <w:i/>
              <w:sz w:val="20"/>
              <w:szCs w:val="20"/>
            </w:rPr>
            <w:t>4</w:t>
          </w:r>
          <w:r w:rsidRPr="001C3D68">
            <w:rPr>
              <w:rFonts w:ascii="Arial" w:hAnsi="Arial" w:cs="Arial"/>
              <w:i/>
              <w:sz w:val="20"/>
              <w:szCs w:val="20"/>
            </w:rPr>
            <w:t>.0</w:t>
          </w:r>
          <w:r w:rsidR="00B50184" w:rsidRPr="001C3D68">
            <w:rPr>
              <w:rFonts w:ascii="Arial" w:hAnsi="Arial" w:cs="Arial"/>
              <w:i/>
              <w:sz w:val="20"/>
              <w:szCs w:val="20"/>
            </w:rPr>
            <w:t>1</w:t>
          </w:r>
          <w:r w:rsidRPr="001C3D68">
            <w:rPr>
              <w:rFonts w:ascii="Arial" w:hAnsi="Arial" w:cs="Arial"/>
              <w:i/>
              <w:sz w:val="20"/>
              <w:szCs w:val="20"/>
            </w:rPr>
            <w:t>.0</w:t>
          </w:r>
          <w:r w:rsidR="00BE2B43" w:rsidRPr="001C3D68">
            <w:rPr>
              <w:rFonts w:ascii="Arial" w:hAnsi="Arial" w:cs="Arial"/>
              <w:i/>
              <w:sz w:val="20"/>
              <w:szCs w:val="20"/>
            </w:rPr>
            <w:t>6</w:t>
          </w:r>
        </w:p>
        <w:p w14:paraId="5E4AFC35" w14:textId="4D6A9162" w:rsidR="00B56074" w:rsidRPr="001C3D68" w:rsidRDefault="00B56074">
          <w:pPr>
            <w:jc w:val="center"/>
            <w:rPr>
              <w:rFonts w:ascii="Arial" w:hAnsi="Arial" w:cs="Arial"/>
              <w:i/>
              <w:sz w:val="20"/>
              <w:szCs w:val="20"/>
            </w:rPr>
          </w:pPr>
          <w:r w:rsidRPr="001C3D68">
            <w:rPr>
              <w:rFonts w:ascii="Arial" w:hAnsi="Arial" w:cs="Arial"/>
              <w:i/>
              <w:sz w:val="20"/>
              <w:szCs w:val="20"/>
            </w:rPr>
            <w:t xml:space="preserve">Modulo CONTRA – </w:t>
          </w:r>
          <w:proofErr w:type="gramStart"/>
          <w:r w:rsidR="00BE2B43" w:rsidRPr="001C3D68">
            <w:rPr>
              <w:rFonts w:ascii="Arial" w:hAnsi="Arial" w:cs="Arial"/>
              <w:i/>
              <w:sz w:val="20"/>
              <w:szCs w:val="20"/>
            </w:rPr>
            <w:t>Maggio</w:t>
          </w:r>
          <w:proofErr w:type="gramEnd"/>
          <w:r w:rsidRPr="001C3D68">
            <w:rPr>
              <w:rFonts w:ascii="Arial" w:hAnsi="Arial" w:cs="Arial"/>
              <w:i/>
              <w:sz w:val="20"/>
              <w:szCs w:val="20"/>
            </w:rPr>
            <w:t xml:space="preserve"> 202</w:t>
          </w:r>
          <w:r w:rsidR="00B61EC1" w:rsidRPr="001C3D68">
            <w:rPr>
              <w:rFonts w:ascii="Arial" w:hAnsi="Arial" w:cs="Arial"/>
              <w:i/>
              <w:sz w:val="20"/>
              <w:szCs w:val="20"/>
            </w:rPr>
            <w:t>4</w:t>
          </w:r>
        </w:p>
      </w:tc>
      <w:tc>
        <w:tcPr>
          <w:tcW w:w="1701" w:type="dxa"/>
        </w:tcPr>
        <w:p w14:paraId="7DBA6F11" w14:textId="77777777" w:rsidR="00B56074" w:rsidRPr="001C3D68" w:rsidRDefault="00B56074">
          <w:pPr>
            <w:spacing w:line="240" w:lineRule="atLeast"/>
            <w:ind w:right="141"/>
            <w:jc w:val="right"/>
            <w:rPr>
              <w:rStyle w:val="Numeropagina"/>
              <w:rFonts w:ascii="Arial" w:hAnsi="Arial" w:cs="Arial"/>
              <w:sz w:val="20"/>
            </w:rPr>
          </w:pPr>
          <w:r w:rsidRPr="001C3D68">
            <w:rPr>
              <w:rStyle w:val="Numeropagina"/>
              <w:rFonts w:ascii="Arial" w:hAnsi="Arial" w:cs="Arial"/>
              <w:sz w:val="20"/>
            </w:rPr>
            <w:fldChar w:fldCharType="begin"/>
          </w:r>
          <w:r w:rsidRPr="001C3D68">
            <w:rPr>
              <w:rStyle w:val="Numeropagina"/>
              <w:rFonts w:ascii="Arial" w:hAnsi="Arial" w:cs="Arial"/>
              <w:sz w:val="20"/>
            </w:rPr>
            <w:instrText xml:space="preserve"> PAGE </w:instrText>
          </w:r>
          <w:r w:rsidRPr="001C3D68">
            <w:rPr>
              <w:rStyle w:val="Numeropagina"/>
              <w:rFonts w:ascii="Arial" w:hAnsi="Arial" w:cs="Arial"/>
              <w:sz w:val="20"/>
            </w:rPr>
            <w:fldChar w:fldCharType="separate"/>
          </w:r>
          <w:r w:rsidRPr="001C3D68">
            <w:rPr>
              <w:rStyle w:val="Numeropagina"/>
              <w:rFonts w:ascii="Arial" w:hAnsi="Arial" w:cs="Arial"/>
              <w:noProof/>
              <w:sz w:val="20"/>
            </w:rPr>
            <w:t>1</w:t>
          </w:r>
          <w:r w:rsidRPr="001C3D68">
            <w:rPr>
              <w:rStyle w:val="Numeropagina"/>
              <w:rFonts w:ascii="Arial" w:hAnsi="Arial" w:cs="Arial"/>
              <w:sz w:val="20"/>
            </w:rPr>
            <w:fldChar w:fldCharType="end"/>
          </w:r>
        </w:p>
      </w:tc>
    </w:tr>
  </w:tbl>
  <w:p w14:paraId="6A5C03E1" w14:textId="77777777" w:rsidR="00B56074" w:rsidRDefault="00B56074">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34D1A" w14:textId="77777777" w:rsidR="00751E42" w:rsidRDefault="00751E42">
      <w:r>
        <w:separator/>
      </w:r>
    </w:p>
  </w:footnote>
  <w:footnote w:type="continuationSeparator" w:id="0">
    <w:p w14:paraId="47FB02BF" w14:textId="77777777" w:rsidR="00751E42" w:rsidRDefault="00751E42">
      <w:r>
        <w:continuationSeparator/>
      </w:r>
    </w:p>
  </w:footnote>
  <w:footnote w:type="continuationNotice" w:id="1">
    <w:p w14:paraId="72D09391" w14:textId="77777777" w:rsidR="00751E42" w:rsidRDefault="00751E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0" w:type="dxa"/>
      </w:tblCellMar>
      <w:tblLook w:val="0000" w:firstRow="0" w:lastRow="0" w:firstColumn="0" w:lastColumn="0" w:noHBand="0" w:noVBand="0"/>
    </w:tblPr>
    <w:tblGrid>
      <w:gridCol w:w="2835"/>
      <w:gridCol w:w="4663"/>
      <w:gridCol w:w="2141"/>
    </w:tblGrid>
    <w:tr w:rsidR="00B56074" w14:paraId="74B84039" w14:textId="77777777">
      <w:trPr>
        <w:cantSplit/>
      </w:trPr>
      <w:tc>
        <w:tcPr>
          <w:tcW w:w="2835" w:type="dxa"/>
          <w:tcBorders>
            <w:top w:val="nil"/>
            <w:left w:val="nil"/>
            <w:bottom w:val="single" w:sz="4" w:space="0" w:color="auto"/>
            <w:right w:val="nil"/>
          </w:tcBorders>
        </w:tcPr>
        <w:p w14:paraId="3442B044" w14:textId="77777777" w:rsidR="00B56074" w:rsidRDefault="00B56074">
          <w:pPr>
            <w:pStyle w:val="Intestazione"/>
            <w:spacing w:before="20" w:after="20"/>
            <w:rPr>
              <w:rFonts w:ascii="Courier" w:hAnsi="Courier"/>
              <w:b/>
            </w:rPr>
          </w:pPr>
          <w:r>
            <w:rPr>
              <w:rFonts w:ascii="Courier" w:hAnsi="Courier"/>
              <w:b/>
              <w:noProof/>
            </w:rPr>
            <w:drawing>
              <wp:inline distT="0" distB="0" distL="0" distR="0" wp14:anchorId="6FEB03BC" wp14:editId="25FB42C1">
                <wp:extent cx="1693545" cy="367030"/>
                <wp:effectExtent l="0" t="0" r="1905" b="0"/>
                <wp:docPr id="1403600705" name="Immagine 1403600705"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14:paraId="7D710208" w14:textId="77777777" w:rsidR="00B56074" w:rsidRDefault="00B56074">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7367EB3C" w14:textId="77777777" w:rsidR="00B56074" w:rsidRDefault="00B56074">
          <w:pPr>
            <w:pStyle w:val="Intestazione"/>
            <w:jc w:val="right"/>
            <w:rPr>
              <w:rFonts w:ascii="Arial" w:hAnsi="Arial" w:cs="Arial"/>
            </w:rPr>
          </w:pPr>
        </w:p>
      </w:tc>
    </w:tr>
  </w:tbl>
  <w:p w14:paraId="5B84CC68" w14:textId="77777777" w:rsidR="00B56074" w:rsidRDefault="00B56074">
    <w:pPr>
      <w:pStyle w:val="CorpoAltF0"/>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B56074" w14:paraId="59D6E294" w14:textId="77777777">
      <w:trPr>
        <w:trHeight w:hRule="exact" w:val="567"/>
      </w:trPr>
      <w:tc>
        <w:tcPr>
          <w:tcW w:w="9639" w:type="dxa"/>
        </w:tcPr>
        <w:p w14:paraId="131CFB06" w14:textId="77777777" w:rsidR="00B56074" w:rsidRDefault="00B56074">
          <w:pPr>
            <w:pStyle w:val="TS-testata-01"/>
            <w:tabs>
              <w:tab w:val="clear" w:pos="9638"/>
            </w:tabs>
            <w:rPr>
              <w:b w:val="0"/>
              <w:color w:val="FFFFFF"/>
              <w:sz w:val="32"/>
            </w:rPr>
          </w:pPr>
          <w:r>
            <w:t>Modulo CONTRA – IMPLEMENTAZIONI</w:t>
          </w:r>
        </w:p>
      </w:tc>
    </w:tr>
  </w:tbl>
  <w:p w14:paraId="23BF39F5" w14:textId="77777777" w:rsidR="00B56074" w:rsidRDefault="00B56074">
    <w:pPr>
      <w:pStyle w:val="corpoAltF"/>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B56074" w14:paraId="01CCCDAE" w14:textId="77777777">
      <w:trPr>
        <w:trHeight w:hRule="exact" w:val="567"/>
      </w:trPr>
      <w:tc>
        <w:tcPr>
          <w:tcW w:w="9639" w:type="dxa"/>
        </w:tcPr>
        <w:p w14:paraId="1BBECD0B" w14:textId="77777777" w:rsidR="00B56074" w:rsidRDefault="00B56074">
          <w:pPr>
            <w:pStyle w:val="TS-testata-01"/>
            <w:tabs>
              <w:tab w:val="clear" w:pos="9638"/>
            </w:tabs>
            <w:rPr>
              <w:b w:val="0"/>
              <w:color w:val="FFFFFF"/>
              <w:sz w:val="32"/>
            </w:rPr>
          </w:pPr>
          <w:r>
            <w:t>Modulo CONTRA – ANOMALIE CORRETTE</w:t>
          </w:r>
        </w:p>
      </w:tc>
    </w:tr>
  </w:tbl>
  <w:p w14:paraId="28FB45E8" w14:textId="77777777" w:rsidR="00B56074" w:rsidRDefault="00B56074">
    <w:pPr>
      <w:pStyle w:val="corpoAltF"/>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B56074" w14:paraId="4017732A" w14:textId="77777777">
      <w:trPr>
        <w:trHeight w:hRule="exact" w:val="567"/>
      </w:trPr>
      <w:tc>
        <w:tcPr>
          <w:tcW w:w="9639" w:type="dxa"/>
        </w:tcPr>
        <w:p w14:paraId="3642E9FE" w14:textId="77777777" w:rsidR="00B56074" w:rsidRDefault="00B56074">
          <w:pPr>
            <w:pStyle w:val="TS-testata-01"/>
            <w:tabs>
              <w:tab w:val="clear" w:pos="9638"/>
            </w:tabs>
            <w:rPr>
              <w:b w:val="0"/>
              <w:color w:val="FFFFFF"/>
              <w:sz w:val="32"/>
            </w:rPr>
          </w:pPr>
          <w:r>
            <w:t>Modulo CONTRA – AVVERTENZE</w:t>
          </w:r>
        </w:p>
      </w:tc>
    </w:tr>
  </w:tbl>
  <w:p w14:paraId="5EA9ED72" w14:textId="77777777" w:rsidR="00B56074" w:rsidRDefault="00B56074">
    <w:pPr>
      <w:pStyle w:val="corpoAltF"/>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6681C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492AA0"/>
    <w:multiLevelType w:val="hybridMultilevel"/>
    <w:tmpl w:val="61D164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F9634CC"/>
    <w:multiLevelType w:val="hybridMultilevel"/>
    <w:tmpl w:val="3F1A59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645DE79"/>
    <w:multiLevelType w:val="hybridMultilevel"/>
    <w:tmpl w:val="E04EA7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802356"/>
    <w:multiLevelType w:val="hybridMultilevel"/>
    <w:tmpl w:val="B722251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05BA4D75"/>
    <w:multiLevelType w:val="hybridMultilevel"/>
    <w:tmpl w:val="7D06C7CE"/>
    <w:lvl w:ilvl="0" w:tplc="04100001">
      <w:start w:val="1"/>
      <w:numFmt w:val="bullet"/>
      <w:lvlText w:val=""/>
      <w:lvlJc w:val="left"/>
      <w:pPr>
        <w:tabs>
          <w:tab w:val="num" w:pos="1069"/>
        </w:tabs>
        <w:ind w:left="1069" w:hanging="360"/>
      </w:pPr>
      <w:rPr>
        <w:rFonts w:ascii="Symbol" w:hAnsi="Symbol"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0D0E0AA3"/>
    <w:multiLevelType w:val="hybridMultilevel"/>
    <w:tmpl w:val="9E62841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14F28FE"/>
    <w:multiLevelType w:val="hybridMultilevel"/>
    <w:tmpl w:val="2952A80A"/>
    <w:lvl w:ilvl="0" w:tplc="04100001">
      <w:start w:val="1"/>
      <w:numFmt w:val="bullet"/>
      <w:lvlText w:val=""/>
      <w:lvlJc w:val="left"/>
      <w:pPr>
        <w:ind w:left="862" w:hanging="360"/>
      </w:pPr>
      <w:rPr>
        <w:rFonts w:ascii="Symbol" w:hAnsi="Symbol"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15:restartNumberingAfterBreak="0">
    <w:nsid w:val="13705A82"/>
    <w:multiLevelType w:val="hybridMultilevel"/>
    <w:tmpl w:val="DDC6A04E"/>
    <w:lvl w:ilvl="0" w:tplc="7402E932">
      <w:start w:val="1"/>
      <w:numFmt w:val="bullet"/>
      <w:lvlText w:val=""/>
      <w:lvlJc w:val="left"/>
      <w:pPr>
        <w:ind w:left="4330" w:hanging="360"/>
      </w:pPr>
      <w:rPr>
        <w:rFonts w:ascii="Wingdings" w:hAnsi="Wingdings" w:hint="default"/>
        <w:color w:val="auto"/>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0" w15:restartNumberingAfterBreak="0">
    <w:nsid w:val="210611D0"/>
    <w:multiLevelType w:val="hybridMultilevel"/>
    <w:tmpl w:val="08EE10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3553154"/>
    <w:multiLevelType w:val="hybridMultilevel"/>
    <w:tmpl w:val="1B10A0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761C2D"/>
    <w:multiLevelType w:val="hybridMultilevel"/>
    <w:tmpl w:val="72A21530"/>
    <w:lvl w:ilvl="0" w:tplc="780E40CE">
      <w:start w:val="1"/>
      <w:numFmt w:val="bullet"/>
      <w:lvlText w:val=""/>
      <w:lvlJc w:val="left"/>
      <w:pPr>
        <w:tabs>
          <w:tab w:val="num" w:pos="360"/>
        </w:tabs>
        <w:ind w:left="360" w:hanging="360"/>
      </w:pPr>
      <w:rPr>
        <w:rFonts w:ascii="Wingdings" w:hAnsi="Wingdings" w:hint="default"/>
        <w:color w:val="auto"/>
        <w:sz w:val="20"/>
        <w:szCs w:val="20"/>
      </w:rPr>
    </w:lvl>
    <w:lvl w:ilvl="1" w:tplc="04100001">
      <w:start w:val="1"/>
      <w:numFmt w:val="bullet"/>
      <w:lvlText w:val=""/>
      <w:lvlJc w:val="left"/>
      <w:pPr>
        <w:tabs>
          <w:tab w:val="num" w:pos="1080"/>
        </w:tabs>
        <w:ind w:left="1080" w:hanging="360"/>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38B3EA7"/>
    <w:multiLevelType w:val="hybridMultilevel"/>
    <w:tmpl w:val="EE8AC952"/>
    <w:lvl w:ilvl="0" w:tplc="034CB2F8">
      <w:start w:val="1"/>
      <w:numFmt w:val="bullet"/>
      <w:lvlText w:val=""/>
      <w:lvlJc w:val="left"/>
      <w:pPr>
        <w:ind w:left="720" w:hanging="360"/>
      </w:pPr>
      <w:rPr>
        <w:rFonts w:ascii="Symbol" w:hAnsi="Symbol" w:hint="default"/>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3E540CF"/>
    <w:multiLevelType w:val="hybridMultilevel"/>
    <w:tmpl w:val="EB6631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501B65"/>
    <w:multiLevelType w:val="hybridMultilevel"/>
    <w:tmpl w:val="CD1275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6902AC4"/>
    <w:multiLevelType w:val="hybridMultilevel"/>
    <w:tmpl w:val="B316D9C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E14F6C"/>
    <w:multiLevelType w:val="hybridMultilevel"/>
    <w:tmpl w:val="334E98C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2ECF01F9"/>
    <w:multiLevelType w:val="hybridMultilevel"/>
    <w:tmpl w:val="1A56B65E"/>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3FA02C12"/>
    <w:multiLevelType w:val="hybridMultilevel"/>
    <w:tmpl w:val="DE7E199E"/>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20" w15:restartNumberingAfterBreak="0">
    <w:nsid w:val="3FBD6D28"/>
    <w:multiLevelType w:val="hybridMultilevel"/>
    <w:tmpl w:val="A6BAC88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32810F2"/>
    <w:multiLevelType w:val="hybridMultilevel"/>
    <w:tmpl w:val="2884CC66"/>
    <w:lvl w:ilvl="0" w:tplc="0410000B">
      <w:start w:val="1"/>
      <w:numFmt w:val="bullet"/>
      <w:lvlText w:val=""/>
      <w:lvlJc w:val="left"/>
      <w:pPr>
        <w:ind w:left="502" w:hanging="360"/>
      </w:pPr>
      <w:rPr>
        <w:rFonts w:ascii="Wingdings" w:hAnsi="Wingdings" w:hint="default"/>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22" w15:restartNumberingAfterBreak="0">
    <w:nsid w:val="43D34166"/>
    <w:multiLevelType w:val="hybridMultilevel"/>
    <w:tmpl w:val="2D4C10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BA13F8"/>
    <w:multiLevelType w:val="hybridMultilevel"/>
    <w:tmpl w:val="DC3A5C28"/>
    <w:lvl w:ilvl="0" w:tplc="3A2E6BE6">
      <w:start w:val="27"/>
      <w:numFmt w:val="decimal"/>
      <w:lvlText w:val="%1"/>
      <w:lvlJc w:val="left"/>
      <w:pPr>
        <w:ind w:left="1074" w:hanging="360"/>
      </w:pPr>
      <w:rPr>
        <w:rFonts w:hint="default"/>
        <w:b/>
      </w:rPr>
    </w:lvl>
    <w:lvl w:ilvl="1" w:tplc="04100019" w:tentative="1">
      <w:start w:val="1"/>
      <w:numFmt w:val="lowerLetter"/>
      <w:lvlText w:val="%2."/>
      <w:lvlJc w:val="left"/>
      <w:pPr>
        <w:ind w:left="1794" w:hanging="360"/>
      </w:pPr>
    </w:lvl>
    <w:lvl w:ilvl="2" w:tplc="0410001B" w:tentative="1">
      <w:start w:val="1"/>
      <w:numFmt w:val="lowerRoman"/>
      <w:lvlText w:val="%3."/>
      <w:lvlJc w:val="right"/>
      <w:pPr>
        <w:ind w:left="2514" w:hanging="180"/>
      </w:pPr>
    </w:lvl>
    <w:lvl w:ilvl="3" w:tplc="0410000F" w:tentative="1">
      <w:start w:val="1"/>
      <w:numFmt w:val="decimal"/>
      <w:lvlText w:val="%4."/>
      <w:lvlJc w:val="left"/>
      <w:pPr>
        <w:ind w:left="3234" w:hanging="360"/>
      </w:pPr>
    </w:lvl>
    <w:lvl w:ilvl="4" w:tplc="04100019" w:tentative="1">
      <w:start w:val="1"/>
      <w:numFmt w:val="lowerLetter"/>
      <w:lvlText w:val="%5."/>
      <w:lvlJc w:val="left"/>
      <w:pPr>
        <w:ind w:left="3954" w:hanging="360"/>
      </w:pPr>
    </w:lvl>
    <w:lvl w:ilvl="5" w:tplc="0410001B" w:tentative="1">
      <w:start w:val="1"/>
      <w:numFmt w:val="lowerRoman"/>
      <w:lvlText w:val="%6."/>
      <w:lvlJc w:val="right"/>
      <w:pPr>
        <w:ind w:left="4674" w:hanging="180"/>
      </w:pPr>
    </w:lvl>
    <w:lvl w:ilvl="6" w:tplc="0410000F" w:tentative="1">
      <w:start w:val="1"/>
      <w:numFmt w:val="decimal"/>
      <w:lvlText w:val="%7."/>
      <w:lvlJc w:val="left"/>
      <w:pPr>
        <w:ind w:left="5394" w:hanging="360"/>
      </w:pPr>
    </w:lvl>
    <w:lvl w:ilvl="7" w:tplc="04100019" w:tentative="1">
      <w:start w:val="1"/>
      <w:numFmt w:val="lowerLetter"/>
      <w:lvlText w:val="%8."/>
      <w:lvlJc w:val="left"/>
      <w:pPr>
        <w:ind w:left="6114" w:hanging="360"/>
      </w:pPr>
    </w:lvl>
    <w:lvl w:ilvl="8" w:tplc="0410001B" w:tentative="1">
      <w:start w:val="1"/>
      <w:numFmt w:val="lowerRoman"/>
      <w:lvlText w:val="%9."/>
      <w:lvlJc w:val="right"/>
      <w:pPr>
        <w:ind w:left="6834" w:hanging="180"/>
      </w:pPr>
    </w:lvl>
  </w:abstractNum>
  <w:abstractNum w:abstractNumId="24" w15:restartNumberingAfterBreak="0">
    <w:nsid w:val="4BED0EF6"/>
    <w:multiLevelType w:val="hybridMultilevel"/>
    <w:tmpl w:val="5B7400C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15:restartNumberingAfterBreak="0">
    <w:nsid w:val="4E59625D"/>
    <w:multiLevelType w:val="hybridMultilevel"/>
    <w:tmpl w:val="90F208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EF30BC5"/>
    <w:multiLevelType w:val="hybridMultilevel"/>
    <w:tmpl w:val="8CD44D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37D7838"/>
    <w:multiLevelType w:val="hybridMultilevel"/>
    <w:tmpl w:val="267CCD1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6C340EC"/>
    <w:multiLevelType w:val="hybridMultilevel"/>
    <w:tmpl w:val="B166015A"/>
    <w:lvl w:ilvl="0" w:tplc="04100001">
      <w:start w:val="1"/>
      <w:numFmt w:val="bullet"/>
      <w:lvlText w:val=""/>
      <w:lvlJc w:val="left"/>
      <w:pPr>
        <w:ind w:left="107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5AEDCED8"/>
    <w:multiLevelType w:val="hybridMultilevel"/>
    <w:tmpl w:val="E2D60F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F6563EA"/>
    <w:multiLevelType w:val="hybridMultilevel"/>
    <w:tmpl w:val="A1E44C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01725DA"/>
    <w:multiLevelType w:val="hybridMultilevel"/>
    <w:tmpl w:val="D1BCAF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223A441"/>
    <w:multiLevelType w:val="hybridMultilevel"/>
    <w:tmpl w:val="B44D338C"/>
    <w:lvl w:ilvl="0" w:tplc="FFFFFFFF">
      <w:start w:val="1"/>
      <w:numFmt w:val="ideographDigital"/>
      <w:lvlText w:val=""/>
      <w:lvlJc w:val="left"/>
    </w:lvl>
    <w:lvl w:ilvl="1" w:tplc="3C3829C4">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79176D7"/>
    <w:multiLevelType w:val="hybridMultilevel"/>
    <w:tmpl w:val="CF4AD250"/>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34" w15:restartNumberingAfterBreak="0">
    <w:nsid w:val="6BA72FCA"/>
    <w:multiLevelType w:val="hybridMultilevel"/>
    <w:tmpl w:val="A7B6795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5CB62EF2">
      <w:numFmt w:val="bullet"/>
      <w:lvlText w:val="-"/>
      <w:lvlJc w:val="left"/>
      <w:pPr>
        <w:ind w:left="2160" w:hanging="360"/>
      </w:pPr>
      <w:rPr>
        <w:rFonts w:ascii="Arial" w:eastAsia="Times New Roman" w:hAnsi="Aria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BEBD7F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D2E49D0"/>
    <w:multiLevelType w:val="hybridMultilevel"/>
    <w:tmpl w:val="75D6201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E503FB9"/>
    <w:multiLevelType w:val="hybridMultilevel"/>
    <w:tmpl w:val="C116FE3E"/>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8" w15:restartNumberingAfterBreak="0">
    <w:nsid w:val="74000618"/>
    <w:multiLevelType w:val="hybridMultilevel"/>
    <w:tmpl w:val="C0F63212"/>
    <w:lvl w:ilvl="0" w:tplc="0410000B">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8A2233F"/>
    <w:multiLevelType w:val="multilevel"/>
    <w:tmpl w:val="B67AE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9173541"/>
    <w:multiLevelType w:val="hybridMultilevel"/>
    <w:tmpl w:val="76D404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A364F35"/>
    <w:multiLevelType w:val="hybridMultilevel"/>
    <w:tmpl w:val="6044744A"/>
    <w:lvl w:ilvl="0" w:tplc="63E4B38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C5D3C40"/>
    <w:multiLevelType w:val="hybridMultilevel"/>
    <w:tmpl w:val="F498F526"/>
    <w:lvl w:ilvl="0" w:tplc="BD389E0E">
      <w:numFmt w:val="bullet"/>
      <w:lvlText w:val="-"/>
      <w:lvlJc w:val="left"/>
      <w:pPr>
        <w:ind w:left="1069" w:hanging="360"/>
      </w:pPr>
      <w:rPr>
        <w:rFonts w:ascii="Arial" w:eastAsia="Times New Roman"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3" w15:restartNumberingAfterBreak="0">
    <w:nsid w:val="7C7904C1"/>
    <w:multiLevelType w:val="hybridMultilevel"/>
    <w:tmpl w:val="A4B2E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69840051">
    <w:abstractNumId w:val="9"/>
  </w:num>
  <w:num w:numId="2" w16cid:durableId="46688733">
    <w:abstractNumId w:val="7"/>
  </w:num>
  <w:num w:numId="3" w16cid:durableId="289215065">
    <w:abstractNumId w:val="8"/>
  </w:num>
  <w:num w:numId="4" w16cid:durableId="1018315224">
    <w:abstractNumId w:val="12"/>
  </w:num>
  <w:num w:numId="5" w16cid:durableId="748843281">
    <w:abstractNumId w:val="26"/>
  </w:num>
  <w:num w:numId="6" w16cid:durableId="2141995450">
    <w:abstractNumId w:val="38"/>
  </w:num>
  <w:num w:numId="7" w16cid:durableId="976759024">
    <w:abstractNumId w:val="37"/>
  </w:num>
  <w:num w:numId="8" w16cid:durableId="304361709">
    <w:abstractNumId w:val="20"/>
  </w:num>
  <w:num w:numId="9" w16cid:durableId="311831369">
    <w:abstractNumId w:val="4"/>
  </w:num>
  <w:num w:numId="10" w16cid:durableId="1600680551">
    <w:abstractNumId w:val="18"/>
  </w:num>
  <w:num w:numId="11" w16cid:durableId="1671568188">
    <w:abstractNumId w:val="6"/>
  </w:num>
  <w:num w:numId="12" w16cid:durableId="1257903720">
    <w:abstractNumId w:val="21"/>
  </w:num>
  <w:num w:numId="13" w16cid:durableId="643630743">
    <w:abstractNumId w:val="5"/>
  </w:num>
  <w:num w:numId="14" w16cid:durableId="365377699">
    <w:abstractNumId w:val="40"/>
  </w:num>
  <w:num w:numId="15" w16cid:durableId="252973590">
    <w:abstractNumId w:val="17"/>
  </w:num>
  <w:num w:numId="16" w16cid:durableId="1873155134">
    <w:abstractNumId w:val="22"/>
  </w:num>
  <w:num w:numId="17" w16cid:durableId="400956156">
    <w:abstractNumId w:val="28"/>
  </w:num>
  <w:num w:numId="18" w16cid:durableId="2136020916">
    <w:abstractNumId w:val="33"/>
  </w:num>
  <w:num w:numId="19" w16cid:durableId="1226450816">
    <w:abstractNumId w:val="23"/>
  </w:num>
  <w:num w:numId="20" w16cid:durableId="454715973">
    <w:abstractNumId w:val="1"/>
  </w:num>
  <w:num w:numId="21" w16cid:durableId="1888909821">
    <w:abstractNumId w:val="41"/>
  </w:num>
  <w:num w:numId="22" w16cid:durableId="1495611134">
    <w:abstractNumId w:val="14"/>
  </w:num>
  <w:num w:numId="23" w16cid:durableId="1845436226">
    <w:abstractNumId w:val="42"/>
  </w:num>
  <w:num w:numId="24" w16cid:durableId="1646618846">
    <w:abstractNumId w:val="36"/>
  </w:num>
  <w:num w:numId="25" w16cid:durableId="366179770">
    <w:abstractNumId w:val="11"/>
  </w:num>
  <w:num w:numId="26" w16cid:durableId="798184364">
    <w:abstractNumId w:val="34"/>
  </w:num>
  <w:num w:numId="27" w16cid:durableId="1780836463">
    <w:abstractNumId w:val="43"/>
  </w:num>
  <w:num w:numId="28" w16cid:durableId="13581320">
    <w:abstractNumId w:val="39"/>
  </w:num>
  <w:num w:numId="29" w16cid:durableId="1985309364">
    <w:abstractNumId w:val="15"/>
  </w:num>
  <w:num w:numId="30" w16cid:durableId="640965993">
    <w:abstractNumId w:val="27"/>
  </w:num>
  <w:num w:numId="31" w16cid:durableId="1688405735">
    <w:abstractNumId w:val="29"/>
  </w:num>
  <w:num w:numId="32" w16cid:durableId="1536040825">
    <w:abstractNumId w:val="2"/>
  </w:num>
  <w:num w:numId="33" w16cid:durableId="2089030771">
    <w:abstractNumId w:val="13"/>
  </w:num>
  <w:num w:numId="34" w16cid:durableId="73549130">
    <w:abstractNumId w:val="3"/>
  </w:num>
  <w:num w:numId="35" w16cid:durableId="1948192813">
    <w:abstractNumId w:val="32"/>
  </w:num>
  <w:num w:numId="36" w16cid:durableId="742916955">
    <w:abstractNumId w:val="35"/>
  </w:num>
  <w:num w:numId="37" w16cid:durableId="1893737193">
    <w:abstractNumId w:val="0"/>
  </w:num>
  <w:num w:numId="38" w16cid:durableId="326831518">
    <w:abstractNumId w:val="16"/>
  </w:num>
  <w:num w:numId="39" w16cid:durableId="1401056784">
    <w:abstractNumId w:val="10"/>
  </w:num>
  <w:num w:numId="40" w16cid:durableId="2057704039">
    <w:abstractNumId w:val="19"/>
  </w:num>
  <w:num w:numId="41" w16cid:durableId="2095280420">
    <w:abstractNumId w:val="24"/>
  </w:num>
  <w:num w:numId="42" w16cid:durableId="1258515675">
    <w:abstractNumId w:val="30"/>
  </w:num>
  <w:num w:numId="43" w16cid:durableId="389229846">
    <w:abstractNumId w:val="25"/>
  </w:num>
  <w:num w:numId="44" w16cid:durableId="477916946">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characterSpacingControl w:val="doNotCompress"/>
  <w:hdrShapeDefaults>
    <o:shapedefaults v:ext="edit" spidmax="2050" fill="f" fillcolor="white" strokecolor="red">
      <v:fill color="white" on="f"/>
      <v:stroke color="red" weight="1.25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91F"/>
    <w:rsid w:val="000001DA"/>
    <w:rsid w:val="00000849"/>
    <w:rsid w:val="00001C1E"/>
    <w:rsid w:val="00001E2C"/>
    <w:rsid w:val="00002470"/>
    <w:rsid w:val="00002639"/>
    <w:rsid w:val="00002948"/>
    <w:rsid w:val="000030C0"/>
    <w:rsid w:val="000031EB"/>
    <w:rsid w:val="00003261"/>
    <w:rsid w:val="0000346E"/>
    <w:rsid w:val="00003D31"/>
    <w:rsid w:val="00003E1A"/>
    <w:rsid w:val="00003E8B"/>
    <w:rsid w:val="000047C4"/>
    <w:rsid w:val="000048B7"/>
    <w:rsid w:val="00004C75"/>
    <w:rsid w:val="00005134"/>
    <w:rsid w:val="000054F7"/>
    <w:rsid w:val="00005817"/>
    <w:rsid w:val="00005F78"/>
    <w:rsid w:val="00006E86"/>
    <w:rsid w:val="00007A1B"/>
    <w:rsid w:val="000112F6"/>
    <w:rsid w:val="00011337"/>
    <w:rsid w:val="00011790"/>
    <w:rsid w:val="00012426"/>
    <w:rsid w:val="000129B9"/>
    <w:rsid w:val="00012FA5"/>
    <w:rsid w:val="00013624"/>
    <w:rsid w:val="00013EE6"/>
    <w:rsid w:val="0001431B"/>
    <w:rsid w:val="0001459A"/>
    <w:rsid w:val="00014684"/>
    <w:rsid w:val="0001489F"/>
    <w:rsid w:val="0001560F"/>
    <w:rsid w:val="000156C4"/>
    <w:rsid w:val="00015707"/>
    <w:rsid w:val="00015845"/>
    <w:rsid w:val="00015BAD"/>
    <w:rsid w:val="00015BC5"/>
    <w:rsid w:val="00015C7E"/>
    <w:rsid w:val="000165F4"/>
    <w:rsid w:val="00017D60"/>
    <w:rsid w:val="00017EAA"/>
    <w:rsid w:val="000201DC"/>
    <w:rsid w:val="0002050D"/>
    <w:rsid w:val="00020F49"/>
    <w:rsid w:val="0002140E"/>
    <w:rsid w:val="000215A4"/>
    <w:rsid w:val="000217FB"/>
    <w:rsid w:val="00022A89"/>
    <w:rsid w:val="00023034"/>
    <w:rsid w:val="0002305C"/>
    <w:rsid w:val="00023697"/>
    <w:rsid w:val="00023807"/>
    <w:rsid w:val="00023C11"/>
    <w:rsid w:val="00024068"/>
    <w:rsid w:val="00024A18"/>
    <w:rsid w:val="00025677"/>
    <w:rsid w:val="0002655E"/>
    <w:rsid w:val="000268EF"/>
    <w:rsid w:val="00030054"/>
    <w:rsid w:val="00030086"/>
    <w:rsid w:val="000300AF"/>
    <w:rsid w:val="000301D5"/>
    <w:rsid w:val="000306AC"/>
    <w:rsid w:val="00030EE1"/>
    <w:rsid w:val="00031970"/>
    <w:rsid w:val="00031D53"/>
    <w:rsid w:val="0003209B"/>
    <w:rsid w:val="000323F8"/>
    <w:rsid w:val="00032A3F"/>
    <w:rsid w:val="00032A7C"/>
    <w:rsid w:val="00032A93"/>
    <w:rsid w:val="00032CAC"/>
    <w:rsid w:val="00032E61"/>
    <w:rsid w:val="00033008"/>
    <w:rsid w:val="000335AA"/>
    <w:rsid w:val="00035274"/>
    <w:rsid w:val="00035D3A"/>
    <w:rsid w:val="000365FB"/>
    <w:rsid w:val="00036FEC"/>
    <w:rsid w:val="00037126"/>
    <w:rsid w:val="000374DC"/>
    <w:rsid w:val="00037656"/>
    <w:rsid w:val="0003766A"/>
    <w:rsid w:val="00037AEB"/>
    <w:rsid w:val="00037F72"/>
    <w:rsid w:val="00040509"/>
    <w:rsid w:val="00040991"/>
    <w:rsid w:val="00040F97"/>
    <w:rsid w:val="00041378"/>
    <w:rsid w:val="00042B90"/>
    <w:rsid w:val="00043BC7"/>
    <w:rsid w:val="00043CCB"/>
    <w:rsid w:val="00044084"/>
    <w:rsid w:val="00044639"/>
    <w:rsid w:val="0004471C"/>
    <w:rsid w:val="00044C58"/>
    <w:rsid w:val="00044C9D"/>
    <w:rsid w:val="00044E26"/>
    <w:rsid w:val="00045534"/>
    <w:rsid w:val="00045DCD"/>
    <w:rsid w:val="00046607"/>
    <w:rsid w:val="000469F5"/>
    <w:rsid w:val="00046C4F"/>
    <w:rsid w:val="0005085F"/>
    <w:rsid w:val="00050DD1"/>
    <w:rsid w:val="00051697"/>
    <w:rsid w:val="000518EC"/>
    <w:rsid w:val="00051CAC"/>
    <w:rsid w:val="00051E3F"/>
    <w:rsid w:val="00051EC0"/>
    <w:rsid w:val="00052552"/>
    <w:rsid w:val="000525AF"/>
    <w:rsid w:val="00052EF7"/>
    <w:rsid w:val="00052F96"/>
    <w:rsid w:val="0005320C"/>
    <w:rsid w:val="0005335F"/>
    <w:rsid w:val="0005353E"/>
    <w:rsid w:val="0005375D"/>
    <w:rsid w:val="0005398C"/>
    <w:rsid w:val="00053D70"/>
    <w:rsid w:val="00053DF1"/>
    <w:rsid w:val="000547C7"/>
    <w:rsid w:val="00054850"/>
    <w:rsid w:val="00055901"/>
    <w:rsid w:val="00056CD1"/>
    <w:rsid w:val="00057680"/>
    <w:rsid w:val="00057783"/>
    <w:rsid w:val="0006012A"/>
    <w:rsid w:val="00060F4B"/>
    <w:rsid w:val="000610F5"/>
    <w:rsid w:val="000613CD"/>
    <w:rsid w:val="00061506"/>
    <w:rsid w:val="00061A6D"/>
    <w:rsid w:val="00061B1C"/>
    <w:rsid w:val="00061BE6"/>
    <w:rsid w:val="00062B9F"/>
    <w:rsid w:val="00063D30"/>
    <w:rsid w:val="00063F0F"/>
    <w:rsid w:val="0006437F"/>
    <w:rsid w:val="0006504B"/>
    <w:rsid w:val="00065181"/>
    <w:rsid w:val="000651C7"/>
    <w:rsid w:val="000655F4"/>
    <w:rsid w:val="00065DD4"/>
    <w:rsid w:val="00065E2D"/>
    <w:rsid w:val="00067049"/>
    <w:rsid w:val="00070235"/>
    <w:rsid w:val="000702BA"/>
    <w:rsid w:val="000708B1"/>
    <w:rsid w:val="00070A91"/>
    <w:rsid w:val="00070D98"/>
    <w:rsid w:val="00070E4E"/>
    <w:rsid w:val="000713A9"/>
    <w:rsid w:val="00071544"/>
    <w:rsid w:val="000719E0"/>
    <w:rsid w:val="00072B21"/>
    <w:rsid w:val="00072FDE"/>
    <w:rsid w:val="00073412"/>
    <w:rsid w:val="00073E12"/>
    <w:rsid w:val="00074939"/>
    <w:rsid w:val="00074C41"/>
    <w:rsid w:val="00074DEE"/>
    <w:rsid w:val="00074E29"/>
    <w:rsid w:val="000751F3"/>
    <w:rsid w:val="00075BC3"/>
    <w:rsid w:val="00076AA0"/>
    <w:rsid w:val="0007787D"/>
    <w:rsid w:val="00080222"/>
    <w:rsid w:val="000806E6"/>
    <w:rsid w:val="000807C0"/>
    <w:rsid w:val="00081493"/>
    <w:rsid w:val="00081A76"/>
    <w:rsid w:val="000821A4"/>
    <w:rsid w:val="000822C9"/>
    <w:rsid w:val="00082428"/>
    <w:rsid w:val="00082BBE"/>
    <w:rsid w:val="00083074"/>
    <w:rsid w:val="000833B5"/>
    <w:rsid w:val="0008361D"/>
    <w:rsid w:val="000842A6"/>
    <w:rsid w:val="000845B3"/>
    <w:rsid w:val="00084DB8"/>
    <w:rsid w:val="000850B6"/>
    <w:rsid w:val="000855F2"/>
    <w:rsid w:val="00086620"/>
    <w:rsid w:val="00086A42"/>
    <w:rsid w:val="00086E47"/>
    <w:rsid w:val="00086E85"/>
    <w:rsid w:val="000874A6"/>
    <w:rsid w:val="0008779C"/>
    <w:rsid w:val="00087B4B"/>
    <w:rsid w:val="000905E4"/>
    <w:rsid w:val="00090C91"/>
    <w:rsid w:val="000913EF"/>
    <w:rsid w:val="00091CBA"/>
    <w:rsid w:val="000921B4"/>
    <w:rsid w:val="00092314"/>
    <w:rsid w:val="00092611"/>
    <w:rsid w:val="00092766"/>
    <w:rsid w:val="00092A2A"/>
    <w:rsid w:val="00092E4E"/>
    <w:rsid w:val="00093428"/>
    <w:rsid w:val="00093BE9"/>
    <w:rsid w:val="00093CF4"/>
    <w:rsid w:val="000946F4"/>
    <w:rsid w:val="00094A83"/>
    <w:rsid w:val="00094A84"/>
    <w:rsid w:val="00095B87"/>
    <w:rsid w:val="00095F4A"/>
    <w:rsid w:val="00096413"/>
    <w:rsid w:val="00096E62"/>
    <w:rsid w:val="00097D9B"/>
    <w:rsid w:val="000A0099"/>
    <w:rsid w:val="000A090F"/>
    <w:rsid w:val="000A1D97"/>
    <w:rsid w:val="000A20F9"/>
    <w:rsid w:val="000A2112"/>
    <w:rsid w:val="000A2410"/>
    <w:rsid w:val="000A2555"/>
    <w:rsid w:val="000A2702"/>
    <w:rsid w:val="000A2A94"/>
    <w:rsid w:val="000A304A"/>
    <w:rsid w:val="000A31E3"/>
    <w:rsid w:val="000A3574"/>
    <w:rsid w:val="000A4033"/>
    <w:rsid w:val="000A4044"/>
    <w:rsid w:val="000A54A3"/>
    <w:rsid w:val="000A5946"/>
    <w:rsid w:val="000A5A67"/>
    <w:rsid w:val="000A5D97"/>
    <w:rsid w:val="000A6021"/>
    <w:rsid w:val="000A627A"/>
    <w:rsid w:val="000A6566"/>
    <w:rsid w:val="000A65EF"/>
    <w:rsid w:val="000A738E"/>
    <w:rsid w:val="000A77DF"/>
    <w:rsid w:val="000A786D"/>
    <w:rsid w:val="000A7AD9"/>
    <w:rsid w:val="000B0672"/>
    <w:rsid w:val="000B0EBC"/>
    <w:rsid w:val="000B10FA"/>
    <w:rsid w:val="000B1CB6"/>
    <w:rsid w:val="000B21DB"/>
    <w:rsid w:val="000B2373"/>
    <w:rsid w:val="000B29B0"/>
    <w:rsid w:val="000B2D43"/>
    <w:rsid w:val="000B3170"/>
    <w:rsid w:val="000B341A"/>
    <w:rsid w:val="000B40DF"/>
    <w:rsid w:val="000B426C"/>
    <w:rsid w:val="000B4BE9"/>
    <w:rsid w:val="000B4E2C"/>
    <w:rsid w:val="000B5348"/>
    <w:rsid w:val="000B6E4A"/>
    <w:rsid w:val="000B70FA"/>
    <w:rsid w:val="000B7642"/>
    <w:rsid w:val="000B76FB"/>
    <w:rsid w:val="000C0344"/>
    <w:rsid w:val="000C0E7F"/>
    <w:rsid w:val="000C1207"/>
    <w:rsid w:val="000C216A"/>
    <w:rsid w:val="000C2A1F"/>
    <w:rsid w:val="000C2ED9"/>
    <w:rsid w:val="000C3793"/>
    <w:rsid w:val="000C393A"/>
    <w:rsid w:val="000C3F26"/>
    <w:rsid w:val="000C4073"/>
    <w:rsid w:val="000C45FC"/>
    <w:rsid w:val="000C48EE"/>
    <w:rsid w:val="000C4B70"/>
    <w:rsid w:val="000C4CCE"/>
    <w:rsid w:val="000C4F2C"/>
    <w:rsid w:val="000C5035"/>
    <w:rsid w:val="000C59BE"/>
    <w:rsid w:val="000C5F23"/>
    <w:rsid w:val="000C6742"/>
    <w:rsid w:val="000C68D4"/>
    <w:rsid w:val="000C6E62"/>
    <w:rsid w:val="000C7204"/>
    <w:rsid w:val="000C748A"/>
    <w:rsid w:val="000C775A"/>
    <w:rsid w:val="000C7A95"/>
    <w:rsid w:val="000C7B17"/>
    <w:rsid w:val="000C7D3D"/>
    <w:rsid w:val="000D00A1"/>
    <w:rsid w:val="000D0497"/>
    <w:rsid w:val="000D06DD"/>
    <w:rsid w:val="000D06FD"/>
    <w:rsid w:val="000D088F"/>
    <w:rsid w:val="000D093D"/>
    <w:rsid w:val="000D095C"/>
    <w:rsid w:val="000D0A71"/>
    <w:rsid w:val="000D0B6F"/>
    <w:rsid w:val="000D0CF3"/>
    <w:rsid w:val="000D199E"/>
    <w:rsid w:val="000D1F01"/>
    <w:rsid w:val="000D21C4"/>
    <w:rsid w:val="000D2AE0"/>
    <w:rsid w:val="000D2AEF"/>
    <w:rsid w:val="000D2B77"/>
    <w:rsid w:val="000D2F04"/>
    <w:rsid w:val="000D367D"/>
    <w:rsid w:val="000D37ED"/>
    <w:rsid w:val="000D42B7"/>
    <w:rsid w:val="000D43F0"/>
    <w:rsid w:val="000D4AF2"/>
    <w:rsid w:val="000D4FFD"/>
    <w:rsid w:val="000D54C1"/>
    <w:rsid w:val="000D5ADB"/>
    <w:rsid w:val="000D5BFB"/>
    <w:rsid w:val="000D626F"/>
    <w:rsid w:val="000D6276"/>
    <w:rsid w:val="000D66EE"/>
    <w:rsid w:val="000D6919"/>
    <w:rsid w:val="000D69F6"/>
    <w:rsid w:val="000D6A89"/>
    <w:rsid w:val="000D6FCD"/>
    <w:rsid w:val="000D707A"/>
    <w:rsid w:val="000D71D1"/>
    <w:rsid w:val="000D787B"/>
    <w:rsid w:val="000E1BC9"/>
    <w:rsid w:val="000E1D2D"/>
    <w:rsid w:val="000E2AC9"/>
    <w:rsid w:val="000E310B"/>
    <w:rsid w:val="000E370D"/>
    <w:rsid w:val="000E3758"/>
    <w:rsid w:val="000E5264"/>
    <w:rsid w:val="000E670E"/>
    <w:rsid w:val="000E6D9F"/>
    <w:rsid w:val="000E7454"/>
    <w:rsid w:val="000E79F4"/>
    <w:rsid w:val="000E7A9A"/>
    <w:rsid w:val="000F00B4"/>
    <w:rsid w:val="000F0263"/>
    <w:rsid w:val="000F0F02"/>
    <w:rsid w:val="000F2071"/>
    <w:rsid w:val="000F3108"/>
    <w:rsid w:val="000F3665"/>
    <w:rsid w:val="000F3B3D"/>
    <w:rsid w:val="000F3D5B"/>
    <w:rsid w:val="000F3DFB"/>
    <w:rsid w:val="000F4187"/>
    <w:rsid w:val="000F491C"/>
    <w:rsid w:val="000F4D89"/>
    <w:rsid w:val="000F521B"/>
    <w:rsid w:val="000F52CC"/>
    <w:rsid w:val="000F5585"/>
    <w:rsid w:val="000F575D"/>
    <w:rsid w:val="000F64F8"/>
    <w:rsid w:val="000F6BBC"/>
    <w:rsid w:val="000F6D33"/>
    <w:rsid w:val="000F7AF3"/>
    <w:rsid w:val="00100D30"/>
    <w:rsid w:val="0010173C"/>
    <w:rsid w:val="001019C9"/>
    <w:rsid w:val="001019F7"/>
    <w:rsid w:val="00102323"/>
    <w:rsid w:val="001027B4"/>
    <w:rsid w:val="00103006"/>
    <w:rsid w:val="001034A3"/>
    <w:rsid w:val="00103944"/>
    <w:rsid w:val="00103AC5"/>
    <w:rsid w:val="00103B60"/>
    <w:rsid w:val="00103D53"/>
    <w:rsid w:val="00103DB8"/>
    <w:rsid w:val="00104AC6"/>
    <w:rsid w:val="00104C98"/>
    <w:rsid w:val="001051A8"/>
    <w:rsid w:val="001054D8"/>
    <w:rsid w:val="0010629A"/>
    <w:rsid w:val="001068B4"/>
    <w:rsid w:val="00106DFD"/>
    <w:rsid w:val="00107DF0"/>
    <w:rsid w:val="00107FE4"/>
    <w:rsid w:val="00110982"/>
    <w:rsid w:val="001118A8"/>
    <w:rsid w:val="001123D3"/>
    <w:rsid w:val="00112515"/>
    <w:rsid w:val="00112B3D"/>
    <w:rsid w:val="00112CCC"/>
    <w:rsid w:val="00112F80"/>
    <w:rsid w:val="00113242"/>
    <w:rsid w:val="001132DC"/>
    <w:rsid w:val="001134A6"/>
    <w:rsid w:val="00113C8D"/>
    <w:rsid w:val="00113F9C"/>
    <w:rsid w:val="00114173"/>
    <w:rsid w:val="00114709"/>
    <w:rsid w:val="00114D15"/>
    <w:rsid w:val="001170E7"/>
    <w:rsid w:val="001176BC"/>
    <w:rsid w:val="001179DB"/>
    <w:rsid w:val="00117EB3"/>
    <w:rsid w:val="00120327"/>
    <w:rsid w:val="00120A19"/>
    <w:rsid w:val="00120D61"/>
    <w:rsid w:val="00120EC0"/>
    <w:rsid w:val="001213B2"/>
    <w:rsid w:val="001227F7"/>
    <w:rsid w:val="001230C8"/>
    <w:rsid w:val="0012329D"/>
    <w:rsid w:val="00123902"/>
    <w:rsid w:val="0012566B"/>
    <w:rsid w:val="0013022B"/>
    <w:rsid w:val="00130522"/>
    <w:rsid w:val="00130FAD"/>
    <w:rsid w:val="00131601"/>
    <w:rsid w:val="0013199F"/>
    <w:rsid w:val="00131D4B"/>
    <w:rsid w:val="0013289E"/>
    <w:rsid w:val="0013309F"/>
    <w:rsid w:val="00133C20"/>
    <w:rsid w:val="0013460A"/>
    <w:rsid w:val="00134F60"/>
    <w:rsid w:val="00135433"/>
    <w:rsid w:val="00135761"/>
    <w:rsid w:val="00135C96"/>
    <w:rsid w:val="0013614D"/>
    <w:rsid w:val="00137CC7"/>
    <w:rsid w:val="0014087E"/>
    <w:rsid w:val="00140F31"/>
    <w:rsid w:val="0014163D"/>
    <w:rsid w:val="001420E6"/>
    <w:rsid w:val="0014268D"/>
    <w:rsid w:val="0014271A"/>
    <w:rsid w:val="00142B5C"/>
    <w:rsid w:val="00144033"/>
    <w:rsid w:val="00144063"/>
    <w:rsid w:val="001444D2"/>
    <w:rsid w:val="00144D2F"/>
    <w:rsid w:val="00145072"/>
    <w:rsid w:val="001450DC"/>
    <w:rsid w:val="00145420"/>
    <w:rsid w:val="00145A39"/>
    <w:rsid w:val="0014624B"/>
    <w:rsid w:val="0014672D"/>
    <w:rsid w:val="001467E2"/>
    <w:rsid w:val="00146A30"/>
    <w:rsid w:val="00147F8B"/>
    <w:rsid w:val="00150946"/>
    <w:rsid w:val="00150A67"/>
    <w:rsid w:val="00150EE4"/>
    <w:rsid w:val="0015199B"/>
    <w:rsid w:val="00151AED"/>
    <w:rsid w:val="0015232D"/>
    <w:rsid w:val="00152B8B"/>
    <w:rsid w:val="0015377B"/>
    <w:rsid w:val="001541CD"/>
    <w:rsid w:val="001544E5"/>
    <w:rsid w:val="001559EE"/>
    <w:rsid w:val="00155E9C"/>
    <w:rsid w:val="00156628"/>
    <w:rsid w:val="00157200"/>
    <w:rsid w:val="0015762A"/>
    <w:rsid w:val="00157769"/>
    <w:rsid w:val="001578F6"/>
    <w:rsid w:val="00157BCC"/>
    <w:rsid w:val="001604AF"/>
    <w:rsid w:val="0016058F"/>
    <w:rsid w:val="001606D8"/>
    <w:rsid w:val="001606E4"/>
    <w:rsid w:val="00162184"/>
    <w:rsid w:val="001625F1"/>
    <w:rsid w:val="001626C7"/>
    <w:rsid w:val="00162AEA"/>
    <w:rsid w:val="00162EC8"/>
    <w:rsid w:val="00162FE1"/>
    <w:rsid w:val="00163F85"/>
    <w:rsid w:val="00164238"/>
    <w:rsid w:val="00164739"/>
    <w:rsid w:val="00165100"/>
    <w:rsid w:val="001657A0"/>
    <w:rsid w:val="00165947"/>
    <w:rsid w:val="00165F4A"/>
    <w:rsid w:val="00166CEC"/>
    <w:rsid w:val="001679DA"/>
    <w:rsid w:val="00167CA9"/>
    <w:rsid w:val="00167FEE"/>
    <w:rsid w:val="00170077"/>
    <w:rsid w:val="00170B27"/>
    <w:rsid w:val="0017139E"/>
    <w:rsid w:val="001717E7"/>
    <w:rsid w:val="00171ADC"/>
    <w:rsid w:val="00172175"/>
    <w:rsid w:val="00172637"/>
    <w:rsid w:val="001728C5"/>
    <w:rsid w:val="00172E82"/>
    <w:rsid w:val="00173091"/>
    <w:rsid w:val="0017341A"/>
    <w:rsid w:val="00173A12"/>
    <w:rsid w:val="00174629"/>
    <w:rsid w:val="00174880"/>
    <w:rsid w:val="001750E5"/>
    <w:rsid w:val="00175325"/>
    <w:rsid w:val="00175D6E"/>
    <w:rsid w:val="00176155"/>
    <w:rsid w:val="0017650C"/>
    <w:rsid w:val="00176EDF"/>
    <w:rsid w:val="00177551"/>
    <w:rsid w:val="00180159"/>
    <w:rsid w:val="0018122C"/>
    <w:rsid w:val="00181748"/>
    <w:rsid w:val="00181ADF"/>
    <w:rsid w:val="00181E97"/>
    <w:rsid w:val="00181FC7"/>
    <w:rsid w:val="001825B2"/>
    <w:rsid w:val="00182639"/>
    <w:rsid w:val="001826F4"/>
    <w:rsid w:val="00182C1E"/>
    <w:rsid w:val="00183A04"/>
    <w:rsid w:val="001842E2"/>
    <w:rsid w:val="00184723"/>
    <w:rsid w:val="0018523A"/>
    <w:rsid w:val="00185798"/>
    <w:rsid w:val="001860FF"/>
    <w:rsid w:val="001864BA"/>
    <w:rsid w:val="0018721C"/>
    <w:rsid w:val="001872BA"/>
    <w:rsid w:val="00187399"/>
    <w:rsid w:val="0018774C"/>
    <w:rsid w:val="0019034C"/>
    <w:rsid w:val="00190489"/>
    <w:rsid w:val="00190AA1"/>
    <w:rsid w:val="001924DD"/>
    <w:rsid w:val="0019286E"/>
    <w:rsid w:val="00193128"/>
    <w:rsid w:val="001935CD"/>
    <w:rsid w:val="001937B7"/>
    <w:rsid w:val="00193DCA"/>
    <w:rsid w:val="00193E91"/>
    <w:rsid w:val="0019599E"/>
    <w:rsid w:val="00195C39"/>
    <w:rsid w:val="001969FF"/>
    <w:rsid w:val="001975B0"/>
    <w:rsid w:val="001A04D9"/>
    <w:rsid w:val="001A125D"/>
    <w:rsid w:val="001A1383"/>
    <w:rsid w:val="001A1547"/>
    <w:rsid w:val="001A18F8"/>
    <w:rsid w:val="001A27F8"/>
    <w:rsid w:val="001A2950"/>
    <w:rsid w:val="001A3BA3"/>
    <w:rsid w:val="001A4238"/>
    <w:rsid w:val="001A44F0"/>
    <w:rsid w:val="001A4667"/>
    <w:rsid w:val="001A4C54"/>
    <w:rsid w:val="001A4D82"/>
    <w:rsid w:val="001A4E2F"/>
    <w:rsid w:val="001A4FC7"/>
    <w:rsid w:val="001A54F3"/>
    <w:rsid w:val="001A57A9"/>
    <w:rsid w:val="001A58DD"/>
    <w:rsid w:val="001A6077"/>
    <w:rsid w:val="001A6147"/>
    <w:rsid w:val="001A62AE"/>
    <w:rsid w:val="001A67EA"/>
    <w:rsid w:val="001A68AB"/>
    <w:rsid w:val="001A730B"/>
    <w:rsid w:val="001A746C"/>
    <w:rsid w:val="001A7529"/>
    <w:rsid w:val="001A769F"/>
    <w:rsid w:val="001B095D"/>
    <w:rsid w:val="001B0AA5"/>
    <w:rsid w:val="001B0EB2"/>
    <w:rsid w:val="001B100F"/>
    <w:rsid w:val="001B1C87"/>
    <w:rsid w:val="001B347D"/>
    <w:rsid w:val="001B365B"/>
    <w:rsid w:val="001B374E"/>
    <w:rsid w:val="001B496B"/>
    <w:rsid w:val="001B4ABB"/>
    <w:rsid w:val="001B529B"/>
    <w:rsid w:val="001B5683"/>
    <w:rsid w:val="001B56FA"/>
    <w:rsid w:val="001B5862"/>
    <w:rsid w:val="001B5C9E"/>
    <w:rsid w:val="001B60C9"/>
    <w:rsid w:val="001B6479"/>
    <w:rsid w:val="001B65AE"/>
    <w:rsid w:val="001B6AF5"/>
    <w:rsid w:val="001B7182"/>
    <w:rsid w:val="001B751A"/>
    <w:rsid w:val="001B7714"/>
    <w:rsid w:val="001B77A4"/>
    <w:rsid w:val="001B7814"/>
    <w:rsid w:val="001B7DB9"/>
    <w:rsid w:val="001C067F"/>
    <w:rsid w:val="001C0862"/>
    <w:rsid w:val="001C0910"/>
    <w:rsid w:val="001C0A2D"/>
    <w:rsid w:val="001C0B66"/>
    <w:rsid w:val="001C0C3C"/>
    <w:rsid w:val="001C16D2"/>
    <w:rsid w:val="001C268F"/>
    <w:rsid w:val="001C29AA"/>
    <w:rsid w:val="001C3484"/>
    <w:rsid w:val="001C34FE"/>
    <w:rsid w:val="001C3D68"/>
    <w:rsid w:val="001C3D86"/>
    <w:rsid w:val="001C514E"/>
    <w:rsid w:val="001C534F"/>
    <w:rsid w:val="001C57EE"/>
    <w:rsid w:val="001C5A2E"/>
    <w:rsid w:val="001C5F6B"/>
    <w:rsid w:val="001C7293"/>
    <w:rsid w:val="001C75E7"/>
    <w:rsid w:val="001C7935"/>
    <w:rsid w:val="001C7EA8"/>
    <w:rsid w:val="001C7F8E"/>
    <w:rsid w:val="001D0983"/>
    <w:rsid w:val="001D0A0B"/>
    <w:rsid w:val="001D0A9F"/>
    <w:rsid w:val="001D133B"/>
    <w:rsid w:val="001D1FEF"/>
    <w:rsid w:val="001D23DF"/>
    <w:rsid w:val="001D2775"/>
    <w:rsid w:val="001D2C53"/>
    <w:rsid w:val="001D2D18"/>
    <w:rsid w:val="001D2D7C"/>
    <w:rsid w:val="001D314D"/>
    <w:rsid w:val="001D3184"/>
    <w:rsid w:val="001D392A"/>
    <w:rsid w:val="001D417F"/>
    <w:rsid w:val="001D524D"/>
    <w:rsid w:val="001D580A"/>
    <w:rsid w:val="001D5BAF"/>
    <w:rsid w:val="001D5DDB"/>
    <w:rsid w:val="001D6F72"/>
    <w:rsid w:val="001D6FF6"/>
    <w:rsid w:val="001D7D7C"/>
    <w:rsid w:val="001E05B3"/>
    <w:rsid w:val="001E091F"/>
    <w:rsid w:val="001E0DBB"/>
    <w:rsid w:val="001E15E4"/>
    <w:rsid w:val="001E19B4"/>
    <w:rsid w:val="001E1A81"/>
    <w:rsid w:val="001E2258"/>
    <w:rsid w:val="001E24FE"/>
    <w:rsid w:val="001E2597"/>
    <w:rsid w:val="001E2ADE"/>
    <w:rsid w:val="001E3338"/>
    <w:rsid w:val="001E3BE4"/>
    <w:rsid w:val="001E3DC6"/>
    <w:rsid w:val="001E3FDF"/>
    <w:rsid w:val="001E49A9"/>
    <w:rsid w:val="001E4D16"/>
    <w:rsid w:val="001E55CA"/>
    <w:rsid w:val="001E6F83"/>
    <w:rsid w:val="001F066E"/>
    <w:rsid w:val="001F0802"/>
    <w:rsid w:val="001F114A"/>
    <w:rsid w:val="001F16F2"/>
    <w:rsid w:val="001F1ABB"/>
    <w:rsid w:val="001F234F"/>
    <w:rsid w:val="001F2D83"/>
    <w:rsid w:val="001F2DA8"/>
    <w:rsid w:val="001F2FDB"/>
    <w:rsid w:val="001F3877"/>
    <w:rsid w:val="001F3BFB"/>
    <w:rsid w:val="001F489A"/>
    <w:rsid w:val="001F4A73"/>
    <w:rsid w:val="001F51CC"/>
    <w:rsid w:val="001F5639"/>
    <w:rsid w:val="001F5B89"/>
    <w:rsid w:val="001F5DC1"/>
    <w:rsid w:val="001F607A"/>
    <w:rsid w:val="001F6AAF"/>
    <w:rsid w:val="001F6B12"/>
    <w:rsid w:val="001F7A10"/>
    <w:rsid w:val="0020090B"/>
    <w:rsid w:val="00200D01"/>
    <w:rsid w:val="002012AB"/>
    <w:rsid w:val="00201932"/>
    <w:rsid w:val="00201C64"/>
    <w:rsid w:val="0020230E"/>
    <w:rsid w:val="00202E18"/>
    <w:rsid w:val="002033BF"/>
    <w:rsid w:val="00203D37"/>
    <w:rsid w:val="00204596"/>
    <w:rsid w:val="00205BB5"/>
    <w:rsid w:val="00205E66"/>
    <w:rsid w:val="00205EC0"/>
    <w:rsid w:val="0020624C"/>
    <w:rsid w:val="002068FE"/>
    <w:rsid w:val="00206EBB"/>
    <w:rsid w:val="00207732"/>
    <w:rsid w:val="00210003"/>
    <w:rsid w:val="0021080A"/>
    <w:rsid w:val="0021110E"/>
    <w:rsid w:val="00211549"/>
    <w:rsid w:val="00211EDE"/>
    <w:rsid w:val="00212683"/>
    <w:rsid w:val="002131FF"/>
    <w:rsid w:val="00213CF5"/>
    <w:rsid w:val="0021421C"/>
    <w:rsid w:val="002145EB"/>
    <w:rsid w:val="0021487E"/>
    <w:rsid w:val="00214CA4"/>
    <w:rsid w:val="00215A53"/>
    <w:rsid w:val="00216DC9"/>
    <w:rsid w:val="00217A00"/>
    <w:rsid w:val="00217C69"/>
    <w:rsid w:val="00217E04"/>
    <w:rsid w:val="00217F12"/>
    <w:rsid w:val="00220E60"/>
    <w:rsid w:val="00221434"/>
    <w:rsid w:val="00221AAB"/>
    <w:rsid w:val="0022266A"/>
    <w:rsid w:val="0022271B"/>
    <w:rsid w:val="00222D4D"/>
    <w:rsid w:val="002232EC"/>
    <w:rsid w:val="002233B1"/>
    <w:rsid w:val="00223E6E"/>
    <w:rsid w:val="0022417D"/>
    <w:rsid w:val="00224676"/>
    <w:rsid w:val="0022491B"/>
    <w:rsid w:val="00224E76"/>
    <w:rsid w:val="00225191"/>
    <w:rsid w:val="00225213"/>
    <w:rsid w:val="00225D87"/>
    <w:rsid w:val="002260A9"/>
    <w:rsid w:val="0022633C"/>
    <w:rsid w:val="00227EF3"/>
    <w:rsid w:val="00230235"/>
    <w:rsid w:val="00230C08"/>
    <w:rsid w:val="002320FC"/>
    <w:rsid w:val="00232527"/>
    <w:rsid w:val="00232BCC"/>
    <w:rsid w:val="002335DD"/>
    <w:rsid w:val="00233916"/>
    <w:rsid w:val="00233E01"/>
    <w:rsid w:val="0023408B"/>
    <w:rsid w:val="0023411E"/>
    <w:rsid w:val="002343B8"/>
    <w:rsid w:val="002347A3"/>
    <w:rsid w:val="00234EEB"/>
    <w:rsid w:val="00235E30"/>
    <w:rsid w:val="0023637A"/>
    <w:rsid w:val="00236D8D"/>
    <w:rsid w:val="00237264"/>
    <w:rsid w:val="00237421"/>
    <w:rsid w:val="002374BD"/>
    <w:rsid w:val="00237660"/>
    <w:rsid w:val="00237750"/>
    <w:rsid w:val="00240392"/>
    <w:rsid w:val="00240A44"/>
    <w:rsid w:val="00240A4F"/>
    <w:rsid w:val="00240EDF"/>
    <w:rsid w:val="00241256"/>
    <w:rsid w:val="002418B5"/>
    <w:rsid w:val="00241944"/>
    <w:rsid w:val="00241D13"/>
    <w:rsid w:val="002432D6"/>
    <w:rsid w:val="00243444"/>
    <w:rsid w:val="002435C1"/>
    <w:rsid w:val="00243649"/>
    <w:rsid w:val="002436BC"/>
    <w:rsid w:val="00243A20"/>
    <w:rsid w:val="0024437A"/>
    <w:rsid w:val="00244739"/>
    <w:rsid w:val="002447A2"/>
    <w:rsid w:val="0024493D"/>
    <w:rsid w:val="0024511E"/>
    <w:rsid w:val="002458FC"/>
    <w:rsid w:val="00245C2F"/>
    <w:rsid w:val="00245D23"/>
    <w:rsid w:val="00246074"/>
    <w:rsid w:val="00246B0D"/>
    <w:rsid w:val="00246CA7"/>
    <w:rsid w:val="0024754C"/>
    <w:rsid w:val="00247A12"/>
    <w:rsid w:val="00247DD1"/>
    <w:rsid w:val="00250B87"/>
    <w:rsid w:val="002511A3"/>
    <w:rsid w:val="002511B8"/>
    <w:rsid w:val="0025166A"/>
    <w:rsid w:val="002524F1"/>
    <w:rsid w:val="00252692"/>
    <w:rsid w:val="002533C1"/>
    <w:rsid w:val="0025344B"/>
    <w:rsid w:val="002558A8"/>
    <w:rsid w:val="00256321"/>
    <w:rsid w:val="00256341"/>
    <w:rsid w:val="002565D0"/>
    <w:rsid w:val="00256860"/>
    <w:rsid w:val="00256A3D"/>
    <w:rsid w:val="00257549"/>
    <w:rsid w:val="00257909"/>
    <w:rsid w:val="002579CA"/>
    <w:rsid w:val="00260335"/>
    <w:rsid w:val="002603CB"/>
    <w:rsid w:val="00260AEE"/>
    <w:rsid w:val="00260B86"/>
    <w:rsid w:val="00261DB7"/>
    <w:rsid w:val="002622AE"/>
    <w:rsid w:val="0026291E"/>
    <w:rsid w:val="00262E7B"/>
    <w:rsid w:val="0026400A"/>
    <w:rsid w:val="00264AC7"/>
    <w:rsid w:val="00264B79"/>
    <w:rsid w:val="00264F43"/>
    <w:rsid w:val="00265A9A"/>
    <w:rsid w:val="00265F48"/>
    <w:rsid w:val="00266355"/>
    <w:rsid w:val="002667D5"/>
    <w:rsid w:val="00266E91"/>
    <w:rsid w:val="00266EAF"/>
    <w:rsid w:val="002679BD"/>
    <w:rsid w:val="00267FEF"/>
    <w:rsid w:val="00272E5A"/>
    <w:rsid w:val="002732EE"/>
    <w:rsid w:val="00273B34"/>
    <w:rsid w:val="00273EE9"/>
    <w:rsid w:val="00273F69"/>
    <w:rsid w:val="002747AF"/>
    <w:rsid w:val="0027485A"/>
    <w:rsid w:val="002755F3"/>
    <w:rsid w:val="00275AAC"/>
    <w:rsid w:val="00275E1B"/>
    <w:rsid w:val="00275F78"/>
    <w:rsid w:val="0027635F"/>
    <w:rsid w:val="0027651D"/>
    <w:rsid w:val="00277876"/>
    <w:rsid w:val="00277C7A"/>
    <w:rsid w:val="00277D5C"/>
    <w:rsid w:val="002826E8"/>
    <w:rsid w:val="00282EEE"/>
    <w:rsid w:val="00283612"/>
    <w:rsid w:val="002847D7"/>
    <w:rsid w:val="00284AB7"/>
    <w:rsid w:val="00285FB4"/>
    <w:rsid w:val="00286A1E"/>
    <w:rsid w:val="00286DA3"/>
    <w:rsid w:val="00287234"/>
    <w:rsid w:val="002902E0"/>
    <w:rsid w:val="002905B1"/>
    <w:rsid w:val="00291AF7"/>
    <w:rsid w:val="00291CC7"/>
    <w:rsid w:val="00291D64"/>
    <w:rsid w:val="00291F33"/>
    <w:rsid w:val="00292872"/>
    <w:rsid w:val="0029347B"/>
    <w:rsid w:val="00293945"/>
    <w:rsid w:val="00294331"/>
    <w:rsid w:val="002947D1"/>
    <w:rsid w:val="002958A7"/>
    <w:rsid w:val="00295C28"/>
    <w:rsid w:val="002967F9"/>
    <w:rsid w:val="00296C5C"/>
    <w:rsid w:val="00297989"/>
    <w:rsid w:val="00297AD8"/>
    <w:rsid w:val="002A052B"/>
    <w:rsid w:val="002A076A"/>
    <w:rsid w:val="002A0CAC"/>
    <w:rsid w:val="002A12CF"/>
    <w:rsid w:val="002A1877"/>
    <w:rsid w:val="002A1C9A"/>
    <w:rsid w:val="002A1D99"/>
    <w:rsid w:val="002A247B"/>
    <w:rsid w:val="002A2D9C"/>
    <w:rsid w:val="002A2F07"/>
    <w:rsid w:val="002A356E"/>
    <w:rsid w:val="002A3936"/>
    <w:rsid w:val="002A3D29"/>
    <w:rsid w:val="002A699B"/>
    <w:rsid w:val="002A6BAF"/>
    <w:rsid w:val="002A7045"/>
    <w:rsid w:val="002A741B"/>
    <w:rsid w:val="002A7819"/>
    <w:rsid w:val="002A7A31"/>
    <w:rsid w:val="002B036A"/>
    <w:rsid w:val="002B0442"/>
    <w:rsid w:val="002B054D"/>
    <w:rsid w:val="002B0958"/>
    <w:rsid w:val="002B2FB8"/>
    <w:rsid w:val="002B4A9A"/>
    <w:rsid w:val="002B5301"/>
    <w:rsid w:val="002B5550"/>
    <w:rsid w:val="002B6195"/>
    <w:rsid w:val="002B6AD9"/>
    <w:rsid w:val="002B7E5A"/>
    <w:rsid w:val="002C0DC6"/>
    <w:rsid w:val="002C0E9D"/>
    <w:rsid w:val="002C17CB"/>
    <w:rsid w:val="002C1F39"/>
    <w:rsid w:val="002C280B"/>
    <w:rsid w:val="002C331C"/>
    <w:rsid w:val="002C3899"/>
    <w:rsid w:val="002C3EF2"/>
    <w:rsid w:val="002C3F14"/>
    <w:rsid w:val="002C477E"/>
    <w:rsid w:val="002C49C2"/>
    <w:rsid w:val="002C4A09"/>
    <w:rsid w:val="002C4C04"/>
    <w:rsid w:val="002C5098"/>
    <w:rsid w:val="002C5442"/>
    <w:rsid w:val="002C558D"/>
    <w:rsid w:val="002C602B"/>
    <w:rsid w:val="002C61BD"/>
    <w:rsid w:val="002C646E"/>
    <w:rsid w:val="002C6AC9"/>
    <w:rsid w:val="002C70B4"/>
    <w:rsid w:val="002C7C2F"/>
    <w:rsid w:val="002D000A"/>
    <w:rsid w:val="002D0A99"/>
    <w:rsid w:val="002D0BBE"/>
    <w:rsid w:val="002D0EBC"/>
    <w:rsid w:val="002D0FB4"/>
    <w:rsid w:val="002D1085"/>
    <w:rsid w:val="002D1A2C"/>
    <w:rsid w:val="002D1F44"/>
    <w:rsid w:val="002D2E49"/>
    <w:rsid w:val="002D2FDB"/>
    <w:rsid w:val="002D311D"/>
    <w:rsid w:val="002D391A"/>
    <w:rsid w:val="002D3B77"/>
    <w:rsid w:val="002D3CEB"/>
    <w:rsid w:val="002D40A2"/>
    <w:rsid w:val="002D4735"/>
    <w:rsid w:val="002D4E08"/>
    <w:rsid w:val="002D4F94"/>
    <w:rsid w:val="002D5432"/>
    <w:rsid w:val="002D5451"/>
    <w:rsid w:val="002D629E"/>
    <w:rsid w:val="002D6334"/>
    <w:rsid w:val="002D63F3"/>
    <w:rsid w:val="002D6645"/>
    <w:rsid w:val="002D7048"/>
    <w:rsid w:val="002D79F5"/>
    <w:rsid w:val="002E06A1"/>
    <w:rsid w:val="002E07BC"/>
    <w:rsid w:val="002E1096"/>
    <w:rsid w:val="002E16DF"/>
    <w:rsid w:val="002E1B38"/>
    <w:rsid w:val="002E23E5"/>
    <w:rsid w:val="002E29A6"/>
    <w:rsid w:val="002E342B"/>
    <w:rsid w:val="002E496C"/>
    <w:rsid w:val="002E54D0"/>
    <w:rsid w:val="002E5649"/>
    <w:rsid w:val="002E6200"/>
    <w:rsid w:val="002E6329"/>
    <w:rsid w:val="002E69A0"/>
    <w:rsid w:val="002E74EB"/>
    <w:rsid w:val="002E7563"/>
    <w:rsid w:val="002E7596"/>
    <w:rsid w:val="002F0B59"/>
    <w:rsid w:val="002F0FA9"/>
    <w:rsid w:val="002F15EF"/>
    <w:rsid w:val="002F1955"/>
    <w:rsid w:val="002F24B6"/>
    <w:rsid w:val="002F28CA"/>
    <w:rsid w:val="002F4BA0"/>
    <w:rsid w:val="002F5545"/>
    <w:rsid w:val="002F73B7"/>
    <w:rsid w:val="002F7E48"/>
    <w:rsid w:val="003003FE"/>
    <w:rsid w:val="00300A70"/>
    <w:rsid w:val="00300B29"/>
    <w:rsid w:val="0030183D"/>
    <w:rsid w:val="00301C95"/>
    <w:rsid w:val="00301F62"/>
    <w:rsid w:val="0030219E"/>
    <w:rsid w:val="00302FF1"/>
    <w:rsid w:val="003031AF"/>
    <w:rsid w:val="00303238"/>
    <w:rsid w:val="003033C4"/>
    <w:rsid w:val="00303BA9"/>
    <w:rsid w:val="0030454B"/>
    <w:rsid w:val="00304885"/>
    <w:rsid w:val="003048F6"/>
    <w:rsid w:val="00305250"/>
    <w:rsid w:val="00305310"/>
    <w:rsid w:val="00305B12"/>
    <w:rsid w:val="00307615"/>
    <w:rsid w:val="003076B9"/>
    <w:rsid w:val="00307A77"/>
    <w:rsid w:val="00307D24"/>
    <w:rsid w:val="00307DD1"/>
    <w:rsid w:val="00310074"/>
    <w:rsid w:val="00310198"/>
    <w:rsid w:val="00310C93"/>
    <w:rsid w:val="00311CDD"/>
    <w:rsid w:val="00311D26"/>
    <w:rsid w:val="00312496"/>
    <w:rsid w:val="0031271B"/>
    <w:rsid w:val="003128E1"/>
    <w:rsid w:val="00312C32"/>
    <w:rsid w:val="00313303"/>
    <w:rsid w:val="0031342B"/>
    <w:rsid w:val="00314065"/>
    <w:rsid w:val="00314A88"/>
    <w:rsid w:val="00315DAB"/>
    <w:rsid w:val="00315DD0"/>
    <w:rsid w:val="00315F02"/>
    <w:rsid w:val="00316D0B"/>
    <w:rsid w:val="0031783E"/>
    <w:rsid w:val="003178BB"/>
    <w:rsid w:val="00317DC2"/>
    <w:rsid w:val="00317E7A"/>
    <w:rsid w:val="003200E8"/>
    <w:rsid w:val="0032023D"/>
    <w:rsid w:val="00321680"/>
    <w:rsid w:val="003223B5"/>
    <w:rsid w:val="003227B8"/>
    <w:rsid w:val="003227E5"/>
    <w:rsid w:val="00322FC0"/>
    <w:rsid w:val="0032328F"/>
    <w:rsid w:val="003239A4"/>
    <w:rsid w:val="003258B4"/>
    <w:rsid w:val="00325CC4"/>
    <w:rsid w:val="00325DED"/>
    <w:rsid w:val="00325F3F"/>
    <w:rsid w:val="0032644D"/>
    <w:rsid w:val="0033005C"/>
    <w:rsid w:val="00330710"/>
    <w:rsid w:val="00330ACC"/>
    <w:rsid w:val="00331A0C"/>
    <w:rsid w:val="00331FA1"/>
    <w:rsid w:val="003321DE"/>
    <w:rsid w:val="003328C0"/>
    <w:rsid w:val="00333674"/>
    <w:rsid w:val="00334399"/>
    <w:rsid w:val="003347BB"/>
    <w:rsid w:val="003350EE"/>
    <w:rsid w:val="003355E8"/>
    <w:rsid w:val="00335BD7"/>
    <w:rsid w:val="00335F9F"/>
    <w:rsid w:val="003367B0"/>
    <w:rsid w:val="00337205"/>
    <w:rsid w:val="00340805"/>
    <w:rsid w:val="00340F5F"/>
    <w:rsid w:val="0034121F"/>
    <w:rsid w:val="00341C5C"/>
    <w:rsid w:val="003421A2"/>
    <w:rsid w:val="0034261F"/>
    <w:rsid w:val="00342740"/>
    <w:rsid w:val="00342AB0"/>
    <w:rsid w:val="00342F2A"/>
    <w:rsid w:val="0034310A"/>
    <w:rsid w:val="00343332"/>
    <w:rsid w:val="00343335"/>
    <w:rsid w:val="003433E2"/>
    <w:rsid w:val="0034389B"/>
    <w:rsid w:val="00343C7F"/>
    <w:rsid w:val="00343E7A"/>
    <w:rsid w:val="00344397"/>
    <w:rsid w:val="003448E3"/>
    <w:rsid w:val="00344CF7"/>
    <w:rsid w:val="00345EA5"/>
    <w:rsid w:val="00347380"/>
    <w:rsid w:val="00347BF1"/>
    <w:rsid w:val="0035123B"/>
    <w:rsid w:val="0035148A"/>
    <w:rsid w:val="00351CDB"/>
    <w:rsid w:val="0035327A"/>
    <w:rsid w:val="00353637"/>
    <w:rsid w:val="00353C6F"/>
    <w:rsid w:val="00354427"/>
    <w:rsid w:val="00354724"/>
    <w:rsid w:val="0035480B"/>
    <w:rsid w:val="00354E21"/>
    <w:rsid w:val="00355176"/>
    <w:rsid w:val="00355A84"/>
    <w:rsid w:val="0035601C"/>
    <w:rsid w:val="0035607D"/>
    <w:rsid w:val="00356576"/>
    <w:rsid w:val="00357200"/>
    <w:rsid w:val="003572BF"/>
    <w:rsid w:val="00357530"/>
    <w:rsid w:val="00360349"/>
    <w:rsid w:val="00360892"/>
    <w:rsid w:val="00360BE0"/>
    <w:rsid w:val="00361AC5"/>
    <w:rsid w:val="0036239F"/>
    <w:rsid w:val="003629D3"/>
    <w:rsid w:val="00362AF2"/>
    <w:rsid w:val="00362AF9"/>
    <w:rsid w:val="00362D8C"/>
    <w:rsid w:val="00363068"/>
    <w:rsid w:val="003630A7"/>
    <w:rsid w:val="003637A3"/>
    <w:rsid w:val="00364439"/>
    <w:rsid w:val="00364DEB"/>
    <w:rsid w:val="00364E0D"/>
    <w:rsid w:val="0036520D"/>
    <w:rsid w:val="00365456"/>
    <w:rsid w:val="00366160"/>
    <w:rsid w:val="003669E6"/>
    <w:rsid w:val="00367D2E"/>
    <w:rsid w:val="003702E7"/>
    <w:rsid w:val="00370902"/>
    <w:rsid w:val="00370C95"/>
    <w:rsid w:val="003710B7"/>
    <w:rsid w:val="00371331"/>
    <w:rsid w:val="00371509"/>
    <w:rsid w:val="00371876"/>
    <w:rsid w:val="00371C62"/>
    <w:rsid w:val="00372330"/>
    <w:rsid w:val="003731C1"/>
    <w:rsid w:val="00373390"/>
    <w:rsid w:val="00374CBB"/>
    <w:rsid w:val="00375F44"/>
    <w:rsid w:val="00376506"/>
    <w:rsid w:val="00376B99"/>
    <w:rsid w:val="003774D7"/>
    <w:rsid w:val="003802F6"/>
    <w:rsid w:val="003814C7"/>
    <w:rsid w:val="0038171B"/>
    <w:rsid w:val="00381A58"/>
    <w:rsid w:val="00381D45"/>
    <w:rsid w:val="00381FA0"/>
    <w:rsid w:val="003827D1"/>
    <w:rsid w:val="00382EEE"/>
    <w:rsid w:val="003832C2"/>
    <w:rsid w:val="00383760"/>
    <w:rsid w:val="0038458B"/>
    <w:rsid w:val="003846FD"/>
    <w:rsid w:val="00384DA4"/>
    <w:rsid w:val="0038514F"/>
    <w:rsid w:val="00386050"/>
    <w:rsid w:val="003864F1"/>
    <w:rsid w:val="00386D0C"/>
    <w:rsid w:val="00386DA0"/>
    <w:rsid w:val="00387D12"/>
    <w:rsid w:val="00387D1D"/>
    <w:rsid w:val="00390925"/>
    <w:rsid w:val="003913E1"/>
    <w:rsid w:val="00391F60"/>
    <w:rsid w:val="00392378"/>
    <w:rsid w:val="00392598"/>
    <w:rsid w:val="003925AC"/>
    <w:rsid w:val="00392602"/>
    <w:rsid w:val="00392829"/>
    <w:rsid w:val="00392A8A"/>
    <w:rsid w:val="003930D0"/>
    <w:rsid w:val="00394849"/>
    <w:rsid w:val="00394B2F"/>
    <w:rsid w:val="00394D90"/>
    <w:rsid w:val="003953B9"/>
    <w:rsid w:val="00396868"/>
    <w:rsid w:val="00396AD6"/>
    <w:rsid w:val="00396B4C"/>
    <w:rsid w:val="00396CC2"/>
    <w:rsid w:val="00396D33"/>
    <w:rsid w:val="00397435"/>
    <w:rsid w:val="003A02BF"/>
    <w:rsid w:val="003A092E"/>
    <w:rsid w:val="003A0B65"/>
    <w:rsid w:val="003A0D32"/>
    <w:rsid w:val="003A1200"/>
    <w:rsid w:val="003A17DB"/>
    <w:rsid w:val="003A1A43"/>
    <w:rsid w:val="003A1C93"/>
    <w:rsid w:val="003A1D1C"/>
    <w:rsid w:val="003A280B"/>
    <w:rsid w:val="003A2FE6"/>
    <w:rsid w:val="003A321F"/>
    <w:rsid w:val="003A33A3"/>
    <w:rsid w:val="003A359B"/>
    <w:rsid w:val="003A433A"/>
    <w:rsid w:val="003A4BC7"/>
    <w:rsid w:val="003A4CA8"/>
    <w:rsid w:val="003A5306"/>
    <w:rsid w:val="003A56B5"/>
    <w:rsid w:val="003A5E98"/>
    <w:rsid w:val="003A65CD"/>
    <w:rsid w:val="003A79FB"/>
    <w:rsid w:val="003B079D"/>
    <w:rsid w:val="003B0A98"/>
    <w:rsid w:val="003B13C6"/>
    <w:rsid w:val="003B1B5C"/>
    <w:rsid w:val="003B1E4E"/>
    <w:rsid w:val="003B288E"/>
    <w:rsid w:val="003B29D0"/>
    <w:rsid w:val="003B3980"/>
    <w:rsid w:val="003B40E1"/>
    <w:rsid w:val="003B42EA"/>
    <w:rsid w:val="003B487D"/>
    <w:rsid w:val="003B52A9"/>
    <w:rsid w:val="003B5DC0"/>
    <w:rsid w:val="003B6AAE"/>
    <w:rsid w:val="003B7312"/>
    <w:rsid w:val="003B7627"/>
    <w:rsid w:val="003B76A4"/>
    <w:rsid w:val="003B7A97"/>
    <w:rsid w:val="003B7C8D"/>
    <w:rsid w:val="003C0568"/>
    <w:rsid w:val="003C06FB"/>
    <w:rsid w:val="003C080D"/>
    <w:rsid w:val="003C15B9"/>
    <w:rsid w:val="003C1BB5"/>
    <w:rsid w:val="003C1E37"/>
    <w:rsid w:val="003C210E"/>
    <w:rsid w:val="003C28FC"/>
    <w:rsid w:val="003C2944"/>
    <w:rsid w:val="003C3350"/>
    <w:rsid w:val="003C3AE0"/>
    <w:rsid w:val="003C44C9"/>
    <w:rsid w:val="003C45D5"/>
    <w:rsid w:val="003C47C0"/>
    <w:rsid w:val="003C5431"/>
    <w:rsid w:val="003C5451"/>
    <w:rsid w:val="003C5695"/>
    <w:rsid w:val="003C5885"/>
    <w:rsid w:val="003C63E6"/>
    <w:rsid w:val="003C678A"/>
    <w:rsid w:val="003C6B3F"/>
    <w:rsid w:val="003C6C68"/>
    <w:rsid w:val="003C6DC4"/>
    <w:rsid w:val="003C6E6A"/>
    <w:rsid w:val="003C718F"/>
    <w:rsid w:val="003C7399"/>
    <w:rsid w:val="003C7DDC"/>
    <w:rsid w:val="003D01F8"/>
    <w:rsid w:val="003D088A"/>
    <w:rsid w:val="003D1018"/>
    <w:rsid w:val="003D11A5"/>
    <w:rsid w:val="003D2D72"/>
    <w:rsid w:val="003D2E16"/>
    <w:rsid w:val="003D389B"/>
    <w:rsid w:val="003D3B7A"/>
    <w:rsid w:val="003D45F1"/>
    <w:rsid w:val="003D478F"/>
    <w:rsid w:val="003D4E22"/>
    <w:rsid w:val="003D5E2E"/>
    <w:rsid w:val="003D66C3"/>
    <w:rsid w:val="003D68D2"/>
    <w:rsid w:val="003D6DF0"/>
    <w:rsid w:val="003D738C"/>
    <w:rsid w:val="003D79B2"/>
    <w:rsid w:val="003E0761"/>
    <w:rsid w:val="003E0E41"/>
    <w:rsid w:val="003E136B"/>
    <w:rsid w:val="003E177F"/>
    <w:rsid w:val="003E2042"/>
    <w:rsid w:val="003E2E5B"/>
    <w:rsid w:val="003E3627"/>
    <w:rsid w:val="003E4A91"/>
    <w:rsid w:val="003E4BDF"/>
    <w:rsid w:val="003E4E24"/>
    <w:rsid w:val="003E533C"/>
    <w:rsid w:val="003E54AB"/>
    <w:rsid w:val="003E593C"/>
    <w:rsid w:val="003F0391"/>
    <w:rsid w:val="003F0559"/>
    <w:rsid w:val="003F1243"/>
    <w:rsid w:val="003F1DC0"/>
    <w:rsid w:val="003F22D8"/>
    <w:rsid w:val="003F2352"/>
    <w:rsid w:val="003F2F75"/>
    <w:rsid w:val="003F33C3"/>
    <w:rsid w:val="003F383E"/>
    <w:rsid w:val="003F3931"/>
    <w:rsid w:val="003F51BB"/>
    <w:rsid w:val="003F5450"/>
    <w:rsid w:val="003F5D2B"/>
    <w:rsid w:val="003F6822"/>
    <w:rsid w:val="003F6866"/>
    <w:rsid w:val="003F6D5F"/>
    <w:rsid w:val="003F6DC3"/>
    <w:rsid w:val="003F6F48"/>
    <w:rsid w:val="003F6FA5"/>
    <w:rsid w:val="003F6FB2"/>
    <w:rsid w:val="003F711F"/>
    <w:rsid w:val="003F747B"/>
    <w:rsid w:val="003F760E"/>
    <w:rsid w:val="003F7A19"/>
    <w:rsid w:val="003F7A2E"/>
    <w:rsid w:val="003F7D20"/>
    <w:rsid w:val="004002C3"/>
    <w:rsid w:val="004003F1"/>
    <w:rsid w:val="00400584"/>
    <w:rsid w:val="00400A92"/>
    <w:rsid w:val="004010BF"/>
    <w:rsid w:val="00401AD5"/>
    <w:rsid w:val="00402C2F"/>
    <w:rsid w:val="00402C7D"/>
    <w:rsid w:val="00403A7B"/>
    <w:rsid w:val="00403B96"/>
    <w:rsid w:val="00403C1C"/>
    <w:rsid w:val="00404492"/>
    <w:rsid w:val="004045E1"/>
    <w:rsid w:val="004046C9"/>
    <w:rsid w:val="00404E91"/>
    <w:rsid w:val="004070A9"/>
    <w:rsid w:val="0040740D"/>
    <w:rsid w:val="0040762A"/>
    <w:rsid w:val="0040768B"/>
    <w:rsid w:val="00407993"/>
    <w:rsid w:val="00407BEB"/>
    <w:rsid w:val="00407C5A"/>
    <w:rsid w:val="0041059F"/>
    <w:rsid w:val="0041170E"/>
    <w:rsid w:val="004119EE"/>
    <w:rsid w:val="004125A5"/>
    <w:rsid w:val="004125C7"/>
    <w:rsid w:val="00412E6D"/>
    <w:rsid w:val="004132EB"/>
    <w:rsid w:val="00413719"/>
    <w:rsid w:val="00413909"/>
    <w:rsid w:val="00413DC6"/>
    <w:rsid w:val="0041485C"/>
    <w:rsid w:val="00414C14"/>
    <w:rsid w:val="00414FC0"/>
    <w:rsid w:val="00415B2E"/>
    <w:rsid w:val="00415D0C"/>
    <w:rsid w:val="00415FC6"/>
    <w:rsid w:val="0041712D"/>
    <w:rsid w:val="00417BAA"/>
    <w:rsid w:val="004208A2"/>
    <w:rsid w:val="00420F49"/>
    <w:rsid w:val="00420FB1"/>
    <w:rsid w:val="00421DD0"/>
    <w:rsid w:val="00421E67"/>
    <w:rsid w:val="00421F8A"/>
    <w:rsid w:val="00422050"/>
    <w:rsid w:val="004222C1"/>
    <w:rsid w:val="0042249C"/>
    <w:rsid w:val="00422A46"/>
    <w:rsid w:val="004238B8"/>
    <w:rsid w:val="004248B5"/>
    <w:rsid w:val="00424C13"/>
    <w:rsid w:val="0042534D"/>
    <w:rsid w:val="00426E33"/>
    <w:rsid w:val="00426E7A"/>
    <w:rsid w:val="00427141"/>
    <w:rsid w:val="00427A51"/>
    <w:rsid w:val="004305BA"/>
    <w:rsid w:val="00430EE0"/>
    <w:rsid w:val="00431204"/>
    <w:rsid w:val="00431ACA"/>
    <w:rsid w:val="004331EB"/>
    <w:rsid w:val="00433D6D"/>
    <w:rsid w:val="00434063"/>
    <w:rsid w:val="0043458D"/>
    <w:rsid w:val="00434CBA"/>
    <w:rsid w:val="00434D44"/>
    <w:rsid w:val="004358EB"/>
    <w:rsid w:val="004361EB"/>
    <w:rsid w:val="004368E1"/>
    <w:rsid w:val="00436DAE"/>
    <w:rsid w:val="00437E1B"/>
    <w:rsid w:val="00440621"/>
    <w:rsid w:val="00440F99"/>
    <w:rsid w:val="004418FE"/>
    <w:rsid w:val="00442222"/>
    <w:rsid w:val="00442654"/>
    <w:rsid w:val="004429C1"/>
    <w:rsid w:val="00442A01"/>
    <w:rsid w:val="00443493"/>
    <w:rsid w:val="004435D4"/>
    <w:rsid w:val="004440CA"/>
    <w:rsid w:val="004445DF"/>
    <w:rsid w:val="0044498D"/>
    <w:rsid w:val="00445A78"/>
    <w:rsid w:val="00446161"/>
    <w:rsid w:val="00446431"/>
    <w:rsid w:val="004469AF"/>
    <w:rsid w:val="00446C38"/>
    <w:rsid w:val="004478EC"/>
    <w:rsid w:val="00450FF3"/>
    <w:rsid w:val="004512DF"/>
    <w:rsid w:val="0045145F"/>
    <w:rsid w:val="0045186D"/>
    <w:rsid w:val="00451A9E"/>
    <w:rsid w:val="00451E9F"/>
    <w:rsid w:val="00452B18"/>
    <w:rsid w:val="00454383"/>
    <w:rsid w:val="00454A73"/>
    <w:rsid w:val="00454EB8"/>
    <w:rsid w:val="004562CD"/>
    <w:rsid w:val="0045662F"/>
    <w:rsid w:val="00456DA3"/>
    <w:rsid w:val="00456F74"/>
    <w:rsid w:val="00457AC3"/>
    <w:rsid w:val="00457C34"/>
    <w:rsid w:val="00457CBC"/>
    <w:rsid w:val="00457F9B"/>
    <w:rsid w:val="00460979"/>
    <w:rsid w:val="00461194"/>
    <w:rsid w:val="00461E46"/>
    <w:rsid w:val="00462AE3"/>
    <w:rsid w:val="00462F7D"/>
    <w:rsid w:val="004637E7"/>
    <w:rsid w:val="004641C0"/>
    <w:rsid w:val="004651A4"/>
    <w:rsid w:val="0046678A"/>
    <w:rsid w:val="00467301"/>
    <w:rsid w:val="004673FB"/>
    <w:rsid w:val="00467498"/>
    <w:rsid w:val="00467A77"/>
    <w:rsid w:val="00467A96"/>
    <w:rsid w:val="00470173"/>
    <w:rsid w:val="004708AF"/>
    <w:rsid w:val="0047097E"/>
    <w:rsid w:val="00470C6D"/>
    <w:rsid w:val="00470C7D"/>
    <w:rsid w:val="00470D89"/>
    <w:rsid w:val="004714E4"/>
    <w:rsid w:val="00472202"/>
    <w:rsid w:val="00472310"/>
    <w:rsid w:val="004729DE"/>
    <w:rsid w:val="00472DD9"/>
    <w:rsid w:val="0047380C"/>
    <w:rsid w:val="004738D2"/>
    <w:rsid w:val="00473960"/>
    <w:rsid w:val="00474093"/>
    <w:rsid w:val="004744ED"/>
    <w:rsid w:val="00474780"/>
    <w:rsid w:val="00474B1D"/>
    <w:rsid w:val="00474E5F"/>
    <w:rsid w:val="004762AF"/>
    <w:rsid w:val="004770F2"/>
    <w:rsid w:val="00477B12"/>
    <w:rsid w:val="00480796"/>
    <w:rsid w:val="004809DC"/>
    <w:rsid w:val="00480B1F"/>
    <w:rsid w:val="00480D61"/>
    <w:rsid w:val="00480F92"/>
    <w:rsid w:val="004813ED"/>
    <w:rsid w:val="004816CA"/>
    <w:rsid w:val="00482B6C"/>
    <w:rsid w:val="00482C7B"/>
    <w:rsid w:val="00483529"/>
    <w:rsid w:val="004836AB"/>
    <w:rsid w:val="00483B8C"/>
    <w:rsid w:val="00484543"/>
    <w:rsid w:val="00484C2D"/>
    <w:rsid w:val="00485CC4"/>
    <w:rsid w:val="00486710"/>
    <w:rsid w:val="004867A4"/>
    <w:rsid w:val="00486EF6"/>
    <w:rsid w:val="00487075"/>
    <w:rsid w:val="004874C5"/>
    <w:rsid w:val="00487B7F"/>
    <w:rsid w:val="004901B3"/>
    <w:rsid w:val="004904E6"/>
    <w:rsid w:val="00490EC8"/>
    <w:rsid w:val="00490FAA"/>
    <w:rsid w:val="004911E2"/>
    <w:rsid w:val="004915FD"/>
    <w:rsid w:val="00491628"/>
    <w:rsid w:val="00491A7A"/>
    <w:rsid w:val="00491F06"/>
    <w:rsid w:val="00491FF6"/>
    <w:rsid w:val="004932F6"/>
    <w:rsid w:val="00493695"/>
    <w:rsid w:val="00493B8A"/>
    <w:rsid w:val="00493FED"/>
    <w:rsid w:val="004941CC"/>
    <w:rsid w:val="0049430E"/>
    <w:rsid w:val="00494D0C"/>
    <w:rsid w:val="004979A5"/>
    <w:rsid w:val="004A0984"/>
    <w:rsid w:val="004A0AE9"/>
    <w:rsid w:val="004A140E"/>
    <w:rsid w:val="004A16DE"/>
    <w:rsid w:val="004A277F"/>
    <w:rsid w:val="004A2B4C"/>
    <w:rsid w:val="004A3203"/>
    <w:rsid w:val="004A3E4F"/>
    <w:rsid w:val="004A3F98"/>
    <w:rsid w:val="004A4854"/>
    <w:rsid w:val="004A5C9C"/>
    <w:rsid w:val="004A655C"/>
    <w:rsid w:val="004A6690"/>
    <w:rsid w:val="004A6792"/>
    <w:rsid w:val="004A6B5F"/>
    <w:rsid w:val="004A6FCD"/>
    <w:rsid w:val="004A74FE"/>
    <w:rsid w:val="004A7AC7"/>
    <w:rsid w:val="004B0017"/>
    <w:rsid w:val="004B0571"/>
    <w:rsid w:val="004B0D43"/>
    <w:rsid w:val="004B0E0A"/>
    <w:rsid w:val="004B1CC5"/>
    <w:rsid w:val="004B2736"/>
    <w:rsid w:val="004B318D"/>
    <w:rsid w:val="004B3CA8"/>
    <w:rsid w:val="004B3FF5"/>
    <w:rsid w:val="004B41DD"/>
    <w:rsid w:val="004B47B4"/>
    <w:rsid w:val="004B4C6B"/>
    <w:rsid w:val="004B5056"/>
    <w:rsid w:val="004B51E2"/>
    <w:rsid w:val="004B540C"/>
    <w:rsid w:val="004B5791"/>
    <w:rsid w:val="004B5E41"/>
    <w:rsid w:val="004B6C3B"/>
    <w:rsid w:val="004B725D"/>
    <w:rsid w:val="004B7FA5"/>
    <w:rsid w:val="004C0B11"/>
    <w:rsid w:val="004C1A8E"/>
    <w:rsid w:val="004C1BEC"/>
    <w:rsid w:val="004C2868"/>
    <w:rsid w:val="004C29AC"/>
    <w:rsid w:val="004C2CCB"/>
    <w:rsid w:val="004C2E05"/>
    <w:rsid w:val="004C38C1"/>
    <w:rsid w:val="004C3B60"/>
    <w:rsid w:val="004C4123"/>
    <w:rsid w:val="004C42CB"/>
    <w:rsid w:val="004C4493"/>
    <w:rsid w:val="004C51A5"/>
    <w:rsid w:val="004C56E9"/>
    <w:rsid w:val="004C5B98"/>
    <w:rsid w:val="004C643F"/>
    <w:rsid w:val="004C650F"/>
    <w:rsid w:val="004C6BF6"/>
    <w:rsid w:val="004C7449"/>
    <w:rsid w:val="004C77DF"/>
    <w:rsid w:val="004C789E"/>
    <w:rsid w:val="004D0664"/>
    <w:rsid w:val="004D0AE2"/>
    <w:rsid w:val="004D0CFF"/>
    <w:rsid w:val="004D14EE"/>
    <w:rsid w:val="004D1D44"/>
    <w:rsid w:val="004D1DA6"/>
    <w:rsid w:val="004D1E30"/>
    <w:rsid w:val="004D20B4"/>
    <w:rsid w:val="004D2F48"/>
    <w:rsid w:val="004D31DE"/>
    <w:rsid w:val="004D3359"/>
    <w:rsid w:val="004D34B1"/>
    <w:rsid w:val="004D436B"/>
    <w:rsid w:val="004D442E"/>
    <w:rsid w:val="004D56C9"/>
    <w:rsid w:val="004D6165"/>
    <w:rsid w:val="004D6BA0"/>
    <w:rsid w:val="004D6E59"/>
    <w:rsid w:val="004D7248"/>
    <w:rsid w:val="004D7468"/>
    <w:rsid w:val="004D7890"/>
    <w:rsid w:val="004D799A"/>
    <w:rsid w:val="004E012B"/>
    <w:rsid w:val="004E03AD"/>
    <w:rsid w:val="004E114C"/>
    <w:rsid w:val="004E15ED"/>
    <w:rsid w:val="004E1831"/>
    <w:rsid w:val="004E1B7C"/>
    <w:rsid w:val="004E1EB5"/>
    <w:rsid w:val="004E1F3D"/>
    <w:rsid w:val="004E20C2"/>
    <w:rsid w:val="004E2934"/>
    <w:rsid w:val="004E2E13"/>
    <w:rsid w:val="004E322B"/>
    <w:rsid w:val="004E36DE"/>
    <w:rsid w:val="004E38E0"/>
    <w:rsid w:val="004E3D60"/>
    <w:rsid w:val="004E3E64"/>
    <w:rsid w:val="004E4584"/>
    <w:rsid w:val="004E4F5C"/>
    <w:rsid w:val="004E5D8B"/>
    <w:rsid w:val="004E5DB9"/>
    <w:rsid w:val="004E5EC3"/>
    <w:rsid w:val="004E6799"/>
    <w:rsid w:val="004E6900"/>
    <w:rsid w:val="004E6A76"/>
    <w:rsid w:val="004E7169"/>
    <w:rsid w:val="004E71A1"/>
    <w:rsid w:val="004E73A5"/>
    <w:rsid w:val="004E79A5"/>
    <w:rsid w:val="004F0233"/>
    <w:rsid w:val="004F0392"/>
    <w:rsid w:val="004F04E0"/>
    <w:rsid w:val="004F0503"/>
    <w:rsid w:val="004F054C"/>
    <w:rsid w:val="004F06F3"/>
    <w:rsid w:val="004F0863"/>
    <w:rsid w:val="004F167F"/>
    <w:rsid w:val="004F1734"/>
    <w:rsid w:val="004F177D"/>
    <w:rsid w:val="004F23E3"/>
    <w:rsid w:val="004F2986"/>
    <w:rsid w:val="004F3696"/>
    <w:rsid w:val="004F3F84"/>
    <w:rsid w:val="004F4563"/>
    <w:rsid w:val="004F4621"/>
    <w:rsid w:val="004F4BAB"/>
    <w:rsid w:val="004F4D19"/>
    <w:rsid w:val="004F4EAB"/>
    <w:rsid w:val="004F512D"/>
    <w:rsid w:val="004F52A1"/>
    <w:rsid w:val="004F5318"/>
    <w:rsid w:val="004F606C"/>
    <w:rsid w:val="004F6163"/>
    <w:rsid w:val="004F64A1"/>
    <w:rsid w:val="004F66EE"/>
    <w:rsid w:val="004F67FB"/>
    <w:rsid w:val="004F68B4"/>
    <w:rsid w:val="004F6D90"/>
    <w:rsid w:val="004F6E79"/>
    <w:rsid w:val="004F6F2E"/>
    <w:rsid w:val="004F77B6"/>
    <w:rsid w:val="004F78CA"/>
    <w:rsid w:val="004F79EA"/>
    <w:rsid w:val="00500167"/>
    <w:rsid w:val="00500BB6"/>
    <w:rsid w:val="00500EFE"/>
    <w:rsid w:val="00500F38"/>
    <w:rsid w:val="00502094"/>
    <w:rsid w:val="005020DC"/>
    <w:rsid w:val="00502173"/>
    <w:rsid w:val="0050233E"/>
    <w:rsid w:val="00503C5C"/>
    <w:rsid w:val="00503DEB"/>
    <w:rsid w:val="005043E6"/>
    <w:rsid w:val="00504FEF"/>
    <w:rsid w:val="00505D72"/>
    <w:rsid w:val="00505F07"/>
    <w:rsid w:val="00506383"/>
    <w:rsid w:val="00506FD5"/>
    <w:rsid w:val="00507056"/>
    <w:rsid w:val="005076DB"/>
    <w:rsid w:val="00510666"/>
    <w:rsid w:val="005112D5"/>
    <w:rsid w:val="00511E5F"/>
    <w:rsid w:val="00511F74"/>
    <w:rsid w:val="00512636"/>
    <w:rsid w:val="00512752"/>
    <w:rsid w:val="00513BB6"/>
    <w:rsid w:val="005142AA"/>
    <w:rsid w:val="005148D2"/>
    <w:rsid w:val="0051555E"/>
    <w:rsid w:val="00515A2B"/>
    <w:rsid w:val="00515ED0"/>
    <w:rsid w:val="0051662D"/>
    <w:rsid w:val="00516A43"/>
    <w:rsid w:val="00516C0A"/>
    <w:rsid w:val="00520034"/>
    <w:rsid w:val="00520275"/>
    <w:rsid w:val="005207C5"/>
    <w:rsid w:val="0052089A"/>
    <w:rsid w:val="00520A33"/>
    <w:rsid w:val="00520C66"/>
    <w:rsid w:val="005213E5"/>
    <w:rsid w:val="0052175E"/>
    <w:rsid w:val="00521F53"/>
    <w:rsid w:val="0052232B"/>
    <w:rsid w:val="00522471"/>
    <w:rsid w:val="0052381D"/>
    <w:rsid w:val="00523DCD"/>
    <w:rsid w:val="00524CF1"/>
    <w:rsid w:val="00525B83"/>
    <w:rsid w:val="00526530"/>
    <w:rsid w:val="00526C2B"/>
    <w:rsid w:val="00527223"/>
    <w:rsid w:val="00527568"/>
    <w:rsid w:val="005303B5"/>
    <w:rsid w:val="005304B4"/>
    <w:rsid w:val="005313F8"/>
    <w:rsid w:val="005320A4"/>
    <w:rsid w:val="00532C8A"/>
    <w:rsid w:val="00532ED0"/>
    <w:rsid w:val="00533BAD"/>
    <w:rsid w:val="00534764"/>
    <w:rsid w:val="0053490A"/>
    <w:rsid w:val="00534E7D"/>
    <w:rsid w:val="005350B0"/>
    <w:rsid w:val="00535826"/>
    <w:rsid w:val="005371CC"/>
    <w:rsid w:val="005373C1"/>
    <w:rsid w:val="005374D8"/>
    <w:rsid w:val="0054023B"/>
    <w:rsid w:val="005407C5"/>
    <w:rsid w:val="005409AD"/>
    <w:rsid w:val="0054311F"/>
    <w:rsid w:val="00544C87"/>
    <w:rsid w:val="00544D2A"/>
    <w:rsid w:val="00544EBD"/>
    <w:rsid w:val="00546CCA"/>
    <w:rsid w:val="00546CFE"/>
    <w:rsid w:val="00546EDF"/>
    <w:rsid w:val="00547176"/>
    <w:rsid w:val="00550E29"/>
    <w:rsid w:val="00550F7C"/>
    <w:rsid w:val="005510DA"/>
    <w:rsid w:val="00551363"/>
    <w:rsid w:val="005528BD"/>
    <w:rsid w:val="0055331E"/>
    <w:rsid w:val="00553341"/>
    <w:rsid w:val="005538E9"/>
    <w:rsid w:val="005552F8"/>
    <w:rsid w:val="00555705"/>
    <w:rsid w:val="00556BC9"/>
    <w:rsid w:val="00556BEF"/>
    <w:rsid w:val="00556E7D"/>
    <w:rsid w:val="00557184"/>
    <w:rsid w:val="00557D99"/>
    <w:rsid w:val="00557FD6"/>
    <w:rsid w:val="00560112"/>
    <w:rsid w:val="00560252"/>
    <w:rsid w:val="00560398"/>
    <w:rsid w:val="0056041C"/>
    <w:rsid w:val="005607DC"/>
    <w:rsid w:val="005613D2"/>
    <w:rsid w:val="00561E01"/>
    <w:rsid w:val="005621C3"/>
    <w:rsid w:val="0056228D"/>
    <w:rsid w:val="005633AF"/>
    <w:rsid w:val="00563A67"/>
    <w:rsid w:val="0056579D"/>
    <w:rsid w:val="005666A3"/>
    <w:rsid w:val="005666D2"/>
    <w:rsid w:val="0056679A"/>
    <w:rsid w:val="00566847"/>
    <w:rsid w:val="00566E9B"/>
    <w:rsid w:val="0056763F"/>
    <w:rsid w:val="005676F9"/>
    <w:rsid w:val="0057012B"/>
    <w:rsid w:val="00571354"/>
    <w:rsid w:val="00571E94"/>
    <w:rsid w:val="00572815"/>
    <w:rsid w:val="005728F6"/>
    <w:rsid w:val="00572A96"/>
    <w:rsid w:val="00572B40"/>
    <w:rsid w:val="00573137"/>
    <w:rsid w:val="0057418A"/>
    <w:rsid w:val="00574858"/>
    <w:rsid w:val="00574AFE"/>
    <w:rsid w:val="00574B84"/>
    <w:rsid w:val="00575D30"/>
    <w:rsid w:val="00576CBA"/>
    <w:rsid w:val="00576F9E"/>
    <w:rsid w:val="00576FDD"/>
    <w:rsid w:val="0057728A"/>
    <w:rsid w:val="005800B3"/>
    <w:rsid w:val="005820A0"/>
    <w:rsid w:val="0058245D"/>
    <w:rsid w:val="005824FF"/>
    <w:rsid w:val="0058280B"/>
    <w:rsid w:val="005829F6"/>
    <w:rsid w:val="00582D2F"/>
    <w:rsid w:val="00583178"/>
    <w:rsid w:val="00583A49"/>
    <w:rsid w:val="00583CF2"/>
    <w:rsid w:val="005843AF"/>
    <w:rsid w:val="00585139"/>
    <w:rsid w:val="005862E5"/>
    <w:rsid w:val="00586573"/>
    <w:rsid w:val="0058664A"/>
    <w:rsid w:val="00587499"/>
    <w:rsid w:val="005874EB"/>
    <w:rsid w:val="0058770C"/>
    <w:rsid w:val="005878FE"/>
    <w:rsid w:val="0059100A"/>
    <w:rsid w:val="0059108B"/>
    <w:rsid w:val="00591656"/>
    <w:rsid w:val="00591669"/>
    <w:rsid w:val="00591E35"/>
    <w:rsid w:val="0059334A"/>
    <w:rsid w:val="005935C6"/>
    <w:rsid w:val="00593A3C"/>
    <w:rsid w:val="00593CE9"/>
    <w:rsid w:val="0059442B"/>
    <w:rsid w:val="0059472D"/>
    <w:rsid w:val="00594C80"/>
    <w:rsid w:val="00595225"/>
    <w:rsid w:val="00595B82"/>
    <w:rsid w:val="005964C7"/>
    <w:rsid w:val="00596AAB"/>
    <w:rsid w:val="00596B1E"/>
    <w:rsid w:val="00596D02"/>
    <w:rsid w:val="0059721C"/>
    <w:rsid w:val="00597317"/>
    <w:rsid w:val="0059735B"/>
    <w:rsid w:val="0059762F"/>
    <w:rsid w:val="00597924"/>
    <w:rsid w:val="005A0486"/>
    <w:rsid w:val="005A19CE"/>
    <w:rsid w:val="005A1FB2"/>
    <w:rsid w:val="005A2CF7"/>
    <w:rsid w:val="005A393C"/>
    <w:rsid w:val="005A3C05"/>
    <w:rsid w:val="005A4837"/>
    <w:rsid w:val="005A5E42"/>
    <w:rsid w:val="005A6114"/>
    <w:rsid w:val="005A650F"/>
    <w:rsid w:val="005A7243"/>
    <w:rsid w:val="005A7292"/>
    <w:rsid w:val="005A7418"/>
    <w:rsid w:val="005B05CD"/>
    <w:rsid w:val="005B1189"/>
    <w:rsid w:val="005B2A7A"/>
    <w:rsid w:val="005B32C4"/>
    <w:rsid w:val="005B335A"/>
    <w:rsid w:val="005B462E"/>
    <w:rsid w:val="005B54B1"/>
    <w:rsid w:val="005B6EFB"/>
    <w:rsid w:val="005B6F84"/>
    <w:rsid w:val="005B710C"/>
    <w:rsid w:val="005B71A5"/>
    <w:rsid w:val="005C017D"/>
    <w:rsid w:val="005C02ED"/>
    <w:rsid w:val="005C1409"/>
    <w:rsid w:val="005C279D"/>
    <w:rsid w:val="005C280D"/>
    <w:rsid w:val="005C3346"/>
    <w:rsid w:val="005C344F"/>
    <w:rsid w:val="005C3E3C"/>
    <w:rsid w:val="005C4196"/>
    <w:rsid w:val="005C4278"/>
    <w:rsid w:val="005C4C43"/>
    <w:rsid w:val="005C4FB3"/>
    <w:rsid w:val="005C4FC6"/>
    <w:rsid w:val="005C56E6"/>
    <w:rsid w:val="005C6ED1"/>
    <w:rsid w:val="005C7529"/>
    <w:rsid w:val="005C7980"/>
    <w:rsid w:val="005C7B35"/>
    <w:rsid w:val="005C7D34"/>
    <w:rsid w:val="005D00CE"/>
    <w:rsid w:val="005D00DB"/>
    <w:rsid w:val="005D0310"/>
    <w:rsid w:val="005D04EB"/>
    <w:rsid w:val="005D0BB4"/>
    <w:rsid w:val="005D12A4"/>
    <w:rsid w:val="005D13A6"/>
    <w:rsid w:val="005D18D5"/>
    <w:rsid w:val="005D1E0C"/>
    <w:rsid w:val="005D2555"/>
    <w:rsid w:val="005D2613"/>
    <w:rsid w:val="005D3C4B"/>
    <w:rsid w:val="005D43AF"/>
    <w:rsid w:val="005D4C0A"/>
    <w:rsid w:val="005D54CA"/>
    <w:rsid w:val="005D5D01"/>
    <w:rsid w:val="005D621E"/>
    <w:rsid w:val="005D64FD"/>
    <w:rsid w:val="005D6E3A"/>
    <w:rsid w:val="005D72D4"/>
    <w:rsid w:val="005E068D"/>
    <w:rsid w:val="005E14E1"/>
    <w:rsid w:val="005E259E"/>
    <w:rsid w:val="005E3891"/>
    <w:rsid w:val="005E4166"/>
    <w:rsid w:val="005E513B"/>
    <w:rsid w:val="005E5195"/>
    <w:rsid w:val="005E527E"/>
    <w:rsid w:val="005E61D3"/>
    <w:rsid w:val="005E6292"/>
    <w:rsid w:val="005E647C"/>
    <w:rsid w:val="005E7F0E"/>
    <w:rsid w:val="005F081D"/>
    <w:rsid w:val="005F09D4"/>
    <w:rsid w:val="005F0D16"/>
    <w:rsid w:val="005F0FC6"/>
    <w:rsid w:val="005F1253"/>
    <w:rsid w:val="005F1545"/>
    <w:rsid w:val="005F1E98"/>
    <w:rsid w:val="005F2255"/>
    <w:rsid w:val="005F22B2"/>
    <w:rsid w:val="005F2446"/>
    <w:rsid w:val="005F31E8"/>
    <w:rsid w:val="005F3790"/>
    <w:rsid w:val="005F38AB"/>
    <w:rsid w:val="005F38BE"/>
    <w:rsid w:val="005F3EF3"/>
    <w:rsid w:val="005F3FA1"/>
    <w:rsid w:val="005F42A1"/>
    <w:rsid w:val="005F54E9"/>
    <w:rsid w:val="005F5DB3"/>
    <w:rsid w:val="005F5E15"/>
    <w:rsid w:val="005F60EA"/>
    <w:rsid w:val="005F6100"/>
    <w:rsid w:val="005F647A"/>
    <w:rsid w:val="005F67E7"/>
    <w:rsid w:val="005F6A6E"/>
    <w:rsid w:val="005F6D7C"/>
    <w:rsid w:val="00601ACF"/>
    <w:rsid w:val="00601CD9"/>
    <w:rsid w:val="0060207C"/>
    <w:rsid w:val="00602273"/>
    <w:rsid w:val="00602BB6"/>
    <w:rsid w:val="00605400"/>
    <w:rsid w:val="006055E8"/>
    <w:rsid w:val="00605849"/>
    <w:rsid w:val="00605F65"/>
    <w:rsid w:val="00606152"/>
    <w:rsid w:val="00606426"/>
    <w:rsid w:val="00606479"/>
    <w:rsid w:val="006067C7"/>
    <w:rsid w:val="00606B27"/>
    <w:rsid w:val="00606B3A"/>
    <w:rsid w:val="00606BC8"/>
    <w:rsid w:val="00606DCC"/>
    <w:rsid w:val="006070FC"/>
    <w:rsid w:val="00607860"/>
    <w:rsid w:val="006102F5"/>
    <w:rsid w:val="0061032C"/>
    <w:rsid w:val="00610799"/>
    <w:rsid w:val="00610967"/>
    <w:rsid w:val="006109EF"/>
    <w:rsid w:val="00610DD6"/>
    <w:rsid w:val="0061116F"/>
    <w:rsid w:val="00614020"/>
    <w:rsid w:val="00614398"/>
    <w:rsid w:val="00614921"/>
    <w:rsid w:val="00615F2B"/>
    <w:rsid w:val="0061625E"/>
    <w:rsid w:val="006163F0"/>
    <w:rsid w:val="00616B43"/>
    <w:rsid w:val="006176DF"/>
    <w:rsid w:val="00617D3F"/>
    <w:rsid w:val="0062145A"/>
    <w:rsid w:val="00621828"/>
    <w:rsid w:val="00621FB1"/>
    <w:rsid w:val="006236A0"/>
    <w:rsid w:val="00624ED3"/>
    <w:rsid w:val="0062545A"/>
    <w:rsid w:val="00625984"/>
    <w:rsid w:val="00626076"/>
    <w:rsid w:val="00626205"/>
    <w:rsid w:val="00626943"/>
    <w:rsid w:val="0062740E"/>
    <w:rsid w:val="00627B75"/>
    <w:rsid w:val="00627B89"/>
    <w:rsid w:val="00630358"/>
    <w:rsid w:val="00630807"/>
    <w:rsid w:val="0063096E"/>
    <w:rsid w:val="00630A8C"/>
    <w:rsid w:val="00631A5E"/>
    <w:rsid w:val="0063247E"/>
    <w:rsid w:val="006327B8"/>
    <w:rsid w:val="00633532"/>
    <w:rsid w:val="00633849"/>
    <w:rsid w:val="00635036"/>
    <w:rsid w:val="0063512D"/>
    <w:rsid w:val="006351A2"/>
    <w:rsid w:val="00635812"/>
    <w:rsid w:val="00635825"/>
    <w:rsid w:val="00636117"/>
    <w:rsid w:val="00636A4F"/>
    <w:rsid w:val="0063739B"/>
    <w:rsid w:val="00637CDC"/>
    <w:rsid w:val="0064135B"/>
    <w:rsid w:val="006416CD"/>
    <w:rsid w:val="00641882"/>
    <w:rsid w:val="0064278B"/>
    <w:rsid w:val="00642C57"/>
    <w:rsid w:val="00642EB3"/>
    <w:rsid w:val="00643AFF"/>
    <w:rsid w:val="00643FD4"/>
    <w:rsid w:val="006441A3"/>
    <w:rsid w:val="006448C6"/>
    <w:rsid w:val="00644F8A"/>
    <w:rsid w:val="006455F7"/>
    <w:rsid w:val="0064565C"/>
    <w:rsid w:val="00645AFF"/>
    <w:rsid w:val="00645E96"/>
    <w:rsid w:val="00645F25"/>
    <w:rsid w:val="0064663A"/>
    <w:rsid w:val="0064691F"/>
    <w:rsid w:val="00647758"/>
    <w:rsid w:val="00647C8E"/>
    <w:rsid w:val="00647CD3"/>
    <w:rsid w:val="00647D8B"/>
    <w:rsid w:val="00647FAC"/>
    <w:rsid w:val="006507DC"/>
    <w:rsid w:val="006508E8"/>
    <w:rsid w:val="0065101F"/>
    <w:rsid w:val="006512F9"/>
    <w:rsid w:val="00651313"/>
    <w:rsid w:val="006516FD"/>
    <w:rsid w:val="006520F6"/>
    <w:rsid w:val="0065252E"/>
    <w:rsid w:val="00652BF7"/>
    <w:rsid w:val="00652C9A"/>
    <w:rsid w:val="00652DC0"/>
    <w:rsid w:val="00652E47"/>
    <w:rsid w:val="00653A13"/>
    <w:rsid w:val="00654D6F"/>
    <w:rsid w:val="00655D92"/>
    <w:rsid w:val="0065609E"/>
    <w:rsid w:val="00656231"/>
    <w:rsid w:val="0065662F"/>
    <w:rsid w:val="00656CF7"/>
    <w:rsid w:val="006577DC"/>
    <w:rsid w:val="00660387"/>
    <w:rsid w:val="006607ED"/>
    <w:rsid w:val="00660E9F"/>
    <w:rsid w:val="0066124A"/>
    <w:rsid w:val="00661953"/>
    <w:rsid w:val="00661E85"/>
    <w:rsid w:val="00661F31"/>
    <w:rsid w:val="00662250"/>
    <w:rsid w:val="006622D4"/>
    <w:rsid w:val="00663396"/>
    <w:rsid w:val="00663C2C"/>
    <w:rsid w:val="00664339"/>
    <w:rsid w:val="00664D87"/>
    <w:rsid w:val="00664DE8"/>
    <w:rsid w:val="00664F7A"/>
    <w:rsid w:val="00665109"/>
    <w:rsid w:val="00665D24"/>
    <w:rsid w:val="00666058"/>
    <w:rsid w:val="006662BA"/>
    <w:rsid w:val="006667E7"/>
    <w:rsid w:val="00667377"/>
    <w:rsid w:val="0066750F"/>
    <w:rsid w:val="00667ACE"/>
    <w:rsid w:val="00667BBB"/>
    <w:rsid w:val="00667ECE"/>
    <w:rsid w:val="00670FC9"/>
    <w:rsid w:val="006711F3"/>
    <w:rsid w:val="006716AE"/>
    <w:rsid w:val="006727CE"/>
    <w:rsid w:val="00673227"/>
    <w:rsid w:val="0067375C"/>
    <w:rsid w:val="00673D4D"/>
    <w:rsid w:val="00674E3C"/>
    <w:rsid w:val="00675612"/>
    <w:rsid w:val="00675AA5"/>
    <w:rsid w:val="00676609"/>
    <w:rsid w:val="006768D7"/>
    <w:rsid w:val="00676E3A"/>
    <w:rsid w:val="006770FF"/>
    <w:rsid w:val="006779A6"/>
    <w:rsid w:val="00677C64"/>
    <w:rsid w:val="00677C97"/>
    <w:rsid w:val="00680058"/>
    <w:rsid w:val="00680140"/>
    <w:rsid w:val="00681036"/>
    <w:rsid w:val="00681178"/>
    <w:rsid w:val="006814A9"/>
    <w:rsid w:val="00681CEE"/>
    <w:rsid w:val="00682650"/>
    <w:rsid w:val="006837F0"/>
    <w:rsid w:val="00683A0D"/>
    <w:rsid w:val="00683CC0"/>
    <w:rsid w:val="00684C95"/>
    <w:rsid w:val="00684E95"/>
    <w:rsid w:val="006851C8"/>
    <w:rsid w:val="00685239"/>
    <w:rsid w:val="00685751"/>
    <w:rsid w:val="00685DD8"/>
    <w:rsid w:val="006868F9"/>
    <w:rsid w:val="006869E8"/>
    <w:rsid w:val="00686F5A"/>
    <w:rsid w:val="006870DE"/>
    <w:rsid w:val="00687CE1"/>
    <w:rsid w:val="0069037D"/>
    <w:rsid w:val="0069048A"/>
    <w:rsid w:val="00690C81"/>
    <w:rsid w:val="00690F93"/>
    <w:rsid w:val="00690FEB"/>
    <w:rsid w:val="00691138"/>
    <w:rsid w:val="0069171C"/>
    <w:rsid w:val="00691768"/>
    <w:rsid w:val="00691AE4"/>
    <w:rsid w:val="006926AF"/>
    <w:rsid w:val="00692CA3"/>
    <w:rsid w:val="00693096"/>
    <w:rsid w:val="00693609"/>
    <w:rsid w:val="00693B00"/>
    <w:rsid w:val="0069440C"/>
    <w:rsid w:val="00694441"/>
    <w:rsid w:val="00694659"/>
    <w:rsid w:val="006947E5"/>
    <w:rsid w:val="0069498C"/>
    <w:rsid w:val="00694F59"/>
    <w:rsid w:val="006957CC"/>
    <w:rsid w:val="00695D72"/>
    <w:rsid w:val="00696597"/>
    <w:rsid w:val="006970CC"/>
    <w:rsid w:val="00697453"/>
    <w:rsid w:val="00697949"/>
    <w:rsid w:val="00697C0E"/>
    <w:rsid w:val="006A059C"/>
    <w:rsid w:val="006A0737"/>
    <w:rsid w:val="006A1652"/>
    <w:rsid w:val="006A1914"/>
    <w:rsid w:val="006A1B60"/>
    <w:rsid w:val="006A2DEE"/>
    <w:rsid w:val="006A3BF9"/>
    <w:rsid w:val="006A46F0"/>
    <w:rsid w:val="006A479A"/>
    <w:rsid w:val="006A4CBC"/>
    <w:rsid w:val="006A6295"/>
    <w:rsid w:val="006A6395"/>
    <w:rsid w:val="006A6E02"/>
    <w:rsid w:val="006A7906"/>
    <w:rsid w:val="006A7CCE"/>
    <w:rsid w:val="006A7EAE"/>
    <w:rsid w:val="006B014D"/>
    <w:rsid w:val="006B0184"/>
    <w:rsid w:val="006B0389"/>
    <w:rsid w:val="006B03AC"/>
    <w:rsid w:val="006B05E1"/>
    <w:rsid w:val="006B061A"/>
    <w:rsid w:val="006B1771"/>
    <w:rsid w:val="006B1EA1"/>
    <w:rsid w:val="006B2048"/>
    <w:rsid w:val="006B215B"/>
    <w:rsid w:val="006B30E8"/>
    <w:rsid w:val="006B3122"/>
    <w:rsid w:val="006B3939"/>
    <w:rsid w:val="006B3A03"/>
    <w:rsid w:val="006B4572"/>
    <w:rsid w:val="006B4698"/>
    <w:rsid w:val="006B4907"/>
    <w:rsid w:val="006B4B81"/>
    <w:rsid w:val="006B4D1C"/>
    <w:rsid w:val="006B53CC"/>
    <w:rsid w:val="006B572A"/>
    <w:rsid w:val="006B5B90"/>
    <w:rsid w:val="006B68A2"/>
    <w:rsid w:val="006B727C"/>
    <w:rsid w:val="006B7976"/>
    <w:rsid w:val="006B7D6C"/>
    <w:rsid w:val="006C03E9"/>
    <w:rsid w:val="006C0D52"/>
    <w:rsid w:val="006C0D9C"/>
    <w:rsid w:val="006C1032"/>
    <w:rsid w:val="006C178A"/>
    <w:rsid w:val="006C17D2"/>
    <w:rsid w:val="006C18C9"/>
    <w:rsid w:val="006C2085"/>
    <w:rsid w:val="006C2181"/>
    <w:rsid w:val="006C2568"/>
    <w:rsid w:val="006C38CA"/>
    <w:rsid w:val="006C3D04"/>
    <w:rsid w:val="006C409E"/>
    <w:rsid w:val="006C49FA"/>
    <w:rsid w:val="006C4BD9"/>
    <w:rsid w:val="006C4F4E"/>
    <w:rsid w:val="006C4F97"/>
    <w:rsid w:val="006C5C25"/>
    <w:rsid w:val="006C5ECE"/>
    <w:rsid w:val="006C7244"/>
    <w:rsid w:val="006D0355"/>
    <w:rsid w:val="006D1148"/>
    <w:rsid w:val="006D1159"/>
    <w:rsid w:val="006D2453"/>
    <w:rsid w:val="006D2680"/>
    <w:rsid w:val="006D2A87"/>
    <w:rsid w:val="006D3C6E"/>
    <w:rsid w:val="006D3F6F"/>
    <w:rsid w:val="006D3FA5"/>
    <w:rsid w:val="006D5481"/>
    <w:rsid w:val="006D59C7"/>
    <w:rsid w:val="006D638B"/>
    <w:rsid w:val="006D733E"/>
    <w:rsid w:val="006D779D"/>
    <w:rsid w:val="006E02DB"/>
    <w:rsid w:val="006E0F12"/>
    <w:rsid w:val="006E1184"/>
    <w:rsid w:val="006E27E6"/>
    <w:rsid w:val="006E2886"/>
    <w:rsid w:val="006E2B4E"/>
    <w:rsid w:val="006E2BA0"/>
    <w:rsid w:val="006E34EF"/>
    <w:rsid w:val="006E3669"/>
    <w:rsid w:val="006E401D"/>
    <w:rsid w:val="006E45EC"/>
    <w:rsid w:val="006E47E2"/>
    <w:rsid w:val="006E4BF4"/>
    <w:rsid w:val="006E50F4"/>
    <w:rsid w:val="006E5D79"/>
    <w:rsid w:val="006E6166"/>
    <w:rsid w:val="006E69E7"/>
    <w:rsid w:val="006E718C"/>
    <w:rsid w:val="006E7382"/>
    <w:rsid w:val="006E7645"/>
    <w:rsid w:val="006E79C1"/>
    <w:rsid w:val="006E7B92"/>
    <w:rsid w:val="006F0127"/>
    <w:rsid w:val="006F10B6"/>
    <w:rsid w:val="006F11EC"/>
    <w:rsid w:val="006F1200"/>
    <w:rsid w:val="006F1429"/>
    <w:rsid w:val="006F27A7"/>
    <w:rsid w:val="006F283B"/>
    <w:rsid w:val="006F4955"/>
    <w:rsid w:val="006F5469"/>
    <w:rsid w:val="006F605A"/>
    <w:rsid w:val="006F6134"/>
    <w:rsid w:val="006F66D0"/>
    <w:rsid w:val="006F72AC"/>
    <w:rsid w:val="006F7B15"/>
    <w:rsid w:val="006F7FD9"/>
    <w:rsid w:val="00700077"/>
    <w:rsid w:val="00700737"/>
    <w:rsid w:val="00700787"/>
    <w:rsid w:val="00701470"/>
    <w:rsid w:val="00701A93"/>
    <w:rsid w:val="007021A3"/>
    <w:rsid w:val="00702927"/>
    <w:rsid w:val="00702965"/>
    <w:rsid w:val="00702F72"/>
    <w:rsid w:val="007030CD"/>
    <w:rsid w:val="00703698"/>
    <w:rsid w:val="00704189"/>
    <w:rsid w:val="0070426B"/>
    <w:rsid w:val="00704E2E"/>
    <w:rsid w:val="00704FAA"/>
    <w:rsid w:val="00705B86"/>
    <w:rsid w:val="007060EC"/>
    <w:rsid w:val="007062BD"/>
    <w:rsid w:val="00706326"/>
    <w:rsid w:val="00707030"/>
    <w:rsid w:val="0070723F"/>
    <w:rsid w:val="007078FF"/>
    <w:rsid w:val="00707B98"/>
    <w:rsid w:val="007100DC"/>
    <w:rsid w:val="00710259"/>
    <w:rsid w:val="00710538"/>
    <w:rsid w:val="00710B7E"/>
    <w:rsid w:val="0071147E"/>
    <w:rsid w:val="0071190E"/>
    <w:rsid w:val="007130A7"/>
    <w:rsid w:val="00713596"/>
    <w:rsid w:val="00713706"/>
    <w:rsid w:val="00713EFB"/>
    <w:rsid w:val="00714AB0"/>
    <w:rsid w:val="00714D71"/>
    <w:rsid w:val="00715124"/>
    <w:rsid w:val="0071554A"/>
    <w:rsid w:val="007156B9"/>
    <w:rsid w:val="00715B9B"/>
    <w:rsid w:val="0071610D"/>
    <w:rsid w:val="007163C4"/>
    <w:rsid w:val="007163F9"/>
    <w:rsid w:val="0071679E"/>
    <w:rsid w:val="00716C91"/>
    <w:rsid w:val="00716CBE"/>
    <w:rsid w:val="00716FED"/>
    <w:rsid w:val="007171F4"/>
    <w:rsid w:val="007175CD"/>
    <w:rsid w:val="007175F4"/>
    <w:rsid w:val="0071779D"/>
    <w:rsid w:val="00717CC7"/>
    <w:rsid w:val="00717E55"/>
    <w:rsid w:val="007212D4"/>
    <w:rsid w:val="00721373"/>
    <w:rsid w:val="007217BC"/>
    <w:rsid w:val="007218E5"/>
    <w:rsid w:val="00721A8E"/>
    <w:rsid w:val="00721B0D"/>
    <w:rsid w:val="00721DF7"/>
    <w:rsid w:val="00722ED3"/>
    <w:rsid w:val="007238CC"/>
    <w:rsid w:val="00723C54"/>
    <w:rsid w:val="0072408B"/>
    <w:rsid w:val="007245E4"/>
    <w:rsid w:val="007251C5"/>
    <w:rsid w:val="007256D6"/>
    <w:rsid w:val="00726DB0"/>
    <w:rsid w:val="00727183"/>
    <w:rsid w:val="00727F1D"/>
    <w:rsid w:val="00727F3F"/>
    <w:rsid w:val="0073014D"/>
    <w:rsid w:val="00730524"/>
    <w:rsid w:val="00730A8B"/>
    <w:rsid w:val="007314C0"/>
    <w:rsid w:val="00732868"/>
    <w:rsid w:val="00732A55"/>
    <w:rsid w:val="0073396E"/>
    <w:rsid w:val="00733CFE"/>
    <w:rsid w:val="00734EED"/>
    <w:rsid w:val="007350F6"/>
    <w:rsid w:val="00735631"/>
    <w:rsid w:val="0073659C"/>
    <w:rsid w:val="00736E5D"/>
    <w:rsid w:val="00736F07"/>
    <w:rsid w:val="0073776E"/>
    <w:rsid w:val="00737E1C"/>
    <w:rsid w:val="0074048D"/>
    <w:rsid w:val="00740A44"/>
    <w:rsid w:val="00740C73"/>
    <w:rsid w:val="0074160E"/>
    <w:rsid w:val="007417A2"/>
    <w:rsid w:val="00741BEF"/>
    <w:rsid w:val="00741C19"/>
    <w:rsid w:val="00742876"/>
    <w:rsid w:val="007432DC"/>
    <w:rsid w:val="007434CA"/>
    <w:rsid w:val="00743529"/>
    <w:rsid w:val="007453A5"/>
    <w:rsid w:val="0074588B"/>
    <w:rsid w:val="00746605"/>
    <w:rsid w:val="00746B28"/>
    <w:rsid w:val="007470AE"/>
    <w:rsid w:val="007472CB"/>
    <w:rsid w:val="00747CE0"/>
    <w:rsid w:val="00750CCB"/>
    <w:rsid w:val="007510C6"/>
    <w:rsid w:val="00751487"/>
    <w:rsid w:val="00751E42"/>
    <w:rsid w:val="007528EA"/>
    <w:rsid w:val="00752948"/>
    <w:rsid w:val="00752A3D"/>
    <w:rsid w:val="00753B09"/>
    <w:rsid w:val="00754D80"/>
    <w:rsid w:val="00754E3B"/>
    <w:rsid w:val="00754E8B"/>
    <w:rsid w:val="0075515D"/>
    <w:rsid w:val="00755D7A"/>
    <w:rsid w:val="0075623D"/>
    <w:rsid w:val="00756471"/>
    <w:rsid w:val="007568B7"/>
    <w:rsid w:val="00757051"/>
    <w:rsid w:val="00757386"/>
    <w:rsid w:val="007573CF"/>
    <w:rsid w:val="007574A6"/>
    <w:rsid w:val="00757A72"/>
    <w:rsid w:val="00757BC0"/>
    <w:rsid w:val="007605D2"/>
    <w:rsid w:val="00760D08"/>
    <w:rsid w:val="00760F4C"/>
    <w:rsid w:val="007621CD"/>
    <w:rsid w:val="00762415"/>
    <w:rsid w:val="0076405E"/>
    <w:rsid w:val="00764D1D"/>
    <w:rsid w:val="00764DE6"/>
    <w:rsid w:val="0076559C"/>
    <w:rsid w:val="007656E0"/>
    <w:rsid w:val="00765AAA"/>
    <w:rsid w:val="00765D7C"/>
    <w:rsid w:val="00765E46"/>
    <w:rsid w:val="007669B0"/>
    <w:rsid w:val="00766A61"/>
    <w:rsid w:val="00766EF9"/>
    <w:rsid w:val="00767385"/>
    <w:rsid w:val="007673C8"/>
    <w:rsid w:val="00767DAC"/>
    <w:rsid w:val="0077036C"/>
    <w:rsid w:val="00770446"/>
    <w:rsid w:val="00770755"/>
    <w:rsid w:val="007708D8"/>
    <w:rsid w:val="0077159C"/>
    <w:rsid w:val="0077221C"/>
    <w:rsid w:val="007726E0"/>
    <w:rsid w:val="0077289C"/>
    <w:rsid w:val="00772D61"/>
    <w:rsid w:val="00773034"/>
    <w:rsid w:val="00773531"/>
    <w:rsid w:val="0077356F"/>
    <w:rsid w:val="00773BAA"/>
    <w:rsid w:val="007741D9"/>
    <w:rsid w:val="007744E5"/>
    <w:rsid w:val="00774514"/>
    <w:rsid w:val="007752C1"/>
    <w:rsid w:val="00776043"/>
    <w:rsid w:val="00776FB1"/>
    <w:rsid w:val="00777AB7"/>
    <w:rsid w:val="007808FA"/>
    <w:rsid w:val="007809B2"/>
    <w:rsid w:val="007811D1"/>
    <w:rsid w:val="00781724"/>
    <w:rsid w:val="0078238B"/>
    <w:rsid w:val="0078335A"/>
    <w:rsid w:val="00783BA8"/>
    <w:rsid w:val="00784410"/>
    <w:rsid w:val="00784528"/>
    <w:rsid w:val="00784758"/>
    <w:rsid w:val="007863BE"/>
    <w:rsid w:val="00786B3F"/>
    <w:rsid w:val="007870DD"/>
    <w:rsid w:val="007879D0"/>
    <w:rsid w:val="00787EA7"/>
    <w:rsid w:val="00787F11"/>
    <w:rsid w:val="007904E7"/>
    <w:rsid w:val="00790990"/>
    <w:rsid w:val="00790CAA"/>
    <w:rsid w:val="00790E86"/>
    <w:rsid w:val="00791604"/>
    <w:rsid w:val="00791D8D"/>
    <w:rsid w:val="0079203C"/>
    <w:rsid w:val="00793AE1"/>
    <w:rsid w:val="00793AE5"/>
    <w:rsid w:val="00793D7B"/>
    <w:rsid w:val="00793E22"/>
    <w:rsid w:val="00793F09"/>
    <w:rsid w:val="00794437"/>
    <w:rsid w:val="00794438"/>
    <w:rsid w:val="00794BDF"/>
    <w:rsid w:val="00795AA5"/>
    <w:rsid w:val="00796905"/>
    <w:rsid w:val="00796D4D"/>
    <w:rsid w:val="007970A0"/>
    <w:rsid w:val="007A00FD"/>
    <w:rsid w:val="007A08C1"/>
    <w:rsid w:val="007A0A7E"/>
    <w:rsid w:val="007A0C1B"/>
    <w:rsid w:val="007A0C33"/>
    <w:rsid w:val="007A1115"/>
    <w:rsid w:val="007A162F"/>
    <w:rsid w:val="007A220D"/>
    <w:rsid w:val="007A2927"/>
    <w:rsid w:val="007A2AAA"/>
    <w:rsid w:val="007A2C85"/>
    <w:rsid w:val="007A2E50"/>
    <w:rsid w:val="007A367D"/>
    <w:rsid w:val="007A374E"/>
    <w:rsid w:val="007A3B78"/>
    <w:rsid w:val="007A3E10"/>
    <w:rsid w:val="007A3E11"/>
    <w:rsid w:val="007A436D"/>
    <w:rsid w:val="007A47E7"/>
    <w:rsid w:val="007A7496"/>
    <w:rsid w:val="007B0192"/>
    <w:rsid w:val="007B0485"/>
    <w:rsid w:val="007B083C"/>
    <w:rsid w:val="007B0982"/>
    <w:rsid w:val="007B13CC"/>
    <w:rsid w:val="007B1D97"/>
    <w:rsid w:val="007B2256"/>
    <w:rsid w:val="007B2593"/>
    <w:rsid w:val="007B2864"/>
    <w:rsid w:val="007B41D6"/>
    <w:rsid w:val="007B486D"/>
    <w:rsid w:val="007B4A8E"/>
    <w:rsid w:val="007B514E"/>
    <w:rsid w:val="007B5E5A"/>
    <w:rsid w:val="007B5F37"/>
    <w:rsid w:val="007B60DA"/>
    <w:rsid w:val="007B6216"/>
    <w:rsid w:val="007B6845"/>
    <w:rsid w:val="007B74E6"/>
    <w:rsid w:val="007B7D3C"/>
    <w:rsid w:val="007C090F"/>
    <w:rsid w:val="007C1320"/>
    <w:rsid w:val="007C1397"/>
    <w:rsid w:val="007C13D5"/>
    <w:rsid w:val="007C1C48"/>
    <w:rsid w:val="007C2C9B"/>
    <w:rsid w:val="007C434C"/>
    <w:rsid w:val="007C514F"/>
    <w:rsid w:val="007C5274"/>
    <w:rsid w:val="007C57BA"/>
    <w:rsid w:val="007C615A"/>
    <w:rsid w:val="007C683E"/>
    <w:rsid w:val="007C6E75"/>
    <w:rsid w:val="007C7377"/>
    <w:rsid w:val="007C747B"/>
    <w:rsid w:val="007C79FB"/>
    <w:rsid w:val="007C7EA8"/>
    <w:rsid w:val="007D0BC6"/>
    <w:rsid w:val="007D0C01"/>
    <w:rsid w:val="007D1E6E"/>
    <w:rsid w:val="007D2015"/>
    <w:rsid w:val="007D21D9"/>
    <w:rsid w:val="007D27A3"/>
    <w:rsid w:val="007D2AC5"/>
    <w:rsid w:val="007D2DFF"/>
    <w:rsid w:val="007D411A"/>
    <w:rsid w:val="007D46A8"/>
    <w:rsid w:val="007D479F"/>
    <w:rsid w:val="007D4A9A"/>
    <w:rsid w:val="007D5499"/>
    <w:rsid w:val="007D56B6"/>
    <w:rsid w:val="007D5852"/>
    <w:rsid w:val="007D635B"/>
    <w:rsid w:val="007D67D9"/>
    <w:rsid w:val="007D68EF"/>
    <w:rsid w:val="007D716F"/>
    <w:rsid w:val="007D748E"/>
    <w:rsid w:val="007D7ADB"/>
    <w:rsid w:val="007D7ED6"/>
    <w:rsid w:val="007E109A"/>
    <w:rsid w:val="007E2508"/>
    <w:rsid w:val="007E257C"/>
    <w:rsid w:val="007E2C92"/>
    <w:rsid w:val="007E2E8C"/>
    <w:rsid w:val="007E2F1D"/>
    <w:rsid w:val="007E3266"/>
    <w:rsid w:val="007E380A"/>
    <w:rsid w:val="007E3CBA"/>
    <w:rsid w:val="007E4684"/>
    <w:rsid w:val="007E500D"/>
    <w:rsid w:val="007E5021"/>
    <w:rsid w:val="007E55C5"/>
    <w:rsid w:val="007E5C55"/>
    <w:rsid w:val="007E60D4"/>
    <w:rsid w:val="007E63CA"/>
    <w:rsid w:val="007E65A6"/>
    <w:rsid w:val="007E6B5D"/>
    <w:rsid w:val="007E7122"/>
    <w:rsid w:val="007E73BB"/>
    <w:rsid w:val="007E75AB"/>
    <w:rsid w:val="007F02EA"/>
    <w:rsid w:val="007F0FA5"/>
    <w:rsid w:val="007F183D"/>
    <w:rsid w:val="007F1FA5"/>
    <w:rsid w:val="007F2826"/>
    <w:rsid w:val="007F61C2"/>
    <w:rsid w:val="007F68D4"/>
    <w:rsid w:val="007F692C"/>
    <w:rsid w:val="007F6B84"/>
    <w:rsid w:val="007F6E55"/>
    <w:rsid w:val="007F7417"/>
    <w:rsid w:val="007F75F7"/>
    <w:rsid w:val="007F76E3"/>
    <w:rsid w:val="007F7745"/>
    <w:rsid w:val="007F79FA"/>
    <w:rsid w:val="007F7CA4"/>
    <w:rsid w:val="007F7F7F"/>
    <w:rsid w:val="008000A9"/>
    <w:rsid w:val="008017C8"/>
    <w:rsid w:val="00801939"/>
    <w:rsid w:val="00801B2C"/>
    <w:rsid w:val="00802C0F"/>
    <w:rsid w:val="00802D98"/>
    <w:rsid w:val="008033B1"/>
    <w:rsid w:val="0080378F"/>
    <w:rsid w:val="0080412A"/>
    <w:rsid w:val="00804C6E"/>
    <w:rsid w:val="008051B3"/>
    <w:rsid w:val="008055F3"/>
    <w:rsid w:val="00805BF1"/>
    <w:rsid w:val="0080634C"/>
    <w:rsid w:val="00806763"/>
    <w:rsid w:val="00806DAF"/>
    <w:rsid w:val="00806EB1"/>
    <w:rsid w:val="00807447"/>
    <w:rsid w:val="00807580"/>
    <w:rsid w:val="00807907"/>
    <w:rsid w:val="00807A54"/>
    <w:rsid w:val="00807A98"/>
    <w:rsid w:val="00810728"/>
    <w:rsid w:val="008107F0"/>
    <w:rsid w:val="008109A7"/>
    <w:rsid w:val="00810B7C"/>
    <w:rsid w:val="00811FF1"/>
    <w:rsid w:val="00812BBF"/>
    <w:rsid w:val="00813319"/>
    <w:rsid w:val="00813571"/>
    <w:rsid w:val="0081386B"/>
    <w:rsid w:val="00813938"/>
    <w:rsid w:val="008139C8"/>
    <w:rsid w:val="0081404E"/>
    <w:rsid w:val="0081430A"/>
    <w:rsid w:val="008147CB"/>
    <w:rsid w:val="00814C2B"/>
    <w:rsid w:val="00814E27"/>
    <w:rsid w:val="0081522C"/>
    <w:rsid w:val="00815AF7"/>
    <w:rsid w:val="00815E82"/>
    <w:rsid w:val="008165AA"/>
    <w:rsid w:val="00816CA0"/>
    <w:rsid w:val="00816D26"/>
    <w:rsid w:val="00816EDD"/>
    <w:rsid w:val="0081718A"/>
    <w:rsid w:val="00817DE7"/>
    <w:rsid w:val="00821133"/>
    <w:rsid w:val="0082139A"/>
    <w:rsid w:val="00821B48"/>
    <w:rsid w:val="008223C4"/>
    <w:rsid w:val="008228BF"/>
    <w:rsid w:val="0082299F"/>
    <w:rsid w:val="00822C07"/>
    <w:rsid w:val="008255CB"/>
    <w:rsid w:val="00825954"/>
    <w:rsid w:val="00826BDD"/>
    <w:rsid w:val="008274F7"/>
    <w:rsid w:val="00827D42"/>
    <w:rsid w:val="008300FD"/>
    <w:rsid w:val="008306CD"/>
    <w:rsid w:val="00830E9D"/>
    <w:rsid w:val="00831152"/>
    <w:rsid w:val="00831707"/>
    <w:rsid w:val="00831BC1"/>
    <w:rsid w:val="008324D7"/>
    <w:rsid w:val="00832678"/>
    <w:rsid w:val="008326E4"/>
    <w:rsid w:val="00832EA4"/>
    <w:rsid w:val="008337A2"/>
    <w:rsid w:val="00833F2D"/>
    <w:rsid w:val="0083414F"/>
    <w:rsid w:val="008346AB"/>
    <w:rsid w:val="00834E11"/>
    <w:rsid w:val="00835182"/>
    <w:rsid w:val="008354BA"/>
    <w:rsid w:val="00837411"/>
    <w:rsid w:val="0083760D"/>
    <w:rsid w:val="0083780F"/>
    <w:rsid w:val="0084003A"/>
    <w:rsid w:val="00840202"/>
    <w:rsid w:val="008404FF"/>
    <w:rsid w:val="00840677"/>
    <w:rsid w:val="00840866"/>
    <w:rsid w:val="00840CDF"/>
    <w:rsid w:val="008417A7"/>
    <w:rsid w:val="008424D9"/>
    <w:rsid w:val="008426F5"/>
    <w:rsid w:val="00842787"/>
    <w:rsid w:val="0084285B"/>
    <w:rsid w:val="00842E7C"/>
    <w:rsid w:val="00843767"/>
    <w:rsid w:val="00843AE4"/>
    <w:rsid w:val="0084437F"/>
    <w:rsid w:val="0084448D"/>
    <w:rsid w:val="00844516"/>
    <w:rsid w:val="008447DF"/>
    <w:rsid w:val="00845155"/>
    <w:rsid w:val="0084515F"/>
    <w:rsid w:val="00845531"/>
    <w:rsid w:val="0084574F"/>
    <w:rsid w:val="00845BBA"/>
    <w:rsid w:val="00845CC4"/>
    <w:rsid w:val="008465FF"/>
    <w:rsid w:val="00846B7C"/>
    <w:rsid w:val="00846E39"/>
    <w:rsid w:val="00847E92"/>
    <w:rsid w:val="00847F0D"/>
    <w:rsid w:val="00850292"/>
    <w:rsid w:val="008502D5"/>
    <w:rsid w:val="0085098F"/>
    <w:rsid w:val="0085142B"/>
    <w:rsid w:val="00852032"/>
    <w:rsid w:val="00852363"/>
    <w:rsid w:val="008523FF"/>
    <w:rsid w:val="00852806"/>
    <w:rsid w:val="0085319A"/>
    <w:rsid w:val="008531D8"/>
    <w:rsid w:val="00853E9E"/>
    <w:rsid w:val="00854105"/>
    <w:rsid w:val="008543EB"/>
    <w:rsid w:val="00854B4E"/>
    <w:rsid w:val="00854B77"/>
    <w:rsid w:val="00854C04"/>
    <w:rsid w:val="00854E62"/>
    <w:rsid w:val="008554C3"/>
    <w:rsid w:val="00855602"/>
    <w:rsid w:val="00855626"/>
    <w:rsid w:val="00855E7D"/>
    <w:rsid w:val="00856036"/>
    <w:rsid w:val="008562E2"/>
    <w:rsid w:val="00856462"/>
    <w:rsid w:val="00856A16"/>
    <w:rsid w:val="00857259"/>
    <w:rsid w:val="008572FC"/>
    <w:rsid w:val="0085734F"/>
    <w:rsid w:val="00857792"/>
    <w:rsid w:val="0085779A"/>
    <w:rsid w:val="008579F0"/>
    <w:rsid w:val="00857C52"/>
    <w:rsid w:val="00860A46"/>
    <w:rsid w:val="00860BB3"/>
    <w:rsid w:val="00860E56"/>
    <w:rsid w:val="008613DD"/>
    <w:rsid w:val="00861D54"/>
    <w:rsid w:val="0086234D"/>
    <w:rsid w:val="00862607"/>
    <w:rsid w:val="0086294D"/>
    <w:rsid w:val="00862C4D"/>
    <w:rsid w:val="00862E38"/>
    <w:rsid w:val="008633AD"/>
    <w:rsid w:val="00863578"/>
    <w:rsid w:val="008636BF"/>
    <w:rsid w:val="0086391F"/>
    <w:rsid w:val="008649B8"/>
    <w:rsid w:val="008649BE"/>
    <w:rsid w:val="00864E08"/>
    <w:rsid w:val="0086581D"/>
    <w:rsid w:val="00865DFA"/>
    <w:rsid w:val="00865EE9"/>
    <w:rsid w:val="00866155"/>
    <w:rsid w:val="0086653D"/>
    <w:rsid w:val="0086683F"/>
    <w:rsid w:val="00866973"/>
    <w:rsid w:val="008678EB"/>
    <w:rsid w:val="00867A4C"/>
    <w:rsid w:val="00867D8D"/>
    <w:rsid w:val="00870047"/>
    <w:rsid w:val="00870411"/>
    <w:rsid w:val="0087050A"/>
    <w:rsid w:val="00870DD6"/>
    <w:rsid w:val="00871134"/>
    <w:rsid w:val="008728FF"/>
    <w:rsid w:val="00872DC8"/>
    <w:rsid w:val="008735DA"/>
    <w:rsid w:val="0087501B"/>
    <w:rsid w:val="0087554F"/>
    <w:rsid w:val="00876046"/>
    <w:rsid w:val="0087654F"/>
    <w:rsid w:val="00877506"/>
    <w:rsid w:val="008804E7"/>
    <w:rsid w:val="00881504"/>
    <w:rsid w:val="008815FB"/>
    <w:rsid w:val="008817D7"/>
    <w:rsid w:val="008826C4"/>
    <w:rsid w:val="0088271E"/>
    <w:rsid w:val="00882EBE"/>
    <w:rsid w:val="00883294"/>
    <w:rsid w:val="00883E7A"/>
    <w:rsid w:val="0088467D"/>
    <w:rsid w:val="0088488C"/>
    <w:rsid w:val="00884B7A"/>
    <w:rsid w:val="00885AE8"/>
    <w:rsid w:val="0088642E"/>
    <w:rsid w:val="00886A9A"/>
    <w:rsid w:val="008872E3"/>
    <w:rsid w:val="008909B0"/>
    <w:rsid w:val="00891C93"/>
    <w:rsid w:val="00892BA8"/>
    <w:rsid w:val="00892FF3"/>
    <w:rsid w:val="008934CF"/>
    <w:rsid w:val="008940B9"/>
    <w:rsid w:val="008940CC"/>
    <w:rsid w:val="0089476A"/>
    <w:rsid w:val="00894D4E"/>
    <w:rsid w:val="00894E3D"/>
    <w:rsid w:val="0089503C"/>
    <w:rsid w:val="00895104"/>
    <w:rsid w:val="00895DE0"/>
    <w:rsid w:val="00895F25"/>
    <w:rsid w:val="00896150"/>
    <w:rsid w:val="00896190"/>
    <w:rsid w:val="00897063"/>
    <w:rsid w:val="0089718E"/>
    <w:rsid w:val="008976D3"/>
    <w:rsid w:val="008977D9"/>
    <w:rsid w:val="008A0706"/>
    <w:rsid w:val="008A1AF3"/>
    <w:rsid w:val="008A2321"/>
    <w:rsid w:val="008A24CB"/>
    <w:rsid w:val="008A2613"/>
    <w:rsid w:val="008A2B1F"/>
    <w:rsid w:val="008A30FA"/>
    <w:rsid w:val="008A310A"/>
    <w:rsid w:val="008A3595"/>
    <w:rsid w:val="008A3776"/>
    <w:rsid w:val="008A38A9"/>
    <w:rsid w:val="008A451A"/>
    <w:rsid w:val="008A5634"/>
    <w:rsid w:val="008A7007"/>
    <w:rsid w:val="008A788C"/>
    <w:rsid w:val="008A7958"/>
    <w:rsid w:val="008A7CE7"/>
    <w:rsid w:val="008A7FE6"/>
    <w:rsid w:val="008B03CC"/>
    <w:rsid w:val="008B082F"/>
    <w:rsid w:val="008B0DE3"/>
    <w:rsid w:val="008B16B4"/>
    <w:rsid w:val="008B19E3"/>
    <w:rsid w:val="008B19FB"/>
    <w:rsid w:val="008B20BD"/>
    <w:rsid w:val="008B2277"/>
    <w:rsid w:val="008B23AD"/>
    <w:rsid w:val="008B26E5"/>
    <w:rsid w:val="008B288C"/>
    <w:rsid w:val="008B3481"/>
    <w:rsid w:val="008B3C64"/>
    <w:rsid w:val="008B3D74"/>
    <w:rsid w:val="008B4F0E"/>
    <w:rsid w:val="008B55D1"/>
    <w:rsid w:val="008B58DD"/>
    <w:rsid w:val="008B6689"/>
    <w:rsid w:val="008B6B45"/>
    <w:rsid w:val="008B7394"/>
    <w:rsid w:val="008B73FE"/>
    <w:rsid w:val="008B7743"/>
    <w:rsid w:val="008B79A6"/>
    <w:rsid w:val="008B7B66"/>
    <w:rsid w:val="008C047E"/>
    <w:rsid w:val="008C068E"/>
    <w:rsid w:val="008C07E9"/>
    <w:rsid w:val="008C10E3"/>
    <w:rsid w:val="008C1A03"/>
    <w:rsid w:val="008C2771"/>
    <w:rsid w:val="008C2C48"/>
    <w:rsid w:val="008C2E85"/>
    <w:rsid w:val="008C398A"/>
    <w:rsid w:val="008C61B7"/>
    <w:rsid w:val="008C62A8"/>
    <w:rsid w:val="008C65F3"/>
    <w:rsid w:val="008C6DA3"/>
    <w:rsid w:val="008D02CB"/>
    <w:rsid w:val="008D0744"/>
    <w:rsid w:val="008D087E"/>
    <w:rsid w:val="008D0D0F"/>
    <w:rsid w:val="008D17B0"/>
    <w:rsid w:val="008D17D9"/>
    <w:rsid w:val="008D1930"/>
    <w:rsid w:val="008D19F0"/>
    <w:rsid w:val="008D2354"/>
    <w:rsid w:val="008D3009"/>
    <w:rsid w:val="008D347F"/>
    <w:rsid w:val="008D3933"/>
    <w:rsid w:val="008D3EBB"/>
    <w:rsid w:val="008D4228"/>
    <w:rsid w:val="008D4BDF"/>
    <w:rsid w:val="008D5DB5"/>
    <w:rsid w:val="008D5DC8"/>
    <w:rsid w:val="008D63A8"/>
    <w:rsid w:val="008D6F98"/>
    <w:rsid w:val="008D703C"/>
    <w:rsid w:val="008D77F8"/>
    <w:rsid w:val="008D7F1A"/>
    <w:rsid w:val="008E040F"/>
    <w:rsid w:val="008E1285"/>
    <w:rsid w:val="008E141C"/>
    <w:rsid w:val="008E2226"/>
    <w:rsid w:val="008E24DE"/>
    <w:rsid w:val="008E3145"/>
    <w:rsid w:val="008E3768"/>
    <w:rsid w:val="008E3AD8"/>
    <w:rsid w:val="008E3EB3"/>
    <w:rsid w:val="008E4D6C"/>
    <w:rsid w:val="008E51E0"/>
    <w:rsid w:val="008E545C"/>
    <w:rsid w:val="008E55C2"/>
    <w:rsid w:val="008E6C83"/>
    <w:rsid w:val="008E74E0"/>
    <w:rsid w:val="008E77C1"/>
    <w:rsid w:val="008E7ED1"/>
    <w:rsid w:val="008E7EDB"/>
    <w:rsid w:val="008F03EB"/>
    <w:rsid w:val="008F093B"/>
    <w:rsid w:val="008F0E97"/>
    <w:rsid w:val="008F11FB"/>
    <w:rsid w:val="008F2F82"/>
    <w:rsid w:val="008F363D"/>
    <w:rsid w:val="008F370C"/>
    <w:rsid w:val="008F3B7E"/>
    <w:rsid w:val="008F3BD8"/>
    <w:rsid w:val="008F447C"/>
    <w:rsid w:val="008F4564"/>
    <w:rsid w:val="008F4B41"/>
    <w:rsid w:val="008F4F53"/>
    <w:rsid w:val="008F5176"/>
    <w:rsid w:val="008F5885"/>
    <w:rsid w:val="008F5C06"/>
    <w:rsid w:val="008F5F1A"/>
    <w:rsid w:val="008F5FE2"/>
    <w:rsid w:val="008F6451"/>
    <w:rsid w:val="008F64E8"/>
    <w:rsid w:val="008F68F9"/>
    <w:rsid w:val="008F740D"/>
    <w:rsid w:val="008F7842"/>
    <w:rsid w:val="008F7A02"/>
    <w:rsid w:val="008F7E1B"/>
    <w:rsid w:val="009000CB"/>
    <w:rsid w:val="009009FC"/>
    <w:rsid w:val="00900DAF"/>
    <w:rsid w:val="009014C6"/>
    <w:rsid w:val="00901888"/>
    <w:rsid w:val="0090220D"/>
    <w:rsid w:val="009027F1"/>
    <w:rsid w:val="00902F57"/>
    <w:rsid w:val="00903ABE"/>
    <w:rsid w:val="00904686"/>
    <w:rsid w:val="00904931"/>
    <w:rsid w:val="00904D69"/>
    <w:rsid w:val="00904D94"/>
    <w:rsid w:val="009051DA"/>
    <w:rsid w:val="0090554A"/>
    <w:rsid w:val="009055AE"/>
    <w:rsid w:val="00906220"/>
    <w:rsid w:val="0090639C"/>
    <w:rsid w:val="009070A8"/>
    <w:rsid w:val="0090779C"/>
    <w:rsid w:val="00910084"/>
    <w:rsid w:val="009100EB"/>
    <w:rsid w:val="009105FF"/>
    <w:rsid w:val="009110C2"/>
    <w:rsid w:val="009119A3"/>
    <w:rsid w:val="00911C8B"/>
    <w:rsid w:val="00912092"/>
    <w:rsid w:val="00912B30"/>
    <w:rsid w:val="00913266"/>
    <w:rsid w:val="00913A39"/>
    <w:rsid w:val="00913A61"/>
    <w:rsid w:val="009144AA"/>
    <w:rsid w:val="009146F5"/>
    <w:rsid w:val="00914A95"/>
    <w:rsid w:val="00914B9D"/>
    <w:rsid w:val="00914EDE"/>
    <w:rsid w:val="00915597"/>
    <w:rsid w:val="00915D29"/>
    <w:rsid w:val="0091629D"/>
    <w:rsid w:val="00916E28"/>
    <w:rsid w:val="00917273"/>
    <w:rsid w:val="009172AE"/>
    <w:rsid w:val="009206C3"/>
    <w:rsid w:val="00920D4C"/>
    <w:rsid w:val="00920DEA"/>
    <w:rsid w:val="00920EC4"/>
    <w:rsid w:val="00920F4C"/>
    <w:rsid w:val="00920FFC"/>
    <w:rsid w:val="00921F90"/>
    <w:rsid w:val="00922318"/>
    <w:rsid w:val="00922EBE"/>
    <w:rsid w:val="0092343B"/>
    <w:rsid w:val="00923F28"/>
    <w:rsid w:val="0092483B"/>
    <w:rsid w:val="00924B75"/>
    <w:rsid w:val="00925205"/>
    <w:rsid w:val="00925597"/>
    <w:rsid w:val="0092614B"/>
    <w:rsid w:val="00926243"/>
    <w:rsid w:val="009262E8"/>
    <w:rsid w:val="009262E9"/>
    <w:rsid w:val="009265C1"/>
    <w:rsid w:val="00927149"/>
    <w:rsid w:val="0093002F"/>
    <w:rsid w:val="009302F7"/>
    <w:rsid w:val="00930436"/>
    <w:rsid w:val="00930787"/>
    <w:rsid w:val="00930B5E"/>
    <w:rsid w:val="00930CAD"/>
    <w:rsid w:val="00932E4A"/>
    <w:rsid w:val="0093399D"/>
    <w:rsid w:val="009358C7"/>
    <w:rsid w:val="00936618"/>
    <w:rsid w:val="009372A8"/>
    <w:rsid w:val="00937AC7"/>
    <w:rsid w:val="009402C5"/>
    <w:rsid w:val="00940A0C"/>
    <w:rsid w:val="00940C15"/>
    <w:rsid w:val="00940D6D"/>
    <w:rsid w:val="00941ED4"/>
    <w:rsid w:val="009421CE"/>
    <w:rsid w:val="009423E6"/>
    <w:rsid w:val="009425E0"/>
    <w:rsid w:val="00942849"/>
    <w:rsid w:val="0094328C"/>
    <w:rsid w:val="0094511D"/>
    <w:rsid w:val="00945254"/>
    <w:rsid w:val="009452BA"/>
    <w:rsid w:val="00945CCD"/>
    <w:rsid w:val="00945E92"/>
    <w:rsid w:val="00946084"/>
    <w:rsid w:val="00946324"/>
    <w:rsid w:val="009468E4"/>
    <w:rsid w:val="009469B6"/>
    <w:rsid w:val="0094747A"/>
    <w:rsid w:val="00947D93"/>
    <w:rsid w:val="0095086B"/>
    <w:rsid w:val="00950AD1"/>
    <w:rsid w:val="00952230"/>
    <w:rsid w:val="0095273B"/>
    <w:rsid w:val="00952ADC"/>
    <w:rsid w:val="009532E0"/>
    <w:rsid w:val="0095330C"/>
    <w:rsid w:val="009536D9"/>
    <w:rsid w:val="00953C57"/>
    <w:rsid w:val="0095407A"/>
    <w:rsid w:val="009542BD"/>
    <w:rsid w:val="00954495"/>
    <w:rsid w:val="0095498D"/>
    <w:rsid w:val="0095511D"/>
    <w:rsid w:val="00955E15"/>
    <w:rsid w:val="009572BD"/>
    <w:rsid w:val="00960732"/>
    <w:rsid w:val="0096130F"/>
    <w:rsid w:val="00961A4C"/>
    <w:rsid w:val="00961B70"/>
    <w:rsid w:val="009626E8"/>
    <w:rsid w:val="009627FB"/>
    <w:rsid w:val="00962C69"/>
    <w:rsid w:val="009639A0"/>
    <w:rsid w:val="00963FE3"/>
    <w:rsid w:val="009648BE"/>
    <w:rsid w:val="00964A4E"/>
    <w:rsid w:val="00965200"/>
    <w:rsid w:val="00967112"/>
    <w:rsid w:val="00967827"/>
    <w:rsid w:val="009703C3"/>
    <w:rsid w:val="00970480"/>
    <w:rsid w:val="0097050B"/>
    <w:rsid w:val="00970A50"/>
    <w:rsid w:val="00970AE3"/>
    <w:rsid w:val="00970D45"/>
    <w:rsid w:val="0097152C"/>
    <w:rsid w:val="00971E0C"/>
    <w:rsid w:val="00972518"/>
    <w:rsid w:val="00972546"/>
    <w:rsid w:val="00973734"/>
    <w:rsid w:val="00974053"/>
    <w:rsid w:val="00974CCC"/>
    <w:rsid w:val="00974CDC"/>
    <w:rsid w:val="00975926"/>
    <w:rsid w:val="009764D3"/>
    <w:rsid w:val="00976655"/>
    <w:rsid w:val="00976828"/>
    <w:rsid w:val="00976915"/>
    <w:rsid w:val="009769E6"/>
    <w:rsid w:val="009779F9"/>
    <w:rsid w:val="00977CE1"/>
    <w:rsid w:val="00977F74"/>
    <w:rsid w:val="00980630"/>
    <w:rsid w:val="00980843"/>
    <w:rsid w:val="00980EBC"/>
    <w:rsid w:val="009810A2"/>
    <w:rsid w:val="00981302"/>
    <w:rsid w:val="00981D39"/>
    <w:rsid w:val="00981F68"/>
    <w:rsid w:val="00982030"/>
    <w:rsid w:val="0098234C"/>
    <w:rsid w:val="009835CE"/>
    <w:rsid w:val="00983622"/>
    <w:rsid w:val="00983919"/>
    <w:rsid w:val="00984156"/>
    <w:rsid w:val="00984BC4"/>
    <w:rsid w:val="00984F8D"/>
    <w:rsid w:val="009851DA"/>
    <w:rsid w:val="00985415"/>
    <w:rsid w:val="0098583C"/>
    <w:rsid w:val="0098599F"/>
    <w:rsid w:val="009862F4"/>
    <w:rsid w:val="009864C7"/>
    <w:rsid w:val="00986818"/>
    <w:rsid w:val="00986D52"/>
    <w:rsid w:val="00986F45"/>
    <w:rsid w:val="009873A8"/>
    <w:rsid w:val="009901DE"/>
    <w:rsid w:val="00991291"/>
    <w:rsid w:val="0099241D"/>
    <w:rsid w:val="00992731"/>
    <w:rsid w:val="0099279B"/>
    <w:rsid w:val="00992B4B"/>
    <w:rsid w:val="009952F9"/>
    <w:rsid w:val="00995412"/>
    <w:rsid w:val="0099556B"/>
    <w:rsid w:val="00995751"/>
    <w:rsid w:val="00997C4D"/>
    <w:rsid w:val="00997C64"/>
    <w:rsid w:val="009A020E"/>
    <w:rsid w:val="009A0326"/>
    <w:rsid w:val="009A0AD8"/>
    <w:rsid w:val="009A17F6"/>
    <w:rsid w:val="009A1B05"/>
    <w:rsid w:val="009A2188"/>
    <w:rsid w:val="009A2BEB"/>
    <w:rsid w:val="009A449F"/>
    <w:rsid w:val="009A5012"/>
    <w:rsid w:val="009A57AC"/>
    <w:rsid w:val="009A59D9"/>
    <w:rsid w:val="009A64D1"/>
    <w:rsid w:val="009A656D"/>
    <w:rsid w:val="009A6969"/>
    <w:rsid w:val="009A7035"/>
    <w:rsid w:val="009A7067"/>
    <w:rsid w:val="009B0458"/>
    <w:rsid w:val="009B081C"/>
    <w:rsid w:val="009B0B4A"/>
    <w:rsid w:val="009B0EC4"/>
    <w:rsid w:val="009B124D"/>
    <w:rsid w:val="009B1B32"/>
    <w:rsid w:val="009B28BE"/>
    <w:rsid w:val="009B299F"/>
    <w:rsid w:val="009B2EC9"/>
    <w:rsid w:val="009B386E"/>
    <w:rsid w:val="009B38FD"/>
    <w:rsid w:val="009B3DB1"/>
    <w:rsid w:val="009B4627"/>
    <w:rsid w:val="009B4B6A"/>
    <w:rsid w:val="009B4BC7"/>
    <w:rsid w:val="009B5508"/>
    <w:rsid w:val="009B5AFB"/>
    <w:rsid w:val="009B695F"/>
    <w:rsid w:val="009B702D"/>
    <w:rsid w:val="009B7168"/>
    <w:rsid w:val="009B7FF9"/>
    <w:rsid w:val="009C009E"/>
    <w:rsid w:val="009C0C02"/>
    <w:rsid w:val="009C1508"/>
    <w:rsid w:val="009C1691"/>
    <w:rsid w:val="009C2C81"/>
    <w:rsid w:val="009C3429"/>
    <w:rsid w:val="009C3665"/>
    <w:rsid w:val="009C42D9"/>
    <w:rsid w:val="009C47F6"/>
    <w:rsid w:val="009C4953"/>
    <w:rsid w:val="009C5445"/>
    <w:rsid w:val="009C69AD"/>
    <w:rsid w:val="009C6B5A"/>
    <w:rsid w:val="009C77A1"/>
    <w:rsid w:val="009C7B39"/>
    <w:rsid w:val="009C7E7F"/>
    <w:rsid w:val="009C7F55"/>
    <w:rsid w:val="009D07AC"/>
    <w:rsid w:val="009D0DC2"/>
    <w:rsid w:val="009D0DE8"/>
    <w:rsid w:val="009D0FAF"/>
    <w:rsid w:val="009D1663"/>
    <w:rsid w:val="009D1EFB"/>
    <w:rsid w:val="009D262C"/>
    <w:rsid w:val="009D3568"/>
    <w:rsid w:val="009D3C47"/>
    <w:rsid w:val="009D437C"/>
    <w:rsid w:val="009D49E4"/>
    <w:rsid w:val="009D56D9"/>
    <w:rsid w:val="009D5EC4"/>
    <w:rsid w:val="009D62E3"/>
    <w:rsid w:val="009D6AE4"/>
    <w:rsid w:val="009D6DDD"/>
    <w:rsid w:val="009D6F33"/>
    <w:rsid w:val="009D7B74"/>
    <w:rsid w:val="009E0349"/>
    <w:rsid w:val="009E1333"/>
    <w:rsid w:val="009E16A0"/>
    <w:rsid w:val="009E2252"/>
    <w:rsid w:val="009E23B6"/>
    <w:rsid w:val="009E262B"/>
    <w:rsid w:val="009E2B68"/>
    <w:rsid w:val="009E2B77"/>
    <w:rsid w:val="009E38FE"/>
    <w:rsid w:val="009E3EBF"/>
    <w:rsid w:val="009E454B"/>
    <w:rsid w:val="009E5CD1"/>
    <w:rsid w:val="009E6A94"/>
    <w:rsid w:val="009E757B"/>
    <w:rsid w:val="009F09C0"/>
    <w:rsid w:val="009F0D97"/>
    <w:rsid w:val="009F1577"/>
    <w:rsid w:val="009F190B"/>
    <w:rsid w:val="009F1DE5"/>
    <w:rsid w:val="009F20E3"/>
    <w:rsid w:val="009F2204"/>
    <w:rsid w:val="009F2318"/>
    <w:rsid w:val="009F33B4"/>
    <w:rsid w:val="009F3733"/>
    <w:rsid w:val="009F4ED0"/>
    <w:rsid w:val="009F53ED"/>
    <w:rsid w:val="009F5809"/>
    <w:rsid w:val="009F6F23"/>
    <w:rsid w:val="009F70B8"/>
    <w:rsid w:val="009F743C"/>
    <w:rsid w:val="00A00351"/>
    <w:rsid w:val="00A0177C"/>
    <w:rsid w:val="00A01CF2"/>
    <w:rsid w:val="00A02045"/>
    <w:rsid w:val="00A0219E"/>
    <w:rsid w:val="00A027AC"/>
    <w:rsid w:val="00A02856"/>
    <w:rsid w:val="00A02CBA"/>
    <w:rsid w:val="00A04E6F"/>
    <w:rsid w:val="00A0504F"/>
    <w:rsid w:val="00A05607"/>
    <w:rsid w:val="00A070D9"/>
    <w:rsid w:val="00A07A23"/>
    <w:rsid w:val="00A10058"/>
    <w:rsid w:val="00A10DA4"/>
    <w:rsid w:val="00A117C2"/>
    <w:rsid w:val="00A11AA1"/>
    <w:rsid w:val="00A1481B"/>
    <w:rsid w:val="00A152C8"/>
    <w:rsid w:val="00A15610"/>
    <w:rsid w:val="00A15952"/>
    <w:rsid w:val="00A15A37"/>
    <w:rsid w:val="00A15CCA"/>
    <w:rsid w:val="00A17368"/>
    <w:rsid w:val="00A17A6F"/>
    <w:rsid w:val="00A17FA9"/>
    <w:rsid w:val="00A20BB9"/>
    <w:rsid w:val="00A2102D"/>
    <w:rsid w:val="00A2133A"/>
    <w:rsid w:val="00A2140C"/>
    <w:rsid w:val="00A2197A"/>
    <w:rsid w:val="00A221FE"/>
    <w:rsid w:val="00A222CB"/>
    <w:rsid w:val="00A229C8"/>
    <w:rsid w:val="00A22C11"/>
    <w:rsid w:val="00A249A3"/>
    <w:rsid w:val="00A25312"/>
    <w:rsid w:val="00A256A3"/>
    <w:rsid w:val="00A256F0"/>
    <w:rsid w:val="00A2577C"/>
    <w:rsid w:val="00A26142"/>
    <w:rsid w:val="00A26BBB"/>
    <w:rsid w:val="00A27493"/>
    <w:rsid w:val="00A308E3"/>
    <w:rsid w:val="00A311AF"/>
    <w:rsid w:val="00A31209"/>
    <w:rsid w:val="00A31B17"/>
    <w:rsid w:val="00A31B54"/>
    <w:rsid w:val="00A31F01"/>
    <w:rsid w:val="00A32398"/>
    <w:rsid w:val="00A32BFA"/>
    <w:rsid w:val="00A32CA0"/>
    <w:rsid w:val="00A334B7"/>
    <w:rsid w:val="00A337D2"/>
    <w:rsid w:val="00A33D74"/>
    <w:rsid w:val="00A33FA7"/>
    <w:rsid w:val="00A34BFA"/>
    <w:rsid w:val="00A354E1"/>
    <w:rsid w:val="00A357FE"/>
    <w:rsid w:val="00A3616E"/>
    <w:rsid w:val="00A36692"/>
    <w:rsid w:val="00A37E46"/>
    <w:rsid w:val="00A40279"/>
    <w:rsid w:val="00A40326"/>
    <w:rsid w:val="00A405DC"/>
    <w:rsid w:val="00A40621"/>
    <w:rsid w:val="00A40978"/>
    <w:rsid w:val="00A4131D"/>
    <w:rsid w:val="00A41910"/>
    <w:rsid w:val="00A41936"/>
    <w:rsid w:val="00A42089"/>
    <w:rsid w:val="00A424F0"/>
    <w:rsid w:val="00A42626"/>
    <w:rsid w:val="00A42851"/>
    <w:rsid w:val="00A42FB2"/>
    <w:rsid w:val="00A434E7"/>
    <w:rsid w:val="00A437FD"/>
    <w:rsid w:val="00A43BB1"/>
    <w:rsid w:val="00A43DA9"/>
    <w:rsid w:val="00A43FCE"/>
    <w:rsid w:val="00A44EF0"/>
    <w:rsid w:val="00A4622F"/>
    <w:rsid w:val="00A46A5E"/>
    <w:rsid w:val="00A503EA"/>
    <w:rsid w:val="00A50BC5"/>
    <w:rsid w:val="00A50C9D"/>
    <w:rsid w:val="00A510CC"/>
    <w:rsid w:val="00A51214"/>
    <w:rsid w:val="00A51E5B"/>
    <w:rsid w:val="00A5265D"/>
    <w:rsid w:val="00A528FE"/>
    <w:rsid w:val="00A533B1"/>
    <w:rsid w:val="00A534E3"/>
    <w:rsid w:val="00A5486B"/>
    <w:rsid w:val="00A552AA"/>
    <w:rsid w:val="00A55942"/>
    <w:rsid w:val="00A55DC8"/>
    <w:rsid w:val="00A570BB"/>
    <w:rsid w:val="00A62F8B"/>
    <w:rsid w:val="00A636AD"/>
    <w:rsid w:val="00A647B0"/>
    <w:rsid w:val="00A6483A"/>
    <w:rsid w:val="00A6509F"/>
    <w:rsid w:val="00A655C4"/>
    <w:rsid w:val="00A65C63"/>
    <w:rsid w:val="00A65F25"/>
    <w:rsid w:val="00A66AC8"/>
    <w:rsid w:val="00A67088"/>
    <w:rsid w:val="00A67499"/>
    <w:rsid w:val="00A67791"/>
    <w:rsid w:val="00A67B3E"/>
    <w:rsid w:val="00A703AC"/>
    <w:rsid w:val="00A70B42"/>
    <w:rsid w:val="00A70E0A"/>
    <w:rsid w:val="00A71EE3"/>
    <w:rsid w:val="00A71EE5"/>
    <w:rsid w:val="00A7246C"/>
    <w:rsid w:val="00A72557"/>
    <w:rsid w:val="00A7335A"/>
    <w:rsid w:val="00A7362E"/>
    <w:rsid w:val="00A74AFE"/>
    <w:rsid w:val="00A74C75"/>
    <w:rsid w:val="00A75A1D"/>
    <w:rsid w:val="00A75C6C"/>
    <w:rsid w:val="00A764EE"/>
    <w:rsid w:val="00A77CCA"/>
    <w:rsid w:val="00A804C4"/>
    <w:rsid w:val="00A80899"/>
    <w:rsid w:val="00A8135F"/>
    <w:rsid w:val="00A81416"/>
    <w:rsid w:val="00A81ABC"/>
    <w:rsid w:val="00A81F01"/>
    <w:rsid w:val="00A82013"/>
    <w:rsid w:val="00A82288"/>
    <w:rsid w:val="00A828D8"/>
    <w:rsid w:val="00A83081"/>
    <w:rsid w:val="00A83553"/>
    <w:rsid w:val="00A83607"/>
    <w:rsid w:val="00A83E94"/>
    <w:rsid w:val="00A8497E"/>
    <w:rsid w:val="00A86900"/>
    <w:rsid w:val="00A8694B"/>
    <w:rsid w:val="00A86B98"/>
    <w:rsid w:val="00A87507"/>
    <w:rsid w:val="00A87DA3"/>
    <w:rsid w:val="00A87FA1"/>
    <w:rsid w:val="00A87FB8"/>
    <w:rsid w:val="00A90206"/>
    <w:rsid w:val="00A90474"/>
    <w:rsid w:val="00A90CFB"/>
    <w:rsid w:val="00A91501"/>
    <w:rsid w:val="00A9196A"/>
    <w:rsid w:val="00A91D70"/>
    <w:rsid w:val="00A92C97"/>
    <w:rsid w:val="00A93006"/>
    <w:rsid w:val="00A93980"/>
    <w:rsid w:val="00A93FC9"/>
    <w:rsid w:val="00A953C2"/>
    <w:rsid w:val="00A954F8"/>
    <w:rsid w:val="00A9572F"/>
    <w:rsid w:val="00A96085"/>
    <w:rsid w:val="00A96188"/>
    <w:rsid w:val="00A974A3"/>
    <w:rsid w:val="00A97F5A"/>
    <w:rsid w:val="00AA0179"/>
    <w:rsid w:val="00AA0D16"/>
    <w:rsid w:val="00AA1259"/>
    <w:rsid w:val="00AA130C"/>
    <w:rsid w:val="00AA13B0"/>
    <w:rsid w:val="00AA14B8"/>
    <w:rsid w:val="00AA267E"/>
    <w:rsid w:val="00AA45D0"/>
    <w:rsid w:val="00AA45FD"/>
    <w:rsid w:val="00AA4903"/>
    <w:rsid w:val="00AA4EBB"/>
    <w:rsid w:val="00AA5382"/>
    <w:rsid w:val="00AA5785"/>
    <w:rsid w:val="00AA57A5"/>
    <w:rsid w:val="00AA59E4"/>
    <w:rsid w:val="00AA5B38"/>
    <w:rsid w:val="00AA5F2B"/>
    <w:rsid w:val="00AA6895"/>
    <w:rsid w:val="00AA6B36"/>
    <w:rsid w:val="00AA7170"/>
    <w:rsid w:val="00AA755B"/>
    <w:rsid w:val="00AA7594"/>
    <w:rsid w:val="00AB078F"/>
    <w:rsid w:val="00AB0D28"/>
    <w:rsid w:val="00AB1E70"/>
    <w:rsid w:val="00AB2B8B"/>
    <w:rsid w:val="00AB2E52"/>
    <w:rsid w:val="00AB3186"/>
    <w:rsid w:val="00AB3FB8"/>
    <w:rsid w:val="00AB4352"/>
    <w:rsid w:val="00AB4BB5"/>
    <w:rsid w:val="00AB4BEE"/>
    <w:rsid w:val="00AB5E31"/>
    <w:rsid w:val="00AB6628"/>
    <w:rsid w:val="00AB6733"/>
    <w:rsid w:val="00AB6BC1"/>
    <w:rsid w:val="00AB762E"/>
    <w:rsid w:val="00AB7FEF"/>
    <w:rsid w:val="00AC2272"/>
    <w:rsid w:val="00AC2AF0"/>
    <w:rsid w:val="00AC2D09"/>
    <w:rsid w:val="00AC3593"/>
    <w:rsid w:val="00AC39A9"/>
    <w:rsid w:val="00AC3D33"/>
    <w:rsid w:val="00AC4231"/>
    <w:rsid w:val="00AC44FC"/>
    <w:rsid w:val="00AC53DF"/>
    <w:rsid w:val="00AC5A1F"/>
    <w:rsid w:val="00AC5D95"/>
    <w:rsid w:val="00AC5FE0"/>
    <w:rsid w:val="00AC6524"/>
    <w:rsid w:val="00AC69DE"/>
    <w:rsid w:val="00AC7AF0"/>
    <w:rsid w:val="00AC7B44"/>
    <w:rsid w:val="00AC7F01"/>
    <w:rsid w:val="00AD01CE"/>
    <w:rsid w:val="00AD0580"/>
    <w:rsid w:val="00AD08C3"/>
    <w:rsid w:val="00AD124C"/>
    <w:rsid w:val="00AD19D1"/>
    <w:rsid w:val="00AD1E6C"/>
    <w:rsid w:val="00AD231F"/>
    <w:rsid w:val="00AD23D9"/>
    <w:rsid w:val="00AD30CD"/>
    <w:rsid w:val="00AD3703"/>
    <w:rsid w:val="00AD3AEE"/>
    <w:rsid w:val="00AD483B"/>
    <w:rsid w:val="00AD5C00"/>
    <w:rsid w:val="00AD6073"/>
    <w:rsid w:val="00AD60C1"/>
    <w:rsid w:val="00AD6388"/>
    <w:rsid w:val="00AD6495"/>
    <w:rsid w:val="00AD680D"/>
    <w:rsid w:val="00AD78C1"/>
    <w:rsid w:val="00AD7C87"/>
    <w:rsid w:val="00AE041D"/>
    <w:rsid w:val="00AE063B"/>
    <w:rsid w:val="00AE1AF2"/>
    <w:rsid w:val="00AE24DA"/>
    <w:rsid w:val="00AE2519"/>
    <w:rsid w:val="00AE3630"/>
    <w:rsid w:val="00AE3706"/>
    <w:rsid w:val="00AE3919"/>
    <w:rsid w:val="00AE3B05"/>
    <w:rsid w:val="00AE45AC"/>
    <w:rsid w:val="00AE4964"/>
    <w:rsid w:val="00AE4C13"/>
    <w:rsid w:val="00AE526B"/>
    <w:rsid w:val="00AE5DF8"/>
    <w:rsid w:val="00AE670D"/>
    <w:rsid w:val="00AE7396"/>
    <w:rsid w:val="00AE74E4"/>
    <w:rsid w:val="00AE7F57"/>
    <w:rsid w:val="00AF06CD"/>
    <w:rsid w:val="00AF240C"/>
    <w:rsid w:val="00AF2520"/>
    <w:rsid w:val="00AF2663"/>
    <w:rsid w:val="00AF32E6"/>
    <w:rsid w:val="00AF3AF6"/>
    <w:rsid w:val="00AF3E1E"/>
    <w:rsid w:val="00AF4642"/>
    <w:rsid w:val="00AF4A94"/>
    <w:rsid w:val="00AF5237"/>
    <w:rsid w:val="00AF5E59"/>
    <w:rsid w:val="00AF5EE8"/>
    <w:rsid w:val="00AF6FEF"/>
    <w:rsid w:val="00AF6FF8"/>
    <w:rsid w:val="00AF7113"/>
    <w:rsid w:val="00B001F0"/>
    <w:rsid w:val="00B0079A"/>
    <w:rsid w:val="00B00CB6"/>
    <w:rsid w:val="00B00FA0"/>
    <w:rsid w:val="00B016B0"/>
    <w:rsid w:val="00B0226D"/>
    <w:rsid w:val="00B02437"/>
    <w:rsid w:val="00B02F78"/>
    <w:rsid w:val="00B032EE"/>
    <w:rsid w:val="00B03465"/>
    <w:rsid w:val="00B0351C"/>
    <w:rsid w:val="00B03D3B"/>
    <w:rsid w:val="00B041B4"/>
    <w:rsid w:val="00B04778"/>
    <w:rsid w:val="00B04BF0"/>
    <w:rsid w:val="00B04FB4"/>
    <w:rsid w:val="00B05566"/>
    <w:rsid w:val="00B05BBF"/>
    <w:rsid w:val="00B05BDE"/>
    <w:rsid w:val="00B065A3"/>
    <w:rsid w:val="00B066DC"/>
    <w:rsid w:val="00B06C51"/>
    <w:rsid w:val="00B07777"/>
    <w:rsid w:val="00B07F9B"/>
    <w:rsid w:val="00B07FF5"/>
    <w:rsid w:val="00B10468"/>
    <w:rsid w:val="00B1055C"/>
    <w:rsid w:val="00B10709"/>
    <w:rsid w:val="00B11034"/>
    <w:rsid w:val="00B11094"/>
    <w:rsid w:val="00B110E1"/>
    <w:rsid w:val="00B115D6"/>
    <w:rsid w:val="00B11903"/>
    <w:rsid w:val="00B11C29"/>
    <w:rsid w:val="00B129DB"/>
    <w:rsid w:val="00B1312A"/>
    <w:rsid w:val="00B13E15"/>
    <w:rsid w:val="00B142E2"/>
    <w:rsid w:val="00B14EE8"/>
    <w:rsid w:val="00B14F31"/>
    <w:rsid w:val="00B15066"/>
    <w:rsid w:val="00B15210"/>
    <w:rsid w:val="00B15364"/>
    <w:rsid w:val="00B16348"/>
    <w:rsid w:val="00B163AE"/>
    <w:rsid w:val="00B16B13"/>
    <w:rsid w:val="00B16BBA"/>
    <w:rsid w:val="00B16C8D"/>
    <w:rsid w:val="00B16ECF"/>
    <w:rsid w:val="00B1789C"/>
    <w:rsid w:val="00B20000"/>
    <w:rsid w:val="00B20288"/>
    <w:rsid w:val="00B2049C"/>
    <w:rsid w:val="00B205F8"/>
    <w:rsid w:val="00B2078F"/>
    <w:rsid w:val="00B20D13"/>
    <w:rsid w:val="00B20E68"/>
    <w:rsid w:val="00B210C1"/>
    <w:rsid w:val="00B21170"/>
    <w:rsid w:val="00B21949"/>
    <w:rsid w:val="00B21C67"/>
    <w:rsid w:val="00B22439"/>
    <w:rsid w:val="00B22593"/>
    <w:rsid w:val="00B22C84"/>
    <w:rsid w:val="00B23300"/>
    <w:rsid w:val="00B23B5A"/>
    <w:rsid w:val="00B24C02"/>
    <w:rsid w:val="00B24DA1"/>
    <w:rsid w:val="00B2520E"/>
    <w:rsid w:val="00B25315"/>
    <w:rsid w:val="00B258E4"/>
    <w:rsid w:val="00B25D35"/>
    <w:rsid w:val="00B25EE2"/>
    <w:rsid w:val="00B26124"/>
    <w:rsid w:val="00B26859"/>
    <w:rsid w:val="00B26C83"/>
    <w:rsid w:val="00B26E60"/>
    <w:rsid w:val="00B2750E"/>
    <w:rsid w:val="00B277C8"/>
    <w:rsid w:val="00B27BB4"/>
    <w:rsid w:val="00B27EE9"/>
    <w:rsid w:val="00B27F90"/>
    <w:rsid w:val="00B27FD3"/>
    <w:rsid w:val="00B3033E"/>
    <w:rsid w:val="00B309C8"/>
    <w:rsid w:val="00B32189"/>
    <w:rsid w:val="00B3253E"/>
    <w:rsid w:val="00B3268D"/>
    <w:rsid w:val="00B328E2"/>
    <w:rsid w:val="00B3294B"/>
    <w:rsid w:val="00B32C27"/>
    <w:rsid w:val="00B35705"/>
    <w:rsid w:val="00B359E1"/>
    <w:rsid w:val="00B35D78"/>
    <w:rsid w:val="00B36684"/>
    <w:rsid w:val="00B36D08"/>
    <w:rsid w:val="00B372F0"/>
    <w:rsid w:val="00B37D23"/>
    <w:rsid w:val="00B37E62"/>
    <w:rsid w:val="00B409C8"/>
    <w:rsid w:val="00B40CF6"/>
    <w:rsid w:val="00B40DE5"/>
    <w:rsid w:val="00B41645"/>
    <w:rsid w:val="00B430CF"/>
    <w:rsid w:val="00B4317C"/>
    <w:rsid w:val="00B44810"/>
    <w:rsid w:val="00B44C63"/>
    <w:rsid w:val="00B45038"/>
    <w:rsid w:val="00B453C8"/>
    <w:rsid w:val="00B45CE3"/>
    <w:rsid w:val="00B4600A"/>
    <w:rsid w:val="00B4600F"/>
    <w:rsid w:val="00B467E4"/>
    <w:rsid w:val="00B4726E"/>
    <w:rsid w:val="00B47EAA"/>
    <w:rsid w:val="00B50184"/>
    <w:rsid w:val="00B501E7"/>
    <w:rsid w:val="00B50671"/>
    <w:rsid w:val="00B50AD0"/>
    <w:rsid w:val="00B51096"/>
    <w:rsid w:val="00B51333"/>
    <w:rsid w:val="00B51C93"/>
    <w:rsid w:val="00B5299B"/>
    <w:rsid w:val="00B5363D"/>
    <w:rsid w:val="00B53803"/>
    <w:rsid w:val="00B53BB8"/>
    <w:rsid w:val="00B544D2"/>
    <w:rsid w:val="00B54673"/>
    <w:rsid w:val="00B55111"/>
    <w:rsid w:val="00B551DC"/>
    <w:rsid w:val="00B55E6E"/>
    <w:rsid w:val="00B56074"/>
    <w:rsid w:val="00B563FC"/>
    <w:rsid w:val="00B571B4"/>
    <w:rsid w:val="00B57465"/>
    <w:rsid w:val="00B57D56"/>
    <w:rsid w:val="00B60435"/>
    <w:rsid w:val="00B606BF"/>
    <w:rsid w:val="00B60836"/>
    <w:rsid w:val="00B60D60"/>
    <w:rsid w:val="00B610AB"/>
    <w:rsid w:val="00B613E4"/>
    <w:rsid w:val="00B61602"/>
    <w:rsid w:val="00B61672"/>
    <w:rsid w:val="00B61BFE"/>
    <w:rsid w:val="00B61C36"/>
    <w:rsid w:val="00B61EC1"/>
    <w:rsid w:val="00B62180"/>
    <w:rsid w:val="00B6254E"/>
    <w:rsid w:val="00B62DB1"/>
    <w:rsid w:val="00B64DDB"/>
    <w:rsid w:val="00B64EB8"/>
    <w:rsid w:val="00B6500F"/>
    <w:rsid w:val="00B651EC"/>
    <w:rsid w:val="00B6567A"/>
    <w:rsid w:val="00B66643"/>
    <w:rsid w:val="00B66850"/>
    <w:rsid w:val="00B66945"/>
    <w:rsid w:val="00B67460"/>
    <w:rsid w:val="00B6753E"/>
    <w:rsid w:val="00B6758C"/>
    <w:rsid w:val="00B701B6"/>
    <w:rsid w:val="00B7086C"/>
    <w:rsid w:val="00B70C86"/>
    <w:rsid w:val="00B71377"/>
    <w:rsid w:val="00B71EAE"/>
    <w:rsid w:val="00B73AF3"/>
    <w:rsid w:val="00B74727"/>
    <w:rsid w:val="00B74BD7"/>
    <w:rsid w:val="00B750FF"/>
    <w:rsid w:val="00B75625"/>
    <w:rsid w:val="00B75CB5"/>
    <w:rsid w:val="00B75FF6"/>
    <w:rsid w:val="00B76AAD"/>
    <w:rsid w:val="00B76D85"/>
    <w:rsid w:val="00B76DF6"/>
    <w:rsid w:val="00B7716B"/>
    <w:rsid w:val="00B7737A"/>
    <w:rsid w:val="00B77DAA"/>
    <w:rsid w:val="00B800AE"/>
    <w:rsid w:val="00B80133"/>
    <w:rsid w:val="00B80319"/>
    <w:rsid w:val="00B8036C"/>
    <w:rsid w:val="00B808A7"/>
    <w:rsid w:val="00B811EA"/>
    <w:rsid w:val="00B81978"/>
    <w:rsid w:val="00B82733"/>
    <w:rsid w:val="00B82AF7"/>
    <w:rsid w:val="00B82ED9"/>
    <w:rsid w:val="00B838D2"/>
    <w:rsid w:val="00B83A0B"/>
    <w:rsid w:val="00B85E91"/>
    <w:rsid w:val="00B864BA"/>
    <w:rsid w:val="00B86845"/>
    <w:rsid w:val="00B86F2E"/>
    <w:rsid w:val="00B8702A"/>
    <w:rsid w:val="00B87311"/>
    <w:rsid w:val="00B87777"/>
    <w:rsid w:val="00B901DE"/>
    <w:rsid w:val="00B903B3"/>
    <w:rsid w:val="00B90446"/>
    <w:rsid w:val="00B904D5"/>
    <w:rsid w:val="00B924F6"/>
    <w:rsid w:val="00B9277D"/>
    <w:rsid w:val="00B92C3B"/>
    <w:rsid w:val="00B92ED9"/>
    <w:rsid w:val="00B9376F"/>
    <w:rsid w:val="00B94E0A"/>
    <w:rsid w:val="00B94E56"/>
    <w:rsid w:val="00B95B61"/>
    <w:rsid w:val="00B962DA"/>
    <w:rsid w:val="00B965BF"/>
    <w:rsid w:val="00B967D2"/>
    <w:rsid w:val="00B968CD"/>
    <w:rsid w:val="00B96D6A"/>
    <w:rsid w:val="00B9726D"/>
    <w:rsid w:val="00BA0798"/>
    <w:rsid w:val="00BA0F96"/>
    <w:rsid w:val="00BA1632"/>
    <w:rsid w:val="00BA1C15"/>
    <w:rsid w:val="00BA1C8A"/>
    <w:rsid w:val="00BA293E"/>
    <w:rsid w:val="00BA388F"/>
    <w:rsid w:val="00BA3B0B"/>
    <w:rsid w:val="00BA3C79"/>
    <w:rsid w:val="00BA42CE"/>
    <w:rsid w:val="00BA4F17"/>
    <w:rsid w:val="00BA5927"/>
    <w:rsid w:val="00BA59A9"/>
    <w:rsid w:val="00BA5C67"/>
    <w:rsid w:val="00BA6240"/>
    <w:rsid w:val="00BA6ACF"/>
    <w:rsid w:val="00BA7AC7"/>
    <w:rsid w:val="00BB0599"/>
    <w:rsid w:val="00BB0C46"/>
    <w:rsid w:val="00BB21FB"/>
    <w:rsid w:val="00BB2328"/>
    <w:rsid w:val="00BB2BB6"/>
    <w:rsid w:val="00BB305F"/>
    <w:rsid w:val="00BB313A"/>
    <w:rsid w:val="00BB395A"/>
    <w:rsid w:val="00BB3CE5"/>
    <w:rsid w:val="00BB5152"/>
    <w:rsid w:val="00BB57BC"/>
    <w:rsid w:val="00BB5DF5"/>
    <w:rsid w:val="00BB6459"/>
    <w:rsid w:val="00BB69FB"/>
    <w:rsid w:val="00BB6A2E"/>
    <w:rsid w:val="00BB6B5E"/>
    <w:rsid w:val="00BB6C98"/>
    <w:rsid w:val="00BB76CD"/>
    <w:rsid w:val="00BC15EE"/>
    <w:rsid w:val="00BC1AB5"/>
    <w:rsid w:val="00BC2229"/>
    <w:rsid w:val="00BC22D0"/>
    <w:rsid w:val="00BC273E"/>
    <w:rsid w:val="00BC2E5D"/>
    <w:rsid w:val="00BC40E1"/>
    <w:rsid w:val="00BC484F"/>
    <w:rsid w:val="00BC5F57"/>
    <w:rsid w:val="00BC6070"/>
    <w:rsid w:val="00BC6D89"/>
    <w:rsid w:val="00BC707D"/>
    <w:rsid w:val="00BC735F"/>
    <w:rsid w:val="00BC7BFE"/>
    <w:rsid w:val="00BD0754"/>
    <w:rsid w:val="00BD08C0"/>
    <w:rsid w:val="00BD0B03"/>
    <w:rsid w:val="00BD0FE1"/>
    <w:rsid w:val="00BD1C6E"/>
    <w:rsid w:val="00BD3550"/>
    <w:rsid w:val="00BD39A9"/>
    <w:rsid w:val="00BD462B"/>
    <w:rsid w:val="00BD4E73"/>
    <w:rsid w:val="00BD4EA5"/>
    <w:rsid w:val="00BD5055"/>
    <w:rsid w:val="00BD5273"/>
    <w:rsid w:val="00BD540A"/>
    <w:rsid w:val="00BD599A"/>
    <w:rsid w:val="00BD5C8B"/>
    <w:rsid w:val="00BD7401"/>
    <w:rsid w:val="00BD743D"/>
    <w:rsid w:val="00BD7B4F"/>
    <w:rsid w:val="00BE0503"/>
    <w:rsid w:val="00BE06C2"/>
    <w:rsid w:val="00BE11D1"/>
    <w:rsid w:val="00BE17EC"/>
    <w:rsid w:val="00BE1BEC"/>
    <w:rsid w:val="00BE1C97"/>
    <w:rsid w:val="00BE1F64"/>
    <w:rsid w:val="00BE2B43"/>
    <w:rsid w:val="00BE2CF0"/>
    <w:rsid w:val="00BE31AB"/>
    <w:rsid w:val="00BE39DA"/>
    <w:rsid w:val="00BE3ACB"/>
    <w:rsid w:val="00BE473E"/>
    <w:rsid w:val="00BE4A38"/>
    <w:rsid w:val="00BE4C2A"/>
    <w:rsid w:val="00BE4D5B"/>
    <w:rsid w:val="00BE5849"/>
    <w:rsid w:val="00BE5B00"/>
    <w:rsid w:val="00BE6270"/>
    <w:rsid w:val="00BE62EE"/>
    <w:rsid w:val="00BE643B"/>
    <w:rsid w:val="00BE6703"/>
    <w:rsid w:val="00BE6715"/>
    <w:rsid w:val="00BE6901"/>
    <w:rsid w:val="00BE6BB1"/>
    <w:rsid w:val="00BE7C1F"/>
    <w:rsid w:val="00BF1487"/>
    <w:rsid w:val="00BF14EC"/>
    <w:rsid w:val="00BF2277"/>
    <w:rsid w:val="00BF2929"/>
    <w:rsid w:val="00BF4C7E"/>
    <w:rsid w:val="00BF606B"/>
    <w:rsid w:val="00BF6836"/>
    <w:rsid w:val="00BF68E7"/>
    <w:rsid w:val="00BF6FA6"/>
    <w:rsid w:val="00BF708E"/>
    <w:rsid w:val="00BF71BE"/>
    <w:rsid w:val="00C00F74"/>
    <w:rsid w:val="00C0107C"/>
    <w:rsid w:val="00C0161D"/>
    <w:rsid w:val="00C019B0"/>
    <w:rsid w:val="00C01AAB"/>
    <w:rsid w:val="00C022CF"/>
    <w:rsid w:val="00C0231E"/>
    <w:rsid w:val="00C02757"/>
    <w:rsid w:val="00C02971"/>
    <w:rsid w:val="00C048C4"/>
    <w:rsid w:val="00C04EF8"/>
    <w:rsid w:val="00C05427"/>
    <w:rsid w:val="00C05E8C"/>
    <w:rsid w:val="00C06369"/>
    <w:rsid w:val="00C06AB1"/>
    <w:rsid w:val="00C07414"/>
    <w:rsid w:val="00C078CF"/>
    <w:rsid w:val="00C07D60"/>
    <w:rsid w:val="00C100E5"/>
    <w:rsid w:val="00C100E7"/>
    <w:rsid w:val="00C104DE"/>
    <w:rsid w:val="00C106B4"/>
    <w:rsid w:val="00C1104B"/>
    <w:rsid w:val="00C112D9"/>
    <w:rsid w:val="00C11D1D"/>
    <w:rsid w:val="00C120D9"/>
    <w:rsid w:val="00C13DD5"/>
    <w:rsid w:val="00C140BD"/>
    <w:rsid w:val="00C14B8F"/>
    <w:rsid w:val="00C1501F"/>
    <w:rsid w:val="00C151DE"/>
    <w:rsid w:val="00C158C0"/>
    <w:rsid w:val="00C16926"/>
    <w:rsid w:val="00C169C3"/>
    <w:rsid w:val="00C16CE6"/>
    <w:rsid w:val="00C171EC"/>
    <w:rsid w:val="00C17482"/>
    <w:rsid w:val="00C177FC"/>
    <w:rsid w:val="00C179FB"/>
    <w:rsid w:val="00C17D33"/>
    <w:rsid w:val="00C20F11"/>
    <w:rsid w:val="00C20FF9"/>
    <w:rsid w:val="00C21A89"/>
    <w:rsid w:val="00C21DC5"/>
    <w:rsid w:val="00C2218C"/>
    <w:rsid w:val="00C2282C"/>
    <w:rsid w:val="00C22A85"/>
    <w:rsid w:val="00C22AB7"/>
    <w:rsid w:val="00C22CA0"/>
    <w:rsid w:val="00C23952"/>
    <w:rsid w:val="00C23E41"/>
    <w:rsid w:val="00C23E67"/>
    <w:rsid w:val="00C24522"/>
    <w:rsid w:val="00C252D8"/>
    <w:rsid w:val="00C2563A"/>
    <w:rsid w:val="00C25EFE"/>
    <w:rsid w:val="00C266BB"/>
    <w:rsid w:val="00C26B35"/>
    <w:rsid w:val="00C26C54"/>
    <w:rsid w:val="00C26C80"/>
    <w:rsid w:val="00C26D32"/>
    <w:rsid w:val="00C2767C"/>
    <w:rsid w:val="00C27711"/>
    <w:rsid w:val="00C277AE"/>
    <w:rsid w:val="00C27A4B"/>
    <w:rsid w:val="00C27C35"/>
    <w:rsid w:val="00C27D42"/>
    <w:rsid w:val="00C27EA0"/>
    <w:rsid w:val="00C27F05"/>
    <w:rsid w:val="00C3082C"/>
    <w:rsid w:val="00C30959"/>
    <w:rsid w:val="00C30C9E"/>
    <w:rsid w:val="00C312C1"/>
    <w:rsid w:val="00C3180B"/>
    <w:rsid w:val="00C324B6"/>
    <w:rsid w:val="00C3275A"/>
    <w:rsid w:val="00C33FE7"/>
    <w:rsid w:val="00C34545"/>
    <w:rsid w:val="00C348C7"/>
    <w:rsid w:val="00C349D3"/>
    <w:rsid w:val="00C34E18"/>
    <w:rsid w:val="00C35319"/>
    <w:rsid w:val="00C35335"/>
    <w:rsid w:val="00C35DBE"/>
    <w:rsid w:val="00C35E0F"/>
    <w:rsid w:val="00C3614B"/>
    <w:rsid w:val="00C36E2E"/>
    <w:rsid w:val="00C36F74"/>
    <w:rsid w:val="00C3717E"/>
    <w:rsid w:val="00C4010E"/>
    <w:rsid w:val="00C41D2C"/>
    <w:rsid w:val="00C42A7B"/>
    <w:rsid w:val="00C435EC"/>
    <w:rsid w:val="00C44480"/>
    <w:rsid w:val="00C44B20"/>
    <w:rsid w:val="00C44FF8"/>
    <w:rsid w:val="00C45054"/>
    <w:rsid w:val="00C4513F"/>
    <w:rsid w:val="00C459B1"/>
    <w:rsid w:val="00C45B83"/>
    <w:rsid w:val="00C45BC6"/>
    <w:rsid w:val="00C45C57"/>
    <w:rsid w:val="00C45CF7"/>
    <w:rsid w:val="00C46A40"/>
    <w:rsid w:val="00C46CAE"/>
    <w:rsid w:val="00C47430"/>
    <w:rsid w:val="00C4782F"/>
    <w:rsid w:val="00C50290"/>
    <w:rsid w:val="00C508F7"/>
    <w:rsid w:val="00C50AD0"/>
    <w:rsid w:val="00C50EF6"/>
    <w:rsid w:val="00C512E5"/>
    <w:rsid w:val="00C51775"/>
    <w:rsid w:val="00C53ECA"/>
    <w:rsid w:val="00C542A7"/>
    <w:rsid w:val="00C5444E"/>
    <w:rsid w:val="00C55403"/>
    <w:rsid w:val="00C56ACF"/>
    <w:rsid w:val="00C56C00"/>
    <w:rsid w:val="00C57517"/>
    <w:rsid w:val="00C57F29"/>
    <w:rsid w:val="00C60FDD"/>
    <w:rsid w:val="00C6193C"/>
    <w:rsid w:val="00C619C5"/>
    <w:rsid w:val="00C62897"/>
    <w:rsid w:val="00C631E1"/>
    <w:rsid w:val="00C63747"/>
    <w:rsid w:val="00C63E18"/>
    <w:rsid w:val="00C642BC"/>
    <w:rsid w:val="00C64386"/>
    <w:rsid w:val="00C64DBB"/>
    <w:rsid w:val="00C65AEC"/>
    <w:rsid w:val="00C65C7C"/>
    <w:rsid w:val="00C663C1"/>
    <w:rsid w:val="00C66958"/>
    <w:rsid w:val="00C66BDA"/>
    <w:rsid w:val="00C66D4B"/>
    <w:rsid w:val="00C67E4F"/>
    <w:rsid w:val="00C70032"/>
    <w:rsid w:val="00C707A1"/>
    <w:rsid w:val="00C70910"/>
    <w:rsid w:val="00C70BBC"/>
    <w:rsid w:val="00C70EE1"/>
    <w:rsid w:val="00C710F6"/>
    <w:rsid w:val="00C719CE"/>
    <w:rsid w:val="00C71B03"/>
    <w:rsid w:val="00C7260F"/>
    <w:rsid w:val="00C72983"/>
    <w:rsid w:val="00C731A4"/>
    <w:rsid w:val="00C7395B"/>
    <w:rsid w:val="00C74FDD"/>
    <w:rsid w:val="00C75FBD"/>
    <w:rsid w:val="00C76DAF"/>
    <w:rsid w:val="00C77670"/>
    <w:rsid w:val="00C8042E"/>
    <w:rsid w:val="00C8052C"/>
    <w:rsid w:val="00C806E5"/>
    <w:rsid w:val="00C80A90"/>
    <w:rsid w:val="00C80BFD"/>
    <w:rsid w:val="00C80C3B"/>
    <w:rsid w:val="00C81631"/>
    <w:rsid w:val="00C821B1"/>
    <w:rsid w:val="00C84552"/>
    <w:rsid w:val="00C84E2C"/>
    <w:rsid w:val="00C85029"/>
    <w:rsid w:val="00C87974"/>
    <w:rsid w:val="00C90038"/>
    <w:rsid w:val="00C901DD"/>
    <w:rsid w:val="00C9062C"/>
    <w:rsid w:val="00C9070F"/>
    <w:rsid w:val="00C907A7"/>
    <w:rsid w:val="00C9121F"/>
    <w:rsid w:val="00C91633"/>
    <w:rsid w:val="00C9170E"/>
    <w:rsid w:val="00C9177B"/>
    <w:rsid w:val="00C9185F"/>
    <w:rsid w:val="00C923F5"/>
    <w:rsid w:val="00C92C80"/>
    <w:rsid w:val="00C93731"/>
    <w:rsid w:val="00C937E8"/>
    <w:rsid w:val="00C93A2F"/>
    <w:rsid w:val="00C93D71"/>
    <w:rsid w:val="00C94238"/>
    <w:rsid w:val="00C942C0"/>
    <w:rsid w:val="00C94582"/>
    <w:rsid w:val="00C94AE4"/>
    <w:rsid w:val="00C951B9"/>
    <w:rsid w:val="00C9543F"/>
    <w:rsid w:val="00C95956"/>
    <w:rsid w:val="00C960DF"/>
    <w:rsid w:val="00C96835"/>
    <w:rsid w:val="00C96CAB"/>
    <w:rsid w:val="00C96EB8"/>
    <w:rsid w:val="00C9777B"/>
    <w:rsid w:val="00C97E04"/>
    <w:rsid w:val="00CA0175"/>
    <w:rsid w:val="00CA032D"/>
    <w:rsid w:val="00CA08D6"/>
    <w:rsid w:val="00CA1275"/>
    <w:rsid w:val="00CA1F9E"/>
    <w:rsid w:val="00CA2452"/>
    <w:rsid w:val="00CA2ACC"/>
    <w:rsid w:val="00CA2B96"/>
    <w:rsid w:val="00CA2C34"/>
    <w:rsid w:val="00CA302B"/>
    <w:rsid w:val="00CA32F9"/>
    <w:rsid w:val="00CA3A8B"/>
    <w:rsid w:val="00CA3B73"/>
    <w:rsid w:val="00CA3EF8"/>
    <w:rsid w:val="00CA433E"/>
    <w:rsid w:val="00CA47EA"/>
    <w:rsid w:val="00CA4EEA"/>
    <w:rsid w:val="00CA579C"/>
    <w:rsid w:val="00CA6203"/>
    <w:rsid w:val="00CA6633"/>
    <w:rsid w:val="00CA6647"/>
    <w:rsid w:val="00CA68C7"/>
    <w:rsid w:val="00CA6FDC"/>
    <w:rsid w:val="00CA7A88"/>
    <w:rsid w:val="00CB0705"/>
    <w:rsid w:val="00CB1591"/>
    <w:rsid w:val="00CB15D2"/>
    <w:rsid w:val="00CB15E6"/>
    <w:rsid w:val="00CB188E"/>
    <w:rsid w:val="00CB24F6"/>
    <w:rsid w:val="00CB2932"/>
    <w:rsid w:val="00CB47A7"/>
    <w:rsid w:val="00CB5576"/>
    <w:rsid w:val="00CB5932"/>
    <w:rsid w:val="00CB5C17"/>
    <w:rsid w:val="00CB5C22"/>
    <w:rsid w:val="00CB60BF"/>
    <w:rsid w:val="00CB6870"/>
    <w:rsid w:val="00CB6877"/>
    <w:rsid w:val="00CB69FA"/>
    <w:rsid w:val="00CB6B93"/>
    <w:rsid w:val="00CB6CDE"/>
    <w:rsid w:val="00CB796D"/>
    <w:rsid w:val="00CB7A95"/>
    <w:rsid w:val="00CB7C45"/>
    <w:rsid w:val="00CB7EC0"/>
    <w:rsid w:val="00CB7FF4"/>
    <w:rsid w:val="00CC1BEC"/>
    <w:rsid w:val="00CC1DD9"/>
    <w:rsid w:val="00CC27E1"/>
    <w:rsid w:val="00CC304D"/>
    <w:rsid w:val="00CC337C"/>
    <w:rsid w:val="00CC3393"/>
    <w:rsid w:val="00CC34C2"/>
    <w:rsid w:val="00CC3AF8"/>
    <w:rsid w:val="00CC5585"/>
    <w:rsid w:val="00CC65D5"/>
    <w:rsid w:val="00CC6DE1"/>
    <w:rsid w:val="00CC705A"/>
    <w:rsid w:val="00CC7824"/>
    <w:rsid w:val="00CD06BF"/>
    <w:rsid w:val="00CD0740"/>
    <w:rsid w:val="00CD0B2D"/>
    <w:rsid w:val="00CD2057"/>
    <w:rsid w:val="00CD21BA"/>
    <w:rsid w:val="00CD2348"/>
    <w:rsid w:val="00CD284C"/>
    <w:rsid w:val="00CD2A02"/>
    <w:rsid w:val="00CD2C90"/>
    <w:rsid w:val="00CD325F"/>
    <w:rsid w:val="00CD3441"/>
    <w:rsid w:val="00CD386C"/>
    <w:rsid w:val="00CD41BB"/>
    <w:rsid w:val="00CD4285"/>
    <w:rsid w:val="00CD47AA"/>
    <w:rsid w:val="00CD47DA"/>
    <w:rsid w:val="00CD49CC"/>
    <w:rsid w:val="00CD59DF"/>
    <w:rsid w:val="00CD68A4"/>
    <w:rsid w:val="00CD6D27"/>
    <w:rsid w:val="00CD774C"/>
    <w:rsid w:val="00CD795D"/>
    <w:rsid w:val="00CE09D3"/>
    <w:rsid w:val="00CE113D"/>
    <w:rsid w:val="00CE121F"/>
    <w:rsid w:val="00CE1412"/>
    <w:rsid w:val="00CE269E"/>
    <w:rsid w:val="00CE284A"/>
    <w:rsid w:val="00CE37A2"/>
    <w:rsid w:val="00CE381C"/>
    <w:rsid w:val="00CE40F0"/>
    <w:rsid w:val="00CE44EC"/>
    <w:rsid w:val="00CE5CAF"/>
    <w:rsid w:val="00CE61E6"/>
    <w:rsid w:val="00CE66E8"/>
    <w:rsid w:val="00CE67C6"/>
    <w:rsid w:val="00CE6D8A"/>
    <w:rsid w:val="00CE729F"/>
    <w:rsid w:val="00CE7320"/>
    <w:rsid w:val="00CE75AF"/>
    <w:rsid w:val="00CE76E7"/>
    <w:rsid w:val="00CE7F26"/>
    <w:rsid w:val="00CF0ABD"/>
    <w:rsid w:val="00CF0B2A"/>
    <w:rsid w:val="00CF0F0A"/>
    <w:rsid w:val="00CF0FE1"/>
    <w:rsid w:val="00CF1EE3"/>
    <w:rsid w:val="00CF2339"/>
    <w:rsid w:val="00CF26E1"/>
    <w:rsid w:val="00CF28B0"/>
    <w:rsid w:val="00CF2FDE"/>
    <w:rsid w:val="00CF43BF"/>
    <w:rsid w:val="00CF47DC"/>
    <w:rsid w:val="00CF53A0"/>
    <w:rsid w:val="00CF58BA"/>
    <w:rsid w:val="00CF607A"/>
    <w:rsid w:val="00CF628D"/>
    <w:rsid w:val="00CF68BA"/>
    <w:rsid w:val="00CF69E7"/>
    <w:rsid w:val="00CF6BD5"/>
    <w:rsid w:val="00CF6F35"/>
    <w:rsid w:val="00CF7317"/>
    <w:rsid w:val="00CF7DFC"/>
    <w:rsid w:val="00D00A85"/>
    <w:rsid w:val="00D00D42"/>
    <w:rsid w:val="00D00EFA"/>
    <w:rsid w:val="00D010EC"/>
    <w:rsid w:val="00D01A20"/>
    <w:rsid w:val="00D0256D"/>
    <w:rsid w:val="00D02795"/>
    <w:rsid w:val="00D027B4"/>
    <w:rsid w:val="00D028ED"/>
    <w:rsid w:val="00D03457"/>
    <w:rsid w:val="00D045EA"/>
    <w:rsid w:val="00D04618"/>
    <w:rsid w:val="00D04920"/>
    <w:rsid w:val="00D0510B"/>
    <w:rsid w:val="00D05539"/>
    <w:rsid w:val="00D059B0"/>
    <w:rsid w:val="00D05EAE"/>
    <w:rsid w:val="00D067A9"/>
    <w:rsid w:val="00D068F0"/>
    <w:rsid w:val="00D069F9"/>
    <w:rsid w:val="00D06A1D"/>
    <w:rsid w:val="00D06F03"/>
    <w:rsid w:val="00D1061B"/>
    <w:rsid w:val="00D10660"/>
    <w:rsid w:val="00D1085F"/>
    <w:rsid w:val="00D119E0"/>
    <w:rsid w:val="00D11FBC"/>
    <w:rsid w:val="00D12CE6"/>
    <w:rsid w:val="00D12E64"/>
    <w:rsid w:val="00D13000"/>
    <w:rsid w:val="00D134A5"/>
    <w:rsid w:val="00D13CD2"/>
    <w:rsid w:val="00D13FF0"/>
    <w:rsid w:val="00D14293"/>
    <w:rsid w:val="00D14558"/>
    <w:rsid w:val="00D146C4"/>
    <w:rsid w:val="00D14BA5"/>
    <w:rsid w:val="00D1533B"/>
    <w:rsid w:val="00D156A5"/>
    <w:rsid w:val="00D15DD4"/>
    <w:rsid w:val="00D16115"/>
    <w:rsid w:val="00D16198"/>
    <w:rsid w:val="00D16E12"/>
    <w:rsid w:val="00D17FDC"/>
    <w:rsid w:val="00D20021"/>
    <w:rsid w:val="00D200AB"/>
    <w:rsid w:val="00D20894"/>
    <w:rsid w:val="00D208A5"/>
    <w:rsid w:val="00D20C43"/>
    <w:rsid w:val="00D20D24"/>
    <w:rsid w:val="00D20FB0"/>
    <w:rsid w:val="00D2102B"/>
    <w:rsid w:val="00D21488"/>
    <w:rsid w:val="00D22600"/>
    <w:rsid w:val="00D2281A"/>
    <w:rsid w:val="00D22D3E"/>
    <w:rsid w:val="00D22F83"/>
    <w:rsid w:val="00D2305B"/>
    <w:rsid w:val="00D23A11"/>
    <w:rsid w:val="00D23A40"/>
    <w:rsid w:val="00D24B96"/>
    <w:rsid w:val="00D24C06"/>
    <w:rsid w:val="00D256E0"/>
    <w:rsid w:val="00D25A51"/>
    <w:rsid w:val="00D25C50"/>
    <w:rsid w:val="00D26956"/>
    <w:rsid w:val="00D27963"/>
    <w:rsid w:val="00D30458"/>
    <w:rsid w:val="00D3062A"/>
    <w:rsid w:val="00D311E2"/>
    <w:rsid w:val="00D31D44"/>
    <w:rsid w:val="00D31F90"/>
    <w:rsid w:val="00D32094"/>
    <w:rsid w:val="00D32143"/>
    <w:rsid w:val="00D32989"/>
    <w:rsid w:val="00D32CF9"/>
    <w:rsid w:val="00D3309F"/>
    <w:rsid w:val="00D33134"/>
    <w:rsid w:val="00D331A5"/>
    <w:rsid w:val="00D334A3"/>
    <w:rsid w:val="00D33B5A"/>
    <w:rsid w:val="00D33C9A"/>
    <w:rsid w:val="00D3469E"/>
    <w:rsid w:val="00D34D04"/>
    <w:rsid w:val="00D351B6"/>
    <w:rsid w:val="00D35A70"/>
    <w:rsid w:val="00D35BDD"/>
    <w:rsid w:val="00D35C1F"/>
    <w:rsid w:val="00D35E70"/>
    <w:rsid w:val="00D36651"/>
    <w:rsid w:val="00D3694B"/>
    <w:rsid w:val="00D36B2F"/>
    <w:rsid w:val="00D37372"/>
    <w:rsid w:val="00D379FA"/>
    <w:rsid w:val="00D40502"/>
    <w:rsid w:val="00D4113E"/>
    <w:rsid w:val="00D413FC"/>
    <w:rsid w:val="00D41A1A"/>
    <w:rsid w:val="00D41F80"/>
    <w:rsid w:val="00D41FE3"/>
    <w:rsid w:val="00D43D60"/>
    <w:rsid w:val="00D43E7E"/>
    <w:rsid w:val="00D43F5B"/>
    <w:rsid w:val="00D442D1"/>
    <w:rsid w:val="00D44674"/>
    <w:rsid w:val="00D44997"/>
    <w:rsid w:val="00D45974"/>
    <w:rsid w:val="00D45AF4"/>
    <w:rsid w:val="00D46D6A"/>
    <w:rsid w:val="00D47118"/>
    <w:rsid w:val="00D47543"/>
    <w:rsid w:val="00D47858"/>
    <w:rsid w:val="00D47A5B"/>
    <w:rsid w:val="00D47F5D"/>
    <w:rsid w:val="00D5086E"/>
    <w:rsid w:val="00D509AF"/>
    <w:rsid w:val="00D513BF"/>
    <w:rsid w:val="00D519A2"/>
    <w:rsid w:val="00D52440"/>
    <w:rsid w:val="00D52976"/>
    <w:rsid w:val="00D5315C"/>
    <w:rsid w:val="00D531C7"/>
    <w:rsid w:val="00D54979"/>
    <w:rsid w:val="00D54D6D"/>
    <w:rsid w:val="00D5521C"/>
    <w:rsid w:val="00D561FB"/>
    <w:rsid w:val="00D5665F"/>
    <w:rsid w:val="00D57A77"/>
    <w:rsid w:val="00D57AA6"/>
    <w:rsid w:val="00D601C6"/>
    <w:rsid w:val="00D60844"/>
    <w:rsid w:val="00D60D3A"/>
    <w:rsid w:val="00D6139B"/>
    <w:rsid w:val="00D61FEB"/>
    <w:rsid w:val="00D63642"/>
    <w:rsid w:val="00D64AD6"/>
    <w:rsid w:val="00D64BF5"/>
    <w:rsid w:val="00D64E18"/>
    <w:rsid w:val="00D64F65"/>
    <w:rsid w:val="00D65D13"/>
    <w:rsid w:val="00D667C9"/>
    <w:rsid w:val="00D66B02"/>
    <w:rsid w:val="00D67D17"/>
    <w:rsid w:val="00D7009E"/>
    <w:rsid w:val="00D707CB"/>
    <w:rsid w:val="00D7083D"/>
    <w:rsid w:val="00D716E7"/>
    <w:rsid w:val="00D7328B"/>
    <w:rsid w:val="00D73C4C"/>
    <w:rsid w:val="00D745A5"/>
    <w:rsid w:val="00D749EA"/>
    <w:rsid w:val="00D74FA5"/>
    <w:rsid w:val="00D755B6"/>
    <w:rsid w:val="00D75E2B"/>
    <w:rsid w:val="00D76620"/>
    <w:rsid w:val="00D8017C"/>
    <w:rsid w:val="00D8034D"/>
    <w:rsid w:val="00D8055D"/>
    <w:rsid w:val="00D80DD7"/>
    <w:rsid w:val="00D81013"/>
    <w:rsid w:val="00D818C1"/>
    <w:rsid w:val="00D81A3D"/>
    <w:rsid w:val="00D81BDA"/>
    <w:rsid w:val="00D81E21"/>
    <w:rsid w:val="00D81F74"/>
    <w:rsid w:val="00D823AA"/>
    <w:rsid w:val="00D83303"/>
    <w:rsid w:val="00D8397B"/>
    <w:rsid w:val="00D84BF9"/>
    <w:rsid w:val="00D84E52"/>
    <w:rsid w:val="00D85851"/>
    <w:rsid w:val="00D8650D"/>
    <w:rsid w:val="00D86E9A"/>
    <w:rsid w:val="00D86EAC"/>
    <w:rsid w:val="00D87104"/>
    <w:rsid w:val="00D87488"/>
    <w:rsid w:val="00D879F1"/>
    <w:rsid w:val="00D87B0B"/>
    <w:rsid w:val="00D90547"/>
    <w:rsid w:val="00D905B8"/>
    <w:rsid w:val="00D9065F"/>
    <w:rsid w:val="00D90787"/>
    <w:rsid w:val="00D90E8E"/>
    <w:rsid w:val="00D9104C"/>
    <w:rsid w:val="00D91525"/>
    <w:rsid w:val="00D91A2E"/>
    <w:rsid w:val="00D91ABC"/>
    <w:rsid w:val="00D91B18"/>
    <w:rsid w:val="00D91DB1"/>
    <w:rsid w:val="00D9215A"/>
    <w:rsid w:val="00D9257B"/>
    <w:rsid w:val="00D929AC"/>
    <w:rsid w:val="00D92A41"/>
    <w:rsid w:val="00D92FBD"/>
    <w:rsid w:val="00D930BD"/>
    <w:rsid w:val="00D93D05"/>
    <w:rsid w:val="00D93EF1"/>
    <w:rsid w:val="00D93FFC"/>
    <w:rsid w:val="00D947F3"/>
    <w:rsid w:val="00D9484C"/>
    <w:rsid w:val="00D95390"/>
    <w:rsid w:val="00D96364"/>
    <w:rsid w:val="00D9662E"/>
    <w:rsid w:val="00D96FDC"/>
    <w:rsid w:val="00D96FF4"/>
    <w:rsid w:val="00D9708A"/>
    <w:rsid w:val="00D97099"/>
    <w:rsid w:val="00D97257"/>
    <w:rsid w:val="00D97F19"/>
    <w:rsid w:val="00DA0084"/>
    <w:rsid w:val="00DA0470"/>
    <w:rsid w:val="00DA06CB"/>
    <w:rsid w:val="00DA0750"/>
    <w:rsid w:val="00DA082C"/>
    <w:rsid w:val="00DA08BB"/>
    <w:rsid w:val="00DA0AE1"/>
    <w:rsid w:val="00DA12E7"/>
    <w:rsid w:val="00DA1EAC"/>
    <w:rsid w:val="00DA27F6"/>
    <w:rsid w:val="00DA319F"/>
    <w:rsid w:val="00DA34F5"/>
    <w:rsid w:val="00DA4FF4"/>
    <w:rsid w:val="00DA552A"/>
    <w:rsid w:val="00DA5C9D"/>
    <w:rsid w:val="00DA62D0"/>
    <w:rsid w:val="00DA658B"/>
    <w:rsid w:val="00DA6B00"/>
    <w:rsid w:val="00DA6C5C"/>
    <w:rsid w:val="00DA6F53"/>
    <w:rsid w:val="00DB045E"/>
    <w:rsid w:val="00DB1DA9"/>
    <w:rsid w:val="00DB1F0A"/>
    <w:rsid w:val="00DB221C"/>
    <w:rsid w:val="00DB2E55"/>
    <w:rsid w:val="00DB309C"/>
    <w:rsid w:val="00DB42CF"/>
    <w:rsid w:val="00DB4CC8"/>
    <w:rsid w:val="00DB4D35"/>
    <w:rsid w:val="00DB4F05"/>
    <w:rsid w:val="00DB572B"/>
    <w:rsid w:val="00DB59CE"/>
    <w:rsid w:val="00DB5B65"/>
    <w:rsid w:val="00DB6172"/>
    <w:rsid w:val="00DB7264"/>
    <w:rsid w:val="00DC0124"/>
    <w:rsid w:val="00DC0D5D"/>
    <w:rsid w:val="00DC0E2D"/>
    <w:rsid w:val="00DC1712"/>
    <w:rsid w:val="00DC2679"/>
    <w:rsid w:val="00DC2E7E"/>
    <w:rsid w:val="00DC363C"/>
    <w:rsid w:val="00DC37D1"/>
    <w:rsid w:val="00DC3EBF"/>
    <w:rsid w:val="00DC40E9"/>
    <w:rsid w:val="00DC4ECD"/>
    <w:rsid w:val="00DC5521"/>
    <w:rsid w:val="00DC5AE2"/>
    <w:rsid w:val="00DC5EC3"/>
    <w:rsid w:val="00DC66A7"/>
    <w:rsid w:val="00DC68D5"/>
    <w:rsid w:val="00DC6AB9"/>
    <w:rsid w:val="00DC710A"/>
    <w:rsid w:val="00DC7465"/>
    <w:rsid w:val="00DC763C"/>
    <w:rsid w:val="00DC7F1F"/>
    <w:rsid w:val="00DD133D"/>
    <w:rsid w:val="00DD15D1"/>
    <w:rsid w:val="00DD1CCE"/>
    <w:rsid w:val="00DD24C2"/>
    <w:rsid w:val="00DD2769"/>
    <w:rsid w:val="00DD287F"/>
    <w:rsid w:val="00DD32B7"/>
    <w:rsid w:val="00DD4569"/>
    <w:rsid w:val="00DD5190"/>
    <w:rsid w:val="00DD51D6"/>
    <w:rsid w:val="00DD5587"/>
    <w:rsid w:val="00DD5DC0"/>
    <w:rsid w:val="00DD6108"/>
    <w:rsid w:val="00DD619E"/>
    <w:rsid w:val="00DD63C5"/>
    <w:rsid w:val="00DD6541"/>
    <w:rsid w:val="00DD6844"/>
    <w:rsid w:val="00DD6B08"/>
    <w:rsid w:val="00DD6E61"/>
    <w:rsid w:val="00DD77CF"/>
    <w:rsid w:val="00DD7936"/>
    <w:rsid w:val="00DE0648"/>
    <w:rsid w:val="00DE0B94"/>
    <w:rsid w:val="00DE1242"/>
    <w:rsid w:val="00DE1254"/>
    <w:rsid w:val="00DE145A"/>
    <w:rsid w:val="00DE1B09"/>
    <w:rsid w:val="00DE1B7E"/>
    <w:rsid w:val="00DE1EA1"/>
    <w:rsid w:val="00DE1EC1"/>
    <w:rsid w:val="00DE2A6A"/>
    <w:rsid w:val="00DE3E08"/>
    <w:rsid w:val="00DE49E7"/>
    <w:rsid w:val="00DE534C"/>
    <w:rsid w:val="00DE5483"/>
    <w:rsid w:val="00DE57F9"/>
    <w:rsid w:val="00DE5A17"/>
    <w:rsid w:val="00DE5C1B"/>
    <w:rsid w:val="00DE5D79"/>
    <w:rsid w:val="00DE6AF7"/>
    <w:rsid w:val="00DE745F"/>
    <w:rsid w:val="00DE74D9"/>
    <w:rsid w:val="00DE7598"/>
    <w:rsid w:val="00DE77F5"/>
    <w:rsid w:val="00DE7E8C"/>
    <w:rsid w:val="00DF065D"/>
    <w:rsid w:val="00DF1195"/>
    <w:rsid w:val="00DF1805"/>
    <w:rsid w:val="00DF1C35"/>
    <w:rsid w:val="00DF1FE6"/>
    <w:rsid w:val="00DF21A6"/>
    <w:rsid w:val="00DF2759"/>
    <w:rsid w:val="00DF2796"/>
    <w:rsid w:val="00DF2F40"/>
    <w:rsid w:val="00DF3332"/>
    <w:rsid w:val="00DF3C25"/>
    <w:rsid w:val="00DF42FB"/>
    <w:rsid w:val="00DF59F2"/>
    <w:rsid w:val="00DF5A45"/>
    <w:rsid w:val="00DF612C"/>
    <w:rsid w:val="00DF686E"/>
    <w:rsid w:val="00DF695A"/>
    <w:rsid w:val="00DF7A49"/>
    <w:rsid w:val="00DF7ED7"/>
    <w:rsid w:val="00E00D9B"/>
    <w:rsid w:val="00E013B1"/>
    <w:rsid w:val="00E015DF"/>
    <w:rsid w:val="00E01B30"/>
    <w:rsid w:val="00E01F0C"/>
    <w:rsid w:val="00E02201"/>
    <w:rsid w:val="00E03680"/>
    <w:rsid w:val="00E03D27"/>
    <w:rsid w:val="00E0446B"/>
    <w:rsid w:val="00E047FA"/>
    <w:rsid w:val="00E04862"/>
    <w:rsid w:val="00E0496B"/>
    <w:rsid w:val="00E05313"/>
    <w:rsid w:val="00E06156"/>
    <w:rsid w:val="00E069C9"/>
    <w:rsid w:val="00E06EB2"/>
    <w:rsid w:val="00E07A39"/>
    <w:rsid w:val="00E07B25"/>
    <w:rsid w:val="00E110E9"/>
    <w:rsid w:val="00E1263B"/>
    <w:rsid w:val="00E13F2B"/>
    <w:rsid w:val="00E14515"/>
    <w:rsid w:val="00E1497C"/>
    <w:rsid w:val="00E1498E"/>
    <w:rsid w:val="00E1535E"/>
    <w:rsid w:val="00E15A02"/>
    <w:rsid w:val="00E15ACF"/>
    <w:rsid w:val="00E17025"/>
    <w:rsid w:val="00E17704"/>
    <w:rsid w:val="00E179A1"/>
    <w:rsid w:val="00E20AAB"/>
    <w:rsid w:val="00E2111D"/>
    <w:rsid w:val="00E21170"/>
    <w:rsid w:val="00E2141A"/>
    <w:rsid w:val="00E21C98"/>
    <w:rsid w:val="00E22155"/>
    <w:rsid w:val="00E22424"/>
    <w:rsid w:val="00E22687"/>
    <w:rsid w:val="00E22E52"/>
    <w:rsid w:val="00E22FB5"/>
    <w:rsid w:val="00E2328B"/>
    <w:rsid w:val="00E23849"/>
    <w:rsid w:val="00E23BBD"/>
    <w:rsid w:val="00E23DDC"/>
    <w:rsid w:val="00E23F5E"/>
    <w:rsid w:val="00E244F5"/>
    <w:rsid w:val="00E24A3B"/>
    <w:rsid w:val="00E24F68"/>
    <w:rsid w:val="00E2626D"/>
    <w:rsid w:val="00E26806"/>
    <w:rsid w:val="00E26F35"/>
    <w:rsid w:val="00E27121"/>
    <w:rsid w:val="00E27871"/>
    <w:rsid w:val="00E30257"/>
    <w:rsid w:val="00E30369"/>
    <w:rsid w:val="00E306BB"/>
    <w:rsid w:val="00E307F3"/>
    <w:rsid w:val="00E30927"/>
    <w:rsid w:val="00E30A76"/>
    <w:rsid w:val="00E30EA8"/>
    <w:rsid w:val="00E32075"/>
    <w:rsid w:val="00E3209A"/>
    <w:rsid w:val="00E3217D"/>
    <w:rsid w:val="00E32700"/>
    <w:rsid w:val="00E32AA6"/>
    <w:rsid w:val="00E33094"/>
    <w:rsid w:val="00E33256"/>
    <w:rsid w:val="00E3326C"/>
    <w:rsid w:val="00E332D0"/>
    <w:rsid w:val="00E3382C"/>
    <w:rsid w:val="00E3386A"/>
    <w:rsid w:val="00E33A6C"/>
    <w:rsid w:val="00E34593"/>
    <w:rsid w:val="00E34705"/>
    <w:rsid w:val="00E34A49"/>
    <w:rsid w:val="00E34E3D"/>
    <w:rsid w:val="00E34F3E"/>
    <w:rsid w:val="00E35169"/>
    <w:rsid w:val="00E3578B"/>
    <w:rsid w:val="00E3669D"/>
    <w:rsid w:val="00E366A6"/>
    <w:rsid w:val="00E3687B"/>
    <w:rsid w:val="00E37609"/>
    <w:rsid w:val="00E37994"/>
    <w:rsid w:val="00E37AC3"/>
    <w:rsid w:val="00E404D3"/>
    <w:rsid w:val="00E4267F"/>
    <w:rsid w:val="00E42BA6"/>
    <w:rsid w:val="00E4386C"/>
    <w:rsid w:val="00E438CE"/>
    <w:rsid w:val="00E44035"/>
    <w:rsid w:val="00E44119"/>
    <w:rsid w:val="00E44277"/>
    <w:rsid w:val="00E4459E"/>
    <w:rsid w:val="00E44958"/>
    <w:rsid w:val="00E44A1F"/>
    <w:rsid w:val="00E45495"/>
    <w:rsid w:val="00E45971"/>
    <w:rsid w:val="00E45D39"/>
    <w:rsid w:val="00E4623C"/>
    <w:rsid w:val="00E462AC"/>
    <w:rsid w:val="00E46A23"/>
    <w:rsid w:val="00E474C0"/>
    <w:rsid w:val="00E47D85"/>
    <w:rsid w:val="00E503E7"/>
    <w:rsid w:val="00E509FF"/>
    <w:rsid w:val="00E50B32"/>
    <w:rsid w:val="00E50FBA"/>
    <w:rsid w:val="00E5107D"/>
    <w:rsid w:val="00E521C8"/>
    <w:rsid w:val="00E523F5"/>
    <w:rsid w:val="00E5343A"/>
    <w:rsid w:val="00E537C7"/>
    <w:rsid w:val="00E537EF"/>
    <w:rsid w:val="00E55086"/>
    <w:rsid w:val="00E55207"/>
    <w:rsid w:val="00E552DB"/>
    <w:rsid w:val="00E5541A"/>
    <w:rsid w:val="00E5588F"/>
    <w:rsid w:val="00E55F33"/>
    <w:rsid w:val="00E56AB2"/>
    <w:rsid w:val="00E56AEA"/>
    <w:rsid w:val="00E56D30"/>
    <w:rsid w:val="00E570C6"/>
    <w:rsid w:val="00E57339"/>
    <w:rsid w:val="00E577A2"/>
    <w:rsid w:val="00E57F8B"/>
    <w:rsid w:val="00E60009"/>
    <w:rsid w:val="00E600BD"/>
    <w:rsid w:val="00E60C50"/>
    <w:rsid w:val="00E60CEA"/>
    <w:rsid w:val="00E60D09"/>
    <w:rsid w:val="00E60DEE"/>
    <w:rsid w:val="00E623F0"/>
    <w:rsid w:val="00E62B58"/>
    <w:rsid w:val="00E634B8"/>
    <w:rsid w:val="00E6375D"/>
    <w:rsid w:val="00E639C5"/>
    <w:rsid w:val="00E63ADD"/>
    <w:rsid w:val="00E63D5A"/>
    <w:rsid w:val="00E64C37"/>
    <w:rsid w:val="00E64E14"/>
    <w:rsid w:val="00E657C9"/>
    <w:rsid w:val="00E6599C"/>
    <w:rsid w:val="00E65E2B"/>
    <w:rsid w:val="00E65F4D"/>
    <w:rsid w:val="00E66829"/>
    <w:rsid w:val="00E70380"/>
    <w:rsid w:val="00E70AD2"/>
    <w:rsid w:val="00E70CC2"/>
    <w:rsid w:val="00E71790"/>
    <w:rsid w:val="00E72354"/>
    <w:rsid w:val="00E72413"/>
    <w:rsid w:val="00E725A9"/>
    <w:rsid w:val="00E7279A"/>
    <w:rsid w:val="00E72DFD"/>
    <w:rsid w:val="00E730E2"/>
    <w:rsid w:val="00E73DC7"/>
    <w:rsid w:val="00E74990"/>
    <w:rsid w:val="00E74BE8"/>
    <w:rsid w:val="00E74E68"/>
    <w:rsid w:val="00E75024"/>
    <w:rsid w:val="00E75101"/>
    <w:rsid w:val="00E7528D"/>
    <w:rsid w:val="00E75B84"/>
    <w:rsid w:val="00E75D4D"/>
    <w:rsid w:val="00E761BC"/>
    <w:rsid w:val="00E762A2"/>
    <w:rsid w:val="00E76899"/>
    <w:rsid w:val="00E77559"/>
    <w:rsid w:val="00E777F7"/>
    <w:rsid w:val="00E77AD9"/>
    <w:rsid w:val="00E77E6B"/>
    <w:rsid w:val="00E80A92"/>
    <w:rsid w:val="00E81DA1"/>
    <w:rsid w:val="00E822CD"/>
    <w:rsid w:val="00E8505A"/>
    <w:rsid w:val="00E850A2"/>
    <w:rsid w:val="00E856E9"/>
    <w:rsid w:val="00E860D6"/>
    <w:rsid w:val="00E86690"/>
    <w:rsid w:val="00E86BB8"/>
    <w:rsid w:val="00E86CC6"/>
    <w:rsid w:val="00E8737D"/>
    <w:rsid w:val="00E8798B"/>
    <w:rsid w:val="00E9017D"/>
    <w:rsid w:val="00E90887"/>
    <w:rsid w:val="00E90C5C"/>
    <w:rsid w:val="00E91EAF"/>
    <w:rsid w:val="00E91EE5"/>
    <w:rsid w:val="00E92801"/>
    <w:rsid w:val="00E92A6A"/>
    <w:rsid w:val="00E92C85"/>
    <w:rsid w:val="00E93975"/>
    <w:rsid w:val="00E93A29"/>
    <w:rsid w:val="00E94633"/>
    <w:rsid w:val="00E94906"/>
    <w:rsid w:val="00E9579A"/>
    <w:rsid w:val="00E96FCF"/>
    <w:rsid w:val="00E96FDB"/>
    <w:rsid w:val="00E97B4B"/>
    <w:rsid w:val="00EA07A2"/>
    <w:rsid w:val="00EA07E4"/>
    <w:rsid w:val="00EA09C6"/>
    <w:rsid w:val="00EA1A53"/>
    <w:rsid w:val="00EA1CF5"/>
    <w:rsid w:val="00EA26AE"/>
    <w:rsid w:val="00EA2F41"/>
    <w:rsid w:val="00EA331B"/>
    <w:rsid w:val="00EA4482"/>
    <w:rsid w:val="00EA482F"/>
    <w:rsid w:val="00EA4DEC"/>
    <w:rsid w:val="00EA4F12"/>
    <w:rsid w:val="00EA54CA"/>
    <w:rsid w:val="00EA5698"/>
    <w:rsid w:val="00EA571A"/>
    <w:rsid w:val="00EA62C2"/>
    <w:rsid w:val="00EA66E6"/>
    <w:rsid w:val="00EA6825"/>
    <w:rsid w:val="00EA6A72"/>
    <w:rsid w:val="00EB04BC"/>
    <w:rsid w:val="00EB0F0D"/>
    <w:rsid w:val="00EB139D"/>
    <w:rsid w:val="00EB19AD"/>
    <w:rsid w:val="00EB1E48"/>
    <w:rsid w:val="00EB2AFE"/>
    <w:rsid w:val="00EB30FE"/>
    <w:rsid w:val="00EB3B83"/>
    <w:rsid w:val="00EB3CA2"/>
    <w:rsid w:val="00EB3EBB"/>
    <w:rsid w:val="00EB49CE"/>
    <w:rsid w:val="00EB553E"/>
    <w:rsid w:val="00EB596D"/>
    <w:rsid w:val="00EB6506"/>
    <w:rsid w:val="00EB67B6"/>
    <w:rsid w:val="00EB6865"/>
    <w:rsid w:val="00EB7012"/>
    <w:rsid w:val="00EB7A75"/>
    <w:rsid w:val="00EC004D"/>
    <w:rsid w:val="00EC065C"/>
    <w:rsid w:val="00EC138A"/>
    <w:rsid w:val="00EC1CF0"/>
    <w:rsid w:val="00EC1E29"/>
    <w:rsid w:val="00EC2573"/>
    <w:rsid w:val="00EC2D40"/>
    <w:rsid w:val="00EC33AB"/>
    <w:rsid w:val="00EC37D0"/>
    <w:rsid w:val="00EC38B9"/>
    <w:rsid w:val="00EC4353"/>
    <w:rsid w:val="00EC531D"/>
    <w:rsid w:val="00EC56D7"/>
    <w:rsid w:val="00EC59F8"/>
    <w:rsid w:val="00EC6F3B"/>
    <w:rsid w:val="00EC78C4"/>
    <w:rsid w:val="00EC7EF9"/>
    <w:rsid w:val="00ED00BE"/>
    <w:rsid w:val="00ED0A82"/>
    <w:rsid w:val="00ED0ED4"/>
    <w:rsid w:val="00ED0F4E"/>
    <w:rsid w:val="00ED20FD"/>
    <w:rsid w:val="00ED360D"/>
    <w:rsid w:val="00ED4AA1"/>
    <w:rsid w:val="00ED4EF8"/>
    <w:rsid w:val="00ED53F7"/>
    <w:rsid w:val="00ED56B0"/>
    <w:rsid w:val="00ED5E82"/>
    <w:rsid w:val="00ED632E"/>
    <w:rsid w:val="00ED66A1"/>
    <w:rsid w:val="00ED6CCE"/>
    <w:rsid w:val="00ED7190"/>
    <w:rsid w:val="00ED7291"/>
    <w:rsid w:val="00ED7311"/>
    <w:rsid w:val="00ED765F"/>
    <w:rsid w:val="00ED7CD2"/>
    <w:rsid w:val="00EE015A"/>
    <w:rsid w:val="00EE0405"/>
    <w:rsid w:val="00EE168A"/>
    <w:rsid w:val="00EE24D0"/>
    <w:rsid w:val="00EE2B4E"/>
    <w:rsid w:val="00EE2F0C"/>
    <w:rsid w:val="00EE3D27"/>
    <w:rsid w:val="00EE3F88"/>
    <w:rsid w:val="00EE45F2"/>
    <w:rsid w:val="00EE49AF"/>
    <w:rsid w:val="00EE4CB9"/>
    <w:rsid w:val="00EE4D7A"/>
    <w:rsid w:val="00EE5939"/>
    <w:rsid w:val="00EE6107"/>
    <w:rsid w:val="00EE6417"/>
    <w:rsid w:val="00EE72DB"/>
    <w:rsid w:val="00EF010D"/>
    <w:rsid w:val="00EF074F"/>
    <w:rsid w:val="00EF0875"/>
    <w:rsid w:val="00EF0B60"/>
    <w:rsid w:val="00EF0C0E"/>
    <w:rsid w:val="00EF1AD2"/>
    <w:rsid w:val="00EF1BE2"/>
    <w:rsid w:val="00EF2285"/>
    <w:rsid w:val="00EF2A9E"/>
    <w:rsid w:val="00EF2B79"/>
    <w:rsid w:val="00EF2E4D"/>
    <w:rsid w:val="00EF2FCA"/>
    <w:rsid w:val="00EF3467"/>
    <w:rsid w:val="00EF398B"/>
    <w:rsid w:val="00EF5206"/>
    <w:rsid w:val="00EF6C58"/>
    <w:rsid w:val="00EF6D09"/>
    <w:rsid w:val="00EF6DB9"/>
    <w:rsid w:val="00F001D7"/>
    <w:rsid w:val="00F00D61"/>
    <w:rsid w:val="00F012F8"/>
    <w:rsid w:val="00F015E0"/>
    <w:rsid w:val="00F01A67"/>
    <w:rsid w:val="00F01AEF"/>
    <w:rsid w:val="00F02C46"/>
    <w:rsid w:val="00F03AFE"/>
    <w:rsid w:val="00F03E59"/>
    <w:rsid w:val="00F04BAB"/>
    <w:rsid w:val="00F04FEC"/>
    <w:rsid w:val="00F0533A"/>
    <w:rsid w:val="00F058CD"/>
    <w:rsid w:val="00F05F8F"/>
    <w:rsid w:val="00F0621B"/>
    <w:rsid w:val="00F0651A"/>
    <w:rsid w:val="00F0759F"/>
    <w:rsid w:val="00F07BD1"/>
    <w:rsid w:val="00F07E48"/>
    <w:rsid w:val="00F10AC7"/>
    <w:rsid w:val="00F11431"/>
    <w:rsid w:val="00F115F5"/>
    <w:rsid w:val="00F11676"/>
    <w:rsid w:val="00F12318"/>
    <w:rsid w:val="00F13104"/>
    <w:rsid w:val="00F1312A"/>
    <w:rsid w:val="00F1326D"/>
    <w:rsid w:val="00F1329D"/>
    <w:rsid w:val="00F13330"/>
    <w:rsid w:val="00F1348E"/>
    <w:rsid w:val="00F1359D"/>
    <w:rsid w:val="00F13DAD"/>
    <w:rsid w:val="00F13F5B"/>
    <w:rsid w:val="00F1405D"/>
    <w:rsid w:val="00F14794"/>
    <w:rsid w:val="00F14B67"/>
    <w:rsid w:val="00F15419"/>
    <w:rsid w:val="00F15594"/>
    <w:rsid w:val="00F1594B"/>
    <w:rsid w:val="00F16036"/>
    <w:rsid w:val="00F16C61"/>
    <w:rsid w:val="00F16CB0"/>
    <w:rsid w:val="00F208BE"/>
    <w:rsid w:val="00F20938"/>
    <w:rsid w:val="00F20965"/>
    <w:rsid w:val="00F20B89"/>
    <w:rsid w:val="00F21185"/>
    <w:rsid w:val="00F2138D"/>
    <w:rsid w:val="00F2144F"/>
    <w:rsid w:val="00F214CB"/>
    <w:rsid w:val="00F214D4"/>
    <w:rsid w:val="00F22B71"/>
    <w:rsid w:val="00F22CF8"/>
    <w:rsid w:val="00F22DAE"/>
    <w:rsid w:val="00F2313F"/>
    <w:rsid w:val="00F233D9"/>
    <w:rsid w:val="00F23568"/>
    <w:rsid w:val="00F238A2"/>
    <w:rsid w:val="00F23AA6"/>
    <w:rsid w:val="00F23B34"/>
    <w:rsid w:val="00F23D52"/>
    <w:rsid w:val="00F23D6C"/>
    <w:rsid w:val="00F24A6D"/>
    <w:rsid w:val="00F253F5"/>
    <w:rsid w:val="00F25441"/>
    <w:rsid w:val="00F254C1"/>
    <w:rsid w:val="00F25972"/>
    <w:rsid w:val="00F26350"/>
    <w:rsid w:val="00F26C1D"/>
    <w:rsid w:val="00F26FE2"/>
    <w:rsid w:val="00F27183"/>
    <w:rsid w:val="00F30455"/>
    <w:rsid w:val="00F305CA"/>
    <w:rsid w:val="00F30D6C"/>
    <w:rsid w:val="00F31D69"/>
    <w:rsid w:val="00F32858"/>
    <w:rsid w:val="00F328F2"/>
    <w:rsid w:val="00F3350F"/>
    <w:rsid w:val="00F344BC"/>
    <w:rsid w:val="00F346D9"/>
    <w:rsid w:val="00F35404"/>
    <w:rsid w:val="00F35AA0"/>
    <w:rsid w:val="00F35DFF"/>
    <w:rsid w:val="00F35FE3"/>
    <w:rsid w:val="00F35FF8"/>
    <w:rsid w:val="00F36923"/>
    <w:rsid w:val="00F36EA7"/>
    <w:rsid w:val="00F37554"/>
    <w:rsid w:val="00F3755F"/>
    <w:rsid w:val="00F37CC7"/>
    <w:rsid w:val="00F4064F"/>
    <w:rsid w:val="00F406A7"/>
    <w:rsid w:val="00F409A4"/>
    <w:rsid w:val="00F40BA0"/>
    <w:rsid w:val="00F40D7F"/>
    <w:rsid w:val="00F413F1"/>
    <w:rsid w:val="00F4350D"/>
    <w:rsid w:val="00F43DF3"/>
    <w:rsid w:val="00F440D3"/>
    <w:rsid w:val="00F4423D"/>
    <w:rsid w:val="00F45AA9"/>
    <w:rsid w:val="00F45BAA"/>
    <w:rsid w:val="00F45C1E"/>
    <w:rsid w:val="00F4613E"/>
    <w:rsid w:val="00F46CA7"/>
    <w:rsid w:val="00F46F86"/>
    <w:rsid w:val="00F47294"/>
    <w:rsid w:val="00F47FC9"/>
    <w:rsid w:val="00F505F2"/>
    <w:rsid w:val="00F50C79"/>
    <w:rsid w:val="00F51B71"/>
    <w:rsid w:val="00F51BDA"/>
    <w:rsid w:val="00F51D65"/>
    <w:rsid w:val="00F51F74"/>
    <w:rsid w:val="00F52B63"/>
    <w:rsid w:val="00F54245"/>
    <w:rsid w:val="00F5441B"/>
    <w:rsid w:val="00F54ABB"/>
    <w:rsid w:val="00F55224"/>
    <w:rsid w:val="00F55F6F"/>
    <w:rsid w:val="00F560CE"/>
    <w:rsid w:val="00F56398"/>
    <w:rsid w:val="00F5687D"/>
    <w:rsid w:val="00F575EC"/>
    <w:rsid w:val="00F5798D"/>
    <w:rsid w:val="00F57C85"/>
    <w:rsid w:val="00F57D4A"/>
    <w:rsid w:val="00F604C3"/>
    <w:rsid w:val="00F61968"/>
    <w:rsid w:val="00F61C9D"/>
    <w:rsid w:val="00F62301"/>
    <w:rsid w:val="00F623B7"/>
    <w:rsid w:val="00F62511"/>
    <w:rsid w:val="00F62F0D"/>
    <w:rsid w:val="00F633EA"/>
    <w:rsid w:val="00F635C4"/>
    <w:rsid w:val="00F6392C"/>
    <w:rsid w:val="00F64200"/>
    <w:rsid w:val="00F6451F"/>
    <w:rsid w:val="00F64673"/>
    <w:rsid w:val="00F64CC9"/>
    <w:rsid w:val="00F6543F"/>
    <w:rsid w:val="00F6582F"/>
    <w:rsid w:val="00F66109"/>
    <w:rsid w:val="00F6630F"/>
    <w:rsid w:val="00F66C22"/>
    <w:rsid w:val="00F66E07"/>
    <w:rsid w:val="00F66F68"/>
    <w:rsid w:val="00F66FC5"/>
    <w:rsid w:val="00F670D9"/>
    <w:rsid w:val="00F6711E"/>
    <w:rsid w:val="00F674BD"/>
    <w:rsid w:val="00F709CB"/>
    <w:rsid w:val="00F70C0D"/>
    <w:rsid w:val="00F70F66"/>
    <w:rsid w:val="00F7114E"/>
    <w:rsid w:val="00F7121C"/>
    <w:rsid w:val="00F715E8"/>
    <w:rsid w:val="00F716E4"/>
    <w:rsid w:val="00F71C2C"/>
    <w:rsid w:val="00F71FCB"/>
    <w:rsid w:val="00F7282D"/>
    <w:rsid w:val="00F7299E"/>
    <w:rsid w:val="00F7327C"/>
    <w:rsid w:val="00F7391A"/>
    <w:rsid w:val="00F73FCB"/>
    <w:rsid w:val="00F74010"/>
    <w:rsid w:val="00F74558"/>
    <w:rsid w:val="00F74982"/>
    <w:rsid w:val="00F74A7C"/>
    <w:rsid w:val="00F74FD5"/>
    <w:rsid w:val="00F75E38"/>
    <w:rsid w:val="00F7670E"/>
    <w:rsid w:val="00F76BEF"/>
    <w:rsid w:val="00F7756B"/>
    <w:rsid w:val="00F77744"/>
    <w:rsid w:val="00F80396"/>
    <w:rsid w:val="00F806DF"/>
    <w:rsid w:val="00F80B4B"/>
    <w:rsid w:val="00F81112"/>
    <w:rsid w:val="00F81120"/>
    <w:rsid w:val="00F81171"/>
    <w:rsid w:val="00F8120F"/>
    <w:rsid w:val="00F81F94"/>
    <w:rsid w:val="00F81F9B"/>
    <w:rsid w:val="00F82F69"/>
    <w:rsid w:val="00F8366E"/>
    <w:rsid w:val="00F83E91"/>
    <w:rsid w:val="00F8413B"/>
    <w:rsid w:val="00F8468B"/>
    <w:rsid w:val="00F8498B"/>
    <w:rsid w:val="00F85980"/>
    <w:rsid w:val="00F85DEA"/>
    <w:rsid w:val="00F862DD"/>
    <w:rsid w:val="00F86A3E"/>
    <w:rsid w:val="00F86AA1"/>
    <w:rsid w:val="00F86B54"/>
    <w:rsid w:val="00F873CB"/>
    <w:rsid w:val="00F875CF"/>
    <w:rsid w:val="00F87FDF"/>
    <w:rsid w:val="00F90C74"/>
    <w:rsid w:val="00F90DC8"/>
    <w:rsid w:val="00F91122"/>
    <w:rsid w:val="00F915E0"/>
    <w:rsid w:val="00F92317"/>
    <w:rsid w:val="00F92472"/>
    <w:rsid w:val="00F939E2"/>
    <w:rsid w:val="00F93D20"/>
    <w:rsid w:val="00F94ABB"/>
    <w:rsid w:val="00F94D3D"/>
    <w:rsid w:val="00F958D5"/>
    <w:rsid w:val="00F965BF"/>
    <w:rsid w:val="00F97780"/>
    <w:rsid w:val="00F97812"/>
    <w:rsid w:val="00F9795C"/>
    <w:rsid w:val="00FA02BB"/>
    <w:rsid w:val="00FA0AC9"/>
    <w:rsid w:val="00FA0F0C"/>
    <w:rsid w:val="00FA0F7D"/>
    <w:rsid w:val="00FA1105"/>
    <w:rsid w:val="00FA13AC"/>
    <w:rsid w:val="00FA1525"/>
    <w:rsid w:val="00FA1759"/>
    <w:rsid w:val="00FA21ED"/>
    <w:rsid w:val="00FA2470"/>
    <w:rsid w:val="00FA27FD"/>
    <w:rsid w:val="00FA28EC"/>
    <w:rsid w:val="00FA477B"/>
    <w:rsid w:val="00FA4B7C"/>
    <w:rsid w:val="00FA59FE"/>
    <w:rsid w:val="00FA5D7C"/>
    <w:rsid w:val="00FA5E18"/>
    <w:rsid w:val="00FA602B"/>
    <w:rsid w:val="00FA6514"/>
    <w:rsid w:val="00FA65FB"/>
    <w:rsid w:val="00FA6AE7"/>
    <w:rsid w:val="00FA6BD3"/>
    <w:rsid w:val="00FA709E"/>
    <w:rsid w:val="00FA7E71"/>
    <w:rsid w:val="00FB0F01"/>
    <w:rsid w:val="00FB133E"/>
    <w:rsid w:val="00FB1517"/>
    <w:rsid w:val="00FB1A8B"/>
    <w:rsid w:val="00FB293B"/>
    <w:rsid w:val="00FB3735"/>
    <w:rsid w:val="00FB3C99"/>
    <w:rsid w:val="00FB453B"/>
    <w:rsid w:val="00FB4BF8"/>
    <w:rsid w:val="00FB50A0"/>
    <w:rsid w:val="00FB516A"/>
    <w:rsid w:val="00FB5294"/>
    <w:rsid w:val="00FB5A0B"/>
    <w:rsid w:val="00FB5B79"/>
    <w:rsid w:val="00FB6252"/>
    <w:rsid w:val="00FB6D09"/>
    <w:rsid w:val="00FB7198"/>
    <w:rsid w:val="00FB7688"/>
    <w:rsid w:val="00FC1123"/>
    <w:rsid w:val="00FC129C"/>
    <w:rsid w:val="00FC15C2"/>
    <w:rsid w:val="00FC1DDC"/>
    <w:rsid w:val="00FC1FC0"/>
    <w:rsid w:val="00FC20E6"/>
    <w:rsid w:val="00FC2B14"/>
    <w:rsid w:val="00FC3668"/>
    <w:rsid w:val="00FC4080"/>
    <w:rsid w:val="00FC40EA"/>
    <w:rsid w:val="00FC432A"/>
    <w:rsid w:val="00FC43C4"/>
    <w:rsid w:val="00FC597B"/>
    <w:rsid w:val="00FC5D3E"/>
    <w:rsid w:val="00FC6277"/>
    <w:rsid w:val="00FC660E"/>
    <w:rsid w:val="00FC6763"/>
    <w:rsid w:val="00FC677A"/>
    <w:rsid w:val="00FC6789"/>
    <w:rsid w:val="00FC682C"/>
    <w:rsid w:val="00FC74E1"/>
    <w:rsid w:val="00FC7D3F"/>
    <w:rsid w:val="00FC7F5D"/>
    <w:rsid w:val="00FD0255"/>
    <w:rsid w:val="00FD1212"/>
    <w:rsid w:val="00FD1856"/>
    <w:rsid w:val="00FD1F76"/>
    <w:rsid w:val="00FD20C4"/>
    <w:rsid w:val="00FD235C"/>
    <w:rsid w:val="00FD23A3"/>
    <w:rsid w:val="00FD240F"/>
    <w:rsid w:val="00FD275D"/>
    <w:rsid w:val="00FD29C1"/>
    <w:rsid w:val="00FD2B78"/>
    <w:rsid w:val="00FD2CB7"/>
    <w:rsid w:val="00FD346F"/>
    <w:rsid w:val="00FD35BA"/>
    <w:rsid w:val="00FD3B35"/>
    <w:rsid w:val="00FD4392"/>
    <w:rsid w:val="00FD4FDC"/>
    <w:rsid w:val="00FD5059"/>
    <w:rsid w:val="00FD509F"/>
    <w:rsid w:val="00FD553E"/>
    <w:rsid w:val="00FD7120"/>
    <w:rsid w:val="00FE0456"/>
    <w:rsid w:val="00FE0685"/>
    <w:rsid w:val="00FE0B5C"/>
    <w:rsid w:val="00FE1DA0"/>
    <w:rsid w:val="00FE234B"/>
    <w:rsid w:val="00FE2AB0"/>
    <w:rsid w:val="00FE390B"/>
    <w:rsid w:val="00FE4514"/>
    <w:rsid w:val="00FE4B75"/>
    <w:rsid w:val="00FE52A9"/>
    <w:rsid w:val="00FE5BEB"/>
    <w:rsid w:val="00FE5ECC"/>
    <w:rsid w:val="00FE6804"/>
    <w:rsid w:val="00FE6919"/>
    <w:rsid w:val="00FE6E1C"/>
    <w:rsid w:val="00FE767C"/>
    <w:rsid w:val="00FE7A2B"/>
    <w:rsid w:val="00FE7EC0"/>
    <w:rsid w:val="00FF0171"/>
    <w:rsid w:val="00FF04D0"/>
    <w:rsid w:val="00FF09CA"/>
    <w:rsid w:val="00FF0F02"/>
    <w:rsid w:val="00FF127C"/>
    <w:rsid w:val="00FF1A47"/>
    <w:rsid w:val="00FF1D39"/>
    <w:rsid w:val="00FF2754"/>
    <w:rsid w:val="00FF27A6"/>
    <w:rsid w:val="00FF2F01"/>
    <w:rsid w:val="00FF308B"/>
    <w:rsid w:val="00FF33BA"/>
    <w:rsid w:val="00FF36E2"/>
    <w:rsid w:val="00FF3AB1"/>
    <w:rsid w:val="00FF3F0A"/>
    <w:rsid w:val="00FF3F46"/>
    <w:rsid w:val="00FF45C8"/>
    <w:rsid w:val="00FF4F34"/>
    <w:rsid w:val="00FF5430"/>
    <w:rsid w:val="00FF5EA9"/>
    <w:rsid w:val="00FF61B6"/>
    <w:rsid w:val="00FF64C7"/>
    <w:rsid w:val="00FF702C"/>
    <w:rsid w:val="00FF79AC"/>
    <w:rsid w:val="00FF7AE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color="red">
      <v:fill color="white" on="f"/>
      <v:stroke color="red" weight="1.25pt"/>
    </o:shapedefaults>
    <o:shapelayout v:ext="edit">
      <o:idmap v:ext="edit" data="2"/>
    </o:shapelayout>
  </w:shapeDefaults>
  <w:decimalSymbol w:val=","/>
  <w:listSeparator w:val=";"/>
  <w14:docId w14:val="79054BA0"/>
  <w15:docId w15:val="{B67FB7A3-EFE1-448F-A11C-76D557F1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sid w:val="00C106B4"/>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pPr>
      <w:tabs>
        <w:tab w:val="num" w:pos="720"/>
      </w:tabs>
      <w:ind w:left="720" w:hanging="360"/>
    </w:pPr>
  </w:style>
  <w:style w:type="paragraph" w:customStyle="1" w:styleId="corpoAltF">
    <w:name w:val="corpo (Alt+F)"/>
    <w:basedOn w:val="Normale"/>
    <w:link w:val="corpoAltFCarattere"/>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rsid w:val="00670FC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link w:val="TS-titolo-01Carattere"/>
    <w:autoRedefine/>
    <w:qFormat/>
    <w:pPr>
      <w:tabs>
        <w:tab w:val="clear" w:pos="4819"/>
        <w:tab w:val="clear" w:pos="9638"/>
      </w:tabs>
    </w:pPr>
    <w:rPr>
      <w:rFonts w:ascii="Arial" w:hAnsi="Arial" w:cs="Arial"/>
      <w:b/>
      <w:i/>
      <w:sz w:val="28"/>
    </w:rPr>
  </w:style>
  <w:style w:type="paragraph" w:customStyle="1" w:styleId="TS-titolo-02">
    <w:name w:val="TS-titolo-02"/>
    <w:basedOn w:val="Intestazione"/>
    <w:autoRedefine/>
    <w:qFormat/>
    <w:pPr>
      <w:ind w:left="69"/>
      <w:jc w:val="center"/>
    </w:pPr>
    <w:rPr>
      <w:rFonts w:ascii="Arial" w:hAnsi="Arial" w:cs="Arial"/>
      <w:b/>
      <w:color w:val="FFFFFF"/>
      <w:sz w:val="32"/>
    </w:rPr>
  </w:style>
  <w:style w:type="paragraph" w:customStyle="1" w:styleId="TS-titolo-04">
    <w:name w:val="TS-titolo-04"/>
    <w:basedOn w:val="Titolo"/>
    <w:link w:val="TS-titolo-04Carattere"/>
    <w:autoRedefine/>
    <w:qFormat/>
    <w:rsid w:val="00095F4A"/>
    <w:pPr>
      <w:pBdr>
        <w:top w:val="single" w:sz="4" w:space="0" w:color="auto"/>
      </w:pBdr>
      <w:ind w:left="0"/>
      <w:jc w:val="both"/>
    </w:pPr>
    <w:rPr>
      <w:rFonts w:cs="Arial"/>
      <w:bCs/>
      <w:kern w:val="0"/>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uiPriority w:val="99"/>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uiPriority w:val="39"/>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uiPriority w:val="39"/>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uiPriority w:val="39"/>
    <w:pPr>
      <w:ind w:left="1200"/>
    </w:pPr>
  </w:style>
  <w:style w:type="paragraph" w:styleId="Sommario7">
    <w:name w:val="toc 7"/>
    <w:basedOn w:val="Normale"/>
    <w:next w:val="Normale"/>
    <w:autoRedefine/>
    <w:uiPriority w:val="39"/>
    <w:pPr>
      <w:ind w:left="1440"/>
    </w:pPr>
  </w:style>
  <w:style w:type="character" w:styleId="Enfasigrassetto">
    <w:name w:val="Strong"/>
    <w:uiPriority w:val="22"/>
    <w:qFormat/>
    <w:rPr>
      <w:b/>
      <w:bCs/>
    </w:rPr>
  </w:style>
  <w:style w:type="character" w:styleId="Collegamentovisitato">
    <w:name w:val="FollowedHyperlink"/>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sid w:val="00095F4A"/>
    <w:rPr>
      <w:rFonts w:ascii="Arial" w:hAnsi="Arial" w:cs="Arial"/>
      <w:b/>
      <w:bCs/>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qFormat/>
    <w:pPr>
      <w:spacing w:before="60"/>
      <w:ind w:left="176"/>
      <w:jc w:val="left"/>
    </w:pPr>
    <w:rPr>
      <w:color w:val="17365D"/>
      <w:sz w:val="28"/>
    </w:rPr>
  </w:style>
  <w:style w:type="paragraph" w:customStyle="1" w:styleId="WWTipoDocumento">
    <w:name w:val="WW_TipoDocumento"/>
    <w:basedOn w:val="CorpoAltF0"/>
    <w:next w:val="CorpoAltF0"/>
    <w:link w:val="WWTipoDocumentoCarattere"/>
    <w:qFormat/>
    <w:pPr>
      <w:ind w:left="142"/>
    </w:pPr>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customStyle="1" w:styleId="Ignora">
    <w:name w:val="Ignora"/>
    <w:basedOn w:val="CorpoAltF0"/>
    <w:qFormat/>
  </w:style>
  <w:style w:type="character" w:customStyle="1" w:styleId="TS-titolo-01Carattere">
    <w:name w:val="TS-titolo-01 Carattere"/>
    <w:link w:val="TS-titolo-01"/>
    <w:rsid w:val="00CE284A"/>
    <w:rPr>
      <w:rFonts w:ascii="Arial" w:hAnsi="Arial" w:cs="Arial"/>
      <w:b/>
      <w:i/>
      <w:sz w:val="28"/>
    </w:rPr>
  </w:style>
  <w:style w:type="paragraph" w:customStyle="1" w:styleId="TableText">
    <w:name w:val="Table Text"/>
    <w:aliases w:val="tt"/>
    <w:basedOn w:val="Normale"/>
    <w:rsid w:val="00236D8D"/>
    <w:pPr>
      <w:keepNext/>
      <w:suppressLineNumbers/>
      <w:suppressAutoHyphens/>
      <w:spacing w:after="80" w:line="240" w:lineRule="atLeast"/>
    </w:pPr>
    <w:rPr>
      <w:rFonts w:ascii="Arial" w:hAnsi="Arial"/>
      <w:kern w:val="20"/>
      <w:sz w:val="18"/>
      <w:szCs w:val="20"/>
      <w:lang w:val="en-US"/>
    </w:rPr>
  </w:style>
  <w:style w:type="paragraph" w:styleId="Paragrafoelenco">
    <w:name w:val="List Paragraph"/>
    <w:basedOn w:val="Normale"/>
    <w:uiPriority w:val="34"/>
    <w:qFormat/>
    <w:rsid w:val="008354BA"/>
    <w:pPr>
      <w:ind w:left="720"/>
      <w:contextualSpacing/>
    </w:pPr>
  </w:style>
  <w:style w:type="character" w:styleId="Menzionenonrisolta">
    <w:name w:val="Unresolved Mention"/>
    <w:basedOn w:val="Carpredefinitoparagrafo"/>
    <w:uiPriority w:val="99"/>
    <w:semiHidden/>
    <w:unhideWhenUsed/>
    <w:rsid w:val="007F183D"/>
    <w:rPr>
      <w:color w:val="605E5C"/>
      <w:shd w:val="clear" w:color="auto" w:fill="E1DFDD"/>
    </w:rPr>
  </w:style>
  <w:style w:type="paragraph" w:customStyle="1" w:styleId="comunicanormal">
    <w:name w:val="comunica_normal"/>
    <w:basedOn w:val="Normale"/>
    <w:rsid w:val="000D6A89"/>
    <w:pPr>
      <w:spacing w:before="100" w:beforeAutospacing="1" w:after="100" w:afterAutospacing="1"/>
    </w:pPr>
  </w:style>
  <w:style w:type="character" w:styleId="Enfasicorsivo">
    <w:name w:val="Emphasis"/>
    <w:basedOn w:val="Carpredefinitoparagrafo"/>
    <w:uiPriority w:val="20"/>
    <w:qFormat/>
    <w:rsid w:val="00B64EB8"/>
    <w:rPr>
      <w:i/>
      <w:iCs/>
    </w:rPr>
  </w:style>
  <w:style w:type="character" w:styleId="Rimandocommento">
    <w:name w:val="annotation reference"/>
    <w:basedOn w:val="Carpredefinitoparagrafo"/>
    <w:semiHidden/>
    <w:unhideWhenUsed/>
    <w:rsid w:val="0065101F"/>
    <w:rPr>
      <w:sz w:val="16"/>
      <w:szCs w:val="16"/>
    </w:rPr>
  </w:style>
  <w:style w:type="paragraph" w:customStyle="1" w:styleId="ccnlconormal">
    <w:name w:val="ccnlco_normal"/>
    <w:basedOn w:val="Normale"/>
    <w:rsid w:val="004F77B6"/>
    <w:pPr>
      <w:spacing w:before="100" w:beforeAutospacing="1" w:after="100" w:afterAutospacing="1"/>
    </w:pPr>
  </w:style>
  <w:style w:type="character" w:customStyle="1" w:styleId="wkit-file-link">
    <w:name w:val="wkit-file-link"/>
    <w:basedOn w:val="Carpredefinitoparagrafo"/>
    <w:rsid w:val="00ED7311"/>
  </w:style>
  <w:style w:type="character" w:customStyle="1" w:styleId="ui-provider">
    <w:name w:val="ui-provider"/>
    <w:basedOn w:val="Carpredefinitoparagrafo"/>
    <w:rsid w:val="000A65EF"/>
  </w:style>
  <w:style w:type="character" w:customStyle="1" w:styleId="normaltextrun">
    <w:name w:val="normaltextrun"/>
    <w:basedOn w:val="Carpredefinitoparagrafo"/>
    <w:rsid w:val="00CD2A02"/>
  </w:style>
  <w:style w:type="character" w:customStyle="1" w:styleId="eop">
    <w:name w:val="eop"/>
    <w:basedOn w:val="Carpredefinitoparagrafo"/>
    <w:rsid w:val="00CD2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2977">
      <w:bodyDiv w:val="1"/>
      <w:marLeft w:val="0"/>
      <w:marRight w:val="0"/>
      <w:marTop w:val="0"/>
      <w:marBottom w:val="0"/>
      <w:divBdr>
        <w:top w:val="none" w:sz="0" w:space="0" w:color="auto"/>
        <w:left w:val="none" w:sz="0" w:space="0" w:color="auto"/>
        <w:bottom w:val="none" w:sz="0" w:space="0" w:color="auto"/>
        <w:right w:val="none" w:sz="0" w:space="0" w:color="auto"/>
      </w:divBdr>
    </w:div>
    <w:div w:id="87505589">
      <w:bodyDiv w:val="1"/>
      <w:marLeft w:val="0"/>
      <w:marRight w:val="0"/>
      <w:marTop w:val="0"/>
      <w:marBottom w:val="0"/>
      <w:divBdr>
        <w:top w:val="none" w:sz="0" w:space="0" w:color="auto"/>
        <w:left w:val="none" w:sz="0" w:space="0" w:color="auto"/>
        <w:bottom w:val="none" w:sz="0" w:space="0" w:color="auto"/>
        <w:right w:val="none" w:sz="0" w:space="0" w:color="auto"/>
      </w:divBdr>
    </w:div>
    <w:div w:id="99496719">
      <w:bodyDiv w:val="1"/>
      <w:marLeft w:val="0"/>
      <w:marRight w:val="0"/>
      <w:marTop w:val="0"/>
      <w:marBottom w:val="0"/>
      <w:divBdr>
        <w:top w:val="none" w:sz="0" w:space="0" w:color="auto"/>
        <w:left w:val="none" w:sz="0" w:space="0" w:color="auto"/>
        <w:bottom w:val="none" w:sz="0" w:space="0" w:color="auto"/>
        <w:right w:val="none" w:sz="0" w:space="0" w:color="auto"/>
      </w:divBdr>
      <w:divsChild>
        <w:div w:id="1480655919">
          <w:marLeft w:val="0"/>
          <w:marRight w:val="0"/>
          <w:marTop w:val="0"/>
          <w:marBottom w:val="0"/>
          <w:divBdr>
            <w:top w:val="none" w:sz="0" w:space="0" w:color="auto"/>
            <w:left w:val="none" w:sz="0" w:space="0" w:color="auto"/>
            <w:bottom w:val="none" w:sz="0" w:space="0" w:color="auto"/>
            <w:right w:val="none" w:sz="0" w:space="0" w:color="auto"/>
          </w:divBdr>
        </w:div>
      </w:divsChild>
    </w:div>
    <w:div w:id="133258270">
      <w:bodyDiv w:val="1"/>
      <w:marLeft w:val="0"/>
      <w:marRight w:val="0"/>
      <w:marTop w:val="0"/>
      <w:marBottom w:val="0"/>
      <w:divBdr>
        <w:top w:val="none" w:sz="0" w:space="0" w:color="auto"/>
        <w:left w:val="none" w:sz="0" w:space="0" w:color="auto"/>
        <w:bottom w:val="none" w:sz="0" w:space="0" w:color="auto"/>
        <w:right w:val="none" w:sz="0" w:space="0" w:color="auto"/>
      </w:divBdr>
    </w:div>
    <w:div w:id="142821681">
      <w:bodyDiv w:val="1"/>
      <w:marLeft w:val="0"/>
      <w:marRight w:val="0"/>
      <w:marTop w:val="0"/>
      <w:marBottom w:val="0"/>
      <w:divBdr>
        <w:top w:val="none" w:sz="0" w:space="0" w:color="auto"/>
        <w:left w:val="none" w:sz="0" w:space="0" w:color="auto"/>
        <w:bottom w:val="none" w:sz="0" w:space="0" w:color="auto"/>
        <w:right w:val="none" w:sz="0" w:space="0" w:color="auto"/>
      </w:divBdr>
      <w:divsChild>
        <w:div w:id="711543413">
          <w:marLeft w:val="0"/>
          <w:marRight w:val="0"/>
          <w:marTop w:val="0"/>
          <w:marBottom w:val="0"/>
          <w:divBdr>
            <w:top w:val="none" w:sz="0" w:space="0" w:color="auto"/>
            <w:left w:val="none" w:sz="0" w:space="0" w:color="auto"/>
            <w:bottom w:val="none" w:sz="0" w:space="0" w:color="auto"/>
            <w:right w:val="none" w:sz="0" w:space="0" w:color="auto"/>
          </w:divBdr>
          <w:divsChild>
            <w:div w:id="652831816">
              <w:marLeft w:val="0"/>
              <w:marRight w:val="0"/>
              <w:marTop w:val="0"/>
              <w:marBottom w:val="0"/>
              <w:divBdr>
                <w:top w:val="none" w:sz="0" w:space="0" w:color="auto"/>
                <w:left w:val="none" w:sz="0" w:space="0" w:color="auto"/>
                <w:bottom w:val="none" w:sz="0" w:space="0" w:color="auto"/>
                <w:right w:val="none" w:sz="0" w:space="0" w:color="auto"/>
              </w:divBdr>
              <w:divsChild>
                <w:div w:id="2097706240">
                  <w:marLeft w:val="0"/>
                  <w:marRight w:val="0"/>
                  <w:marTop w:val="0"/>
                  <w:marBottom w:val="0"/>
                  <w:divBdr>
                    <w:top w:val="none" w:sz="0" w:space="0" w:color="auto"/>
                    <w:left w:val="none" w:sz="0" w:space="0" w:color="auto"/>
                    <w:bottom w:val="none" w:sz="0" w:space="0" w:color="auto"/>
                    <w:right w:val="none" w:sz="0" w:space="0" w:color="auto"/>
                  </w:divBdr>
                  <w:divsChild>
                    <w:div w:id="1390956236">
                      <w:marLeft w:val="0"/>
                      <w:marRight w:val="0"/>
                      <w:marTop w:val="0"/>
                      <w:marBottom w:val="0"/>
                      <w:divBdr>
                        <w:top w:val="none" w:sz="0" w:space="0" w:color="auto"/>
                        <w:left w:val="none" w:sz="0" w:space="0" w:color="auto"/>
                        <w:bottom w:val="none" w:sz="0" w:space="0" w:color="auto"/>
                        <w:right w:val="none" w:sz="0" w:space="0" w:color="auto"/>
                      </w:divBdr>
                      <w:divsChild>
                        <w:div w:id="103261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2666">
      <w:bodyDiv w:val="1"/>
      <w:marLeft w:val="0"/>
      <w:marRight w:val="0"/>
      <w:marTop w:val="0"/>
      <w:marBottom w:val="0"/>
      <w:divBdr>
        <w:top w:val="none" w:sz="0" w:space="0" w:color="auto"/>
        <w:left w:val="none" w:sz="0" w:space="0" w:color="auto"/>
        <w:bottom w:val="none" w:sz="0" w:space="0" w:color="auto"/>
        <w:right w:val="none" w:sz="0" w:space="0" w:color="auto"/>
      </w:divBdr>
      <w:divsChild>
        <w:div w:id="1784304783">
          <w:marLeft w:val="0"/>
          <w:marRight w:val="0"/>
          <w:marTop w:val="0"/>
          <w:marBottom w:val="0"/>
          <w:divBdr>
            <w:top w:val="none" w:sz="0" w:space="0" w:color="auto"/>
            <w:left w:val="none" w:sz="0" w:space="0" w:color="auto"/>
            <w:bottom w:val="none" w:sz="0" w:space="0" w:color="auto"/>
            <w:right w:val="none" w:sz="0" w:space="0" w:color="auto"/>
          </w:divBdr>
        </w:div>
      </w:divsChild>
    </w:div>
    <w:div w:id="187568876">
      <w:bodyDiv w:val="1"/>
      <w:marLeft w:val="0"/>
      <w:marRight w:val="0"/>
      <w:marTop w:val="0"/>
      <w:marBottom w:val="0"/>
      <w:divBdr>
        <w:top w:val="none" w:sz="0" w:space="0" w:color="auto"/>
        <w:left w:val="none" w:sz="0" w:space="0" w:color="auto"/>
        <w:bottom w:val="none" w:sz="0" w:space="0" w:color="auto"/>
        <w:right w:val="none" w:sz="0" w:space="0" w:color="auto"/>
      </w:divBdr>
      <w:divsChild>
        <w:div w:id="496117643">
          <w:marLeft w:val="0"/>
          <w:marRight w:val="0"/>
          <w:marTop w:val="0"/>
          <w:marBottom w:val="0"/>
          <w:divBdr>
            <w:top w:val="none" w:sz="0" w:space="0" w:color="auto"/>
            <w:left w:val="none" w:sz="0" w:space="0" w:color="auto"/>
            <w:bottom w:val="none" w:sz="0" w:space="0" w:color="auto"/>
            <w:right w:val="none" w:sz="0" w:space="0" w:color="auto"/>
          </w:divBdr>
        </w:div>
      </w:divsChild>
    </w:div>
    <w:div w:id="190651925">
      <w:bodyDiv w:val="1"/>
      <w:marLeft w:val="0"/>
      <w:marRight w:val="0"/>
      <w:marTop w:val="0"/>
      <w:marBottom w:val="0"/>
      <w:divBdr>
        <w:top w:val="none" w:sz="0" w:space="0" w:color="auto"/>
        <w:left w:val="none" w:sz="0" w:space="0" w:color="auto"/>
        <w:bottom w:val="none" w:sz="0" w:space="0" w:color="auto"/>
        <w:right w:val="none" w:sz="0" w:space="0" w:color="auto"/>
      </w:divBdr>
      <w:divsChild>
        <w:div w:id="1878618380">
          <w:marLeft w:val="0"/>
          <w:marRight w:val="0"/>
          <w:marTop w:val="0"/>
          <w:marBottom w:val="0"/>
          <w:divBdr>
            <w:top w:val="none" w:sz="0" w:space="0" w:color="auto"/>
            <w:left w:val="none" w:sz="0" w:space="0" w:color="auto"/>
            <w:bottom w:val="none" w:sz="0" w:space="0" w:color="auto"/>
            <w:right w:val="none" w:sz="0" w:space="0" w:color="auto"/>
          </w:divBdr>
        </w:div>
      </w:divsChild>
    </w:div>
    <w:div w:id="253785943">
      <w:bodyDiv w:val="1"/>
      <w:marLeft w:val="0"/>
      <w:marRight w:val="0"/>
      <w:marTop w:val="0"/>
      <w:marBottom w:val="0"/>
      <w:divBdr>
        <w:top w:val="none" w:sz="0" w:space="0" w:color="auto"/>
        <w:left w:val="none" w:sz="0" w:space="0" w:color="auto"/>
        <w:bottom w:val="none" w:sz="0" w:space="0" w:color="auto"/>
        <w:right w:val="none" w:sz="0" w:space="0" w:color="auto"/>
      </w:divBdr>
    </w:div>
    <w:div w:id="255066934">
      <w:bodyDiv w:val="1"/>
      <w:marLeft w:val="0"/>
      <w:marRight w:val="0"/>
      <w:marTop w:val="0"/>
      <w:marBottom w:val="0"/>
      <w:divBdr>
        <w:top w:val="none" w:sz="0" w:space="0" w:color="auto"/>
        <w:left w:val="none" w:sz="0" w:space="0" w:color="auto"/>
        <w:bottom w:val="none" w:sz="0" w:space="0" w:color="auto"/>
        <w:right w:val="none" w:sz="0" w:space="0" w:color="auto"/>
      </w:divBdr>
    </w:div>
    <w:div w:id="307906068">
      <w:bodyDiv w:val="1"/>
      <w:marLeft w:val="0"/>
      <w:marRight w:val="0"/>
      <w:marTop w:val="0"/>
      <w:marBottom w:val="0"/>
      <w:divBdr>
        <w:top w:val="none" w:sz="0" w:space="0" w:color="auto"/>
        <w:left w:val="none" w:sz="0" w:space="0" w:color="auto"/>
        <w:bottom w:val="none" w:sz="0" w:space="0" w:color="auto"/>
        <w:right w:val="none" w:sz="0" w:space="0" w:color="auto"/>
      </w:divBdr>
    </w:div>
    <w:div w:id="332147903">
      <w:bodyDiv w:val="1"/>
      <w:marLeft w:val="0"/>
      <w:marRight w:val="0"/>
      <w:marTop w:val="0"/>
      <w:marBottom w:val="0"/>
      <w:divBdr>
        <w:top w:val="none" w:sz="0" w:space="0" w:color="auto"/>
        <w:left w:val="none" w:sz="0" w:space="0" w:color="auto"/>
        <w:bottom w:val="none" w:sz="0" w:space="0" w:color="auto"/>
        <w:right w:val="none" w:sz="0" w:space="0" w:color="auto"/>
      </w:divBdr>
    </w:div>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368458583">
      <w:bodyDiv w:val="1"/>
      <w:marLeft w:val="0"/>
      <w:marRight w:val="0"/>
      <w:marTop w:val="0"/>
      <w:marBottom w:val="0"/>
      <w:divBdr>
        <w:top w:val="none" w:sz="0" w:space="0" w:color="auto"/>
        <w:left w:val="none" w:sz="0" w:space="0" w:color="auto"/>
        <w:bottom w:val="none" w:sz="0" w:space="0" w:color="auto"/>
        <w:right w:val="none" w:sz="0" w:space="0" w:color="auto"/>
      </w:divBdr>
    </w:div>
    <w:div w:id="379328199">
      <w:bodyDiv w:val="1"/>
      <w:marLeft w:val="0"/>
      <w:marRight w:val="0"/>
      <w:marTop w:val="0"/>
      <w:marBottom w:val="0"/>
      <w:divBdr>
        <w:top w:val="none" w:sz="0" w:space="0" w:color="auto"/>
        <w:left w:val="none" w:sz="0" w:space="0" w:color="auto"/>
        <w:bottom w:val="none" w:sz="0" w:space="0" w:color="auto"/>
        <w:right w:val="none" w:sz="0" w:space="0" w:color="auto"/>
      </w:divBdr>
      <w:divsChild>
        <w:div w:id="83503064">
          <w:marLeft w:val="0"/>
          <w:marRight w:val="0"/>
          <w:marTop w:val="0"/>
          <w:marBottom w:val="0"/>
          <w:divBdr>
            <w:top w:val="none" w:sz="0" w:space="0" w:color="auto"/>
            <w:left w:val="none" w:sz="0" w:space="0" w:color="auto"/>
            <w:bottom w:val="none" w:sz="0" w:space="0" w:color="auto"/>
            <w:right w:val="none" w:sz="0" w:space="0" w:color="auto"/>
          </w:divBdr>
        </w:div>
      </w:divsChild>
    </w:div>
    <w:div w:id="381750695">
      <w:bodyDiv w:val="1"/>
      <w:marLeft w:val="0"/>
      <w:marRight w:val="0"/>
      <w:marTop w:val="0"/>
      <w:marBottom w:val="0"/>
      <w:divBdr>
        <w:top w:val="none" w:sz="0" w:space="0" w:color="auto"/>
        <w:left w:val="none" w:sz="0" w:space="0" w:color="auto"/>
        <w:bottom w:val="none" w:sz="0" w:space="0" w:color="auto"/>
        <w:right w:val="none" w:sz="0" w:space="0" w:color="auto"/>
      </w:divBdr>
      <w:divsChild>
        <w:div w:id="90396038">
          <w:marLeft w:val="0"/>
          <w:marRight w:val="0"/>
          <w:marTop w:val="0"/>
          <w:marBottom w:val="0"/>
          <w:divBdr>
            <w:top w:val="none" w:sz="0" w:space="0" w:color="auto"/>
            <w:left w:val="none" w:sz="0" w:space="0" w:color="auto"/>
            <w:bottom w:val="none" w:sz="0" w:space="0" w:color="auto"/>
            <w:right w:val="none" w:sz="0" w:space="0" w:color="auto"/>
          </w:divBdr>
        </w:div>
      </w:divsChild>
    </w:div>
    <w:div w:id="388919276">
      <w:bodyDiv w:val="1"/>
      <w:marLeft w:val="0"/>
      <w:marRight w:val="0"/>
      <w:marTop w:val="0"/>
      <w:marBottom w:val="0"/>
      <w:divBdr>
        <w:top w:val="none" w:sz="0" w:space="0" w:color="auto"/>
        <w:left w:val="none" w:sz="0" w:space="0" w:color="auto"/>
        <w:bottom w:val="none" w:sz="0" w:space="0" w:color="auto"/>
        <w:right w:val="none" w:sz="0" w:space="0" w:color="auto"/>
      </w:divBdr>
      <w:divsChild>
        <w:div w:id="1354725018">
          <w:marLeft w:val="0"/>
          <w:marRight w:val="0"/>
          <w:marTop w:val="0"/>
          <w:marBottom w:val="0"/>
          <w:divBdr>
            <w:top w:val="none" w:sz="0" w:space="0" w:color="auto"/>
            <w:left w:val="none" w:sz="0" w:space="0" w:color="auto"/>
            <w:bottom w:val="none" w:sz="0" w:space="0" w:color="auto"/>
            <w:right w:val="none" w:sz="0" w:space="0" w:color="auto"/>
          </w:divBdr>
        </w:div>
      </w:divsChild>
    </w:div>
    <w:div w:id="411245670">
      <w:bodyDiv w:val="1"/>
      <w:marLeft w:val="0"/>
      <w:marRight w:val="0"/>
      <w:marTop w:val="0"/>
      <w:marBottom w:val="0"/>
      <w:divBdr>
        <w:top w:val="none" w:sz="0" w:space="0" w:color="auto"/>
        <w:left w:val="none" w:sz="0" w:space="0" w:color="auto"/>
        <w:bottom w:val="none" w:sz="0" w:space="0" w:color="auto"/>
        <w:right w:val="none" w:sz="0" w:space="0" w:color="auto"/>
      </w:divBdr>
    </w:div>
    <w:div w:id="416825935">
      <w:bodyDiv w:val="1"/>
      <w:marLeft w:val="0"/>
      <w:marRight w:val="0"/>
      <w:marTop w:val="0"/>
      <w:marBottom w:val="0"/>
      <w:divBdr>
        <w:top w:val="none" w:sz="0" w:space="0" w:color="auto"/>
        <w:left w:val="none" w:sz="0" w:space="0" w:color="auto"/>
        <w:bottom w:val="none" w:sz="0" w:space="0" w:color="auto"/>
        <w:right w:val="none" w:sz="0" w:space="0" w:color="auto"/>
      </w:divBdr>
      <w:divsChild>
        <w:div w:id="182715977">
          <w:marLeft w:val="0"/>
          <w:marRight w:val="0"/>
          <w:marTop w:val="0"/>
          <w:marBottom w:val="0"/>
          <w:divBdr>
            <w:top w:val="none" w:sz="0" w:space="0" w:color="auto"/>
            <w:left w:val="none" w:sz="0" w:space="0" w:color="auto"/>
            <w:bottom w:val="none" w:sz="0" w:space="0" w:color="auto"/>
            <w:right w:val="none" w:sz="0" w:space="0" w:color="auto"/>
          </w:divBdr>
        </w:div>
      </w:divsChild>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84206996">
      <w:bodyDiv w:val="1"/>
      <w:marLeft w:val="0"/>
      <w:marRight w:val="0"/>
      <w:marTop w:val="0"/>
      <w:marBottom w:val="0"/>
      <w:divBdr>
        <w:top w:val="none" w:sz="0" w:space="0" w:color="auto"/>
        <w:left w:val="none" w:sz="0" w:space="0" w:color="auto"/>
        <w:bottom w:val="none" w:sz="0" w:space="0" w:color="auto"/>
        <w:right w:val="none" w:sz="0" w:space="0" w:color="auto"/>
      </w:divBdr>
      <w:divsChild>
        <w:div w:id="889731390">
          <w:marLeft w:val="0"/>
          <w:marRight w:val="0"/>
          <w:marTop w:val="0"/>
          <w:marBottom w:val="0"/>
          <w:divBdr>
            <w:top w:val="none" w:sz="0" w:space="0" w:color="auto"/>
            <w:left w:val="none" w:sz="0" w:space="0" w:color="auto"/>
            <w:bottom w:val="none" w:sz="0" w:space="0" w:color="auto"/>
            <w:right w:val="none" w:sz="0" w:space="0" w:color="auto"/>
          </w:divBdr>
        </w:div>
      </w:divsChild>
    </w:div>
    <w:div w:id="493955750">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556018805">
      <w:bodyDiv w:val="1"/>
      <w:marLeft w:val="0"/>
      <w:marRight w:val="0"/>
      <w:marTop w:val="0"/>
      <w:marBottom w:val="0"/>
      <w:divBdr>
        <w:top w:val="none" w:sz="0" w:space="0" w:color="auto"/>
        <w:left w:val="none" w:sz="0" w:space="0" w:color="auto"/>
        <w:bottom w:val="none" w:sz="0" w:space="0" w:color="auto"/>
        <w:right w:val="none" w:sz="0" w:space="0" w:color="auto"/>
      </w:divBdr>
    </w:div>
    <w:div w:id="642393096">
      <w:bodyDiv w:val="1"/>
      <w:marLeft w:val="0"/>
      <w:marRight w:val="0"/>
      <w:marTop w:val="0"/>
      <w:marBottom w:val="0"/>
      <w:divBdr>
        <w:top w:val="none" w:sz="0" w:space="0" w:color="auto"/>
        <w:left w:val="none" w:sz="0" w:space="0" w:color="auto"/>
        <w:bottom w:val="none" w:sz="0" w:space="0" w:color="auto"/>
        <w:right w:val="none" w:sz="0" w:space="0" w:color="auto"/>
      </w:divBdr>
      <w:divsChild>
        <w:div w:id="568879663">
          <w:marLeft w:val="0"/>
          <w:marRight w:val="0"/>
          <w:marTop w:val="0"/>
          <w:marBottom w:val="0"/>
          <w:divBdr>
            <w:top w:val="none" w:sz="0" w:space="0" w:color="auto"/>
            <w:left w:val="none" w:sz="0" w:space="0" w:color="auto"/>
            <w:bottom w:val="none" w:sz="0" w:space="0" w:color="auto"/>
            <w:right w:val="none" w:sz="0" w:space="0" w:color="auto"/>
          </w:divBdr>
        </w:div>
      </w:divsChild>
    </w:div>
    <w:div w:id="654115366">
      <w:bodyDiv w:val="1"/>
      <w:marLeft w:val="0"/>
      <w:marRight w:val="0"/>
      <w:marTop w:val="0"/>
      <w:marBottom w:val="0"/>
      <w:divBdr>
        <w:top w:val="none" w:sz="0" w:space="0" w:color="auto"/>
        <w:left w:val="none" w:sz="0" w:space="0" w:color="auto"/>
        <w:bottom w:val="none" w:sz="0" w:space="0" w:color="auto"/>
        <w:right w:val="none" w:sz="0" w:space="0" w:color="auto"/>
      </w:divBdr>
      <w:divsChild>
        <w:div w:id="32197905">
          <w:marLeft w:val="0"/>
          <w:marRight w:val="0"/>
          <w:marTop w:val="0"/>
          <w:marBottom w:val="0"/>
          <w:divBdr>
            <w:top w:val="none" w:sz="0" w:space="0" w:color="auto"/>
            <w:left w:val="none" w:sz="0" w:space="0" w:color="auto"/>
            <w:bottom w:val="none" w:sz="0" w:space="0" w:color="auto"/>
            <w:right w:val="none" w:sz="0" w:space="0" w:color="auto"/>
          </w:divBdr>
          <w:divsChild>
            <w:div w:id="176774244">
              <w:marLeft w:val="0"/>
              <w:marRight w:val="0"/>
              <w:marTop w:val="0"/>
              <w:marBottom w:val="0"/>
              <w:divBdr>
                <w:top w:val="none" w:sz="0" w:space="0" w:color="auto"/>
                <w:left w:val="none" w:sz="0" w:space="0" w:color="auto"/>
                <w:bottom w:val="none" w:sz="0" w:space="0" w:color="auto"/>
                <w:right w:val="none" w:sz="0" w:space="0" w:color="auto"/>
              </w:divBdr>
              <w:divsChild>
                <w:div w:id="796490844">
                  <w:marLeft w:val="0"/>
                  <w:marRight w:val="0"/>
                  <w:marTop w:val="0"/>
                  <w:marBottom w:val="0"/>
                  <w:divBdr>
                    <w:top w:val="none" w:sz="0" w:space="0" w:color="auto"/>
                    <w:left w:val="none" w:sz="0" w:space="0" w:color="auto"/>
                    <w:bottom w:val="none" w:sz="0" w:space="0" w:color="auto"/>
                    <w:right w:val="none" w:sz="0" w:space="0" w:color="auto"/>
                  </w:divBdr>
                  <w:divsChild>
                    <w:div w:id="1808208541">
                      <w:marLeft w:val="0"/>
                      <w:marRight w:val="0"/>
                      <w:marTop w:val="0"/>
                      <w:marBottom w:val="0"/>
                      <w:divBdr>
                        <w:top w:val="none" w:sz="0" w:space="0" w:color="auto"/>
                        <w:left w:val="none" w:sz="0" w:space="0" w:color="auto"/>
                        <w:bottom w:val="none" w:sz="0" w:space="0" w:color="auto"/>
                        <w:right w:val="none" w:sz="0" w:space="0" w:color="auto"/>
                      </w:divBdr>
                      <w:divsChild>
                        <w:div w:id="78137652">
                          <w:marLeft w:val="0"/>
                          <w:marRight w:val="0"/>
                          <w:marTop w:val="0"/>
                          <w:marBottom w:val="0"/>
                          <w:divBdr>
                            <w:top w:val="none" w:sz="0" w:space="0" w:color="auto"/>
                            <w:left w:val="none" w:sz="0" w:space="0" w:color="auto"/>
                            <w:bottom w:val="none" w:sz="0" w:space="0" w:color="auto"/>
                            <w:right w:val="none" w:sz="0" w:space="0" w:color="auto"/>
                          </w:divBdr>
                          <w:divsChild>
                            <w:div w:id="1839811609">
                              <w:marLeft w:val="0"/>
                              <w:marRight w:val="0"/>
                              <w:marTop w:val="0"/>
                              <w:marBottom w:val="0"/>
                              <w:divBdr>
                                <w:top w:val="none" w:sz="0" w:space="0" w:color="auto"/>
                                <w:left w:val="none" w:sz="0" w:space="0" w:color="auto"/>
                                <w:bottom w:val="none" w:sz="0" w:space="0" w:color="auto"/>
                                <w:right w:val="none" w:sz="0" w:space="0" w:color="auto"/>
                              </w:divBdr>
                              <w:divsChild>
                                <w:div w:id="408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8821014">
      <w:bodyDiv w:val="1"/>
      <w:marLeft w:val="0"/>
      <w:marRight w:val="0"/>
      <w:marTop w:val="0"/>
      <w:marBottom w:val="0"/>
      <w:divBdr>
        <w:top w:val="none" w:sz="0" w:space="0" w:color="auto"/>
        <w:left w:val="none" w:sz="0" w:space="0" w:color="auto"/>
        <w:bottom w:val="none" w:sz="0" w:space="0" w:color="auto"/>
        <w:right w:val="none" w:sz="0" w:space="0" w:color="auto"/>
      </w:divBdr>
    </w:div>
    <w:div w:id="710377265">
      <w:bodyDiv w:val="1"/>
      <w:marLeft w:val="0"/>
      <w:marRight w:val="0"/>
      <w:marTop w:val="0"/>
      <w:marBottom w:val="0"/>
      <w:divBdr>
        <w:top w:val="none" w:sz="0" w:space="0" w:color="auto"/>
        <w:left w:val="none" w:sz="0" w:space="0" w:color="auto"/>
        <w:bottom w:val="none" w:sz="0" w:space="0" w:color="auto"/>
        <w:right w:val="none" w:sz="0" w:space="0" w:color="auto"/>
      </w:divBdr>
    </w:div>
    <w:div w:id="764034891">
      <w:bodyDiv w:val="1"/>
      <w:marLeft w:val="0"/>
      <w:marRight w:val="0"/>
      <w:marTop w:val="0"/>
      <w:marBottom w:val="0"/>
      <w:divBdr>
        <w:top w:val="none" w:sz="0" w:space="0" w:color="auto"/>
        <w:left w:val="none" w:sz="0" w:space="0" w:color="auto"/>
        <w:bottom w:val="none" w:sz="0" w:space="0" w:color="auto"/>
        <w:right w:val="none" w:sz="0" w:space="0" w:color="auto"/>
      </w:divBdr>
      <w:divsChild>
        <w:div w:id="988483930">
          <w:marLeft w:val="0"/>
          <w:marRight w:val="0"/>
          <w:marTop w:val="0"/>
          <w:marBottom w:val="0"/>
          <w:divBdr>
            <w:top w:val="none" w:sz="0" w:space="0" w:color="auto"/>
            <w:left w:val="none" w:sz="0" w:space="0" w:color="auto"/>
            <w:bottom w:val="none" w:sz="0" w:space="0" w:color="auto"/>
            <w:right w:val="none" w:sz="0" w:space="0" w:color="auto"/>
          </w:divBdr>
        </w:div>
      </w:divsChild>
    </w:div>
    <w:div w:id="810177884">
      <w:bodyDiv w:val="1"/>
      <w:marLeft w:val="0"/>
      <w:marRight w:val="0"/>
      <w:marTop w:val="0"/>
      <w:marBottom w:val="0"/>
      <w:divBdr>
        <w:top w:val="none" w:sz="0" w:space="0" w:color="auto"/>
        <w:left w:val="none" w:sz="0" w:space="0" w:color="auto"/>
        <w:bottom w:val="none" w:sz="0" w:space="0" w:color="auto"/>
        <w:right w:val="none" w:sz="0" w:space="0" w:color="auto"/>
      </w:divBdr>
    </w:div>
    <w:div w:id="865025474">
      <w:bodyDiv w:val="1"/>
      <w:marLeft w:val="0"/>
      <w:marRight w:val="0"/>
      <w:marTop w:val="0"/>
      <w:marBottom w:val="0"/>
      <w:divBdr>
        <w:top w:val="none" w:sz="0" w:space="0" w:color="auto"/>
        <w:left w:val="none" w:sz="0" w:space="0" w:color="auto"/>
        <w:bottom w:val="none" w:sz="0" w:space="0" w:color="auto"/>
        <w:right w:val="none" w:sz="0" w:space="0" w:color="auto"/>
      </w:divBdr>
    </w:div>
    <w:div w:id="920144854">
      <w:bodyDiv w:val="1"/>
      <w:marLeft w:val="0"/>
      <w:marRight w:val="0"/>
      <w:marTop w:val="0"/>
      <w:marBottom w:val="0"/>
      <w:divBdr>
        <w:top w:val="none" w:sz="0" w:space="0" w:color="auto"/>
        <w:left w:val="none" w:sz="0" w:space="0" w:color="auto"/>
        <w:bottom w:val="none" w:sz="0" w:space="0" w:color="auto"/>
        <w:right w:val="none" w:sz="0" w:space="0" w:color="auto"/>
      </w:divBdr>
    </w:div>
    <w:div w:id="926965181">
      <w:bodyDiv w:val="1"/>
      <w:marLeft w:val="0"/>
      <w:marRight w:val="0"/>
      <w:marTop w:val="0"/>
      <w:marBottom w:val="0"/>
      <w:divBdr>
        <w:top w:val="none" w:sz="0" w:space="0" w:color="auto"/>
        <w:left w:val="none" w:sz="0" w:space="0" w:color="auto"/>
        <w:bottom w:val="none" w:sz="0" w:space="0" w:color="auto"/>
        <w:right w:val="none" w:sz="0" w:space="0" w:color="auto"/>
      </w:divBdr>
      <w:divsChild>
        <w:div w:id="246619264">
          <w:marLeft w:val="0"/>
          <w:marRight w:val="0"/>
          <w:marTop w:val="120"/>
          <w:marBottom w:val="0"/>
          <w:divBdr>
            <w:top w:val="none" w:sz="0" w:space="0" w:color="auto"/>
            <w:left w:val="none" w:sz="0" w:space="0" w:color="auto"/>
            <w:bottom w:val="none" w:sz="0" w:space="0" w:color="auto"/>
            <w:right w:val="none" w:sz="0" w:space="0" w:color="auto"/>
          </w:divBdr>
        </w:div>
        <w:div w:id="1598438102">
          <w:marLeft w:val="0"/>
          <w:marRight w:val="0"/>
          <w:marTop w:val="60"/>
          <w:marBottom w:val="0"/>
          <w:divBdr>
            <w:top w:val="none" w:sz="0" w:space="0" w:color="auto"/>
            <w:left w:val="none" w:sz="0" w:space="0" w:color="auto"/>
            <w:bottom w:val="none" w:sz="0" w:space="0" w:color="auto"/>
            <w:right w:val="none" w:sz="0" w:space="0" w:color="auto"/>
          </w:divBdr>
        </w:div>
      </w:divsChild>
    </w:div>
    <w:div w:id="928002098">
      <w:bodyDiv w:val="1"/>
      <w:marLeft w:val="0"/>
      <w:marRight w:val="0"/>
      <w:marTop w:val="0"/>
      <w:marBottom w:val="0"/>
      <w:divBdr>
        <w:top w:val="none" w:sz="0" w:space="0" w:color="auto"/>
        <w:left w:val="none" w:sz="0" w:space="0" w:color="auto"/>
        <w:bottom w:val="none" w:sz="0" w:space="0" w:color="auto"/>
        <w:right w:val="none" w:sz="0" w:space="0" w:color="auto"/>
      </w:divBdr>
      <w:divsChild>
        <w:div w:id="1195995282">
          <w:marLeft w:val="0"/>
          <w:marRight w:val="0"/>
          <w:marTop w:val="0"/>
          <w:marBottom w:val="0"/>
          <w:divBdr>
            <w:top w:val="none" w:sz="0" w:space="0" w:color="auto"/>
            <w:left w:val="none" w:sz="0" w:space="0" w:color="auto"/>
            <w:bottom w:val="none" w:sz="0" w:space="0" w:color="auto"/>
            <w:right w:val="none" w:sz="0" w:space="0" w:color="auto"/>
          </w:divBdr>
        </w:div>
      </w:divsChild>
    </w:div>
    <w:div w:id="974218878">
      <w:bodyDiv w:val="1"/>
      <w:marLeft w:val="0"/>
      <w:marRight w:val="0"/>
      <w:marTop w:val="0"/>
      <w:marBottom w:val="0"/>
      <w:divBdr>
        <w:top w:val="none" w:sz="0" w:space="0" w:color="auto"/>
        <w:left w:val="none" w:sz="0" w:space="0" w:color="auto"/>
        <w:bottom w:val="none" w:sz="0" w:space="0" w:color="auto"/>
        <w:right w:val="none" w:sz="0" w:space="0" w:color="auto"/>
      </w:divBdr>
      <w:divsChild>
        <w:div w:id="1500732337">
          <w:marLeft w:val="0"/>
          <w:marRight w:val="0"/>
          <w:marTop w:val="0"/>
          <w:marBottom w:val="0"/>
          <w:divBdr>
            <w:top w:val="none" w:sz="0" w:space="0" w:color="auto"/>
            <w:left w:val="none" w:sz="0" w:space="0" w:color="auto"/>
            <w:bottom w:val="none" w:sz="0" w:space="0" w:color="auto"/>
            <w:right w:val="none" w:sz="0" w:space="0" w:color="auto"/>
          </w:divBdr>
        </w:div>
      </w:divsChild>
    </w:div>
    <w:div w:id="994723308">
      <w:bodyDiv w:val="1"/>
      <w:marLeft w:val="0"/>
      <w:marRight w:val="0"/>
      <w:marTop w:val="0"/>
      <w:marBottom w:val="0"/>
      <w:divBdr>
        <w:top w:val="none" w:sz="0" w:space="0" w:color="auto"/>
        <w:left w:val="none" w:sz="0" w:space="0" w:color="auto"/>
        <w:bottom w:val="none" w:sz="0" w:space="0" w:color="auto"/>
        <w:right w:val="none" w:sz="0" w:space="0" w:color="auto"/>
      </w:divBdr>
      <w:divsChild>
        <w:div w:id="8720263">
          <w:marLeft w:val="0"/>
          <w:marRight w:val="0"/>
          <w:marTop w:val="0"/>
          <w:marBottom w:val="0"/>
          <w:divBdr>
            <w:top w:val="none" w:sz="0" w:space="0" w:color="auto"/>
            <w:left w:val="none" w:sz="0" w:space="0" w:color="auto"/>
            <w:bottom w:val="none" w:sz="0" w:space="0" w:color="auto"/>
            <w:right w:val="none" w:sz="0" w:space="0" w:color="auto"/>
          </w:divBdr>
        </w:div>
      </w:divsChild>
    </w:div>
    <w:div w:id="1063482679">
      <w:bodyDiv w:val="1"/>
      <w:marLeft w:val="0"/>
      <w:marRight w:val="0"/>
      <w:marTop w:val="0"/>
      <w:marBottom w:val="0"/>
      <w:divBdr>
        <w:top w:val="none" w:sz="0" w:space="0" w:color="auto"/>
        <w:left w:val="none" w:sz="0" w:space="0" w:color="auto"/>
        <w:bottom w:val="none" w:sz="0" w:space="0" w:color="auto"/>
        <w:right w:val="none" w:sz="0" w:space="0" w:color="auto"/>
      </w:divBdr>
    </w:div>
    <w:div w:id="1088888882">
      <w:bodyDiv w:val="1"/>
      <w:marLeft w:val="0"/>
      <w:marRight w:val="0"/>
      <w:marTop w:val="0"/>
      <w:marBottom w:val="0"/>
      <w:divBdr>
        <w:top w:val="none" w:sz="0" w:space="0" w:color="auto"/>
        <w:left w:val="none" w:sz="0" w:space="0" w:color="auto"/>
        <w:bottom w:val="none" w:sz="0" w:space="0" w:color="auto"/>
        <w:right w:val="none" w:sz="0" w:space="0" w:color="auto"/>
      </w:divBdr>
    </w:div>
    <w:div w:id="1143237142">
      <w:bodyDiv w:val="1"/>
      <w:marLeft w:val="0"/>
      <w:marRight w:val="0"/>
      <w:marTop w:val="0"/>
      <w:marBottom w:val="0"/>
      <w:divBdr>
        <w:top w:val="none" w:sz="0" w:space="0" w:color="auto"/>
        <w:left w:val="none" w:sz="0" w:space="0" w:color="auto"/>
        <w:bottom w:val="none" w:sz="0" w:space="0" w:color="auto"/>
        <w:right w:val="none" w:sz="0" w:space="0" w:color="auto"/>
      </w:divBdr>
      <w:divsChild>
        <w:div w:id="1813326649">
          <w:marLeft w:val="0"/>
          <w:marRight w:val="0"/>
          <w:marTop w:val="0"/>
          <w:marBottom w:val="0"/>
          <w:divBdr>
            <w:top w:val="none" w:sz="0" w:space="0" w:color="auto"/>
            <w:left w:val="none" w:sz="0" w:space="0" w:color="auto"/>
            <w:bottom w:val="none" w:sz="0" w:space="0" w:color="auto"/>
            <w:right w:val="none" w:sz="0" w:space="0" w:color="auto"/>
          </w:divBdr>
        </w:div>
      </w:divsChild>
    </w:div>
    <w:div w:id="1169518173">
      <w:bodyDiv w:val="1"/>
      <w:marLeft w:val="0"/>
      <w:marRight w:val="0"/>
      <w:marTop w:val="0"/>
      <w:marBottom w:val="0"/>
      <w:divBdr>
        <w:top w:val="none" w:sz="0" w:space="0" w:color="auto"/>
        <w:left w:val="none" w:sz="0" w:space="0" w:color="auto"/>
        <w:bottom w:val="none" w:sz="0" w:space="0" w:color="auto"/>
        <w:right w:val="none" w:sz="0" w:space="0" w:color="auto"/>
      </w:divBdr>
      <w:divsChild>
        <w:div w:id="1391881082">
          <w:marLeft w:val="0"/>
          <w:marRight w:val="0"/>
          <w:marTop w:val="0"/>
          <w:marBottom w:val="0"/>
          <w:divBdr>
            <w:top w:val="none" w:sz="0" w:space="0" w:color="auto"/>
            <w:left w:val="none" w:sz="0" w:space="0" w:color="auto"/>
            <w:bottom w:val="none" w:sz="0" w:space="0" w:color="auto"/>
            <w:right w:val="none" w:sz="0" w:space="0" w:color="auto"/>
          </w:divBdr>
        </w:div>
      </w:divsChild>
    </w:div>
    <w:div w:id="1242527291">
      <w:bodyDiv w:val="1"/>
      <w:marLeft w:val="0"/>
      <w:marRight w:val="0"/>
      <w:marTop w:val="0"/>
      <w:marBottom w:val="0"/>
      <w:divBdr>
        <w:top w:val="none" w:sz="0" w:space="0" w:color="auto"/>
        <w:left w:val="none" w:sz="0" w:space="0" w:color="auto"/>
        <w:bottom w:val="none" w:sz="0" w:space="0" w:color="auto"/>
        <w:right w:val="none" w:sz="0" w:space="0" w:color="auto"/>
      </w:divBdr>
      <w:divsChild>
        <w:div w:id="1362822703">
          <w:marLeft w:val="0"/>
          <w:marRight w:val="0"/>
          <w:marTop w:val="0"/>
          <w:marBottom w:val="0"/>
          <w:divBdr>
            <w:top w:val="none" w:sz="0" w:space="0" w:color="auto"/>
            <w:left w:val="none" w:sz="0" w:space="0" w:color="auto"/>
            <w:bottom w:val="none" w:sz="0" w:space="0" w:color="auto"/>
            <w:right w:val="none" w:sz="0" w:space="0" w:color="auto"/>
          </w:divBdr>
        </w:div>
      </w:divsChild>
    </w:div>
    <w:div w:id="1243180156">
      <w:bodyDiv w:val="1"/>
      <w:marLeft w:val="0"/>
      <w:marRight w:val="0"/>
      <w:marTop w:val="0"/>
      <w:marBottom w:val="0"/>
      <w:divBdr>
        <w:top w:val="none" w:sz="0" w:space="0" w:color="auto"/>
        <w:left w:val="none" w:sz="0" w:space="0" w:color="auto"/>
        <w:bottom w:val="none" w:sz="0" w:space="0" w:color="auto"/>
        <w:right w:val="none" w:sz="0" w:space="0" w:color="auto"/>
      </w:divBdr>
    </w:div>
    <w:div w:id="1283655482">
      <w:bodyDiv w:val="1"/>
      <w:marLeft w:val="0"/>
      <w:marRight w:val="0"/>
      <w:marTop w:val="0"/>
      <w:marBottom w:val="0"/>
      <w:divBdr>
        <w:top w:val="none" w:sz="0" w:space="0" w:color="auto"/>
        <w:left w:val="none" w:sz="0" w:space="0" w:color="auto"/>
        <w:bottom w:val="none" w:sz="0" w:space="0" w:color="auto"/>
        <w:right w:val="none" w:sz="0" w:space="0" w:color="auto"/>
      </w:divBdr>
    </w:div>
    <w:div w:id="1306424098">
      <w:bodyDiv w:val="1"/>
      <w:marLeft w:val="0"/>
      <w:marRight w:val="0"/>
      <w:marTop w:val="0"/>
      <w:marBottom w:val="0"/>
      <w:divBdr>
        <w:top w:val="none" w:sz="0" w:space="0" w:color="auto"/>
        <w:left w:val="none" w:sz="0" w:space="0" w:color="auto"/>
        <w:bottom w:val="none" w:sz="0" w:space="0" w:color="auto"/>
        <w:right w:val="none" w:sz="0" w:space="0" w:color="auto"/>
      </w:divBdr>
    </w:div>
    <w:div w:id="1344941483">
      <w:bodyDiv w:val="1"/>
      <w:marLeft w:val="0"/>
      <w:marRight w:val="0"/>
      <w:marTop w:val="0"/>
      <w:marBottom w:val="0"/>
      <w:divBdr>
        <w:top w:val="none" w:sz="0" w:space="0" w:color="auto"/>
        <w:left w:val="none" w:sz="0" w:space="0" w:color="auto"/>
        <w:bottom w:val="none" w:sz="0" w:space="0" w:color="auto"/>
        <w:right w:val="none" w:sz="0" w:space="0" w:color="auto"/>
      </w:divBdr>
    </w:div>
    <w:div w:id="1365248470">
      <w:bodyDiv w:val="1"/>
      <w:marLeft w:val="0"/>
      <w:marRight w:val="0"/>
      <w:marTop w:val="0"/>
      <w:marBottom w:val="0"/>
      <w:divBdr>
        <w:top w:val="none" w:sz="0" w:space="0" w:color="auto"/>
        <w:left w:val="none" w:sz="0" w:space="0" w:color="auto"/>
        <w:bottom w:val="none" w:sz="0" w:space="0" w:color="auto"/>
        <w:right w:val="none" w:sz="0" w:space="0" w:color="auto"/>
      </w:divBdr>
      <w:divsChild>
        <w:div w:id="164056645">
          <w:marLeft w:val="0"/>
          <w:marRight w:val="0"/>
          <w:marTop w:val="0"/>
          <w:marBottom w:val="0"/>
          <w:divBdr>
            <w:top w:val="none" w:sz="0" w:space="0" w:color="auto"/>
            <w:left w:val="none" w:sz="0" w:space="0" w:color="auto"/>
            <w:bottom w:val="none" w:sz="0" w:space="0" w:color="auto"/>
            <w:right w:val="none" w:sz="0" w:space="0" w:color="auto"/>
          </w:divBdr>
        </w:div>
      </w:divsChild>
    </w:div>
    <w:div w:id="1389451652">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422406871">
      <w:bodyDiv w:val="1"/>
      <w:marLeft w:val="0"/>
      <w:marRight w:val="0"/>
      <w:marTop w:val="0"/>
      <w:marBottom w:val="0"/>
      <w:divBdr>
        <w:top w:val="none" w:sz="0" w:space="0" w:color="auto"/>
        <w:left w:val="none" w:sz="0" w:space="0" w:color="auto"/>
        <w:bottom w:val="none" w:sz="0" w:space="0" w:color="auto"/>
        <w:right w:val="none" w:sz="0" w:space="0" w:color="auto"/>
      </w:divBdr>
      <w:divsChild>
        <w:div w:id="664093683">
          <w:marLeft w:val="0"/>
          <w:marRight w:val="0"/>
          <w:marTop w:val="0"/>
          <w:marBottom w:val="0"/>
          <w:divBdr>
            <w:top w:val="none" w:sz="0" w:space="0" w:color="auto"/>
            <w:left w:val="none" w:sz="0" w:space="0" w:color="auto"/>
            <w:bottom w:val="none" w:sz="0" w:space="0" w:color="auto"/>
            <w:right w:val="none" w:sz="0" w:space="0" w:color="auto"/>
          </w:divBdr>
        </w:div>
      </w:divsChild>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sChild>
        <w:div w:id="1277636844">
          <w:marLeft w:val="0"/>
          <w:marRight w:val="0"/>
          <w:marTop w:val="0"/>
          <w:marBottom w:val="0"/>
          <w:divBdr>
            <w:top w:val="none" w:sz="0" w:space="0" w:color="auto"/>
            <w:left w:val="none" w:sz="0" w:space="0" w:color="auto"/>
            <w:bottom w:val="none" w:sz="0" w:space="0" w:color="auto"/>
            <w:right w:val="none" w:sz="0" w:space="0" w:color="auto"/>
          </w:divBdr>
        </w:div>
      </w:divsChild>
    </w:div>
    <w:div w:id="1433042333">
      <w:bodyDiv w:val="1"/>
      <w:marLeft w:val="0"/>
      <w:marRight w:val="0"/>
      <w:marTop w:val="0"/>
      <w:marBottom w:val="0"/>
      <w:divBdr>
        <w:top w:val="none" w:sz="0" w:space="0" w:color="auto"/>
        <w:left w:val="none" w:sz="0" w:space="0" w:color="auto"/>
        <w:bottom w:val="none" w:sz="0" w:space="0" w:color="auto"/>
        <w:right w:val="none" w:sz="0" w:space="0" w:color="auto"/>
      </w:divBdr>
    </w:div>
    <w:div w:id="1463234948">
      <w:bodyDiv w:val="1"/>
      <w:marLeft w:val="0"/>
      <w:marRight w:val="0"/>
      <w:marTop w:val="0"/>
      <w:marBottom w:val="0"/>
      <w:divBdr>
        <w:top w:val="none" w:sz="0" w:space="0" w:color="auto"/>
        <w:left w:val="none" w:sz="0" w:space="0" w:color="auto"/>
        <w:bottom w:val="none" w:sz="0" w:space="0" w:color="auto"/>
        <w:right w:val="none" w:sz="0" w:space="0" w:color="auto"/>
      </w:divBdr>
      <w:divsChild>
        <w:div w:id="1368022081">
          <w:marLeft w:val="0"/>
          <w:marRight w:val="0"/>
          <w:marTop w:val="0"/>
          <w:marBottom w:val="0"/>
          <w:divBdr>
            <w:top w:val="none" w:sz="0" w:space="0" w:color="auto"/>
            <w:left w:val="none" w:sz="0" w:space="0" w:color="auto"/>
            <w:bottom w:val="none" w:sz="0" w:space="0" w:color="auto"/>
            <w:right w:val="none" w:sz="0" w:space="0" w:color="auto"/>
          </w:divBdr>
        </w:div>
      </w:divsChild>
    </w:div>
    <w:div w:id="1484160160">
      <w:bodyDiv w:val="1"/>
      <w:marLeft w:val="0"/>
      <w:marRight w:val="0"/>
      <w:marTop w:val="0"/>
      <w:marBottom w:val="0"/>
      <w:divBdr>
        <w:top w:val="none" w:sz="0" w:space="0" w:color="auto"/>
        <w:left w:val="none" w:sz="0" w:space="0" w:color="auto"/>
        <w:bottom w:val="none" w:sz="0" w:space="0" w:color="auto"/>
        <w:right w:val="none" w:sz="0" w:space="0" w:color="auto"/>
      </w:divBdr>
    </w:div>
    <w:div w:id="1506214295">
      <w:bodyDiv w:val="1"/>
      <w:marLeft w:val="0"/>
      <w:marRight w:val="0"/>
      <w:marTop w:val="0"/>
      <w:marBottom w:val="0"/>
      <w:divBdr>
        <w:top w:val="none" w:sz="0" w:space="0" w:color="auto"/>
        <w:left w:val="none" w:sz="0" w:space="0" w:color="auto"/>
        <w:bottom w:val="none" w:sz="0" w:space="0" w:color="auto"/>
        <w:right w:val="none" w:sz="0" w:space="0" w:color="auto"/>
      </w:divBdr>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49592">
      <w:bodyDiv w:val="1"/>
      <w:marLeft w:val="0"/>
      <w:marRight w:val="0"/>
      <w:marTop w:val="0"/>
      <w:marBottom w:val="0"/>
      <w:divBdr>
        <w:top w:val="none" w:sz="0" w:space="0" w:color="auto"/>
        <w:left w:val="none" w:sz="0" w:space="0" w:color="auto"/>
        <w:bottom w:val="none" w:sz="0" w:space="0" w:color="auto"/>
        <w:right w:val="none" w:sz="0" w:space="0" w:color="auto"/>
      </w:divBdr>
      <w:divsChild>
        <w:div w:id="1878423266">
          <w:marLeft w:val="0"/>
          <w:marRight w:val="0"/>
          <w:marTop w:val="0"/>
          <w:marBottom w:val="0"/>
          <w:divBdr>
            <w:top w:val="none" w:sz="0" w:space="0" w:color="auto"/>
            <w:left w:val="none" w:sz="0" w:space="0" w:color="auto"/>
            <w:bottom w:val="none" w:sz="0" w:space="0" w:color="auto"/>
            <w:right w:val="none" w:sz="0" w:space="0" w:color="auto"/>
          </w:divBdr>
        </w:div>
      </w:divsChild>
    </w:div>
    <w:div w:id="1594902084">
      <w:bodyDiv w:val="1"/>
      <w:marLeft w:val="0"/>
      <w:marRight w:val="0"/>
      <w:marTop w:val="0"/>
      <w:marBottom w:val="0"/>
      <w:divBdr>
        <w:top w:val="none" w:sz="0" w:space="0" w:color="auto"/>
        <w:left w:val="none" w:sz="0" w:space="0" w:color="auto"/>
        <w:bottom w:val="none" w:sz="0" w:space="0" w:color="auto"/>
        <w:right w:val="none" w:sz="0" w:space="0" w:color="auto"/>
      </w:divBdr>
    </w:div>
    <w:div w:id="1602293921">
      <w:bodyDiv w:val="1"/>
      <w:marLeft w:val="0"/>
      <w:marRight w:val="0"/>
      <w:marTop w:val="0"/>
      <w:marBottom w:val="0"/>
      <w:divBdr>
        <w:top w:val="none" w:sz="0" w:space="0" w:color="auto"/>
        <w:left w:val="none" w:sz="0" w:space="0" w:color="auto"/>
        <w:bottom w:val="none" w:sz="0" w:space="0" w:color="auto"/>
        <w:right w:val="none" w:sz="0" w:space="0" w:color="auto"/>
      </w:divBdr>
    </w:div>
    <w:div w:id="1604919095">
      <w:bodyDiv w:val="1"/>
      <w:marLeft w:val="0"/>
      <w:marRight w:val="0"/>
      <w:marTop w:val="0"/>
      <w:marBottom w:val="0"/>
      <w:divBdr>
        <w:top w:val="none" w:sz="0" w:space="0" w:color="auto"/>
        <w:left w:val="none" w:sz="0" w:space="0" w:color="auto"/>
        <w:bottom w:val="none" w:sz="0" w:space="0" w:color="auto"/>
        <w:right w:val="none" w:sz="0" w:space="0" w:color="auto"/>
      </w:divBdr>
    </w:div>
    <w:div w:id="1630433535">
      <w:bodyDiv w:val="1"/>
      <w:marLeft w:val="0"/>
      <w:marRight w:val="0"/>
      <w:marTop w:val="0"/>
      <w:marBottom w:val="0"/>
      <w:divBdr>
        <w:top w:val="none" w:sz="0" w:space="0" w:color="auto"/>
        <w:left w:val="none" w:sz="0" w:space="0" w:color="auto"/>
        <w:bottom w:val="none" w:sz="0" w:space="0" w:color="auto"/>
        <w:right w:val="none" w:sz="0" w:space="0" w:color="auto"/>
      </w:divBdr>
      <w:divsChild>
        <w:div w:id="505558929">
          <w:marLeft w:val="0"/>
          <w:marRight w:val="0"/>
          <w:marTop w:val="0"/>
          <w:marBottom w:val="0"/>
          <w:divBdr>
            <w:top w:val="none" w:sz="0" w:space="0" w:color="auto"/>
            <w:left w:val="none" w:sz="0" w:space="0" w:color="auto"/>
            <w:bottom w:val="none" w:sz="0" w:space="0" w:color="auto"/>
            <w:right w:val="none" w:sz="0" w:space="0" w:color="auto"/>
          </w:divBdr>
        </w:div>
      </w:divsChild>
    </w:div>
    <w:div w:id="1640066514">
      <w:bodyDiv w:val="1"/>
      <w:marLeft w:val="0"/>
      <w:marRight w:val="0"/>
      <w:marTop w:val="0"/>
      <w:marBottom w:val="0"/>
      <w:divBdr>
        <w:top w:val="none" w:sz="0" w:space="0" w:color="auto"/>
        <w:left w:val="none" w:sz="0" w:space="0" w:color="auto"/>
        <w:bottom w:val="none" w:sz="0" w:space="0" w:color="auto"/>
        <w:right w:val="none" w:sz="0" w:space="0" w:color="auto"/>
      </w:divBdr>
    </w:div>
    <w:div w:id="1652445438">
      <w:bodyDiv w:val="1"/>
      <w:marLeft w:val="0"/>
      <w:marRight w:val="0"/>
      <w:marTop w:val="0"/>
      <w:marBottom w:val="0"/>
      <w:divBdr>
        <w:top w:val="none" w:sz="0" w:space="0" w:color="auto"/>
        <w:left w:val="none" w:sz="0" w:space="0" w:color="auto"/>
        <w:bottom w:val="none" w:sz="0" w:space="0" w:color="auto"/>
        <w:right w:val="none" w:sz="0" w:space="0" w:color="auto"/>
      </w:divBdr>
    </w:div>
    <w:div w:id="1669211587">
      <w:bodyDiv w:val="1"/>
      <w:marLeft w:val="0"/>
      <w:marRight w:val="0"/>
      <w:marTop w:val="0"/>
      <w:marBottom w:val="0"/>
      <w:divBdr>
        <w:top w:val="none" w:sz="0" w:space="0" w:color="auto"/>
        <w:left w:val="none" w:sz="0" w:space="0" w:color="auto"/>
        <w:bottom w:val="none" w:sz="0" w:space="0" w:color="auto"/>
        <w:right w:val="none" w:sz="0" w:space="0" w:color="auto"/>
      </w:divBdr>
    </w:div>
    <w:div w:id="1676762400">
      <w:bodyDiv w:val="1"/>
      <w:marLeft w:val="0"/>
      <w:marRight w:val="0"/>
      <w:marTop w:val="0"/>
      <w:marBottom w:val="0"/>
      <w:divBdr>
        <w:top w:val="none" w:sz="0" w:space="0" w:color="auto"/>
        <w:left w:val="none" w:sz="0" w:space="0" w:color="auto"/>
        <w:bottom w:val="none" w:sz="0" w:space="0" w:color="auto"/>
        <w:right w:val="none" w:sz="0" w:space="0" w:color="auto"/>
      </w:divBdr>
      <w:divsChild>
        <w:div w:id="2120753984">
          <w:marLeft w:val="0"/>
          <w:marRight w:val="0"/>
          <w:marTop w:val="0"/>
          <w:marBottom w:val="0"/>
          <w:divBdr>
            <w:top w:val="none" w:sz="0" w:space="0" w:color="auto"/>
            <w:left w:val="none" w:sz="0" w:space="0" w:color="auto"/>
            <w:bottom w:val="none" w:sz="0" w:space="0" w:color="auto"/>
            <w:right w:val="none" w:sz="0" w:space="0" w:color="auto"/>
          </w:divBdr>
        </w:div>
      </w:divsChild>
    </w:div>
    <w:div w:id="1677539864">
      <w:bodyDiv w:val="1"/>
      <w:marLeft w:val="0"/>
      <w:marRight w:val="0"/>
      <w:marTop w:val="0"/>
      <w:marBottom w:val="0"/>
      <w:divBdr>
        <w:top w:val="none" w:sz="0" w:space="0" w:color="auto"/>
        <w:left w:val="none" w:sz="0" w:space="0" w:color="auto"/>
        <w:bottom w:val="none" w:sz="0" w:space="0" w:color="auto"/>
        <w:right w:val="none" w:sz="0" w:space="0" w:color="auto"/>
      </w:divBdr>
    </w:div>
    <w:div w:id="1696032126">
      <w:bodyDiv w:val="1"/>
      <w:marLeft w:val="0"/>
      <w:marRight w:val="0"/>
      <w:marTop w:val="0"/>
      <w:marBottom w:val="0"/>
      <w:divBdr>
        <w:top w:val="none" w:sz="0" w:space="0" w:color="auto"/>
        <w:left w:val="none" w:sz="0" w:space="0" w:color="auto"/>
        <w:bottom w:val="none" w:sz="0" w:space="0" w:color="auto"/>
        <w:right w:val="none" w:sz="0" w:space="0" w:color="auto"/>
      </w:divBdr>
    </w:div>
    <w:div w:id="1706104540">
      <w:bodyDiv w:val="1"/>
      <w:marLeft w:val="0"/>
      <w:marRight w:val="0"/>
      <w:marTop w:val="0"/>
      <w:marBottom w:val="0"/>
      <w:divBdr>
        <w:top w:val="none" w:sz="0" w:space="0" w:color="auto"/>
        <w:left w:val="none" w:sz="0" w:space="0" w:color="auto"/>
        <w:bottom w:val="none" w:sz="0" w:space="0" w:color="auto"/>
        <w:right w:val="none" w:sz="0" w:space="0" w:color="auto"/>
      </w:divBdr>
    </w:div>
    <w:div w:id="1710567029">
      <w:bodyDiv w:val="1"/>
      <w:marLeft w:val="0"/>
      <w:marRight w:val="0"/>
      <w:marTop w:val="0"/>
      <w:marBottom w:val="0"/>
      <w:divBdr>
        <w:top w:val="none" w:sz="0" w:space="0" w:color="auto"/>
        <w:left w:val="none" w:sz="0" w:space="0" w:color="auto"/>
        <w:bottom w:val="none" w:sz="0" w:space="0" w:color="auto"/>
        <w:right w:val="none" w:sz="0" w:space="0" w:color="auto"/>
      </w:divBdr>
      <w:divsChild>
        <w:div w:id="268582826">
          <w:marLeft w:val="0"/>
          <w:marRight w:val="0"/>
          <w:marTop w:val="0"/>
          <w:marBottom w:val="0"/>
          <w:divBdr>
            <w:top w:val="none" w:sz="0" w:space="0" w:color="auto"/>
            <w:left w:val="none" w:sz="0" w:space="0" w:color="auto"/>
            <w:bottom w:val="none" w:sz="0" w:space="0" w:color="auto"/>
            <w:right w:val="none" w:sz="0" w:space="0" w:color="auto"/>
          </w:divBdr>
        </w:div>
      </w:divsChild>
    </w:div>
    <w:div w:id="1810005907">
      <w:bodyDiv w:val="1"/>
      <w:marLeft w:val="0"/>
      <w:marRight w:val="0"/>
      <w:marTop w:val="0"/>
      <w:marBottom w:val="0"/>
      <w:divBdr>
        <w:top w:val="none" w:sz="0" w:space="0" w:color="auto"/>
        <w:left w:val="none" w:sz="0" w:space="0" w:color="auto"/>
        <w:bottom w:val="none" w:sz="0" w:space="0" w:color="auto"/>
        <w:right w:val="none" w:sz="0" w:space="0" w:color="auto"/>
      </w:divBdr>
      <w:divsChild>
        <w:div w:id="2022506605">
          <w:marLeft w:val="0"/>
          <w:marRight w:val="0"/>
          <w:marTop w:val="0"/>
          <w:marBottom w:val="0"/>
          <w:divBdr>
            <w:top w:val="none" w:sz="0" w:space="0" w:color="auto"/>
            <w:left w:val="none" w:sz="0" w:space="0" w:color="auto"/>
            <w:bottom w:val="none" w:sz="0" w:space="0" w:color="auto"/>
            <w:right w:val="none" w:sz="0" w:space="0" w:color="auto"/>
          </w:divBdr>
          <w:divsChild>
            <w:div w:id="379673776">
              <w:marLeft w:val="0"/>
              <w:marRight w:val="0"/>
              <w:marTop w:val="0"/>
              <w:marBottom w:val="0"/>
              <w:divBdr>
                <w:top w:val="none" w:sz="0" w:space="0" w:color="auto"/>
                <w:left w:val="none" w:sz="0" w:space="0" w:color="auto"/>
                <w:bottom w:val="none" w:sz="0" w:space="0" w:color="auto"/>
                <w:right w:val="none" w:sz="0" w:space="0" w:color="auto"/>
              </w:divBdr>
              <w:divsChild>
                <w:div w:id="1571382590">
                  <w:marLeft w:val="0"/>
                  <w:marRight w:val="0"/>
                  <w:marTop w:val="0"/>
                  <w:marBottom w:val="0"/>
                  <w:divBdr>
                    <w:top w:val="none" w:sz="0" w:space="0" w:color="auto"/>
                    <w:left w:val="none" w:sz="0" w:space="0" w:color="auto"/>
                    <w:bottom w:val="none" w:sz="0" w:space="0" w:color="auto"/>
                    <w:right w:val="none" w:sz="0" w:space="0" w:color="auto"/>
                  </w:divBdr>
                  <w:divsChild>
                    <w:div w:id="1044645067">
                      <w:marLeft w:val="0"/>
                      <w:marRight w:val="0"/>
                      <w:marTop w:val="0"/>
                      <w:marBottom w:val="0"/>
                      <w:divBdr>
                        <w:top w:val="none" w:sz="0" w:space="0" w:color="auto"/>
                        <w:left w:val="none" w:sz="0" w:space="0" w:color="auto"/>
                        <w:bottom w:val="none" w:sz="0" w:space="0" w:color="auto"/>
                        <w:right w:val="none" w:sz="0" w:space="0" w:color="auto"/>
                      </w:divBdr>
                      <w:divsChild>
                        <w:div w:id="5560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755889">
              <w:marLeft w:val="0"/>
              <w:marRight w:val="0"/>
              <w:marTop w:val="0"/>
              <w:marBottom w:val="0"/>
              <w:divBdr>
                <w:top w:val="none" w:sz="0" w:space="0" w:color="auto"/>
                <w:left w:val="none" w:sz="0" w:space="0" w:color="auto"/>
                <w:bottom w:val="none" w:sz="0" w:space="0" w:color="auto"/>
                <w:right w:val="none" w:sz="0" w:space="0" w:color="auto"/>
              </w:divBdr>
              <w:divsChild>
                <w:div w:id="1127043824">
                  <w:marLeft w:val="0"/>
                  <w:marRight w:val="0"/>
                  <w:marTop w:val="0"/>
                  <w:marBottom w:val="0"/>
                  <w:divBdr>
                    <w:top w:val="none" w:sz="0" w:space="0" w:color="auto"/>
                    <w:left w:val="none" w:sz="0" w:space="0" w:color="auto"/>
                    <w:bottom w:val="none" w:sz="0" w:space="0" w:color="auto"/>
                    <w:right w:val="none" w:sz="0" w:space="0" w:color="auto"/>
                  </w:divBdr>
                  <w:divsChild>
                    <w:div w:id="772169590">
                      <w:marLeft w:val="0"/>
                      <w:marRight w:val="0"/>
                      <w:marTop w:val="0"/>
                      <w:marBottom w:val="0"/>
                      <w:divBdr>
                        <w:top w:val="none" w:sz="0" w:space="0" w:color="auto"/>
                        <w:left w:val="none" w:sz="0" w:space="0" w:color="auto"/>
                        <w:bottom w:val="none" w:sz="0" w:space="0" w:color="auto"/>
                        <w:right w:val="none" w:sz="0" w:space="0" w:color="auto"/>
                      </w:divBdr>
                      <w:divsChild>
                        <w:div w:id="6272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61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91107">
      <w:bodyDiv w:val="1"/>
      <w:marLeft w:val="0"/>
      <w:marRight w:val="0"/>
      <w:marTop w:val="0"/>
      <w:marBottom w:val="0"/>
      <w:divBdr>
        <w:top w:val="none" w:sz="0" w:space="0" w:color="auto"/>
        <w:left w:val="none" w:sz="0" w:space="0" w:color="auto"/>
        <w:bottom w:val="none" w:sz="0" w:space="0" w:color="auto"/>
        <w:right w:val="none" w:sz="0" w:space="0" w:color="auto"/>
      </w:divBdr>
    </w:div>
    <w:div w:id="1836190796">
      <w:bodyDiv w:val="1"/>
      <w:marLeft w:val="0"/>
      <w:marRight w:val="0"/>
      <w:marTop w:val="0"/>
      <w:marBottom w:val="0"/>
      <w:divBdr>
        <w:top w:val="none" w:sz="0" w:space="0" w:color="auto"/>
        <w:left w:val="none" w:sz="0" w:space="0" w:color="auto"/>
        <w:bottom w:val="none" w:sz="0" w:space="0" w:color="auto"/>
        <w:right w:val="none" w:sz="0" w:space="0" w:color="auto"/>
      </w:divBdr>
    </w:div>
    <w:div w:id="1962153376">
      <w:bodyDiv w:val="1"/>
      <w:marLeft w:val="0"/>
      <w:marRight w:val="0"/>
      <w:marTop w:val="0"/>
      <w:marBottom w:val="0"/>
      <w:divBdr>
        <w:top w:val="none" w:sz="0" w:space="0" w:color="auto"/>
        <w:left w:val="none" w:sz="0" w:space="0" w:color="auto"/>
        <w:bottom w:val="none" w:sz="0" w:space="0" w:color="auto"/>
        <w:right w:val="none" w:sz="0" w:space="0" w:color="auto"/>
      </w:divBdr>
    </w:div>
    <w:div w:id="1962609596">
      <w:bodyDiv w:val="1"/>
      <w:marLeft w:val="0"/>
      <w:marRight w:val="0"/>
      <w:marTop w:val="0"/>
      <w:marBottom w:val="0"/>
      <w:divBdr>
        <w:top w:val="none" w:sz="0" w:space="0" w:color="auto"/>
        <w:left w:val="none" w:sz="0" w:space="0" w:color="auto"/>
        <w:bottom w:val="none" w:sz="0" w:space="0" w:color="auto"/>
        <w:right w:val="none" w:sz="0" w:space="0" w:color="auto"/>
      </w:divBdr>
    </w:div>
    <w:div w:id="2036534567">
      <w:bodyDiv w:val="1"/>
      <w:marLeft w:val="0"/>
      <w:marRight w:val="0"/>
      <w:marTop w:val="0"/>
      <w:marBottom w:val="0"/>
      <w:divBdr>
        <w:top w:val="none" w:sz="0" w:space="0" w:color="auto"/>
        <w:left w:val="none" w:sz="0" w:space="0" w:color="auto"/>
        <w:bottom w:val="none" w:sz="0" w:space="0" w:color="auto"/>
        <w:right w:val="none" w:sz="0" w:space="0" w:color="auto"/>
      </w:divBdr>
    </w:div>
    <w:div w:id="2049914953">
      <w:bodyDiv w:val="1"/>
      <w:marLeft w:val="0"/>
      <w:marRight w:val="0"/>
      <w:marTop w:val="0"/>
      <w:marBottom w:val="0"/>
      <w:divBdr>
        <w:top w:val="none" w:sz="0" w:space="0" w:color="auto"/>
        <w:left w:val="none" w:sz="0" w:space="0" w:color="auto"/>
        <w:bottom w:val="none" w:sz="0" w:space="0" w:color="auto"/>
        <w:right w:val="none" w:sz="0" w:space="0" w:color="auto"/>
      </w:divBdr>
      <w:divsChild>
        <w:div w:id="1475440247">
          <w:marLeft w:val="0"/>
          <w:marRight w:val="0"/>
          <w:marTop w:val="0"/>
          <w:marBottom w:val="0"/>
          <w:divBdr>
            <w:top w:val="none" w:sz="0" w:space="0" w:color="auto"/>
            <w:left w:val="none" w:sz="0" w:space="0" w:color="auto"/>
            <w:bottom w:val="none" w:sz="0" w:space="0" w:color="auto"/>
            <w:right w:val="none" w:sz="0" w:space="0" w:color="auto"/>
          </w:divBdr>
        </w:div>
      </w:divsChild>
    </w:div>
    <w:div w:id="2066416154">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 w:id="2120447632">
      <w:bodyDiv w:val="1"/>
      <w:marLeft w:val="0"/>
      <w:marRight w:val="0"/>
      <w:marTop w:val="0"/>
      <w:marBottom w:val="0"/>
      <w:divBdr>
        <w:top w:val="none" w:sz="0" w:space="0" w:color="auto"/>
        <w:left w:val="none" w:sz="0" w:space="0" w:color="auto"/>
        <w:bottom w:val="none" w:sz="0" w:space="0" w:color="auto"/>
        <w:right w:val="none" w:sz="0" w:space="0" w:color="auto"/>
      </w:divBdr>
    </w:div>
    <w:div w:id="2126578670">
      <w:bodyDiv w:val="1"/>
      <w:marLeft w:val="0"/>
      <w:marRight w:val="0"/>
      <w:marTop w:val="0"/>
      <w:marBottom w:val="0"/>
      <w:divBdr>
        <w:top w:val="none" w:sz="0" w:space="0" w:color="auto"/>
        <w:left w:val="none" w:sz="0" w:space="0" w:color="auto"/>
        <w:bottom w:val="none" w:sz="0" w:space="0" w:color="auto"/>
        <w:right w:val="none" w:sz="0" w:space="0" w:color="auto"/>
      </w:divBdr>
    </w:div>
    <w:div w:id="2133012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egoli\Desktop\CONTRA_NEW.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D8C857D3A7AAA429A55940A78F0317B" ma:contentTypeVersion="4" ma:contentTypeDescription="Creare un nuovo documento." ma:contentTypeScope="" ma:versionID="bd2e084caf8c85ba9382a2aac69c996f">
  <xsd:schema xmlns:xsd="http://www.w3.org/2001/XMLSchema" xmlns:xs="http://www.w3.org/2001/XMLSchema" xmlns:p="http://schemas.microsoft.com/office/2006/metadata/properties" xmlns:ns2="66569c3a-ec3a-4ed7-94b4-a20686147aaf" targetNamespace="http://schemas.microsoft.com/office/2006/metadata/properties" ma:root="true" ma:fieldsID="b8b0a9d9d377f8d20e7f5d4eec4c3e65" ns2:_="">
    <xsd:import namespace="66569c3a-ec3a-4ed7-94b4-a20686147aa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569c3a-ec3a-4ed7-94b4-a206861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9EE05-564E-47DE-B5A0-970D8A83D590}">
  <ds:schemaRefs>
    <ds:schemaRef ds:uri="http://schemas.microsoft.com/office/2006/metadata/properties"/>
    <ds:schemaRef ds:uri="http://schemas.microsoft.com/office/infopath/2007/PartnerControls"/>
    <ds:schemaRef ds:uri="7967ca4a-a64a-4c64-adac-6d61742fe8a3"/>
    <ds:schemaRef ds:uri="fc350d74-7388-42fc-9158-18e8d5429dfc"/>
  </ds:schemaRefs>
</ds:datastoreItem>
</file>

<file path=customXml/itemProps2.xml><?xml version="1.0" encoding="utf-8"?>
<ds:datastoreItem xmlns:ds="http://schemas.openxmlformats.org/officeDocument/2006/customXml" ds:itemID="{70071303-DE28-4B8F-8650-5A39795F7FAA}">
  <ds:schemaRefs>
    <ds:schemaRef ds:uri="http://schemas.openxmlformats.org/officeDocument/2006/bibliography"/>
  </ds:schemaRefs>
</ds:datastoreItem>
</file>

<file path=customXml/itemProps3.xml><?xml version="1.0" encoding="utf-8"?>
<ds:datastoreItem xmlns:ds="http://schemas.openxmlformats.org/officeDocument/2006/customXml" ds:itemID="{356B5702-00C9-40FE-96C5-82383E35E7D1}"/>
</file>

<file path=customXml/itemProps4.xml><?xml version="1.0" encoding="utf-8"?>
<ds:datastoreItem xmlns:ds="http://schemas.openxmlformats.org/officeDocument/2006/customXml" ds:itemID="{95956723-82A8-4606-ACE0-0D5ED10B44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CONTRA_NEW</Template>
  <TotalTime>1480</TotalTime>
  <Pages>10</Pages>
  <Words>2714</Words>
  <Characters>15474</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18152</CharactersWithSpaces>
  <SharedDoc>false</SharedDoc>
  <HLinks>
    <vt:vector size="138" baseType="variant">
      <vt:variant>
        <vt:i4>1114172</vt:i4>
      </vt:variant>
      <vt:variant>
        <vt:i4>134</vt:i4>
      </vt:variant>
      <vt:variant>
        <vt:i4>0</vt:i4>
      </vt:variant>
      <vt:variant>
        <vt:i4>5</vt:i4>
      </vt:variant>
      <vt:variant>
        <vt:lpwstr/>
      </vt:variant>
      <vt:variant>
        <vt:lpwstr>_Toc166685333</vt:lpwstr>
      </vt:variant>
      <vt:variant>
        <vt:i4>1114172</vt:i4>
      </vt:variant>
      <vt:variant>
        <vt:i4>128</vt:i4>
      </vt:variant>
      <vt:variant>
        <vt:i4>0</vt:i4>
      </vt:variant>
      <vt:variant>
        <vt:i4>5</vt:i4>
      </vt:variant>
      <vt:variant>
        <vt:lpwstr/>
      </vt:variant>
      <vt:variant>
        <vt:lpwstr>_Toc166685332</vt:lpwstr>
      </vt:variant>
      <vt:variant>
        <vt:i4>1114172</vt:i4>
      </vt:variant>
      <vt:variant>
        <vt:i4>122</vt:i4>
      </vt:variant>
      <vt:variant>
        <vt:i4>0</vt:i4>
      </vt:variant>
      <vt:variant>
        <vt:i4>5</vt:i4>
      </vt:variant>
      <vt:variant>
        <vt:lpwstr/>
      </vt:variant>
      <vt:variant>
        <vt:lpwstr>_Toc166685331</vt:lpwstr>
      </vt:variant>
      <vt:variant>
        <vt:i4>1114172</vt:i4>
      </vt:variant>
      <vt:variant>
        <vt:i4>116</vt:i4>
      </vt:variant>
      <vt:variant>
        <vt:i4>0</vt:i4>
      </vt:variant>
      <vt:variant>
        <vt:i4>5</vt:i4>
      </vt:variant>
      <vt:variant>
        <vt:lpwstr/>
      </vt:variant>
      <vt:variant>
        <vt:lpwstr>_Toc166685330</vt:lpwstr>
      </vt:variant>
      <vt:variant>
        <vt:i4>1048636</vt:i4>
      </vt:variant>
      <vt:variant>
        <vt:i4>110</vt:i4>
      </vt:variant>
      <vt:variant>
        <vt:i4>0</vt:i4>
      </vt:variant>
      <vt:variant>
        <vt:i4>5</vt:i4>
      </vt:variant>
      <vt:variant>
        <vt:lpwstr/>
      </vt:variant>
      <vt:variant>
        <vt:lpwstr>_Toc166685329</vt:lpwstr>
      </vt:variant>
      <vt:variant>
        <vt:i4>1048636</vt:i4>
      </vt:variant>
      <vt:variant>
        <vt:i4>104</vt:i4>
      </vt:variant>
      <vt:variant>
        <vt:i4>0</vt:i4>
      </vt:variant>
      <vt:variant>
        <vt:i4>5</vt:i4>
      </vt:variant>
      <vt:variant>
        <vt:lpwstr/>
      </vt:variant>
      <vt:variant>
        <vt:lpwstr>_Toc166685328</vt:lpwstr>
      </vt:variant>
      <vt:variant>
        <vt:i4>1048636</vt:i4>
      </vt:variant>
      <vt:variant>
        <vt:i4>98</vt:i4>
      </vt:variant>
      <vt:variant>
        <vt:i4>0</vt:i4>
      </vt:variant>
      <vt:variant>
        <vt:i4>5</vt:i4>
      </vt:variant>
      <vt:variant>
        <vt:lpwstr/>
      </vt:variant>
      <vt:variant>
        <vt:lpwstr>_Toc166685327</vt:lpwstr>
      </vt:variant>
      <vt:variant>
        <vt:i4>1048636</vt:i4>
      </vt:variant>
      <vt:variant>
        <vt:i4>92</vt:i4>
      </vt:variant>
      <vt:variant>
        <vt:i4>0</vt:i4>
      </vt:variant>
      <vt:variant>
        <vt:i4>5</vt:i4>
      </vt:variant>
      <vt:variant>
        <vt:lpwstr/>
      </vt:variant>
      <vt:variant>
        <vt:lpwstr>_Toc166685326</vt:lpwstr>
      </vt:variant>
      <vt:variant>
        <vt:i4>1048636</vt:i4>
      </vt:variant>
      <vt:variant>
        <vt:i4>86</vt:i4>
      </vt:variant>
      <vt:variant>
        <vt:i4>0</vt:i4>
      </vt:variant>
      <vt:variant>
        <vt:i4>5</vt:i4>
      </vt:variant>
      <vt:variant>
        <vt:lpwstr/>
      </vt:variant>
      <vt:variant>
        <vt:lpwstr>_Toc166685325</vt:lpwstr>
      </vt:variant>
      <vt:variant>
        <vt:i4>1048636</vt:i4>
      </vt:variant>
      <vt:variant>
        <vt:i4>80</vt:i4>
      </vt:variant>
      <vt:variant>
        <vt:i4>0</vt:i4>
      </vt:variant>
      <vt:variant>
        <vt:i4>5</vt:i4>
      </vt:variant>
      <vt:variant>
        <vt:lpwstr/>
      </vt:variant>
      <vt:variant>
        <vt:lpwstr>_Toc166685324</vt:lpwstr>
      </vt:variant>
      <vt:variant>
        <vt:i4>1048636</vt:i4>
      </vt:variant>
      <vt:variant>
        <vt:i4>74</vt:i4>
      </vt:variant>
      <vt:variant>
        <vt:i4>0</vt:i4>
      </vt:variant>
      <vt:variant>
        <vt:i4>5</vt:i4>
      </vt:variant>
      <vt:variant>
        <vt:lpwstr/>
      </vt:variant>
      <vt:variant>
        <vt:lpwstr>_Toc166685323</vt:lpwstr>
      </vt:variant>
      <vt:variant>
        <vt:i4>1048636</vt:i4>
      </vt:variant>
      <vt:variant>
        <vt:i4>68</vt:i4>
      </vt:variant>
      <vt:variant>
        <vt:i4>0</vt:i4>
      </vt:variant>
      <vt:variant>
        <vt:i4>5</vt:i4>
      </vt:variant>
      <vt:variant>
        <vt:lpwstr/>
      </vt:variant>
      <vt:variant>
        <vt:lpwstr>_Toc166685322</vt:lpwstr>
      </vt:variant>
      <vt:variant>
        <vt:i4>1048636</vt:i4>
      </vt:variant>
      <vt:variant>
        <vt:i4>62</vt:i4>
      </vt:variant>
      <vt:variant>
        <vt:i4>0</vt:i4>
      </vt:variant>
      <vt:variant>
        <vt:i4>5</vt:i4>
      </vt:variant>
      <vt:variant>
        <vt:lpwstr/>
      </vt:variant>
      <vt:variant>
        <vt:lpwstr>_Toc166685321</vt:lpwstr>
      </vt:variant>
      <vt:variant>
        <vt:i4>1048636</vt:i4>
      </vt:variant>
      <vt:variant>
        <vt:i4>56</vt:i4>
      </vt:variant>
      <vt:variant>
        <vt:i4>0</vt:i4>
      </vt:variant>
      <vt:variant>
        <vt:i4>5</vt:i4>
      </vt:variant>
      <vt:variant>
        <vt:lpwstr/>
      </vt:variant>
      <vt:variant>
        <vt:lpwstr>_Toc166685320</vt:lpwstr>
      </vt:variant>
      <vt:variant>
        <vt:i4>1245244</vt:i4>
      </vt:variant>
      <vt:variant>
        <vt:i4>50</vt:i4>
      </vt:variant>
      <vt:variant>
        <vt:i4>0</vt:i4>
      </vt:variant>
      <vt:variant>
        <vt:i4>5</vt:i4>
      </vt:variant>
      <vt:variant>
        <vt:lpwstr/>
      </vt:variant>
      <vt:variant>
        <vt:lpwstr>_Toc166685319</vt:lpwstr>
      </vt:variant>
      <vt:variant>
        <vt:i4>1245244</vt:i4>
      </vt:variant>
      <vt:variant>
        <vt:i4>44</vt:i4>
      </vt:variant>
      <vt:variant>
        <vt:i4>0</vt:i4>
      </vt:variant>
      <vt:variant>
        <vt:i4>5</vt:i4>
      </vt:variant>
      <vt:variant>
        <vt:lpwstr/>
      </vt:variant>
      <vt:variant>
        <vt:lpwstr>_Toc166685318</vt:lpwstr>
      </vt:variant>
      <vt:variant>
        <vt:i4>1245244</vt:i4>
      </vt:variant>
      <vt:variant>
        <vt:i4>38</vt:i4>
      </vt:variant>
      <vt:variant>
        <vt:i4>0</vt:i4>
      </vt:variant>
      <vt:variant>
        <vt:i4>5</vt:i4>
      </vt:variant>
      <vt:variant>
        <vt:lpwstr/>
      </vt:variant>
      <vt:variant>
        <vt:lpwstr>_Toc166685317</vt:lpwstr>
      </vt:variant>
      <vt:variant>
        <vt:i4>1245244</vt:i4>
      </vt:variant>
      <vt:variant>
        <vt:i4>32</vt:i4>
      </vt:variant>
      <vt:variant>
        <vt:i4>0</vt:i4>
      </vt:variant>
      <vt:variant>
        <vt:i4>5</vt:i4>
      </vt:variant>
      <vt:variant>
        <vt:lpwstr/>
      </vt:variant>
      <vt:variant>
        <vt:lpwstr>_Toc166685316</vt:lpwstr>
      </vt:variant>
      <vt:variant>
        <vt:i4>1245244</vt:i4>
      </vt:variant>
      <vt:variant>
        <vt:i4>26</vt:i4>
      </vt:variant>
      <vt:variant>
        <vt:i4>0</vt:i4>
      </vt:variant>
      <vt:variant>
        <vt:i4>5</vt:i4>
      </vt:variant>
      <vt:variant>
        <vt:lpwstr/>
      </vt:variant>
      <vt:variant>
        <vt:lpwstr>_Toc166685315</vt:lpwstr>
      </vt:variant>
      <vt:variant>
        <vt:i4>1245244</vt:i4>
      </vt:variant>
      <vt:variant>
        <vt:i4>20</vt:i4>
      </vt:variant>
      <vt:variant>
        <vt:i4>0</vt:i4>
      </vt:variant>
      <vt:variant>
        <vt:i4>5</vt:i4>
      </vt:variant>
      <vt:variant>
        <vt:lpwstr/>
      </vt:variant>
      <vt:variant>
        <vt:lpwstr>_Toc166685314</vt:lpwstr>
      </vt:variant>
      <vt:variant>
        <vt:i4>1245244</vt:i4>
      </vt:variant>
      <vt:variant>
        <vt:i4>14</vt:i4>
      </vt:variant>
      <vt:variant>
        <vt:i4>0</vt:i4>
      </vt:variant>
      <vt:variant>
        <vt:i4>5</vt:i4>
      </vt:variant>
      <vt:variant>
        <vt:lpwstr/>
      </vt:variant>
      <vt:variant>
        <vt:lpwstr>_Toc166685313</vt:lpwstr>
      </vt:variant>
      <vt:variant>
        <vt:i4>1245244</vt:i4>
      </vt:variant>
      <vt:variant>
        <vt:i4>8</vt:i4>
      </vt:variant>
      <vt:variant>
        <vt:i4>0</vt:i4>
      </vt:variant>
      <vt:variant>
        <vt:i4>5</vt:i4>
      </vt:variant>
      <vt:variant>
        <vt:lpwstr/>
      </vt:variant>
      <vt:variant>
        <vt:lpwstr>_Toc166685312</vt:lpwstr>
      </vt:variant>
      <vt:variant>
        <vt:i4>1245244</vt:i4>
      </vt:variant>
      <vt:variant>
        <vt:i4>2</vt:i4>
      </vt:variant>
      <vt:variant>
        <vt:i4>0</vt:i4>
      </vt:variant>
      <vt:variant>
        <vt:i4>5</vt:i4>
      </vt:variant>
      <vt:variant>
        <vt:lpwstr/>
      </vt:variant>
      <vt:variant>
        <vt:lpwstr>_Toc166685311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subject/>
  <dc:creator>Claudia Pegoli</dc:creator>
  <cp:keywords/>
  <dc:description/>
  <cp:lastModifiedBy>Cristina Toso</cp:lastModifiedBy>
  <cp:revision>751</cp:revision>
  <cp:lastPrinted>2024-05-21T13:16:00Z</cp:lastPrinted>
  <dcterms:created xsi:type="dcterms:W3CDTF">2024-02-20T16:50:00Z</dcterms:created>
  <dcterms:modified xsi:type="dcterms:W3CDTF">2024-05-21T13:17:00Z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0x0101001D8C857D3A7AAA429A55940A78F0317B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Order">
    <vt:r8>24700</vt:r8>
  </property>
  <property fmtid="{D5CDD505-2E9C-101B-9397-08002B2CF9AE}" pid="11" name="_SourceUrl">
    <vt:lpwstr/>
  </property>
  <property fmtid="{D5CDD505-2E9C-101B-9397-08002B2CF9AE}" pid="12" name="_SharedFileIndex">
    <vt:lpwstr/>
  </property>
</Properties>
</file>