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DE7B2" w14:textId="77777777" w:rsidR="00E762A2" w:rsidRPr="00630B4A" w:rsidRDefault="00E762A2" w:rsidP="00E762A2">
      <w:pPr>
        <w:pStyle w:val="corpoAltF"/>
        <w:jc w:val="left"/>
      </w:pPr>
      <w:bookmarkStart w:id="0" w:name="_Hlk480295496"/>
      <w:bookmarkStart w:id="1" w:name="_Toc33011301"/>
      <w:bookmarkEnd w:id="0"/>
      <w:r>
        <w:rPr>
          <w:noProof/>
        </w:rPr>
        <w:drawing>
          <wp:anchor distT="0" distB="0" distL="114300" distR="114300" simplePos="0" relativeHeight="251658241" behindDoc="0" locked="0" layoutInCell="1" allowOverlap="1" wp14:anchorId="56983EB7" wp14:editId="29AAD4A3">
            <wp:simplePos x="0" y="0"/>
            <wp:positionH relativeFrom="column">
              <wp:posOffset>661035</wp:posOffset>
            </wp:positionH>
            <wp:positionV relativeFrom="paragraph">
              <wp:posOffset>-346710</wp:posOffset>
            </wp:positionV>
            <wp:extent cx="2876550" cy="628650"/>
            <wp:effectExtent l="0" t="0" r="0" b="0"/>
            <wp:wrapNone/>
            <wp:docPr id="2" name="Immagine 2" descr="Logo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Logo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7E7AA6" w14:textId="77777777" w:rsidR="00E762A2" w:rsidRPr="00630B4A" w:rsidRDefault="00544C87" w:rsidP="00E762A2">
      <w:pPr>
        <w:pStyle w:val="corpoAltF"/>
        <w:ind w:left="113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9AC491C" wp14:editId="017D6D20">
                <wp:simplePos x="0" y="0"/>
                <wp:positionH relativeFrom="column">
                  <wp:posOffset>404495</wp:posOffset>
                </wp:positionH>
                <wp:positionV relativeFrom="paragraph">
                  <wp:posOffset>113665</wp:posOffset>
                </wp:positionV>
                <wp:extent cx="5621655" cy="8095615"/>
                <wp:effectExtent l="635" t="16510" r="16510" b="12700"/>
                <wp:wrapNone/>
                <wp:docPr id="3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1655" cy="8095615"/>
                          <a:chOff x="1771" y="3521"/>
                          <a:chExt cx="8853" cy="12749"/>
                        </a:xfrm>
                      </wpg:grpSpPr>
                      <wps:wsp>
                        <wps:cNvPr id="4" name="Line 7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08" y="3521"/>
                            <a:ext cx="44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350" y="9149"/>
                            <a:ext cx="4662" cy="401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2661" y="9566"/>
                            <a:ext cx="4008" cy="32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3"/>
                        <wps:cNvSpPr>
                          <a:spLocks/>
                        </wps:cNvSpPr>
                        <wps:spPr bwMode="auto">
                          <a:xfrm>
                            <a:off x="3132" y="12329"/>
                            <a:ext cx="397" cy="397"/>
                          </a:xfrm>
                          <a:custGeom>
                            <a:avLst/>
                            <a:gdLst>
                              <a:gd name="T0" fmla="*/ 794 w 794"/>
                              <a:gd name="T1" fmla="*/ 386 h 793"/>
                              <a:gd name="T2" fmla="*/ 751 w 794"/>
                              <a:gd name="T3" fmla="*/ 193 h 793"/>
                              <a:gd name="T4" fmla="*/ 600 w 794"/>
                              <a:gd name="T5" fmla="*/ 43 h 793"/>
                              <a:gd name="T6" fmla="*/ 407 w 794"/>
                              <a:gd name="T7" fmla="*/ 0 h 793"/>
                              <a:gd name="T8" fmla="*/ 407 w 794"/>
                              <a:gd name="T9" fmla="*/ 0 h 793"/>
                              <a:gd name="T10" fmla="*/ 193 w 794"/>
                              <a:gd name="T11" fmla="*/ 43 h 793"/>
                              <a:gd name="T12" fmla="*/ 65 w 794"/>
                              <a:gd name="T13" fmla="*/ 193 h 793"/>
                              <a:gd name="T14" fmla="*/ 0 w 794"/>
                              <a:gd name="T15" fmla="*/ 386 h 793"/>
                              <a:gd name="T16" fmla="*/ 0 w 794"/>
                              <a:gd name="T17" fmla="*/ 386 h 793"/>
                              <a:gd name="T18" fmla="*/ 65 w 794"/>
                              <a:gd name="T19" fmla="*/ 600 h 793"/>
                              <a:gd name="T20" fmla="*/ 193 w 794"/>
                              <a:gd name="T21" fmla="*/ 728 h 793"/>
                              <a:gd name="T22" fmla="*/ 407 w 794"/>
                              <a:gd name="T23" fmla="*/ 793 h 793"/>
                              <a:gd name="T24" fmla="*/ 407 w 794"/>
                              <a:gd name="T25" fmla="*/ 793 h 793"/>
                              <a:gd name="T26" fmla="*/ 600 w 794"/>
                              <a:gd name="T27" fmla="*/ 728 h 793"/>
                              <a:gd name="T28" fmla="*/ 751 w 794"/>
                              <a:gd name="T29" fmla="*/ 600 h 793"/>
                              <a:gd name="T30" fmla="*/ 794 w 794"/>
                              <a:gd name="T31" fmla="*/ 386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794" h="793">
                                <a:moveTo>
                                  <a:pt x="794" y="386"/>
                                </a:moveTo>
                                <a:lnTo>
                                  <a:pt x="751" y="193"/>
                                </a:lnTo>
                                <a:lnTo>
                                  <a:pt x="600" y="43"/>
                                </a:lnTo>
                                <a:lnTo>
                                  <a:pt x="407" y="0"/>
                                </a:lnTo>
                                <a:lnTo>
                                  <a:pt x="193" y="43"/>
                                </a:lnTo>
                                <a:lnTo>
                                  <a:pt x="65" y="193"/>
                                </a:lnTo>
                                <a:lnTo>
                                  <a:pt x="0" y="386"/>
                                </a:lnTo>
                                <a:lnTo>
                                  <a:pt x="65" y="600"/>
                                </a:lnTo>
                                <a:lnTo>
                                  <a:pt x="193" y="728"/>
                                </a:lnTo>
                                <a:lnTo>
                                  <a:pt x="407" y="793"/>
                                </a:lnTo>
                                <a:lnTo>
                                  <a:pt x="600" y="728"/>
                                </a:lnTo>
                                <a:lnTo>
                                  <a:pt x="751" y="600"/>
                                </a:lnTo>
                                <a:lnTo>
                                  <a:pt x="794" y="3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74"/>
                        <wps:cNvSpPr>
                          <a:spLocks/>
                        </wps:cNvSpPr>
                        <wps:spPr bwMode="auto">
                          <a:xfrm>
                            <a:off x="4397" y="12329"/>
                            <a:ext cx="397" cy="397"/>
                          </a:xfrm>
                          <a:custGeom>
                            <a:avLst/>
                            <a:gdLst>
                              <a:gd name="T0" fmla="*/ 793 w 793"/>
                              <a:gd name="T1" fmla="*/ 386 h 793"/>
                              <a:gd name="T2" fmla="*/ 750 w 793"/>
                              <a:gd name="T3" fmla="*/ 193 h 793"/>
                              <a:gd name="T4" fmla="*/ 599 w 793"/>
                              <a:gd name="T5" fmla="*/ 43 h 793"/>
                              <a:gd name="T6" fmla="*/ 407 w 793"/>
                              <a:gd name="T7" fmla="*/ 0 h 793"/>
                              <a:gd name="T8" fmla="*/ 407 w 793"/>
                              <a:gd name="T9" fmla="*/ 0 h 793"/>
                              <a:gd name="T10" fmla="*/ 214 w 793"/>
                              <a:gd name="T11" fmla="*/ 43 h 793"/>
                              <a:gd name="T12" fmla="*/ 64 w 793"/>
                              <a:gd name="T13" fmla="*/ 193 h 793"/>
                              <a:gd name="T14" fmla="*/ 0 w 793"/>
                              <a:gd name="T15" fmla="*/ 386 h 793"/>
                              <a:gd name="T16" fmla="*/ 0 w 793"/>
                              <a:gd name="T17" fmla="*/ 386 h 793"/>
                              <a:gd name="T18" fmla="*/ 64 w 793"/>
                              <a:gd name="T19" fmla="*/ 600 h 793"/>
                              <a:gd name="T20" fmla="*/ 214 w 793"/>
                              <a:gd name="T21" fmla="*/ 728 h 793"/>
                              <a:gd name="T22" fmla="*/ 407 w 793"/>
                              <a:gd name="T23" fmla="*/ 793 h 793"/>
                              <a:gd name="T24" fmla="*/ 407 w 793"/>
                              <a:gd name="T25" fmla="*/ 793 h 793"/>
                              <a:gd name="T26" fmla="*/ 599 w 793"/>
                              <a:gd name="T27" fmla="*/ 728 h 793"/>
                              <a:gd name="T28" fmla="*/ 750 w 793"/>
                              <a:gd name="T29" fmla="*/ 600 h 793"/>
                              <a:gd name="T30" fmla="*/ 793 w 793"/>
                              <a:gd name="T31" fmla="*/ 386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793" h="793">
                                <a:moveTo>
                                  <a:pt x="793" y="386"/>
                                </a:moveTo>
                                <a:lnTo>
                                  <a:pt x="750" y="193"/>
                                </a:lnTo>
                                <a:lnTo>
                                  <a:pt x="599" y="43"/>
                                </a:lnTo>
                                <a:lnTo>
                                  <a:pt x="407" y="0"/>
                                </a:lnTo>
                                <a:lnTo>
                                  <a:pt x="214" y="43"/>
                                </a:lnTo>
                                <a:lnTo>
                                  <a:pt x="64" y="193"/>
                                </a:lnTo>
                                <a:lnTo>
                                  <a:pt x="0" y="386"/>
                                </a:lnTo>
                                <a:lnTo>
                                  <a:pt x="64" y="600"/>
                                </a:lnTo>
                                <a:lnTo>
                                  <a:pt x="214" y="728"/>
                                </a:lnTo>
                                <a:lnTo>
                                  <a:pt x="407" y="793"/>
                                </a:lnTo>
                                <a:lnTo>
                                  <a:pt x="599" y="728"/>
                                </a:lnTo>
                                <a:lnTo>
                                  <a:pt x="750" y="600"/>
                                </a:lnTo>
                                <a:lnTo>
                                  <a:pt x="793" y="3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75"/>
                        <wps:cNvSpPr>
                          <a:spLocks/>
                        </wps:cNvSpPr>
                        <wps:spPr bwMode="auto">
                          <a:xfrm>
                            <a:off x="5651" y="12329"/>
                            <a:ext cx="397" cy="397"/>
                          </a:xfrm>
                          <a:custGeom>
                            <a:avLst/>
                            <a:gdLst>
                              <a:gd name="T0" fmla="*/ 793 w 793"/>
                              <a:gd name="T1" fmla="*/ 386 h 793"/>
                              <a:gd name="T2" fmla="*/ 729 w 793"/>
                              <a:gd name="T3" fmla="*/ 193 h 793"/>
                              <a:gd name="T4" fmla="*/ 600 w 793"/>
                              <a:gd name="T5" fmla="*/ 43 h 793"/>
                              <a:gd name="T6" fmla="*/ 385 w 793"/>
                              <a:gd name="T7" fmla="*/ 0 h 793"/>
                              <a:gd name="T8" fmla="*/ 385 w 793"/>
                              <a:gd name="T9" fmla="*/ 0 h 793"/>
                              <a:gd name="T10" fmla="*/ 192 w 793"/>
                              <a:gd name="T11" fmla="*/ 43 h 793"/>
                              <a:gd name="T12" fmla="*/ 43 w 793"/>
                              <a:gd name="T13" fmla="*/ 193 h 793"/>
                              <a:gd name="T14" fmla="*/ 0 w 793"/>
                              <a:gd name="T15" fmla="*/ 386 h 793"/>
                              <a:gd name="T16" fmla="*/ 0 w 793"/>
                              <a:gd name="T17" fmla="*/ 386 h 793"/>
                              <a:gd name="T18" fmla="*/ 43 w 793"/>
                              <a:gd name="T19" fmla="*/ 600 h 793"/>
                              <a:gd name="T20" fmla="*/ 192 w 793"/>
                              <a:gd name="T21" fmla="*/ 728 h 793"/>
                              <a:gd name="T22" fmla="*/ 385 w 793"/>
                              <a:gd name="T23" fmla="*/ 793 h 793"/>
                              <a:gd name="T24" fmla="*/ 385 w 793"/>
                              <a:gd name="T25" fmla="*/ 793 h 793"/>
                              <a:gd name="T26" fmla="*/ 600 w 793"/>
                              <a:gd name="T27" fmla="*/ 728 h 793"/>
                              <a:gd name="T28" fmla="*/ 729 w 793"/>
                              <a:gd name="T29" fmla="*/ 600 h 793"/>
                              <a:gd name="T30" fmla="*/ 793 w 793"/>
                              <a:gd name="T31" fmla="*/ 386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793" h="793">
                                <a:moveTo>
                                  <a:pt x="793" y="386"/>
                                </a:moveTo>
                                <a:lnTo>
                                  <a:pt x="729" y="193"/>
                                </a:lnTo>
                                <a:lnTo>
                                  <a:pt x="600" y="43"/>
                                </a:lnTo>
                                <a:lnTo>
                                  <a:pt x="385" y="0"/>
                                </a:lnTo>
                                <a:lnTo>
                                  <a:pt x="192" y="43"/>
                                </a:lnTo>
                                <a:lnTo>
                                  <a:pt x="43" y="193"/>
                                </a:lnTo>
                                <a:lnTo>
                                  <a:pt x="0" y="386"/>
                                </a:lnTo>
                                <a:lnTo>
                                  <a:pt x="43" y="600"/>
                                </a:lnTo>
                                <a:lnTo>
                                  <a:pt x="192" y="728"/>
                                </a:lnTo>
                                <a:lnTo>
                                  <a:pt x="385" y="793"/>
                                </a:lnTo>
                                <a:lnTo>
                                  <a:pt x="600" y="728"/>
                                </a:lnTo>
                                <a:lnTo>
                                  <a:pt x="729" y="600"/>
                                </a:lnTo>
                                <a:lnTo>
                                  <a:pt x="793" y="3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2671" y="12083"/>
                            <a:ext cx="3998" cy="97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3132" y="9577"/>
                            <a:ext cx="97" cy="250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3540" y="9577"/>
                            <a:ext cx="96" cy="250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3936" y="9577"/>
                            <a:ext cx="96" cy="250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4344" y="9577"/>
                            <a:ext cx="96" cy="250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4740" y="9577"/>
                            <a:ext cx="96" cy="250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5147" y="9577"/>
                            <a:ext cx="97" cy="250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5544" y="9577"/>
                            <a:ext cx="96" cy="250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5951" y="9577"/>
                            <a:ext cx="97" cy="250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6347" y="9577"/>
                            <a:ext cx="97" cy="250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86"/>
                        <wps:cNvSpPr>
                          <a:spLocks/>
                        </wps:cNvSpPr>
                        <wps:spPr bwMode="auto">
                          <a:xfrm>
                            <a:off x="1771" y="6187"/>
                            <a:ext cx="6141" cy="6126"/>
                          </a:xfrm>
                          <a:custGeom>
                            <a:avLst/>
                            <a:gdLst>
                              <a:gd name="T0" fmla="*/ 12282 w 12282"/>
                              <a:gd name="T1" fmla="*/ 6576 h 12252"/>
                              <a:gd name="T2" fmla="*/ 5680 w 12282"/>
                              <a:gd name="T3" fmla="*/ 0 h 12252"/>
                              <a:gd name="T4" fmla="*/ 0 w 12282"/>
                              <a:gd name="T5" fmla="*/ 5676 h 12252"/>
                              <a:gd name="T6" fmla="*/ 6580 w 12282"/>
                              <a:gd name="T7" fmla="*/ 12252 h 12252"/>
                              <a:gd name="T8" fmla="*/ 12282 w 12282"/>
                              <a:gd name="T9" fmla="*/ 6576 h 12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282" h="12252">
                                <a:moveTo>
                                  <a:pt x="12282" y="6576"/>
                                </a:moveTo>
                                <a:lnTo>
                                  <a:pt x="5680" y="0"/>
                                </a:lnTo>
                                <a:lnTo>
                                  <a:pt x="0" y="5676"/>
                                </a:lnTo>
                                <a:lnTo>
                                  <a:pt x="6580" y="12252"/>
                                </a:lnTo>
                                <a:lnTo>
                                  <a:pt x="12282" y="65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87"/>
                        <wps:cNvSpPr>
                          <a:spLocks/>
                        </wps:cNvSpPr>
                        <wps:spPr bwMode="auto">
                          <a:xfrm>
                            <a:off x="2264" y="6701"/>
                            <a:ext cx="5112" cy="5109"/>
                          </a:xfrm>
                          <a:custGeom>
                            <a:avLst/>
                            <a:gdLst>
                              <a:gd name="T0" fmla="*/ 10224 w 10224"/>
                              <a:gd name="T1" fmla="*/ 5656 h 10219"/>
                              <a:gd name="T2" fmla="*/ 4544 w 10224"/>
                              <a:gd name="T3" fmla="*/ 0 h 10219"/>
                              <a:gd name="T4" fmla="*/ 0 w 10224"/>
                              <a:gd name="T5" fmla="*/ 4542 h 10219"/>
                              <a:gd name="T6" fmla="*/ 5680 w 10224"/>
                              <a:gd name="T7" fmla="*/ 10219 h 10219"/>
                              <a:gd name="T8" fmla="*/ 10224 w 10224"/>
                              <a:gd name="T9" fmla="*/ 5656 h 102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224" h="10219">
                                <a:moveTo>
                                  <a:pt x="10224" y="5656"/>
                                </a:moveTo>
                                <a:lnTo>
                                  <a:pt x="4544" y="0"/>
                                </a:lnTo>
                                <a:lnTo>
                                  <a:pt x="0" y="4542"/>
                                </a:lnTo>
                                <a:lnTo>
                                  <a:pt x="5680" y="10219"/>
                                </a:lnTo>
                                <a:lnTo>
                                  <a:pt x="10224" y="56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88"/>
                        <wps:cNvSpPr>
                          <a:spLocks/>
                        </wps:cNvSpPr>
                        <wps:spPr bwMode="auto">
                          <a:xfrm>
                            <a:off x="2725" y="9068"/>
                            <a:ext cx="386" cy="385"/>
                          </a:xfrm>
                          <a:custGeom>
                            <a:avLst/>
                            <a:gdLst>
                              <a:gd name="T0" fmla="*/ 665 w 771"/>
                              <a:gd name="T1" fmla="*/ 664 h 771"/>
                              <a:gd name="T2" fmla="*/ 771 w 771"/>
                              <a:gd name="T3" fmla="*/ 493 h 771"/>
                              <a:gd name="T4" fmla="*/ 771 w 771"/>
                              <a:gd name="T5" fmla="*/ 299 h 771"/>
                              <a:gd name="T6" fmla="*/ 665 w 771"/>
                              <a:gd name="T7" fmla="*/ 107 h 771"/>
                              <a:gd name="T8" fmla="*/ 665 w 771"/>
                              <a:gd name="T9" fmla="*/ 107 h 771"/>
                              <a:gd name="T10" fmla="*/ 493 w 771"/>
                              <a:gd name="T11" fmla="*/ 0 h 771"/>
                              <a:gd name="T12" fmla="*/ 278 w 771"/>
                              <a:gd name="T13" fmla="*/ 0 h 771"/>
                              <a:gd name="T14" fmla="*/ 107 w 771"/>
                              <a:gd name="T15" fmla="*/ 107 h 771"/>
                              <a:gd name="T16" fmla="*/ 107 w 771"/>
                              <a:gd name="T17" fmla="*/ 107 h 771"/>
                              <a:gd name="T18" fmla="*/ 0 w 771"/>
                              <a:gd name="T19" fmla="*/ 299 h 771"/>
                              <a:gd name="T20" fmla="*/ 0 w 771"/>
                              <a:gd name="T21" fmla="*/ 493 h 771"/>
                              <a:gd name="T22" fmla="*/ 107 w 771"/>
                              <a:gd name="T23" fmla="*/ 664 h 771"/>
                              <a:gd name="T24" fmla="*/ 107 w 771"/>
                              <a:gd name="T25" fmla="*/ 664 h 771"/>
                              <a:gd name="T26" fmla="*/ 278 w 771"/>
                              <a:gd name="T27" fmla="*/ 771 h 771"/>
                              <a:gd name="T28" fmla="*/ 493 w 771"/>
                              <a:gd name="T29" fmla="*/ 771 h 771"/>
                              <a:gd name="T30" fmla="*/ 665 w 771"/>
                              <a:gd name="T31" fmla="*/ 664 h 7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771" h="771">
                                <a:moveTo>
                                  <a:pt x="665" y="664"/>
                                </a:moveTo>
                                <a:lnTo>
                                  <a:pt x="771" y="493"/>
                                </a:lnTo>
                                <a:lnTo>
                                  <a:pt x="771" y="299"/>
                                </a:lnTo>
                                <a:lnTo>
                                  <a:pt x="665" y="107"/>
                                </a:lnTo>
                                <a:lnTo>
                                  <a:pt x="493" y="0"/>
                                </a:lnTo>
                                <a:lnTo>
                                  <a:pt x="278" y="0"/>
                                </a:lnTo>
                                <a:lnTo>
                                  <a:pt x="107" y="107"/>
                                </a:lnTo>
                                <a:lnTo>
                                  <a:pt x="0" y="299"/>
                                </a:lnTo>
                                <a:lnTo>
                                  <a:pt x="0" y="493"/>
                                </a:lnTo>
                                <a:lnTo>
                                  <a:pt x="107" y="664"/>
                                </a:lnTo>
                                <a:lnTo>
                                  <a:pt x="278" y="771"/>
                                </a:lnTo>
                                <a:lnTo>
                                  <a:pt x="493" y="771"/>
                                </a:lnTo>
                                <a:lnTo>
                                  <a:pt x="665" y="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89"/>
                        <wps:cNvSpPr>
                          <a:spLocks/>
                        </wps:cNvSpPr>
                        <wps:spPr bwMode="auto">
                          <a:xfrm>
                            <a:off x="3625" y="9738"/>
                            <a:ext cx="386" cy="385"/>
                          </a:xfrm>
                          <a:custGeom>
                            <a:avLst/>
                            <a:gdLst>
                              <a:gd name="T0" fmla="*/ 664 w 771"/>
                              <a:gd name="T1" fmla="*/ 664 h 772"/>
                              <a:gd name="T2" fmla="*/ 771 w 771"/>
                              <a:gd name="T3" fmla="*/ 472 h 772"/>
                              <a:gd name="T4" fmla="*/ 771 w 771"/>
                              <a:gd name="T5" fmla="*/ 279 h 772"/>
                              <a:gd name="T6" fmla="*/ 664 w 771"/>
                              <a:gd name="T7" fmla="*/ 107 h 772"/>
                              <a:gd name="T8" fmla="*/ 664 w 771"/>
                              <a:gd name="T9" fmla="*/ 107 h 772"/>
                              <a:gd name="T10" fmla="*/ 471 w 771"/>
                              <a:gd name="T11" fmla="*/ 0 h 772"/>
                              <a:gd name="T12" fmla="*/ 279 w 771"/>
                              <a:gd name="T13" fmla="*/ 0 h 772"/>
                              <a:gd name="T14" fmla="*/ 106 w 771"/>
                              <a:gd name="T15" fmla="*/ 107 h 772"/>
                              <a:gd name="T16" fmla="*/ 106 w 771"/>
                              <a:gd name="T17" fmla="*/ 107 h 772"/>
                              <a:gd name="T18" fmla="*/ 0 w 771"/>
                              <a:gd name="T19" fmla="*/ 279 h 772"/>
                              <a:gd name="T20" fmla="*/ 0 w 771"/>
                              <a:gd name="T21" fmla="*/ 472 h 772"/>
                              <a:gd name="T22" fmla="*/ 106 w 771"/>
                              <a:gd name="T23" fmla="*/ 664 h 772"/>
                              <a:gd name="T24" fmla="*/ 106 w 771"/>
                              <a:gd name="T25" fmla="*/ 664 h 772"/>
                              <a:gd name="T26" fmla="*/ 279 w 771"/>
                              <a:gd name="T27" fmla="*/ 772 h 772"/>
                              <a:gd name="T28" fmla="*/ 471 w 771"/>
                              <a:gd name="T29" fmla="*/ 772 h 772"/>
                              <a:gd name="T30" fmla="*/ 664 w 771"/>
                              <a:gd name="T31" fmla="*/ 664 h 7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771" h="772">
                                <a:moveTo>
                                  <a:pt x="664" y="664"/>
                                </a:moveTo>
                                <a:lnTo>
                                  <a:pt x="771" y="472"/>
                                </a:lnTo>
                                <a:lnTo>
                                  <a:pt x="771" y="279"/>
                                </a:lnTo>
                                <a:lnTo>
                                  <a:pt x="664" y="107"/>
                                </a:lnTo>
                                <a:lnTo>
                                  <a:pt x="471" y="0"/>
                                </a:lnTo>
                                <a:lnTo>
                                  <a:pt x="279" y="0"/>
                                </a:lnTo>
                                <a:lnTo>
                                  <a:pt x="106" y="107"/>
                                </a:lnTo>
                                <a:lnTo>
                                  <a:pt x="0" y="279"/>
                                </a:lnTo>
                                <a:lnTo>
                                  <a:pt x="0" y="472"/>
                                </a:lnTo>
                                <a:lnTo>
                                  <a:pt x="106" y="664"/>
                                </a:lnTo>
                                <a:lnTo>
                                  <a:pt x="279" y="772"/>
                                </a:lnTo>
                                <a:lnTo>
                                  <a:pt x="471" y="772"/>
                                </a:lnTo>
                                <a:lnTo>
                                  <a:pt x="664" y="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0"/>
                        <wps:cNvSpPr>
                          <a:spLocks/>
                        </wps:cNvSpPr>
                        <wps:spPr bwMode="auto">
                          <a:xfrm>
                            <a:off x="4504" y="10616"/>
                            <a:ext cx="386" cy="386"/>
                          </a:xfrm>
                          <a:custGeom>
                            <a:avLst/>
                            <a:gdLst>
                              <a:gd name="T0" fmla="*/ 664 w 772"/>
                              <a:gd name="T1" fmla="*/ 664 h 771"/>
                              <a:gd name="T2" fmla="*/ 772 w 772"/>
                              <a:gd name="T3" fmla="*/ 492 h 771"/>
                              <a:gd name="T4" fmla="*/ 772 w 772"/>
                              <a:gd name="T5" fmla="*/ 278 h 771"/>
                              <a:gd name="T6" fmla="*/ 664 w 772"/>
                              <a:gd name="T7" fmla="*/ 107 h 771"/>
                              <a:gd name="T8" fmla="*/ 664 w 772"/>
                              <a:gd name="T9" fmla="*/ 107 h 771"/>
                              <a:gd name="T10" fmla="*/ 493 w 772"/>
                              <a:gd name="T11" fmla="*/ 0 h 771"/>
                              <a:gd name="T12" fmla="*/ 279 w 772"/>
                              <a:gd name="T13" fmla="*/ 0 h 771"/>
                              <a:gd name="T14" fmla="*/ 108 w 772"/>
                              <a:gd name="T15" fmla="*/ 107 h 771"/>
                              <a:gd name="T16" fmla="*/ 108 w 772"/>
                              <a:gd name="T17" fmla="*/ 107 h 771"/>
                              <a:gd name="T18" fmla="*/ 0 w 772"/>
                              <a:gd name="T19" fmla="*/ 278 h 771"/>
                              <a:gd name="T20" fmla="*/ 0 w 772"/>
                              <a:gd name="T21" fmla="*/ 492 h 771"/>
                              <a:gd name="T22" fmla="*/ 108 w 772"/>
                              <a:gd name="T23" fmla="*/ 664 h 771"/>
                              <a:gd name="T24" fmla="*/ 108 w 772"/>
                              <a:gd name="T25" fmla="*/ 664 h 771"/>
                              <a:gd name="T26" fmla="*/ 279 w 772"/>
                              <a:gd name="T27" fmla="*/ 771 h 771"/>
                              <a:gd name="T28" fmla="*/ 493 w 772"/>
                              <a:gd name="T29" fmla="*/ 771 h 771"/>
                              <a:gd name="T30" fmla="*/ 664 w 772"/>
                              <a:gd name="T31" fmla="*/ 664 h 7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772" h="771">
                                <a:moveTo>
                                  <a:pt x="664" y="664"/>
                                </a:moveTo>
                                <a:lnTo>
                                  <a:pt x="772" y="492"/>
                                </a:lnTo>
                                <a:lnTo>
                                  <a:pt x="772" y="278"/>
                                </a:lnTo>
                                <a:lnTo>
                                  <a:pt x="664" y="107"/>
                                </a:lnTo>
                                <a:lnTo>
                                  <a:pt x="493" y="0"/>
                                </a:lnTo>
                                <a:lnTo>
                                  <a:pt x="279" y="0"/>
                                </a:lnTo>
                                <a:lnTo>
                                  <a:pt x="108" y="107"/>
                                </a:lnTo>
                                <a:lnTo>
                                  <a:pt x="0" y="278"/>
                                </a:lnTo>
                                <a:lnTo>
                                  <a:pt x="0" y="492"/>
                                </a:lnTo>
                                <a:lnTo>
                                  <a:pt x="108" y="664"/>
                                </a:lnTo>
                                <a:lnTo>
                                  <a:pt x="279" y="771"/>
                                </a:lnTo>
                                <a:lnTo>
                                  <a:pt x="493" y="771"/>
                                </a:lnTo>
                                <a:lnTo>
                                  <a:pt x="664" y="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1"/>
                        <wps:cNvSpPr>
                          <a:spLocks/>
                        </wps:cNvSpPr>
                        <wps:spPr bwMode="auto">
                          <a:xfrm>
                            <a:off x="2693" y="8479"/>
                            <a:ext cx="2894" cy="2903"/>
                          </a:xfrm>
                          <a:custGeom>
                            <a:avLst/>
                            <a:gdLst>
                              <a:gd name="T0" fmla="*/ 5787 w 5787"/>
                              <a:gd name="T1" fmla="*/ 5655 h 5805"/>
                              <a:gd name="T2" fmla="*/ 149 w 5787"/>
                              <a:gd name="T3" fmla="*/ 0 h 5805"/>
                              <a:gd name="T4" fmla="*/ 0 w 5787"/>
                              <a:gd name="T5" fmla="*/ 149 h 5805"/>
                              <a:gd name="T6" fmla="*/ 5658 w 5787"/>
                              <a:gd name="T7" fmla="*/ 5805 h 5805"/>
                              <a:gd name="T8" fmla="*/ 5787 w 5787"/>
                              <a:gd name="T9" fmla="*/ 5655 h 58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787" h="5805">
                                <a:moveTo>
                                  <a:pt x="5787" y="5655"/>
                                </a:moveTo>
                                <a:lnTo>
                                  <a:pt x="149" y="0"/>
                                </a:lnTo>
                                <a:lnTo>
                                  <a:pt x="0" y="149"/>
                                </a:lnTo>
                                <a:lnTo>
                                  <a:pt x="5658" y="5805"/>
                                </a:lnTo>
                                <a:lnTo>
                                  <a:pt x="5787" y="56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92"/>
                        <wps:cNvSpPr>
                          <a:spLocks/>
                        </wps:cNvSpPr>
                        <wps:spPr bwMode="auto">
                          <a:xfrm>
                            <a:off x="3089" y="7033"/>
                            <a:ext cx="1844" cy="1842"/>
                          </a:xfrm>
                          <a:custGeom>
                            <a:avLst/>
                            <a:gdLst>
                              <a:gd name="T0" fmla="*/ 3687 w 3687"/>
                              <a:gd name="T1" fmla="*/ 150 h 3684"/>
                              <a:gd name="T2" fmla="*/ 3559 w 3687"/>
                              <a:gd name="T3" fmla="*/ 0 h 3684"/>
                              <a:gd name="T4" fmla="*/ 0 w 3687"/>
                              <a:gd name="T5" fmla="*/ 3556 h 3684"/>
                              <a:gd name="T6" fmla="*/ 151 w 3687"/>
                              <a:gd name="T7" fmla="*/ 3684 h 3684"/>
                              <a:gd name="T8" fmla="*/ 3687 w 3687"/>
                              <a:gd name="T9" fmla="*/ 150 h 3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87" h="3684">
                                <a:moveTo>
                                  <a:pt x="3687" y="150"/>
                                </a:moveTo>
                                <a:lnTo>
                                  <a:pt x="3559" y="0"/>
                                </a:lnTo>
                                <a:lnTo>
                                  <a:pt x="0" y="3556"/>
                                </a:lnTo>
                                <a:lnTo>
                                  <a:pt x="151" y="3684"/>
                                </a:lnTo>
                                <a:lnTo>
                                  <a:pt x="3687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93"/>
                        <wps:cNvSpPr>
                          <a:spLocks/>
                        </wps:cNvSpPr>
                        <wps:spPr bwMode="auto">
                          <a:xfrm>
                            <a:off x="3379" y="7322"/>
                            <a:ext cx="1843" cy="1842"/>
                          </a:xfrm>
                          <a:custGeom>
                            <a:avLst/>
                            <a:gdLst>
                              <a:gd name="T0" fmla="*/ 3686 w 3686"/>
                              <a:gd name="T1" fmla="*/ 128 h 3685"/>
                              <a:gd name="T2" fmla="*/ 3537 w 3686"/>
                              <a:gd name="T3" fmla="*/ 0 h 3685"/>
                              <a:gd name="T4" fmla="*/ 0 w 3686"/>
                              <a:gd name="T5" fmla="*/ 3535 h 3685"/>
                              <a:gd name="T6" fmla="*/ 128 w 3686"/>
                              <a:gd name="T7" fmla="*/ 3685 h 3685"/>
                              <a:gd name="T8" fmla="*/ 3686 w 3686"/>
                              <a:gd name="T9" fmla="*/ 128 h 3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86" h="3685">
                                <a:moveTo>
                                  <a:pt x="3686" y="128"/>
                                </a:moveTo>
                                <a:lnTo>
                                  <a:pt x="3537" y="0"/>
                                </a:lnTo>
                                <a:lnTo>
                                  <a:pt x="0" y="3535"/>
                                </a:lnTo>
                                <a:lnTo>
                                  <a:pt x="128" y="3685"/>
                                </a:lnTo>
                                <a:lnTo>
                                  <a:pt x="3686" y="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94"/>
                        <wps:cNvSpPr>
                          <a:spLocks/>
                        </wps:cNvSpPr>
                        <wps:spPr bwMode="auto">
                          <a:xfrm>
                            <a:off x="3658" y="7601"/>
                            <a:ext cx="1843" cy="1842"/>
                          </a:xfrm>
                          <a:custGeom>
                            <a:avLst/>
                            <a:gdLst>
                              <a:gd name="T0" fmla="*/ 3686 w 3686"/>
                              <a:gd name="T1" fmla="*/ 149 h 3684"/>
                              <a:gd name="T2" fmla="*/ 3558 w 3686"/>
                              <a:gd name="T3" fmla="*/ 0 h 3684"/>
                              <a:gd name="T4" fmla="*/ 0 w 3686"/>
                              <a:gd name="T5" fmla="*/ 3555 h 3684"/>
                              <a:gd name="T6" fmla="*/ 150 w 3686"/>
                              <a:gd name="T7" fmla="*/ 3684 h 3684"/>
                              <a:gd name="T8" fmla="*/ 3686 w 3686"/>
                              <a:gd name="T9" fmla="*/ 149 h 3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86" h="3684">
                                <a:moveTo>
                                  <a:pt x="3686" y="149"/>
                                </a:moveTo>
                                <a:lnTo>
                                  <a:pt x="3558" y="0"/>
                                </a:lnTo>
                                <a:lnTo>
                                  <a:pt x="0" y="3555"/>
                                </a:lnTo>
                                <a:lnTo>
                                  <a:pt x="150" y="3684"/>
                                </a:lnTo>
                                <a:lnTo>
                                  <a:pt x="3686" y="1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95"/>
                        <wps:cNvSpPr>
                          <a:spLocks/>
                        </wps:cNvSpPr>
                        <wps:spPr bwMode="auto">
                          <a:xfrm>
                            <a:off x="3947" y="7891"/>
                            <a:ext cx="1843" cy="1842"/>
                          </a:xfrm>
                          <a:custGeom>
                            <a:avLst/>
                            <a:gdLst>
                              <a:gd name="T0" fmla="*/ 3686 w 3686"/>
                              <a:gd name="T1" fmla="*/ 130 h 3685"/>
                              <a:gd name="T2" fmla="*/ 3537 w 3686"/>
                              <a:gd name="T3" fmla="*/ 0 h 3685"/>
                              <a:gd name="T4" fmla="*/ 0 w 3686"/>
                              <a:gd name="T5" fmla="*/ 3535 h 3685"/>
                              <a:gd name="T6" fmla="*/ 128 w 3686"/>
                              <a:gd name="T7" fmla="*/ 3685 h 3685"/>
                              <a:gd name="T8" fmla="*/ 3686 w 3686"/>
                              <a:gd name="T9" fmla="*/ 130 h 3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86" h="3685">
                                <a:moveTo>
                                  <a:pt x="3686" y="130"/>
                                </a:moveTo>
                                <a:lnTo>
                                  <a:pt x="3537" y="0"/>
                                </a:lnTo>
                                <a:lnTo>
                                  <a:pt x="0" y="3535"/>
                                </a:lnTo>
                                <a:lnTo>
                                  <a:pt x="128" y="3685"/>
                                </a:lnTo>
                                <a:lnTo>
                                  <a:pt x="3686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96"/>
                        <wps:cNvSpPr>
                          <a:spLocks/>
                        </wps:cNvSpPr>
                        <wps:spPr bwMode="auto">
                          <a:xfrm>
                            <a:off x="4226" y="8169"/>
                            <a:ext cx="1843" cy="1853"/>
                          </a:xfrm>
                          <a:custGeom>
                            <a:avLst/>
                            <a:gdLst>
                              <a:gd name="T0" fmla="*/ 3686 w 3686"/>
                              <a:gd name="T1" fmla="*/ 149 h 3705"/>
                              <a:gd name="T2" fmla="*/ 3558 w 3686"/>
                              <a:gd name="T3" fmla="*/ 0 h 3705"/>
                              <a:gd name="T4" fmla="*/ 0 w 3686"/>
                              <a:gd name="T5" fmla="*/ 3555 h 3705"/>
                              <a:gd name="T6" fmla="*/ 150 w 3686"/>
                              <a:gd name="T7" fmla="*/ 3705 h 3705"/>
                              <a:gd name="T8" fmla="*/ 3686 w 3686"/>
                              <a:gd name="T9" fmla="*/ 149 h 37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86" h="3705">
                                <a:moveTo>
                                  <a:pt x="3686" y="149"/>
                                </a:moveTo>
                                <a:lnTo>
                                  <a:pt x="3558" y="0"/>
                                </a:lnTo>
                                <a:lnTo>
                                  <a:pt x="0" y="3555"/>
                                </a:lnTo>
                                <a:lnTo>
                                  <a:pt x="150" y="3705"/>
                                </a:lnTo>
                                <a:lnTo>
                                  <a:pt x="3686" y="1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97"/>
                        <wps:cNvSpPr>
                          <a:spLocks/>
                        </wps:cNvSpPr>
                        <wps:spPr bwMode="auto">
                          <a:xfrm>
                            <a:off x="4515" y="8457"/>
                            <a:ext cx="1843" cy="1843"/>
                          </a:xfrm>
                          <a:custGeom>
                            <a:avLst/>
                            <a:gdLst>
                              <a:gd name="T0" fmla="*/ 3686 w 3686"/>
                              <a:gd name="T1" fmla="*/ 129 h 3684"/>
                              <a:gd name="T2" fmla="*/ 3537 w 3686"/>
                              <a:gd name="T3" fmla="*/ 0 h 3684"/>
                              <a:gd name="T4" fmla="*/ 0 w 3686"/>
                              <a:gd name="T5" fmla="*/ 3535 h 3684"/>
                              <a:gd name="T6" fmla="*/ 128 w 3686"/>
                              <a:gd name="T7" fmla="*/ 3684 h 3684"/>
                              <a:gd name="T8" fmla="*/ 3686 w 3686"/>
                              <a:gd name="T9" fmla="*/ 129 h 3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86" h="3684">
                                <a:moveTo>
                                  <a:pt x="3686" y="129"/>
                                </a:moveTo>
                                <a:lnTo>
                                  <a:pt x="3537" y="0"/>
                                </a:lnTo>
                                <a:lnTo>
                                  <a:pt x="0" y="3535"/>
                                </a:lnTo>
                                <a:lnTo>
                                  <a:pt x="128" y="3684"/>
                                </a:lnTo>
                                <a:lnTo>
                                  <a:pt x="3686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98"/>
                        <wps:cNvSpPr>
                          <a:spLocks/>
                        </wps:cNvSpPr>
                        <wps:spPr bwMode="auto">
                          <a:xfrm>
                            <a:off x="4794" y="8736"/>
                            <a:ext cx="1853" cy="1853"/>
                          </a:xfrm>
                          <a:custGeom>
                            <a:avLst/>
                            <a:gdLst>
                              <a:gd name="T0" fmla="*/ 3708 w 3708"/>
                              <a:gd name="T1" fmla="*/ 150 h 3706"/>
                              <a:gd name="T2" fmla="*/ 3558 w 3708"/>
                              <a:gd name="T3" fmla="*/ 0 h 3706"/>
                              <a:gd name="T4" fmla="*/ 0 w 3708"/>
                              <a:gd name="T5" fmla="*/ 3556 h 3706"/>
                              <a:gd name="T6" fmla="*/ 150 w 3708"/>
                              <a:gd name="T7" fmla="*/ 3706 h 3706"/>
                              <a:gd name="T8" fmla="*/ 3708 w 3708"/>
                              <a:gd name="T9" fmla="*/ 150 h 3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08" h="3706">
                                <a:moveTo>
                                  <a:pt x="3708" y="150"/>
                                </a:moveTo>
                                <a:lnTo>
                                  <a:pt x="3558" y="0"/>
                                </a:lnTo>
                                <a:lnTo>
                                  <a:pt x="0" y="3556"/>
                                </a:lnTo>
                                <a:lnTo>
                                  <a:pt x="150" y="3706"/>
                                </a:lnTo>
                                <a:lnTo>
                                  <a:pt x="3708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99"/>
                        <wps:cNvSpPr>
                          <a:spLocks/>
                        </wps:cNvSpPr>
                        <wps:spPr bwMode="auto">
                          <a:xfrm>
                            <a:off x="5083" y="9025"/>
                            <a:ext cx="1843" cy="1842"/>
                          </a:xfrm>
                          <a:custGeom>
                            <a:avLst/>
                            <a:gdLst>
                              <a:gd name="T0" fmla="*/ 3686 w 3686"/>
                              <a:gd name="T1" fmla="*/ 129 h 3685"/>
                              <a:gd name="T2" fmla="*/ 3537 w 3686"/>
                              <a:gd name="T3" fmla="*/ 0 h 3685"/>
                              <a:gd name="T4" fmla="*/ 0 w 3686"/>
                              <a:gd name="T5" fmla="*/ 3535 h 3685"/>
                              <a:gd name="T6" fmla="*/ 129 w 3686"/>
                              <a:gd name="T7" fmla="*/ 3685 h 3685"/>
                              <a:gd name="T8" fmla="*/ 3686 w 3686"/>
                              <a:gd name="T9" fmla="*/ 129 h 3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86" h="3685">
                                <a:moveTo>
                                  <a:pt x="3686" y="129"/>
                                </a:moveTo>
                                <a:lnTo>
                                  <a:pt x="3537" y="0"/>
                                </a:lnTo>
                                <a:lnTo>
                                  <a:pt x="0" y="3535"/>
                                </a:lnTo>
                                <a:lnTo>
                                  <a:pt x="129" y="3685"/>
                                </a:lnTo>
                                <a:lnTo>
                                  <a:pt x="3686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0"/>
                        <wps:cNvSpPr>
                          <a:spLocks/>
                        </wps:cNvSpPr>
                        <wps:spPr bwMode="auto">
                          <a:xfrm>
                            <a:off x="5362" y="9074"/>
                            <a:ext cx="1853" cy="1853"/>
                          </a:xfrm>
                          <a:custGeom>
                            <a:avLst/>
                            <a:gdLst>
                              <a:gd name="T0" fmla="*/ 3708 w 3708"/>
                              <a:gd name="T1" fmla="*/ 150 h 3707"/>
                              <a:gd name="T2" fmla="*/ 3558 w 3708"/>
                              <a:gd name="T3" fmla="*/ 0 h 3707"/>
                              <a:gd name="T4" fmla="*/ 0 w 3708"/>
                              <a:gd name="T5" fmla="*/ 3556 h 3707"/>
                              <a:gd name="T6" fmla="*/ 150 w 3708"/>
                              <a:gd name="T7" fmla="*/ 3707 h 3707"/>
                              <a:gd name="T8" fmla="*/ 3708 w 3708"/>
                              <a:gd name="T9" fmla="*/ 150 h 37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08" h="3707">
                                <a:moveTo>
                                  <a:pt x="3708" y="150"/>
                                </a:moveTo>
                                <a:lnTo>
                                  <a:pt x="3558" y="0"/>
                                </a:lnTo>
                                <a:lnTo>
                                  <a:pt x="0" y="3556"/>
                                </a:lnTo>
                                <a:lnTo>
                                  <a:pt x="150" y="3707"/>
                                </a:lnTo>
                                <a:lnTo>
                                  <a:pt x="3708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1"/>
                        <wps:cNvSpPr>
                          <a:spLocks/>
                        </wps:cNvSpPr>
                        <wps:spPr bwMode="auto">
                          <a:xfrm>
                            <a:off x="2918" y="4580"/>
                            <a:ext cx="5498" cy="5837"/>
                          </a:xfrm>
                          <a:custGeom>
                            <a:avLst/>
                            <a:gdLst>
                              <a:gd name="T0" fmla="*/ 10996 w 10996"/>
                              <a:gd name="T1" fmla="*/ 8611 h 11675"/>
                              <a:gd name="T2" fmla="*/ 7438 w 10996"/>
                              <a:gd name="T3" fmla="*/ 0 h 11675"/>
                              <a:gd name="T4" fmla="*/ 0 w 10996"/>
                              <a:gd name="T5" fmla="*/ 3064 h 11675"/>
                              <a:gd name="T6" fmla="*/ 3579 w 10996"/>
                              <a:gd name="T7" fmla="*/ 11675 h 11675"/>
                              <a:gd name="T8" fmla="*/ 10996 w 10996"/>
                              <a:gd name="T9" fmla="*/ 8611 h 11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996" h="11675">
                                <a:moveTo>
                                  <a:pt x="10996" y="8611"/>
                                </a:moveTo>
                                <a:lnTo>
                                  <a:pt x="7438" y="0"/>
                                </a:lnTo>
                                <a:lnTo>
                                  <a:pt x="0" y="3064"/>
                                </a:lnTo>
                                <a:lnTo>
                                  <a:pt x="3579" y="11675"/>
                                </a:lnTo>
                                <a:lnTo>
                                  <a:pt x="10996" y="8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2"/>
                        <wps:cNvSpPr>
                          <a:spLocks/>
                        </wps:cNvSpPr>
                        <wps:spPr bwMode="auto">
                          <a:xfrm>
                            <a:off x="3400" y="5030"/>
                            <a:ext cx="4501" cy="4927"/>
                          </a:xfrm>
                          <a:custGeom>
                            <a:avLst/>
                            <a:gdLst>
                              <a:gd name="T0" fmla="*/ 9001 w 9001"/>
                              <a:gd name="T1" fmla="*/ 7391 h 9854"/>
                              <a:gd name="T2" fmla="*/ 5937 w 9001"/>
                              <a:gd name="T3" fmla="*/ 0 h 9854"/>
                              <a:gd name="T4" fmla="*/ 0 w 9001"/>
                              <a:gd name="T5" fmla="*/ 2463 h 9854"/>
                              <a:gd name="T6" fmla="*/ 3064 w 9001"/>
                              <a:gd name="T7" fmla="*/ 9854 h 9854"/>
                              <a:gd name="T8" fmla="*/ 9001 w 9001"/>
                              <a:gd name="T9" fmla="*/ 7391 h 98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001" h="9854">
                                <a:moveTo>
                                  <a:pt x="9001" y="7391"/>
                                </a:moveTo>
                                <a:lnTo>
                                  <a:pt x="5937" y="0"/>
                                </a:lnTo>
                                <a:lnTo>
                                  <a:pt x="0" y="2463"/>
                                </a:lnTo>
                                <a:lnTo>
                                  <a:pt x="3064" y="9854"/>
                                </a:lnTo>
                                <a:lnTo>
                                  <a:pt x="9001" y="7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03"/>
                        <wps:cNvSpPr>
                          <a:spLocks/>
                        </wps:cNvSpPr>
                        <wps:spPr bwMode="auto">
                          <a:xfrm>
                            <a:off x="3689" y="6583"/>
                            <a:ext cx="397" cy="396"/>
                          </a:xfrm>
                          <a:custGeom>
                            <a:avLst/>
                            <a:gdLst>
                              <a:gd name="T0" fmla="*/ 558 w 793"/>
                              <a:gd name="T1" fmla="*/ 749 h 792"/>
                              <a:gd name="T2" fmla="*/ 664 w 793"/>
                              <a:gd name="T3" fmla="*/ 685 h 792"/>
                              <a:gd name="T4" fmla="*/ 750 w 793"/>
                              <a:gd name="T5" fmla="*/ 599 h 792"/>
                              <a:gd name="T6" fmla="*/ 793 w 793"/>
                              <a:gd name="T7" fmla="*/ 491 h 792"/>
                              <a:gd name="T8" fmla="*/ 793 w 793"/>
                              <a:gd name="T9" fmla="*/ 363 h 792"/>
                              <a:gd name="T10" fmla="*/ 772 w 793"/>
                              <a:gd name="T11" fmla="*/ 234 h 792"/>
                              <a:gd name="T12" fmla="*/ 772 w 793"/>
                              <a:gd name="T13" fmla="*/ 234 h 792"/>
                              <a:gd name="T14" fmla="*/ 707 w 793"/>
                              <a:gd name="T15" fmla="*/ 128 h 792"/>
                              <a:gd name="T16" fmla="*/ 622 w 793"/>
                              <a:gd name="T17" fmla="*/ 42 h 792"/>
                              <a:gd name="T18" fmla="*/ 493 w 793"/>
                              <a:gd name="T19" fmla="*/ 0 h 792"/>
                              <a:gd name="T20" fmla="*/ 386 w 793"/>
                              <a:gd name="T21" fmla="*/ 0 h 792"/>
                              <a:gd name="T22" fmla="*/ 257 w 793"/>
                              <a:gd name="T23" fmla="*/ 20 h 792"/>
                              <a:gd name="T24" fmla="*/ 257 w 793"/>
                              <a:gd name="T25" fmla="*/ 20 h 792"/>
                              <a:gd name="T26" fmla="*/ 151 w 793"/>
                              <a:gd name="T27" fmla="*/ 85 h 792"/>
                              <a:gd name="T28" fmla="*/ 64 w 793"/>
                              <a:gd name="T29" fmla="*/ 192 h 792"/>
                              <a:gd name="T30" fmla="*/ 21 w 793"/>
                              <a:gd name="T31" fmla="*/ 299 h 792"/>
                              <a:gd name="T32" fmla="*/ 0 w 793"/>
                              <a:gd name="T33" fmla="*/ 428 h 792"/>
                              <a:gd name="T34" fmla="*/ 43 w 793"/>
                              <a:gd name="T35" fmla="*/ 535 h 792"/>
                              <a:gd name="T36" fmla="*/ 43 w 793"/>
                              <a:gd name="T37" fmla="*/ 535 h 792"/>
                              <a:gd name="T38" fmla="*/ 108 w 793"/>
                              <a:gd name="T39" fmla="*/ 642 h 792"/>
                              <a:gd name="T40" fmla="*/ 193 w 793"/>
                              <a:gd name="T41" fmla="*/ 727 h 792"/>
                              <a:gd name="T42" fmla="*/ 322 w 793"/>
                              <a:gd name="T43" fmla="*/ 770 h 792"/>
                              <a:gd name="T44" fmla="*/ 428 w 793"/>
                              <a:gd name="T45" fmla="*/ 792 h 792"/>
                              <a:gd name="T46" fmla="*/ 558 w 793"/>
                              <a:gd name="T47" fmla="*/ 749 h 7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793" h="792">
                                <a:moveTo>
                                  <a:pt x="558" y="749"/>
                                </a:moveTo>
                                <a:lnTo>
                                  <a:pt x="664" y="685"/>
                                </a:lnTo>
                                <a:lnTo>
                                  <a:pt x="750" y="599"/>
                                </a:lnTo>
                                <a:lnTo>
                                  <a:pt x="793" y="491"/>
                                </a:lnTo>
                                <a:lnTo>
                                  <a:pt x="793" y="363"/>
                                </a:lnTo>
                                <a:lnTo>
                                  <a:pt x="772" y="234"/>
                                </a:lnTo>
                                <a:lnTo>
                                  <a:pt x="707" y="128"/>
                                </a:lnTo>
                                <a:lnTo>
                                  <a:pt x="622" y="42"/>
                                </a:lnTo>
                                <a:lnTo>
                                  <a:pt x="493" y="0"/>
                                </a:lnTo>
                                <a:lnTo>
                                  <a:pt x="386" y="0"/>
                                </a:lnTo>
                                <a:lnTo>
                                  <a:pt x="257" y="20"/>
                                </a:lnTo>
                                <a:lnTo>
                                  <a:pt x="151" y="85"/>
                                </a:lnTo>
                                <a:lnTo>
                                  <a:pt x="64" y="192"/>
                                </a:lnTo>
                                <a:lnTo>
                                  <a:pt x="21" y="299"/>
                                </a:lnTo>
                                <a:lnTo>
                                  <a:pt x="0" y="428"/>
                                </a:lnTo>
                                <a:lnTo>
                                  <a:pt x="43" y="535"/>
                                </a:lnTo>
                                <a:lnTo>
                                  <a:pt x="108" y="642"/>
                                </a:lnTo>
                                <a:lnTo>
                                  <a:pt x="193" y="727"/>
                                </a:lnTo>
                                <a:lnTo>
                                  <a:pt x="322" y="770"/>
                                </a:lnTo>
                                <a:lnTo>
                                  <a:pt x="428" y="792"/>
                                </a:lnTo>
                                <a:lnTo>
                                  <a:pt x="558" y="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04"/>
                        <wps:cNvSpPr>
                          <a:spLocks/>
                        </wps:cNvSpPr>
                        <wps:spPr bwMode="auto">
                          <a:xfrm>
                            <a:off x="4183" y="7750"/>
                            <a:ext cx="396" cy="397"/>
                          </a:xfrm>
                          <a:custGeom>
                            <a:avLst/>
                            <a:gdLst>
                              <a:gd name="T0" fmla="*/ 536 w 793"/>
                              <a:gd name="T1" fmla="*/ 750 h 793"/>
                              <a:gd name="T2" fmla="*/ 643 w 793"/>
                              <a:gd name="T3" fmla="*/ 685 h 793"/>
                              <a:gd name="T4" fmla="*/ 729 w 793"/>
                              <a:gd name="T5" fmla="*/ 600 h 793"/>
                              <a:gd name="T6" fmla="*/ 772 w 793"/>
                              <a:gd name="T7" fmla="*/ 493 h 793"/>
                              <a:gd name="T8" fmla="*/ 793 w 793"/>
                              <a:gd name="T9" fmla="*/ 365 h 793"/>
                              <a:gd name="T10" fmla="*/ 751 w 793"/>
                              <a:gd name="T11" fmla="*/ 235 h 793"/>
                              <a:gd name="T12" fmla="*/ 751 w 793"/>
                              <a:gd name="T13" fmla="*/ 235 h 793"/>
                              <a:gd name="T14" fmla="*/ 686 w 793"/>
                              <a:gd name="T15" fmla="*/ 129 h 793"/>
                              <a:gd name="T16" fmla="*/ 600 w 793"/>
                              <a:gd name="T17" fmla="*/ 43 h 793"/>
                              <a:gd name="T18" fmla="*/ 493 w 793"/>
                              <a:gd name="T19" fmla="*/ 0 h 793"/>
                              <a:gd name="T20" fmla="*/ 364 w 793"/>
                              <a:gd name="T21" fmla="*/ 0 h 793"/>
                              <a:gd name="T22" fmla="*/ 236 w 793"/>
                              <a:gd name="T23" fmla="*/ 21 h 793"/>
                              <a:gd name="T24" fmla="*/ 236 w 793"/>
                              <a:gd name="T25" fmla="*/ 21 h 793"/>
                              <a:gd name="T26" fmla="*/ 128 w 793"/>
                              <a:gd name="T27" fmla="*/ 86 h 793"/>
                              <a:gd name="T28" fmla="*/ 43 w 793"/>
                              <a:gd name="T29" fmla="*/ 192 h 793"/>
                              <a:gd name="T30" fmla="*/ 0 w 793"/>
                              <a:gd name="T31" fmla="*/ 300 h 793"/>
                              <a:gd name="T32" fmla="*/ 0 w 793"/>
                              <a:gd name="T33" fmla="*/ 428 h 793"/>
                              <a:gd name="T34" fmla="*/ 22 w 793"/>
                              <a:gd name="T35" fmla="*/ 536 h 793"/>
                              <a:gd name="T36" fmla="*/ 22 w 793"/>
                              <a:gd name="T37" fmla="*/ 536 h 793"/>
                              <a:gd name="T38" fmla="*/ 86 w 793"/>
                              <a:gd name="T39" fmla="*/ 642 h 793"/>
                              <a:gd name="T40" fmla="*/ 193 w 793"/>
                              <a:gd name="T41" fmla="*/ 728 h 793"/>
                              <a:gd name="T42" fmla="*/ 301 w 793"/>
                              <a:gd name="T43" fmla="*/ 771 h 793"/>
                              <a:gd name="T44" fmla="*/ 407 w 793"/>
                              <a:gd name="T45" fmla="*/ 793 h 793"/>
                              <a:gd name="T46" fmla="*/ 536 w 793"/>
                              <a:gd name="T47" fmla="*/ 750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793" h="793">
                                <a:moveTo>
                                  <a:pt x="536" y="750"/>
                                </a:moveTo>
                                <a:lnTo>
                                  <a:pt x="643" y="685"/>
                                </a:lnTo>
                                <a:lnTo>
                                  <a:pt x="729" y="600"/>
                                </a:lnTo>
                                <a:lnTo>
                                  <a:pt x="772" y="493"/>
                                </a:lnTo>
                                <a:lnTo>
                                  <a:pt x="793" y="365"/>
                                </a:lnTo>
                                <a:lnTo>
                                  <a:pt x="751" y="235"/>
                                </a:lnTo>
                                <a:lnTo>
                                  <a:pt x="686" y="129"/>
                                </a:lnTo>
                                <a:lnTo>
                                  <a:pt x="600" y="43"/>
                                </a:lnTo>
                                <a:lnTo>
                                  <a:pt x="493" y="0"/>
                                </a:lnTo>
                                <a:lnTo>
                                  <a:pt x="364" y="0"/>
                                </a:lnTo>
                                <a:lnTo>
                                  <a:pt x="236" y="21"/>
                                </a:lnTo>
                                <a:lnTo>
                                  <a:pt x="128" y="86"/>
                                </a:lnTo>
                                <a:lnTo>
                                  <a:pt x="43" y="192"/>
                                </a:lnTo>
                                <a:lnTo>
                                  <a:pt x="0" y="300"/>
                                </a:lnTo>
                                <a:lnTo>
                                  <a:pt x="0" y="428"/>
                                </a:lnTo>
                                <a:lnTo>
                                  <a:pt x="22" y="536"/>
                                </a:lnTo>
                                <a:lnTo>
                                  <a:pt x="86" y="642"/>
                                </a:lnTo>
                                <a:lnTo>
                                  <a:pt x="193" y="728"/>
                                </a:lnTo>
                                <a:lnTo>
                                  <a:pt x="301" y="771"/>
                                </a:lnTo>
                                <a:lnTo>
                                  <a:pt x="407" y="793"/>
                                </a:lnTo>
                                <a:lnTo>
                                  <a:pt x="536" y="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05"/>
                        <wps:cNvSpPr>
                          <a:spLocks/>
                        </wps:cNvSpPr>
                        <wps:spPr bwMode="auto">
                          <a:xfrm>
                            <a:off x="4654" y="8896"/>
                            <a:ext cx="396" cy="397"/>
                          </a:xfrm>
                          <a:custGeom>
                            <a:avLst/>
                            <a:gdLst>
                              <a:gd name="T0" fmla="*/ 557 w 793"/>
                              <a:gd name="T1" fmla="*/ 771 h 793"/>
                              <a:gd name="T2" fmla="*/ 665 w 793"/>
                              <a:gd name="T3" fmla="*/ 707 h 793"/>
                              <a:gd name="T4" fmla="*/ 751 w 793"/>
                              <a:gd name="T5" fmla="*/ 600 h 793"/>
                              <a:gd name="T6" fmla="*/ 793 w 793"/>
                              <a:gd name="T7" fmla="*/ 493 h 793"/>
                              <a:gd name="T8" fmla="*/ 793 w 793"/>
                              <a:gd name="T9" fmla="*/ 365 h 793"/>
                              <a:gd name="T10" fmla="*/ 771 w 793"/>
                              <a:gd name="T11" fmla="*/ 257 h 793"/>
                              <a:gd name="T12" fmla="*/ 771 w 793"/>
                              <a:gd name="T13" fmla="*/ 257 h 793"/>
                              <a:gd name="T14" fmla="*/ 708 w 793"/>
                              <a:gd name="T15" fmla="*/ 150 h 793"/>
                              <a:gd name="T16" fmla="*/ 600 w 793"/>
                              <a:gd name="T17" fmla="*/ 64 h 793"/>
                              <a:gd name="T18" fmla="*/ 494 w 793"/>
                              <a:gd name="T19" fmla="*/ 21 h 793"/>
                              <a:gd name="T20" fmla="*/ 364 w 793"/>
                              <a:gd name="T21" fmla="*/ 0 h 793"/>
                              <a:gd name="T22" fmla="*/ 258 w 793"/>
                              <a:gd name="T23" fmla="*/ 43 h 793"/>
                              <a:gd name="T24" fmla="*/ 258 w 793"/>
                              <a:gd name="T25" fmla="*/ 43 h 793"/>
                              <a:gd name="T26" fmla="*/ 129 w 793"/>
                              <a:gd name="T27" fmla="*/ 107 h 793"/>
                              <a:gd name="T28" fmla="*/ 65 w 793"/>
                              <a:gd name="T29" fmla="*/ 192 h 793"/>
                              <a:gd name="T30" fmla="*/ 22 w 793"/>
                              <a:gd name="T31" fmla="*/ 300 h 793"/>
                              <a:gd name="T32" fmla="*/ 0 w 793"/>
                              <a:gd name="T33" fmla="*/ 428 h 793"/>
                              <a:gd name="T34" fmla="*/ 43 w 793"/>
                              <a:gd name="T35" fmla="*/ 557 h 793"/>
                              <a:gd name="T36" fmla="*/ 43 w 793"/>
                              <a:gd name="T37" fmla="*/ 557 h 793"/>
                              <a:gd name="T38" fmla="*/ 107 w 793"/>
                              <a:gd name="T39" fmla="*/ 664 h 793"/>
                              <a:gd name="T40" fmla="*/ 193 w 793"/>
                              <a:gd name="T41" fmla="*/ 750 h 793"/>
                              <a:gd name="T42" fmla="*/ 301 w 793"/>
                              <a:gd name="T43" fmla="*/ 793 h 793"/>
                              <a:gd name="T44" fmla="*/ 429 w 793"/>
                              <a:gd name="T45" fmla="*/ 793 h 793"/>
                              <a:gd name="T46" fmla="*/ 557 w 793"/>
                              <a:gd name="T47" fmla="*/ 771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793" h="793">
                                <a:moveTo>
                                  <a:pt x="557" y="771"/>
                                </a:moveTo>
                                <a:lnTo>
                                  <a:pt x="665" y="707"/>
                                </a:lnTo>
                                <a:lnTo>
                                  <a:pt x="751" y="600"/>
                                </a:lnTo>
                                <a:lnTo>
                                  <a:pt x="793" y="493"/>
                                </a:lnTo>
                                <a:lnTo>
                                  <a:pt x="793" y="365"/>
                                </a:lnTo>
                                <a:lnTo>
                                  <a:pt x="771" y="257"/>
                                </a:lnTo>
                                <a:lnTo>
                                  <a:pt x="708" y="150"/>
                                </a:lnTo>
                                <a:lnTo>
                                  <a:pt x="600" y="64"/>
                                </a:lnTo>
                                <a:lnTo>
                                  <a:pt x="494" y="21"/>
                                </a:lnTo>
                                <a:lnTo>
                                  <a:pt x="364" y="0"/>
                                </a:lnTo>
                                <a:lnTo>
                                  <a:pt x="258" y="43"/>
                                </a:lnTo>
                                <a:lnTo>
                                  <a:pt x="129" y="107"/>
                                </a:lnTo>
                                <a:lnTo>
                                  <a:pt x="65" y="192"/>
                                </a:lnTo>
                                <a:lnTo>
                                  <a:pt x="22" y="300"/>
                                </a:lnTo>
                                <a:lnTo>
                                  <a:pt x="0" y="428"/>
                                </a:lnTo>
                                <a:lnTo>
                                  <a:pt x="43" y="557"/>
                                </a:lnTo>
                                <a:lnTo>
                                  <a:pt x="107" y="664"/>
                                </a:lnTo>
                                <a:lnTo>
                                  <a:pt x="193" y="750"/>
                                </a:lnTo>
                                <a:lnTo>
                                  <a:pt x="301" y="793"/>
                                </a:lnTo>
                                <a:lnTo>
                                  <a:pt x="429" y="793"/>
                                </a:lnTo>
                                <a:lnTo>
                                  <a:pt x="557" y="7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06"/>
                        <wps:cNvSpPr>
                          <a:spLocks/>
                        </wps:cNvSpPr>
                        <wps:spPr bwMode="auto">
                          <a:xfrm>
                            <a:off x="3958" y="5994"/>
                            <a:ext cx="1618" cy="3738"/>
                          </a:xfrm>
                          <a:custGeom>
                            <a:avLst/>
                            <a:gdLst>
                              <a:gd name="T0" fmla="*/ 3237 w 3237"/>
                              <a:gd name="T1" fmla="*/ 7390 h 7476"/>
                              <a:gd name="T2" fmla="*/ 171 w 3237"/>
                              <a:gd name="T3" fmla="*/ 0 h 7476"/>
                              <a:gd name="T4" fmla="*/ 0 w 3237"/>
                              <a:gd name="T5" fmla="*/ 85 h 7476"/>
                              <a:gd name="T6" fmla="*/ 3066 w 3237"/>
                              <a:gd name="T7" fmla="*/ 7476 h 7476"/>
                              <a:gd name="T8" fmla="*/ 3237 w 3237"/>
                              <a:gd name="T9" fmla="*/ 7390 h 74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37" h="7476">
                                <a:moveTo>
                                  <a:pt x="3237" y="7390"/>
                                </a:moveTo>
                                <a:lnTo>
                                  <a:pt x="171" y="0"/>
                                </a:lnTo>
                                <a:lnTo>
                                  <a:pt x="0" y="85"/>
                                </a:lnTo>
                                <a:lnTo>
                                  <a:pt x="3066" y="7476"/>
                                </a:lnTo>
                                <a:lnTo>
                                  <a:pt x="3237" y="7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07"/>
                        <wps:cNvSpPr>
                          <a:spLocks/>
                        </wps:cNvSpPr>
                        <wps:spPr bwMode="auto">
                          <a:xfrm>
                            <a:off x="4226" y="5458"/>
                            <a:ext cx="2357" cy="1061"/>
                          </a:xfrm>
                          <a:custGeom>
                            <a:avLst/>
                            <a:gdLst>
                              <a:gd name="T0" fmla="*/ 4716 w 4716"/>
                              <a:gd name="T1" fmla="*/ 192 h 2121"/>
                              <a:gd name="T2" fmla="*/ 4629 w 4716"/>
                              <a:gd name="T3" fmla="*/ 0 h 2121"/>
                              <a:gd name="T4" fmla="*/ 0 w 4716"/>
                              <a:gd name="T5" fmla="*/ 1928 h 2121"/>
                              <a:gd name="T6" fmla="*/ 64 w 4716"/>
                              <a:gd name="T7" fmla="*/ 2121 h 2121"/>
                              <a:gd name="T8" fmla="*/ 4716 w 4716"/>
                              <a:gd name="T9" fmla="*/ 192 h 2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16" h="2121">
                                <a:moveTo>
                                  <a:pt x="4716" y="192"/>
                                </a:moveTo>
                                <a:lnTo>
                                  <a:pt x="4629" y="0"/>
                                </a:lnTo>
                                <a:lnTo>
                                  <a:pt x="0" y="1928"/>
                                </a:lnTo>
                                <a:lnTo>
                                  <a:pt x="64" y="2121"/>
                                </a:lnTo>
                                <a:lnTo>
                                  <a:pt x="4716" y="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08"/>
                        <wps:cNvSpPr>
                          <a:spLocks/>
                        </wps:cNvSpPr>
                        <wps:spPr bwMode="auto">
                          <a:xfrm>
                            <a:off x="4375" y="5833"/>
                            <a:ext cx="2358" cy="1050"/>
                          </a:xfrm>
                          <a:custGeom>
                            <a:avLst/>
                            <a:gdLst>
                              <a:gd name="T0" fmla="*/ 4716 w 4716"/>
                              <a:gd name="T1" fmla="*/ 192 h 2099"/>
                              <a:gd name="T2" fmla="*/ 4651 w 4716"/>
                              <a:gd name="T3" fmla="*/ 0 h 2099"/>
                              <a:gd name="T4" fmla="*/ 0 w 4716"/>
                              <a:gd name="T5" fmla="*/ 1928 h 2099"/>
                              <a:gd name="T6" fmla="*/ 86 w 4716"/>
                              <a:gd name="T7" fmla="*/ 2099 h 2099"/>
                              <a:gd name="T8" fmla="*/ 4716 w 4716"/>
                              <a:gd name="T9" fmla="*/ 192 h 20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16" h="2099">
                                <a:moveTo>
                                  <a:pt x="4716" y="192"/>
                                </a:moveTo>
                                <a:lnTo>
                                  <a:pt x="4651" y="0"/>
                                </a:lnTo>
                                <a:lnTo>
                                  <a:pt x="0" y="1928"/>
                                </a:lnTo>
                                <a:lnTo>
                                  <a:pt x="86" y="2099"/>
                                </a:lnTo>
                                <a:lnTo>
                                  <a:pt x="4716" y="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09"/>
                        <wps:cNvSpPr>
                          <a:spLocks/>
                        </wps:cNvSpPr>
                        <wps:spPr bwMode="auto">
                          <a:xfrm>
                            <a:off x="4536" y="6208"/>
                            <a:ext cx="2358" cy="1050"/>
                          </a:xfrm>
                          <a:custGeom>
                            <a:avLst/>
                            <a:gdLst>
                              <a:gd name="T0" fmla="*/ 4715 w 4715"/>
                              <a:gd name="T1" fmla="*/ 171 h 2099"/>
                              <a:gd name="T2" fmla="*/ 4630 w 4715"/>
                              <a:gd name="T3" fmla="*/ 0 h 2099"/>
                              <a:gd name="T4" fmla="*/ 0 w 4715"/>
                              <a:gd name="T5" fmla="*/ 1905 h 2099"/>
                              <a:gd name="T6" fmla="*/ 64 w 4715"/>
                              <a:gd name="T7" fmla="*/ 2099 h 2099"/>
                              <a:gd name="T8" fmla="*/ 4715 w 4715"/>
                              <a:gd name="T9" fmla="*/ 171 h 20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15" h="2099">
                                <a:moveTo>
                                  <a:pt x="4715" y="171"/>
                                </a:moveTo>
                                <a:lnTo>
                                  <a:pt x="4630" y="0"/>
                                </a:lnTo>
                                <a:lnTo>
                                  <a:pt x="0" y="1905"/>
                                </a:lnTo>
                                <a:lnTo>
                                  <a:pt x="64" y="2099"/>
                                </a:lnTo>
                                <a:lnTo>
                                  <a:pt x="4715" y="1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10"/>
                        <wps:cNvSpPr>
                          <a:spLocks/>
                        </wps:cNvSpPr>
                        <wps:spPr bwMode="auto">
                          <a:xfrm>
                            <a:off x="4687" y="6573"/>
                            <a:ext cx="2357" cy="1060"/>
                          </a:xfrm>
                          <a:custGeom>
                            <a:avLst/>
                            <a:gdLst>
                              <a:gd name="T0" fmla="*/ 4715 w 4715"/>
                              <a:gd name="T1" fmla="*/ 193 h 2120"/>
                              <a:gd name="T2" fmla="*/ 4629 w 4715"/>
                              <a:gd name="T3" fmla="*/ 0 h 2120"/>
                              <a:gd name="T4" fmla="*/ 0 w 4715"/>
                              <a:gd name="T5" fmla="*/ 1927 h 2120"/>
                              <a:gd name="T6" fmla="*/ 85 w 4715"/>
                              <a:gd name="T7" fmla="*/ 2120 h 2120"/>
                              <a:gd name="T8" fmla="*/ 4715 w 4715"/>
                              <a:gd name="T9" fmla="*/ 193 h 2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15" h="2120">
                                <a:moveTo>
                                  <a:pt x="4715" y="193"/>
                                </a:moveTo>
                                <a:lnTo>
                                  <a:pt x="4629" y="0"/>
                                </a:lnTo>
                                <a:lnTo>
                                  <a:pt x="0" y="1927"/>
                                </a:lnTo>
                                <a:lnTo>
                                  <a:pt x="85" y="2120"/>
                                </a:lnTo>
                                <a:lnTo>
                                  <a:pt x="4715" y="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11"/>
                        <wps:cNvSpPr>
                          <a:spLocks/>
                        </wps:cNvSpPr>
                        <wps:spPr bwMode="auto">
                          <a:xfrm>
                            <a:off x="4836" y="6947"/>
                            <a:ext cx="2358" cy="1050"/>
                          </a:xfrm>
                          <a:custGeom>
                            <a:avLst/>
                            <a:gdLst>
                              <a:gd name="T0" fmla="*/ 4717 w 4717"/>
                              <a:gd name="T1" fmla="*/ 193 h 2100"/>
                              <a:gd name="T2" fmla="*/ 4652 w 4717"/>
                              <a:gd name="T3" fmla="*/ 0 h 2100"/>
                              <a:gd name="T4" fmla="*/ 0 w 4717"/>
                              <a:gd name="T5" fmla="*/ 1929 h 2100"/>
                              <a:gd name="T6" fmla="*/ 87 w 4717"/>
                              <a:gd name="T7" fmla="*/ 2100 h 2100"/>
                              <a:gd name="T8" fmla="*/ 4717 w 4717"/>
                              <a:gd name="T9" fmla="*/ 193 h 2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17" h="2100">
                                <a:moveTo>
                                  <a:pt x="4717" y="193"/>
                                </a:moveTo>
                                <a:lnTo>
                                  <a:pt x="4652" y="0"/>
                                </a:lnTo>
                                <a:lnTo>
                                  <a:pt x="0" y="1929"/>
                                </a:lnTo>
                                <a:lnTo>
                                  <a:pt x="87" y="2100"/>
                                </a:lnTo>
                                <a:lnTo>
                                  <a:pt x="4717" y="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12"/>
                        <wps:cNvSpPr>
                          <a:spLocks/>
                        </wps:cNvSpPr>
                        <wps:spPr bwMode="auto">
                          <a:xfrm>
                            <a:off x="4997" y="7322"/>
                            <a:ext cx="2358" cy="1050"/>
                          </a:xfrm>
                          <a:custGeom>
                            <a:avLst/>
                            <a:gdLst>
                              <a:gd name="T0" fmla="*/ 4716 w 4716"/>
                              <a:gd name="T1" fmla="*/ 171 h 2100"/>
                              <a:gd name="T2" fmla="*/ 4630 w 4716"/>
                              <a:gd name="T3" fmla="*/ 0 h 2100"/>
                              <a:gd name="T4" fmla="*/ 0 w 4716"/>
                              <a:gd name="T5" fmla="*/ 1907 h 2100"/>
                              <a:gd name="T6" fmla="*/ 65 w 4716"/>
                              <a:gd name="T7" fmla="*/ 2100 h 2100"/>
                              <a:gd name="T8" fmla="*/ 4716 w 4716"/>
                              <a:gd name="T9" fmla="*/ 171 h 2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16" h="2100">
                                <a:moveTo>
                                  <a:pt x="4716" y="171"/>
                                </a:moveTo>
                                <a:lnTo>
                                  <a:pt x="4630" y="0"/>
                                </a:lnTo>
                                <a:lnTo>
                                  <a:pt x="0" y="1907"/>
                                </a:lnTo>
                                <a:lnTo>
                                  <a:pt x="65" y="2100"/>
                                </a:lnTo>
                                <a:lnTo>
                                  <a:pt x="4716" y="1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13"/>
                        <wps:cNvSpPr>
                          <a:spLocks/>
                        </wps:cNvSpPr>
                        <wps:spPr bwMode="auto">
                          <a:xfrm>
                            <a:off x="5147" y="7686"/>
                            <a:ext cx="2358" cy="1061"/>
                          </a:xfrm>
                          <a:custGeom>
                            <a:avLst/>
                            <a:gdLst>
                              <a:gd name="T0" fmla="*/ 4715 w 4715"/>
                              <a:gd name="T1" fmla="*/ 192 h 2121"/>
                              <a:gd name="T2" fmla="*/ 4650 w 4715"/>
                              <a:gd name="T3" fmla="*/ 0 h 2121"/>
                              <a:gd name="T4" fmla="*/ 0 w 4715"/>
                              <a:gd name="T5" fmla="*/ 1927 h 2121"/>
                              <a:gd name="T6" fmla="*/ 85 w 4715"/>
                              <a:gd name="T7" fmla="*/ 2121 h 2121"/>
                              <a:gd name="T8" fmla="*/ 4715 w 4715"/>
                              <a:gd name="T9" fmla="*/ 192 h 2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15" h="2121">
                                <a:moveTo>
                                  <a:pt x="4715" y="192"/>
                                </a:moveTo>
                                <a:lnTo>
                                  <a:pt x="4650" y="0"/>
                                </a:lnTo>
                                <a:lnTo>
                                  <a:pt x="0" y="1927"/>
                                </a:lnTo>
                                <a:lnTo>
                                  <a:pt x="85" y="2121"/>
                                </a:lnTo>
                                <a:lnTo>
                                  <a:pt x="4715" y="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14"/>
                        <wps:cNvSpPr>
                          <a:spLocks/>
                        </wps:cNvSpPr>
                        <wps:spPr bwMode="auto">
                          <a:xfrm>
                            <a:off x="5297" y="8062"/>
                            <a:ext cx="2358" cy="1050"/>
                          </a:xfrm>
                          <a:custGeom>
                            <a:avLst/>
                            <a:gdLst>
                              <a:gd name="T0" fmla="*/ 4716 w 4716"/>
                              <a:gd name="T1" fmla="*/ 192 h 2098"/>
                              <a:gd name="T2" fmla="*/ 4652 w 4716"/>
                              <a:gd name="T3" fmla="*/ 0 h 2098"/>
                              <a:gd name="T4" fmla="*/ 0 w 4716"/>
                              <a:gd name="T5" fmla="*/ 1927 h 2098"/>
                              <a:gd name="T6" fmla="*/ 86 w 4716"/>
                              <a:gd name="T7" fmla="*/ 2098 h 2098"/>
                              <a:gd name="T8" fmla="*/ 4716 w 4716"/>
                              <a:gd name="T9" fmla="*/ 192 h 20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16" h="2098">
                                <a:moveTo>
                                  <a:pt x="4716" y="192"/>
                                </a:moveTo>
                                <a:lnTo>
                                  <a:pt x="4652" y="0"/>
                                </a:lnTo>
                                <a:lnTo>
                                  <a:pt x="0" y="1927"/>
                                </a:lnTo>
                                <a:lnTo>
                                  <a:pt x="86" y="2098"/>
                                </a:lnTo>
                                <a:lnTo>
                                  <a:pt x="4716" y="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15"/>
                        <wps:cNvSpPr>
                          <a:spLocks/>
                        </wps:cNvSpPr>
                        <wps:spPr bwMode="auto">
                          <a:xfrm>
                            <a:off x="5458" y="8437"/>
                            <a:ext cx="2358" cy="1050"/>
                          </a:xfrm>
                          <a:custGeom>
                            <a:avLst/>
                            <a:gdLst>
                              <a:gd name="T0" fmla="*/ 4715 w 4715"/>
                              <a:gd name="T1" fmla="*/ 172 h 2099"/>
                              <a:gd name="T2" fmla="*/ 4630 w 4715"/>
                              <a:gd name="T3" fmla="*/ 0 h 2099"/>
                              <a:gd name="T4" fmla="*/ 0 w 4715"/>
                              <a:gd name="T5" fmla="*/ 1907 h 2099"/>
                              <a:gd name="T6" fmla="*/ 65 w 4715"/>
                              <a:gd name="T7" fmla="*/ 2099 h 2099"/>
                              <a:gd name="T8" fmla="*/ 4715 w 4715"/>
                              <a:gd name="T9" fmla="*/ 172 h 20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15" h="2099">
                                <a:moveTo>
                                  <a:pt x="4715" y="172"/>
                                </a:moveTo>
                                <a:lnTo>
                                  <a:pt x="4630" y="0"/>
                                </a:lnTo>
                                <a:lnTo>
                                  <a:pt x="0" y="1907"/>
                                </a:lnTo>
                                <a:lnTo>
                                  <a:pt x="65" y="2099"/>
                                </a:lnTo>
                                <a:lnTo>
                                  <a:pt x="4715" y="1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6508" y="4605"/>
                            <a:ext cx="4019" cy="4659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6894" y="4912"/>
                            <a:ext cx="3215" cy="40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18"/>
                        <wps:cNvSpPr>
                          <a:spLocks/>
                        </wps:cNvSpPr>
                        <wps:spPr bwMode="auto">
                          <a:xfrm>
                            <a:off x="6959" y="5383"/>
                            <a:ext cx="396" cy="397"/>
                          </a:xfrm>
                          <a:custGeom>
                            <a:avLst/>
                            <a:gdLst>
                              <a:gd name="T0" fmla="*/ 386 w 793"/>
                              <a:gd name="T1" fmla="*/ 793 h 793"/>
                              <a:gd name="T2" fmla="*/ 600 w 793"/>
                              <a:gd name="T3" fmla="*/ 750 h 793"/>
                              <a:gd name="T4" fmla="*/ 729 w 793"/>
                              <a:gd name="T5" fmla="*/ 599 h 793"/>
                              <a:gd name="T6" fmla="*/ 793 w 793"/>
                              <a:gd name="T7" fmla="*/ 407 h 793"/>
                              <a:gd name="T8" fmla="*/ 793 w 793"/>
                              <a:gd name="T9" fmla="*/ 407 h 793"/>
                              <a:gd name="T10" fmla="*/ 729 w 793"/>
                              <a:gd name="T11" fmla="*/ 193 h 793"/>
                              <a:gd name="T12" fmla="*/ 600 w 793"/>
                              <a:gd name="T13" fmla="*/ 65 h 793"/>
                              <a:gd name="T14" fmla="*/ 386 w 793"/>
                              <a:gd name="T15" fmla="*/ 0 h 793"/>
                              <a:gd name="T16" fmla="*/ 386 w 793"/>
                              <a:gd name="T17" fmla="*/ 0 h 793"/>
                              <a:gd name="T18" fmla="*/ 193 w 793"/>
                              <a:gd name="T19" fmla="*/ 65 h 793"/>
                              <a:gd name="T20" fmla="*/ 43 w 793"/>
                              <a:gd name="T21" fmla="*/ 193 h 793"/>
                              <a:gd name="T22" fmla="*/ 0 w 793"/>
                              <a:gd name="T23" fmla="*/ 407 h 793"/>
                              <a:gd name="T24" fmla="*/ 0 w 793"/>
                              <a:gd name="T25" fmla="*/ 407 h 793"/>
                              <a:gd name="T26" fmla="*/ 43 w 793"/>
                              <a:gd name="T27" fmla="*/ 599 h 793"/>
                              <a:gd name="T28" fmla="*/ 193 w 793"/>
                              <a:gd name="T29" fmla="*/ 750 h 793"/>
                              <a:gd name="T30" fmla="*/ 386 w 793"/>
                              <a:gd name="T31" fmla="*/ 793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793" h="793">
                                <a:moveTo>
                                  <a:pt x="386" y="793"/>
                                </a:moveTo>
                                <a:lnTo>
                                  <a:pt x="600" y="750"/>
                                </a:lnTo>
                                <a:lnTo>
                                  <a:pt x="729" y="599"/>
                                </a:lnTo>
                                <a:lnTo>
                                  <a:pt x="793" y="407"/>
                                </a:lnTo>
                                <a:lnTo>
                                  <a:pt x="729" y="193"/>
                                </a:lnTo>
                                <a:lnTo>
                                  <a:pt x="600" y="65"/>
                                </a:lnTo>
                                <a:lnTo>
                                  <a:pt x="386" y="0"/>
                                </a:lnTo>
                                <a:lnTo>
                                  <a:pt x="193" y="65"/>
                                </a:lnTo>
                                <a:lnTo>
                                  <a:pt x="43" y="193"/>
                                </a:lnTo>
                                <a:lnTo>
                                  <a:pt x="0" y="407"/>
                                </a:lnTo>
                                <a:lnTo>
                                  <a:pt x="43" y="599"/>
                                </a:lnTo>
                                <a:lnTo>
                                  <a:pt x="193" y="750"/>
                                </a:lnTo>
                                <a:lnTo>
                                  <a:pt x="386" y="7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19"/>
                        <wps:cNvSpPr>
                          <a:spLocks/>
                        </wps:cNvSpPr>
                        <wps:spPr bwMode="auto">
                          <a:xfrm>
                            <a:off x="6959" y="6647"/>
                            <a:ext cx="396" cy="396"/>
                          </a:xfrm>
                          <a:custGeom>
                            <a:avLst/>
                            <a:gdLst>
                              <a:gd name="T0" fmla="*/ 386 w 793"/>
                              <a:gd name="T1" fmla="*/ 792 h 792"/>
                              <a:gd name="T2" fmla="*/ 600 w 793"/>
                              <a:gd name="T3" fmla="*/ 750 h 792"/>
                              <a:gd name="T4" fmla="*/ 729 w 793"/>
                              <a:gd name="T5" fmla="*/ 599 h 792"/>
                              <a:gd name="T6" fmla="*/ 793 w 793"/>
                              <a:gd name="T7" fmla="*/ 407 h 792"/>
                              <a:gd name="T8" fmla="*/ 793 w 793"/>
                              <a:gd name="T9" fmla="*/ 407 h 792"/>
                              <a:gd name="T10" fmla="*/ 729 w 793"/>
                              <a:gd name="T11" fmla="*/ 192 h 792"/>
                              <a:gd name="T12" fmla="*/ 600 w 793"/>
                              <a:gd name="T13" fmla="*/ 64 h 792"/>
                              <a:gd name="T14" fmla="*/ 386 w 793"/>
                              <a:gd name="T15" fmla="*/ 0 h 792"/>
                              <a:gd name="T16" fmla="*/ 386 w 793"/>
                              <a:gd name="T17" fmla="*/ 0 h 792"/>
                              <a:gd name="T18" fmla="*/ 193 w 793"/>
                              <a:gd name="T19" fmla="*/ 64 h 792"/>
                              <a:gd name="T20" fmla="*/ 43 w 793"/>
                              <a:gd name="T21" fmla="*/ 192 h 792"/>
                              <a:gd name="T22" fmla="*/ 0 w 793"/>
                              <a:gd name="T23" fmla="*/ 407 h 792"/>
                              <a:gd name="T24" fmla="*/ 0 w 793"/>
                              <a:gd name="T25" fmla="*/ 407 h 792"/>
                              <a:gd name="T26" fmla="*/ 43 w 793"/>
                              <a:gd name="T27" fmla="*/ 599 h 792"/>
                              <a:gd name="T28" fmla="*/ 193 w 793"/>
                              <a:gd name="T29" fmla="*/ 750 h 792"/>
                              <a:gd name="T30" fmla="*/ 386 w 793"/>
                              <a:gd name="T31" fmla="*/ 792 h 7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793" h="792">
                                <a:moveTo>
                                  <a:pt x="386" y="792"/>
                                </a:moveTo>
                                <a:lnTo>
                                  <a:pt x="600" y="750"/>
                                </a:lnTo>
                                <a:lnTo>
                                  <a:pt x="729" y="599"/>
                                </a:lnTo>
                                <a:lnTo>
                                  <a:pt x="793" y="407"/>
                                </a:lnTo>
                                <a:lnTo>
                                  <a:pt x="729" y="192"/>
                                </a:lnTo>
                                <a:lnTo>
                                  <a:pt x="600" y="64"/>
                                </a:lnTo>
                                <a:lnTo>
                                  <a:pt x="386" y="0"/>
                                </a:lnTo>
                                <a:lnTo>
                                  <a:pt x="193" y="64"/>
                                </a:lnTo>
                                <a:lnTo>
                                  <a:pt x="43" y="192"/>
                                </a:lnTo>
                                <a:lnTo>
                                  <a:pt x="0" y="407"/>
                                </a:lnTo>
                                <a:lnTo>
                                  <a:pt x="43" y="599"/>
                                </a:lnTo>
                                <a:lnTo>
                                  <a:pt x="193" y="750"/>
                                </a:lnTo>
                                <a:lnTo>
                                  <a:pt x="386" y="7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20"/>
                        <wps:cNvSpPr>
                          <a:spLocks/>
                        </wps:cNvSpPr>
                        <wps:spPr bwMode="auto">
                          <a:xfrm>
                            <a:off x="6959" y="7891"/>
                            <a:ext cx="396" cy="407"/>
                          </a:xfrm>
                          <a:custGeom>
                            <a:avLst/>
                            <a:gdLst>
                              <a:gd name="T0" fmla="*/ 386 w 793"/>
                              <a:gd name="T1" fmla="*/ 815 h 815"/>
                              <a:gd name="T2" fmla="*/ 600 w 793"/>
                              <a:gd name="T3" fmla="*/ 751 h 815"/>
                              <a:gd name="T4" fmla="*/ 729 w 793"/>
                              <a:gd name="T5" fmla="*/ 600 h 815"/>
                              <a:gd name="T6" fmla="*/ 793 w 793"/>
                              <a:gd name="T7" fmla="*/ 407 h 815"/>
                              <a:gd name="T8" fmla="*/ 793 w 793"/>
                              <a:gd name="T9" fmla="*/ 407 h 815"/>
                              <a:gd name="T10" fmla="*/ 729 w 793"/>
                              <a:gd name="T11" fmla="*/ 215 h 815"/>
                              <a:gd name="T12" fmla="*/ 600 w 793"/>
                              <a:gd name="T13" fmla="*/ 65 h 815"/>
                              <a:gd name="T14" fmla="*/ 386 w 793"/>
                              <a:gd name="T15" fmla="*/ 0 h 815"/>
                              <a:gd name="T16" fmla="*/ 386 w 793"/>
                              <a:gd name="T17" fmla="*/ 0 h 815"/>
                              <a:gd name="T18" fmla="*/ 193 w 793"/>
                              <a:gd name="T19" fmla="*/ 65 h 815"/>
                              <a:gd name="T20" fmla="*/ 43 w 793"/>
                              <a:gd name="T21" fmla="*/ 215 h 815"/>
                              <a:gd name="T22" fmla="*/ 0 w 793"/>
                              <a:gd name="T23" fmla="*/ 407 h 815"/>
                              <a:gd name="T24" fmla="*/ 0 w 793"/>
                              <a:gd name="T25" fmla="*/ 407 h 815"/>
                              <a:gd name="T26" fmla="*/ 43 w 793"/>
                              <a:gd name="T27" fmla="*/ 600 h 815"/>
                              <a:gd name="T28" fmla="*/ 193 w 793"/>
                              <a:gd name="T29" fmla="*/ 751 h 815"/>
                              <a:gd name="T30" fmla="*/ 386 w 793"/>
                              <a:gd name="T31" fmla="*/ 815 h 8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793" h="815">
                                <a:moveTo>
                                  <a:pt x="386" y="815"/>
                                </a:moveTo>
                                <a:lnTo>
                                  <a:pt x="600" y="751"/>
                                </a:lnTo>
                                <a:lnTo>
                                  <a:pt x="729" y="600"/>
                                </a:lnTo>
                                <a:lnTo>
                                  <a:pt x="793" y="407"/>
                                </a:lnTo>
                                <a:lnTo>
                                  <a:pt x="729" y="215"/>
                                </a:lnTo>
                                <a:lnTo>
                                  <a:pt x="600" y="65"/>
                                </a:lnTo>
                                <a:lnTo>
                                  <a:pt x="386" y="0"/>
                                </a:lnTo>
                                <a:lnTo>
                                  <a:pt x="193" y="65"/>
                                </a:lnTo>
                                <a:lnTo>
                                  <a:pt x="43" y="215"/>
                                </a:lnTo>
                                <a:lnTo>
                                  <a:pt x="0" y="407"/>
                                </a:lnTo>
                                <a:lnTo>
                                  <a:pt x="43" y="600"/>
                                </a:lnTo>
                                <a:lnTo>
                                  <a:pt x="193" y="751"/>
                                </a:lnTo>
                                <a:lnTo>
                                  <a:pt x="386" y="8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7494" y="4923"/>
                            <a:ext cx="97" cy="3995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7591" y="5383"/>
                            <a:ext cx="2518" cy="97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7591" y="5780"/>
                            <a:ext cx="2518" cy="107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7591" y="6187"/>
                            <a:ext cx="2518" cy="9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7591" y="6583"/>
                            <a:ext cx="2518" cy="107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7591" y="6990"/>
                            <a:ext cx="2518" cy="9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7591" y="7386"/>
                            <a:ext cx="2518" cy="108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7591" y="7794"/>
                            <a:ext cx="2518" cy="97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7591" y="8190"/>
                            <a:ext cx="2518" cy="108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7591" y="8597"/>
                            <a:ext cx="2518" cy="96"/>
                          </a:xfrm>
                          <a:prstGeom prst="rect">
                            <a:avLst/>
                          </a:prstGeom>
                          <a:solidFill>
                            <a:srgbClr val="E3E3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7708" y="3521"/>
                            <a:ext cx="0" cy="271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32"/>
                        <wps:cNvCnPr>
                          <a:cxnSpLocks noChangeShapeType="1"/>
                        </wps:cNvCnPr>
                        <wps:spPr bwMode="auto">
                          <a:xfrm flipH="1">
                            <a:off x="2164" y="6979"/>
                            <a:ext cx="0" cy="668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2164" y="13435"/>
                            <a:ext cx="8460" cy="28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F88821" w14:textId="77777777" w:rsidR="003B0299" w:rsidRDefault="003B0299" w:rsidP="00E762A2">
                              <w:pPr>
                                <w:spacing w:before="60" w:after="120"/>
                                <w:jc w:val="center"/>
                                <w:rPr>
                                  <w:rFonts w:ascii="Arial Black" w:hAnsi="Arial Black"/>
                                  <w:sz w:val="36"/>
                                  <w:szCs w:val="36"/>
                                </w:rPr>
                              </w:pPr>
                            </w:p>
                            <w:p w14:paraId="278B0FF0" w14:textId="77777777" w:rsidR="003B0299" w:rsidRDefault="003B0299" w:rsidP="00E762A2">
                              <w:pPr>
                                <w:spacing w:before="60" w:after="120"/>
                                <w:jc w:val="center"/>
                                <w:rPr>
                                  <w:rFonts w:ascii="Arial Black" w:hAnsi="Arial Black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56"/>
                                  <w:szCs w:val="56"/>
                                </w:rPr>
                                <w:t>Modulo CONTRA</w:t>
                              </w:r>
                            </w:p>
                            <w:p w14:paraId="1CEF3BA3" w14:textId="50A452AD" w:rsidR="003B0299" w:rsidRPr="007F692C" w:rsidRDefault="00621223" w:rsidP="00E762A2">
                              <w:pPr>
                                <w:spacing w:before="60" w:after="120"/>
                                <w:jc w:val="center"/>
                                <w:rPr>
                                  <w:rFonts w:ascii="Arial Black" w:hAnsi="Arial Black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40"/>
                                  <w:szCs w:val="40"/>
                                </w:rPr>
                                <w:t>TB0307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2164" y="6236"/>
                            <a:ext cx="5547" cy="77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54CD9D" w14:textId="77777777" w:rsidR="003B0299" w:rsidRDefault="003B0299" w:rsidP="00E762A2">
                              <w:pPr>
                                <w:jc w:val="center"/>
                                <w:rPr>
                                  <w:rFonts w:ascii="Arial Black" w:hAnsi="Arial Black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40"/>
                                  <w:szCs w:val="40"/>
                                  <w:lang w:val="en-US"/>
                                </w:rPr>
                                <w:t>PAGHE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AC491C" id="Group 69" o:spid="_x0000_s1026" style="position:absolute;left:0;text-align:left;margin-left:31.85pt;margin-top:8.95pt;width:442.65pt;height:637.45pt;z-index:251658240" coordorigin="1771,3521" coordsize="8853,12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">
                <v:line id="Line 70" o:spid="_x0000_s1027" style="position:absolute;flip:x y;visibility:visible;mso-wrap-style:square" from="3308,3521" to="7723,3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" strokecolor="silver" strokeweight="1.5pt"/>
                <v:rect id="Rectangle 71" o:spid="_x0000_s1028" style="position:absolute;left:2350;top:9149;width:4662;height:4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" fillcolor="#e3e3e3" stroked="f"/>
                <v:rect id="Rectangle 72" o:spid="_x0000_s1029" style="position:absolute;left:2661;top:9566;width:4008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" stroked="f"/>
                <v:shape id="Freeform 73" o:spid="_x0000_s1030" style="position:absolute;left:3132;top:12329;width:397;height:397;visibility:visible;mso-wrap-style:square;v-text-anchor:top" coordsize="79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" path="m794,386l751,193,600,43,407,,193,43,65,193,,386,65,600,193,728r214,65l600,728,751,600,794,386xe" fillcolor="#e3e3e3" stroked="f">
                  <v:path arrowok="t" o:connecttype="custom" o:connectlocs="397,193;376,97;300,22;204,0;204,0;97,22;33,97;0,193;0,193;33,300;97,364;204,397;204,397;300,364;376,300;397,193" o:connectangles="0,0,0,0,0,0,0,0,0,0,0,0,0,0,0,0"/>
                </v:shape>
                <v:shape id="Freeform 74" o:spid="_x0000_s1031" style="position:absolute;left:4397;top:12329;width:397;height:397;visibility:visible;mso-wrap-style:square;v-text-anchor:top" coordsize="793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" path="m793,386l750,193,599,43,407,,214,43,64,193,,386,64,600,214,728r193,65l599,728,750,600,793,386xe" fillcolor="#e3e3e3" stroked="f">
                  <v:path arrowok="t" o:connecttype="custom" o:connectlocs="397,193;375,97;300,22;204,0;204,0;107,22;32,97;0,193;0,193;32,300;107,364;204,397;204,397;300,364;375,300;397,193" o:connectangles="0,0,0,0,0,0,0,0,0,0,0,0,0,0,0,0"/>
                </v:shape>
                <v:shape id="Freeform 75" o:spid="_x0000_s1032" style="position:absolute;left:5651;top:12329;width:397;height:397;visibility:visible;mso-wrap-style:square;v-text-anchor:top" coordsize="793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" path="m793,386l729,193,600,43,385,,192,43,43,193,,386,43,600,192,728r193,65l600,728,729,600,793,386xe" fillcolor="#e3e3e3" stroked="f">
                  <v:path arrowok="t" o:connecttype="custom" o:connectlocs="397,193;365,97;300,22;193,0;193,0;96,22;22,97;0,193;0,193;22,300;96,364;193,397;193,397;300,364;365,300;397,193" o:connectangles="0,0,0,0,0,0,0,0,0,0,0,0,0,0,0,0"/>
                </v:shape>
                <v:rect id="Rectangle 76" o:spid="_x0000_s1033" style="position:absolute;left:2671;top:12083;width:3998;height: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" fillcolor="#e3e3e3" stroked="f"/>
                <v:rect id="Rectangle 77" o:spid="_x0000_s1034" style="position:absolute;left:3132;top:9577;width:97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" fillcolor="#e3e3e3" stroked="f"/>
                <v:rect id="Rectangle 78" o:spid="_x0000_s1035" style="position:absolute;left:3540;top:9577;width:96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" fillcolor="#e3e3e3" stroked="f"/>
                <v:rect id="Rectangle 79" o:spid="_x0000_s1036" style="position:absolute;left:3936;top:9577;width:96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" fillcolor="#e3e3e3" stroked="f"/>
                <v:rect id="Rectangle 80" o:spid="_x0000_s1037" style="position:absolute;left:4344;top:9577;width:96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" fillcolor="#e3e3e3" stroked="f"/>
                <v:rect id="Rectangle 81" o:spid="_x0000_s1038" style="position:absolute;left:4740;top:9577;width:96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" fillcolor="#e3e3e3" stroked="f"/>
                <v:rect id="Rectangle 82" o:spid="_x0000_s1039" style="position:absolute;left:5147;top:9577;width:97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" fillcolor="#e3e3e3" stroked="f"/>
                <v:rect id="Rectangle 83" o:spid="_x0000_s1040" style="position:absolute;left:5544;top:9577;width:96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" fillcolor="#e3e3e3" stroked="f"/>
                <v:rect id="Rectangle 84" o:spid="_x0000_s1041" style="position:absolute;left:5951;top:9577;width:97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" fillcolor="#e3e3e3" stroked="f"/>
                <v:rect id="Rectangle 85" o:spid="_x0000_s1042" style="position:absolute;left:6347;top:9577;width:97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" fillcolor="#e3e3e3" stroked="f"/>
                <v:shape id="Freeform 86" o:spid="_x0000_s1043" style="position:absolute;left:1771;top:6187;width:6141;height:6126;visibility:visible;mso-wrap-style:square;v-text-anchor:top" coordsize="12282,1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" path="m12282,6576l5680,,,5676r6580,6576l12282,6576xe" fillcolor="#e3e3e3" stroked="f">
                  <v:path arrowok="t" o:connecttype="custom" o:connectlocs="6141,3288;2840,0;0,2838;3290,6126;6141,3288" o:connectangles="0,0,0,0,0"/>
                </v:shape>
                <v:shape id="Freeform 87" o:spid="_x0000_s1044" style="position:absolute;left:2264;top:6701;width:5112;height:5109;visibility:visible;mso-wrap-style:square;v-text-anchor:top" coordsize="10224,10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" path="m10224,5656l4544,,,4542r5680,5677l10224,5656xe" stroked="f">
                  <v:path arrowok="t" o:connecttype="custom" o:connectlocs="5112,2828;2272,0;0,2271;2840,5109;5112,2828" o:connectangles="0,0,0,0,0"/>
                </v:shape>
                <v:shape id="Freeform 88" o:spid="_x0000_s1045" style="position:absolute;left:2725;top:9068;width:386;height:385;visibility:visible;mso-wrap-style:square;v-text-anchor:top" coordsize="771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" path="m665,664l771,493r,-194l665,107,493,,278,,107,107,,299,,493,107,664,278,771r215,l665,664xe" fillcolor="#e3e3e3" stroked="f">
                  <v:path arrowok="t" o:connecttype="custom" o:connectlocs="333,332;386,246;386,149;333,53;333,53;247,0;139,0;54,53;54,53;0,149;0,246;54,332;54,332;139,385;247,385;333,332" o:connectangles="0,0,0,0,0,0,0,0,0,0,0,0,0,0,0,0"/>
                </v:shape>
                <v:shape id="Freeform 89" o:spid="_x0000_s1046" style="position:absolute;left:3625;top:9738;width:386;height:385;visibility:visible;mso-wrap-style:square;v-text-anchor:top" coordsize="771,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" path="m664,664l771,472r,-193l664,107,471,,279,,106,107,,279,,472,106,664,279,772r192,l664,664xe" fillcolor="#e3e3e3" stroked="f">
                  <v:path arrowok="t" o:connecttype="custom" o:connectlocs="332,331;386,235;386,139;332,53;332,53;236,0;140,0;53,53;53,53;0,139;0,235;53,331;53,331;140,385;236,385;332,331" o:connectangles="0,0,0,0,0,0,0,0,0,0,0,0,0,0,0,0"/>
                </v:shape>
                <v:shape id="Freeform 90" o:spid="_x0000_s1047" style="position:absolute;left:4504;top:10616;width:386;height:386;visibility:visible;mso-wrap-style:square;v-text-anchor:top" coordsize="772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" path="m664,664l772,492r,-214l664,107,493,,279,,108,107,,278,,492,108,664,279,771r214,l664,664xe" fillcolor="#e3e3e3" stroked="f">
                  <v:path arrowok="t" o:connecttype="custom" o:connectlocs="332,332;386,246;386,139;332,54;332,54;247,0;140,0;54,54;54,54;0,139;0,246;54,332;54,332;140,386;247,386;332,332" o:connectangles="0,0,0,0,0,0,0,0,0,0,0,0,0,0,0,0"/>
                </v:shape>
                <v:shape id="Freeform 91" o:spid="_x0000_s1048" style="position:absolute;left:2693;top:8479;width:2894;height:2903;visibility:visible;mso-wrap-style:square;v-text-anchor:top" coordsize="5787,5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" path="m5787,5655l149,,,149,5658,5805r129,-150xe" fillcolor="#e3e3e3" stroked="f">
                  <v:path arrowok="t" o:connecttype="custom" o:connectlocs="2894,2828;75,0;0,75;2829,2903;2894,2828" o:connectangles="0,0,0,0,0"/>
                </v:shape>
                <v:shape id="Freeform 92" o:spid="_x0000_s1049" style="position:absolute;left:3089;top:7033;width:1844;height:1842;visibility:visible;mso-wrap-style:square;v-text-anchor:top" coordsize="3687,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" path="m3687,150l3559,,,3556r151,128l3687,150xe" fillcolor="#e3e3e3" stroked="f">
                  <v:path arrowok="t" o:connecttype="custom" o:connectlocs="1844,75;1780,0;0,1778;76,1842;1844,75" o:connectangles="0,0,0,0,0"/>
                </v:shape>
                <v:shape id="Freeform 93" o:spid="_x0000_s1050" style="position:absolute;left:3379;top:7322;width:1843;height:1842;visibility:visible;mso-wrap-style:square;v-text-anchor:top" coordsize="3686,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" path="m3686,128l3537,,,3535r128,150l3686,128xe" fillcolor="#e3e3e3" stroked="f">
                  <v:path arrowok="t" o:connecttype="custom" o:connectlocs="1843,64;1769,0;0,1767;64,1842;1843,64" o:connectangles="0,0,0,0,0"/>
                </v:shape>
                <v:shape id="Freeform 94" o:spid="_x0000_s1051" style="position:absolute;left:3658;top:7601;width:1843;height:1842;visibility:visible;mso-wrap-style:square;v-text-anchor:top" coordsize="3686,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" path="m3686,149l3558,,,3555r150,129l3686,149xe" fillcolor="#e3e3e3" stroked="f">
                  <v:path arrowok="t" o:connecttype="custom" o:connectlocs="1843,75;1779,0;0,1778;75,1842;1843,75" o:connectangles="0,0,0,0,0"/>
                </v:shape>
                <v:shape id="Freeform 95" o:spid="_x0000_s1052" style="position:absolute;left:3947;top:7891;width:1843;height:1842;visibility:visible;mso-wrap-style:square;v-text-anchor:top" coordsize="3686,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" path="m3686,130l3537,,,3535r128,150l3686,130xe" fillcolor="#e3e3e3" stroked="f">
                  <v:path arrowok="t" o:connecttype="custom" o:connectlocs="1843,65;1769,0;0,1767;64,1842;1843,65" o:connectangles="0,0,0,0,0"/>
                </v:shape>
                <v:shape id="Freeform 96" o:spid="_x0000_s1053" style="position:absolute;left:4226;top:8169;width:1843;height:1853;visibility:visible;mso-wrap-style:square;v-text-anchor:top" coordsize="3686,3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" path="m3686,149l3558,,,3555r150,150l3686,149xe" fillcolor="#e3e3e3" stroked="f">
                  <v:path arrowok="t" o:connecttype="custom" o:connectlocs="1843,75;1779,0;0,1778;75,1853;1843,75" o:connectangles="0,0,0,0,0"/>
                </v:shape>
                <v:shape id="Freeform 97" o:spid="_x0000_s1054" style="position:absolute;left:4515;top:8457;width:1843;height:1843;visibility:visible;mso-wrap-style:square;v-text-anchor:top" coordsize="3686,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" path="m3686,129l3537,,,3535r128,149l3686,129xe" fillcolor="#e3e3e3" stroked="f">
                  <v:path arrowok="t" o:connecttype="custom" o:connectlocs="1843,65;1769,0;0,1768;64,1843;1843,65" o:connectangles="0,0,0,0,0"/>
                </v:shape>
                <v:shape id="Freeform 98" o:spid="_x0000_s1055" style="position:absolute;left:4794;top:8736;width:1853;height:1853;visibility:visible;mso-wrap-style:square;v-text-anchor:top" coordsize="3708,3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" path="m3708,150l3558,,,3556r150,150l3708,150xe" fillcolor="#e3e3e3" stroked="f">
                  <v:path arrowok="t" o:connecttype="custom" o:connectlocs="1853,75;1778,0;0,1778;75,1853;1853,75" o:connectangles="0,0,0,0,0"/>
                </v:shape>
                <v:shape id="Freeform 99" o:spid="_x0000_s1056" style="position:absolute;left:5083;top:9025;width:1843;height:1842;visibility:visible;mso-wrap-style:square;v-text-anchor:top" coordsize="3686,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" path="m3686,129l3537,,,3535r129,150l3686,129xe" fillcolor="#e3e3e3" stroked="f">
                  <v:path arrowok="t" o:connecttype="custom" o:connectlocs="1843,64;1769,0;0,1767;65,1842;1843,64" o:connectangles="0,0,0,0,0"/>
                </v:shape>
                <v:shape id="Freeform 100" o:spid="_x0000_s1057" style="position:absolute;left:5362;top:9074;width:1853;height:1853;visibility:visible;mso-wrap-style:square;v-text-anchor:top" coordsize="3708,3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" path="m3708,150l3558,,,3556r150,151l3708,150xe" fillcolor="#e3e3e3" stroked="f">
                  <v:path arrowok="t" o:connecttype="custom" o:connectlocs="1853,75;1778,0;0,1778;75,1853;1853,75" o:connectangles="0,0,0,0,0"/>
                </v:shape>
                <v:shape id="Freeform 101" o:spid="_x0000_s1058" style="position:absolute;left:2918;top:4580;width:5498;height:5837;visibility:visible;mso-wrap-style:square;v-text-anchor:top" coordsize="10996,11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" path="m10996,8611l7438,,,3064r3579,8611l10996,8611xe" fillcolor="#e3e3e3" stroked="f">
                  <v:path arrowok="t" o:connecttype="custom" o:connectlocs="5498,4305;3719,0;0,1532;1790,5837;5498,4305" o:connectangles="0,0,0,0,0"/>
                </v:shape>
                <v:shape id="Freeform 102" o:spid="_x0000_s1059" style="position:absolute;left:3400;top:5030;width:4501;height:4927;visibility:visible;mso-wrap-style:square;v-text-anchor:top" coordsize="9001,9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" path="m9001,7391l5937,,,2463,3064,9854,9001,7391xe" stroked="f">
                  <v:path arrowok="t" o:connecttype="custom" o:connectlocs="4501,3696;2969,0;0,1232;1532,4927;4501,3696" o:connectangles="0,0,0,0,0"/>
                </v:shape>
                <v:shape id="Freeform 103" o:spid="_x0000_s1060" style="position:absolute;left:3689;top:6583;width:397;height:396;visibility:visible;mso-wrap-style:square;v-text-anchor:top" coordsize="793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" path="m558,749l664,685r86,-86l793,491r,-128l772,234,707,128,622,42,493,,386,,257,20,151,85,64,192,21,299,,428,43,535r65,107l193,727r129,43l428,792,558,749xe" fillcolor="#e3e3e3" stroked="f">
                  <v:path arrowok="t" o:connecttype="custom" o:connectlocs="279,375;332,343;375,300;397,246;397,182;386,117;386,117;354,64;311,21;247,0;193,0;129,10;129,10;76,43;32,96;11,150;0,214;22,268;22,268;54,321;97,364;161,385;214,396;279,375" o:connectangles="0,0,0,0,0,0,0,0,0,0,0,0,0,0,0,0,0,0,0,0,0,0,0,0"/>
                </v:shape>
                <v:shape id="Freeform 104" o:spid="_x0000_s1061" style="position:absolute;left:4183;top:7750;width:396;height:397;visibility:visible;mso-wrap-style:square;v-text-anchor:top" coordsize="793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" path="m536,750l643,685r86,-85l772,493,793,365,751,235,686,129,600,43,493,,364,,236,21,128,86,43,192,,300,,428,22,536,86,642r107,86l301,771r106,22l536,750xe" fillcolor="#e3e3e3" stroked="f">
                  <v:path arrowok="t" o:connecttype="custom" o:connectlocs="268,375;321,343;364,300;386,247;396,183;375,118;375,118;343,65;300,22;246,0;182,0;118,11;118,11;64,43;21,96;0,150;0,214;11,268;11,268;43,321;96,364;150,386;203,397;268,375" o:connectangles="0,0,0,0,0,0,0,0,0,0,0,0,0,0,0,0,0,0,0,0,0,0,0,0"/>
                </v:shape>
                <v:shape id="Freeform 105" o:spid="_x0000_s1062" style="position:absolute;left:4654;top:8896;width:396;height:397;visibility:visible;mso-wrap-style:square;v-text-anchor:top" coordsize="793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" path="m557,771l665,707,751,600,793,493r,-128l771,257,708,150,600,64,494,21,364,,258,43,129,107,65,192,22,300,,428,43,557r64,107l193,750r108,43l429,793,557,771xe" fillcolor="#e3e3e3" stroked="f">
                  <v:path arrowok="t" o:connecttype="custom" o:connectlocs="278,386;332,354;375,300;396,247;396,183;385,129;385,129;354,75;300,32;247,11;182,0;129,22;129,22;64,54;32,96;11,150;0,214;21,279;21,279;53,332;96,375;150,397;214,397;278,386" o:connectangles="0,0,0,0,0,0,0,0,0,0,0,0,0,0,0,0,0,0,0,0,0,0,0,0"/>
                </v:shape>
                <v:shape id="Freeform 106" o:spid="_x0000_s1063" style="position:absolute;left:3958;top:5994;width:1618;height:3738;visibility:visible;mso-wrap-style:square;v-text-anchor:top" coordsize="3237,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" path="m3237,7390l171,,,85,3066,7476r171,-86xe" fillcolor="#e3e3e3" stroked="f">
                  <v:path arrowok="t" o:connecttype="custom" o:connectlocs="1618,3695;85,0;0,43;1533,3738;1618,3695" o:connectangles="0,0,0,0,0"/>
                </v:shape>
                <v:shape id="Freeform 107" o:spid="_x0000_s1064" style="position:absolute;left:4226;top:5458;width:2357;height:1061;visibility:visible;mso-wrap-style:square;v-text-anchor:top" coordsize="4716,2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" path="m4716,192l4629,,,1928r64,193l4716,192xe" fillcolor="#e3e3e3" stroked="f">
                  <v:path arrowok="t" o:connecttype="custom" o:connectlocs="2357,96;2314,0;0,964;32,1061;2357,96" o:connectangles="0,0,0,0,0"/>
                </v:shape>
                <v:shape id="Freeform 108" o:spid="_x0000_s1065" style="position:absolute;left:4375;top:5833;width:2358;height:1050;visibility:visible;mso-wrap-style:square;v-text-anchor:top" coordsize="4716,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" path="m4716,192l4651,,,1928r86,171l4716,192xe" fillcolor="#e3e3e3" stroked="f">
                  <v:path arrowok="t" o:connecttype="custom" o:connectlocs="2358,96;2326,0;0,964;43,1050;2358,96" o:connectangles="0,0,0,0,0"/>
                </v:shape>
                <v:shape id="Freeform 109" o:spid="_x0000_s1066" style="position:absolute;left:4536;top:6208;width:2358;height:1050;visibility:visible;mso-wrap-style:square;v-text-anchor:top" coordsize="4715,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" path="m4715,171l4630,,,1905r64,194l4715,171xe" fillcolor="#e3e3e3" stroked="f">
                  <v:path arrowok="t" o:connecttype="custom" o:connectlocs="2358,86;2315,0;0,953;32,1050;2358,86" o:connectangles="0,0,0,0,0"/>
                </v:shape>
                <v:shape id="Freeform 110" o:spid="_x0000_s1067" style="position:absolute;left:4687;top:6573;width:2357;height:1060;visibility:visible;mso-wrap-style:square;v-text-anchor:top" coordsize="4715,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" path="m4715,193l4629,,,1927r85,193l4715,193xe" fillcolor="#e3e3e3" stroked="f">
                  <v:path arrowok="t" o:connecttype="custom" o:connectlocs="2357,97;2314,0;0,964;42,1060;2357,97" o:connectangles="0,0,0,0,0"/>
                </v:shape>
                <v:shape id="Freeform 111" o:spid="_x0000_s1068" style="position:absolute;left:4836;top:6947;width:2358;height:1050;visibility:visible;mso-wrap-style:square;v-text-anchor:top" coordsize="4717,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" path="m4717,193l4652,,,1929r87,171l4717,193xe" fillcolor="#e3e3e3" stroked="f">
                  <v:path arrowok="t" o:connecttype="custom" o:connectlocs="2358,97;2326,0;0,965;43,1050;2358,97" o:connectangles="0,0,0,0,0"/>
                </v:shape>
                <v:shape id="Freeform 112" o:spid="_x0000_s1069" style="position:absolute;left:4997;top:7322;width:2358;height:1050;visibility:visible;mso-wrap-style:square;v-text-anchor:top" coordsize="4716,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" path="m4716,171l4630,,,1907r65,193l4716,171xe" fillcolor="#e3e3e3" stroked="f">
                  <v:path arrowok="t" o:connecttype="custom" o:connectlocs="2358,86;2315,0;0,954;33,1050;2358,86" o:connectangles="0,0,0,0,0"/>
                </v:shape>
                <v:shape id="Freeform 113" o:spid="_x0000_s1070" style="position:absolute;left:5147;top:7686;width:2358;height:1061;visibility:visible;mso-wrap-style:square;v-text-anchor:top" coordsize="4715,2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" path="m4715,192l4650,,,1927r85,194l4715,192xe" fillcolor="#e3e3e3" stroked="f">
                  <v:path arrowok="t" o:connecttype="custom" o:connectlocs="2358,96;2325,0;0,964;43,1061;2358,96" o:connectangles="0,0,0,0,0"/>
                </v:shape>
                <v:shape id="Freeform 114" o:spid="_x0000_s1071" style="position:absolute;left:5297;top:8062;width:2358;height:1050;visibility:visible;mso-wrap-style:square;v-text-anchor:top" coordsize="4716,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" path="m4716,192l4652,,,1927r86,171l4716,192xe" fillcolor="#e3e3e3" stroked="f">
                  <v:path arrowok="t" o:connecttype="custom" o:connectlocs="2358,96;2326,0;0,964;43,1050;2358,96" o:connectangles="0,0,0,0,0"/>
                </v:shape>
                <v:shape id="Freeform 115" o:spid="_x0000_s1072" style="position:absolute;left:5458;top:8437;width:2358;height:1050;visibility:visible;mso-wrap-style:square;v-text-anchor:top" coordsize="4715,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" path="m4715,172l4630,,,1907r65,192l4715,172xe" fillcolor="#e3e3e3" stroked="f">
                  <v:path arrowok="t" o:connecttype="custom" o:connectlocs="2358,86;2315,0;0,954;33,1050;2358,86" o:connectangles="0,0,0,0,0"/>
                </v:shape>
                <v:rect id="Rectangle 116" o:spid="_x0000_s1073" style="position:absolute;left:6508;top:4605;width:4019;height:4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" fillcolor="#e3e3e3" stroked="f"/>
                <v:rect id="Rectangle 117" o:spid="_x0000_s1074" style="position:absolute;left:6894;top:4912;width:3215;height:4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" stroked="f"/>
                <v:shape id="Freeform 118" o:spid="_x0000_s1075" style="position:absolute;left:6959;top:5383;width:396;height:397;visibility:visible;mso-wrap-style:square;v-text-anchor:top" coordsize="793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" path="m386,793l600,750,729,599,793,407,729,193,600,65,386,,193,65,43,193,,407,43,599,193,750r193,43xe" fillcolor="#e3e3e3" stroked="f">
                  <v:path arrowok="t" o:connecttype="custom" o:connectlocs="193,397;300,375;364,300;396,204;396,204;364,97;300,33;193,0;193,0;96,33;21,97;0,204;0,204;21,300;96,375;193,397" o:connectangles="0,0,0,0,0,0,0,0,0,0,0,0,0,0,0,0"/>
                </v:shape>
                <v:shape id="Freeform 119" o:spid="_x0000_s1076" style="position:absolute;left:6959;top:6647;width:396;height:396;visibility:visible;mso-wrap-style:square;v-text-anchor:top" coordsize="793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" path="m386,792l600,750,729,599,793,407,729,192,600,64,386,,193,64,43,192,,407,43,599,193,750r193,42xe" fillcolor="#e3e3e3" stroked="f">
                  <v:path arrowok="t" o:connecttype="custom" o:connectlocs="193,396;300,375;364,300;396,204;396,204;364,96;300,32;193,0;193,0;96,32;21,96;0,204;0,204;21,300;96,375;193,396" o:connectangles="0,0,0,0,0,0,0,0,0,0,0,0,0,0,0,0"/>
                </v:shape>
                <v:shape id="Freeform 120" o:spid="_x0000_s1077" style="position:absolute;left:6959;top:7891;width:396;height:407;visibility:visible;mso-wrap-style:square;v-text-anchor:top" coordsize="793,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" path="m386,815l600,751,729,600,793,407,729,215,600,65,386,,193,65,43,215,,407,43,600,193,751r193,64xe" fillcolor="#e3e3e3" stroked="f">
                  <v:path arrowok="t" o:connecttype="custom" o:connectlocs="193,407;300,375;364,300;396,203;396,203;364,107;300,32;193,0;193,0;96,32;21,107;0,203;0,203;21,300;96,375;193,407" o:connectangles="0,0,0,0,0,0,0,0,0,0,0,0,0,0,0,0"/>
                </v:shape>
                <v:rect id="Rectangle 121" o:spid="_x0000_s1078" style="position:absolute;left:7494;top:4923;width:97;height:3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" fillcolor="#e3e3e3" stroked="f"/>
                <v:rect id="Rectangle 122" o:spid="_x0000_s1079" style="position:absolute;left:7591;top:5383;width:2518;height: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" fillcolor="#e3e3e3" stroked="f"/>
                <v:rect id="Rectangle 123" o:spid="_x0000_s1080" style="position:absolute;left:7591;top:5780;width:2518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" fillcolor="#e3e3e3" stroked="f"/>
                <v:rect id="Rectangle 124" o:spid="_x0000_s1081" style="position:absolute;left:7591;top:6187;width:2518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" fillcolor="#e3e3e3" stroked="f"/>
                <v:rect id="Rectangle 125" o:spid="_x0000_s1082" style="position:absolute;left:7591;top:6583;width:2518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" fillcolor="#e3e3e3" stroked="f"/>
                <v:rect id="Rectangle 126" o:spid="_x0000_s1083" style="position:absolute;left:7591;top:6990;width:2518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" fillcolor="#e3e3e3" stroked="f"/>
                <v:rect id="Rectangle 127" o:spid="_x0000_s1084" style="position:absolute;left:7591;top:7386;width:2518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" fillcolor="#e3e3e3" stroked="f"/>
                <v:rect id="Rectangle 128" o:spid="_x0000_s1085" style="position:absolute;left:7591;top:7794;width:2518;height: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" fillcolor="#e3e3e3" stroked="f"/>
                <v:rect id="Rectangle 129" o:spid="_x0000_s1086" style="position:absolute;left:7591;top:8190;width:2518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" fillcolor="#e3e3e3" stroked="f"/>
                <v:rect id="Rectangle 130" o:spid="_x0000_s1087" style="position:absolute;left:7591;top:8597;width:2518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" fillcolor="#e3e3e3" stroked="f"/>
                <v:line id="Line 131" o:spid="_x0000_s1088" style="position:absolute;visibility:visible;mso-wrap-style:square" from="7708,3521" to="7708,6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" strokecolor="silver" strokeweight="1.5pt"/>
                <v:line id="Line 132" o:spid="_x0000_s1089" style="position:absolute;flip:x;visibility:visible;mso-wrap-style:square" from="2164,6979" to="2164,13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" strokecolor="silver" strokeweight="1.5pt"/>
                <v:rect id="Rectangle 133" o:spid="_x0000_s1090" style="position:absolute;left:2164;top:13435;width:8460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" filled="f" strokecolor="silver" strokeweight="1.5pt">
                  <v:textbox inset="0,0,0,0">
                    <w:txbxContent>
                      <w:p w14:paraId="26F88821" w14:textId="77777777" w:rsidR="003B0299" w:rsidRDefault="003B0299" w:rsidP="00E762A2">
                        <w:pPr>
                          <w:spacing w:before="60" w:after="120"/>
                          <w:jc w:val="center"/>
                          <w:rPr>
                            <w:rFonts w:ascii="Arial Black" w:hAnsi="Arial Black"/>
                            <w:sz w:val="36"/>
                            <w:szCs w:val="36"/>
                          </w:rPr>
                        </w:pPr>
                      </w:p>
                      <w:p w14:paraId="278B0FF0" w14:textId="77777777" w:rsidR="003B0299" w:rsidRDefault="003B0299" w:rsidP="00E762A2">
                        <w:pPr>
                          <w:spacing w:before="60" w:after="120"/>
                          <w:jc w:val="center"/>
                          <w:rPr>
                            <w:rFonts w:ascii="Arial Black" w:hAnsi="Arial Black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 Black" w:hAnsi="Arial Black"/>
                            <w:sz w:val="56"/>
                            <w:szCs w:val="56"/>
                          </w:rPr>
                          <w:t>Modulo CONTRA</w:t>
                        </w:r>
                      </w:p>
                      <w:p w14:paraId="1CEF3BA3" w14:textId="50A452AD" w:rsidR="003B0299" w:rsidRPr="007F692C" w:rsidRDefault="00621223" w:rsidP="00E762A2">
                        <w:pPr>
                          <w:spacing w:before="60" w:after="120"/>
                          <w:jc w:val="center"/>
                          <w:rPr>
                            <w:rFonts w:ascii="Arial Black" w:hAnsi="Arial Black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 Black" w:hAnsi="Arial Black"/>
                            <w:sz w:val="40"/>
                            <w:szCs w:val="40"/>
                          </w:rPr>
                          <w:t>TB0307</w:t>
                        </w:r>
                      </w:p>
                    </w:txbxContent>
                  </v:textbox>
                </v:rect>
                <v:rect id="Rectangle 134" o:spid="_x0000_s1091" style="position:absolute;left:2164;top:6236;width:5547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" filled="f" strokecolor="silver" strokeweight="1.5pt">
                  <v:textbox inset="0,0,0,0">
                    <w:txbxContent>
                      <w:p w14:paraId="5854CD9D" w14:textId="77777777" w:rsidR="003B0299" w:rsidRDefault="003B0299" w:rsidP="00E762A2">
                        <w:pPr>
                          <w:jc w:val="center"/>
                          <w:rPr>
                            <w:rFonts w:ascii="Arial Black" w:hAnsi="Arial Black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Arial Black" w:hAnsi="Arial Black"/>
                            <w:sz w:val="40"/>
                            <w:szCs w:val="40"/>
                            <w:lang w:val="en-US"/>
                          </w:rPr>
                          <w:t>PAGHE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D33E3C2" w14:textId="77777777" w:rsidR="00E762A2" w:rsidRPr="00630B4A" w:rsidRDefault="00E762A2" w:rsidP="00E762A2">
      <w:pPr>
        <w:pStyle w:val="corpoAltF"/>
      </w:pPr>
    </w:p>
    <w:p w14:paraId="0AB55ED3" w14:textId="77777777" w:rsidR="00E762A2" w:rsidRPr="00630B4A" w:rsidRDefault="00E762A2" w:rsidP="00E762A2">
      <w:pPr>
        <w:pStyle w:val="CorpoAltF0"/>
      </w:pPr>
    </w:p>
    <w:p w14:paraId="6B0373DB" w14:textId="77777777" w:rsidR="00E762A2" w:rsidRPr="00630B4A" w:rsidRDefault="00E762A2" w:rsidP="00E762A2">
      <w:pPr>
        <w:pStyle w:val="CorpoAltF0"/>
      </w:pPr>
    </w:p>
    <w:p w14:paraId="7E808307" w14:textId="77777777" w:rsidR="00E762A2" w:rsidRPr="00630B4A" w:rsidRDefault="00E762A2" w:rsidP="00E762A2">
      <w:pPr>
        <w:pStyle w:val="CorpoAltF0"/>
      </w:pPr>
    </w:p>
    <w:p w14:paraId="232FA818" w14:textId="77777777" w:rsidR="00E762A2" w:rsidRPr="00630B4A" w:rsidRDefault="00E762A2" w:rsidP="00E762A2">
      <w:pPr>
        <w:pStyle w:val="CorpoAltF0"/>
      </w:pPr>
    </w:p>
    <w:p w14:paraId="765060A1" w14:textId="77777777" w:rsidR="00E762A2" w:rsidRPr="00630B4A" w:rsidRDefault="00E762A2" w:rsidP="00E762A2">
      <w:pPr>
        <w:pStyle w:val="CorpoAltF0"/>
      </w:pPr>
    </w:p>
    <w:p w14:paraId="0497FE5F" w14:textId="77777777" w:rsidR="00E762A2" w:rsidRPr="00630B4A" w:rsidRDefault="00E762A2" w:rsidP="00E762A2">
      <w:pPr>
        <w:pStyle w:val="CorpoAltF0"/>
      </w:pPr>
    </w:p>
    <w:p w14:paraId="56063BFB" w14:textId="77777777" w:rsidR="00E762A2" w:rsidRPr="00630B4A" w:rsidRDefault="00E762A2" w:rsidP="00E762A2">
      <w:pPr>
        <w:pStyle w:val="CorpoAltF0"/>
      </w:pPr>
    </w:p>
    <w:p w14:paraId="4837F23C" w14:textId="77777777" w:rsidR="00E762A2" w:rsidRPr="00630B4A" w:rsidRDefault="00E762A2" w:rsidP="00E762A2">
      <w:pPr>
        <w:pStyle w:val="CorpoAltF0"/>
      </w:pPr>
    </w:p>
    <w:p w14:paraId="2554D0C6" w14:textId="77777777" w:rsidR="00E762A2" w:rsidRPr="00630B4A" w:rsidRDefault="00E762A2" w:rsidP="00E762A2">
      <w:pPr>
        <w:pStyle w:val="CorpoAltF0"/>
      </w:pPr>
    </w:p>
    <w:p w14:paraId="41DA01C3" w14:textId="77777777" w:rsidR="00E762A2" w:rsidRPr="00630B4A" w:rsidRDefault="00E762A2" w:rsidP="00E762A2">
      <w:pPr>
        <w:pStyle w:val="CorpoAltF0"/>
      </w:pPr>
    </w:p>
    <w:p w14:paraId="63827AC4" w14:textId="77777777" w:rsidR="00E762A2" w:rsidRPr="00630B4A" w:rsidRDefault="00E762A2" w:rsidP="00E762A2">
      <w:pPr>
        <w:pStyle w:val="CorpoAltF0"/>
      </w:pPr>
    </w:p>
    <w:p w14:paraId="1FACA4BF" w14:textId="77777777" w:rsidR="00E762A2" w:rsidRPr="00630B4A" w:rsidRDefault="00E762A2" w:rsidP="00E762A2">
      <w:pPr>
        <w:pStyle w:val="CorpoAltF0"/>
      </w:pPr>
    </w:p>
    <w:p w14:paraId="3D38EA4F" w14:textId="77777777" w:rsidR="00E762A2" w:rsidRPr="00630B4A" w:rsidRDefault="00E762A2" w:rsidP="00E762A2">
      <w:pPr>
        <w:pStyle w:val="CorpoAltF0"/>
      </w:pPr>
    </w:p>
    <w:p w14:paraId="4B81B802" w14:textId="77777777" w:rsidR="00E762A2" w:rsidRPr="00630B4A" w:rsidRDefault="00E762A2" w:rsidP="00E762A2">
      <w:pPr>
        <w:pStyle w:val="CorpoAltF0"/>
      </w:pPr>
    </w:p>
    <w:p w14:paraId="4A7D005D" w14:textId="77777777" w:rsidR="00E762A2" w:rsidRPr="00630B4A" w:rsidRDefault="00E762A2" w:rsidP="00E762A2">
      <w:pPr>
        <w:pStyle w:val="CorpoAltF0"/>
      </w:pPr>
    </w:p>
    <w:p w14:paraId="3883CF3F" w14:textId="77777777" w:rsidR="00E762A2" w:rsidRPr="00630B4A" w:rsidRDefault="00E762A2" w:rsidP="00E762A2">
      <w:pPr>
        <w:pStyle w:val="CorpoAltF0"/>
      </w:pPr>
    </w:p>
    <w:p w14:paraId="33B26719" w14:textId="77777777" w:rsidR="00E762A2" w:rsidRPr="00630B4A" w:rsidRDefault="00E762A2" w:rsidP="00E762A2">
      <w:pPr>
        <w:pStyle w:val="CorpoAltF0"/>
      </w:pPr>
    </w:p>
    <w:p w14:paraId="5E2A014C" w14:textId="77777777" w:rsidR="00E762A2" w:rsidRPr="00630B4A" w:rsidRDefault="00E762A2" w:rsidP="00E762A2">
      <w:pPr>
        <w:pStyle w:val="CorpoAltF0"/>
      </w:pPr>
    </w:p>
    <w:p w14:paraId="0C80AAF0" w14:textId="77777777" w:rsidR="00E762A2" w:rsidRPr="00630B4A" w:rsidRDefault="00E762A2" w:rsidP="00E762A2">
      <w:pPr>
        <w:pStyle w:val="CorpoAltF0"/>
      </w:pPr>
    </w:p>
    <w:p w14:paraId="3F2A62FF" w14:textId="77777777" w:rsidR="00E762A2" w:rsidRPr="00630B4A" w:rsidRDefault="00E762A2" w:rsidP="00E762A2">
      <w:pPr>
        <w:pStyle w:val="CorpoAltF0"/>
      </w:pPr>
    </w:p>
    <w:p w14:paraId="5824B81D" w14:textId="77777777" w:rsidR="00E762A2" w:rsidRPr="00630B4A" w:rsidRDefault="00E762A2" w:rsidP="00E762A2">
      <w:pPr>
        <w:pStyle w:val="CorpoAltF0"/>
      </w:pPr>
    </w:p>
    <w:p w14:paraId="13B80475" w14:textId="77777777" w:rsidR="00E762A2" w:rsidRPr="00630B4A" w:rsidRDefault="00E762A2" w:rsidP="00E762A2">
      <w:pPr>
        <w:pStyle w:val="CorpoAltF0"/>
      </w:pPr>
    </w:p>
    <w:p w14:paraId="158FC0C4" w14:textId="77777777" w:rsidR="00E762A2" w:rsidRPr="00630B4A" w:rsidRDefault="00E762A2" w:rsidP="00E762A2">
      <w:pPr>
        <w:pStyle w:val="CorpoAltF0"/>
      </w:pPr>
    </w:p>
    <w:p w14:paraId="46E2E4E3" w14:textId="77777777" w:rsidR="00E762A2" w:rsidRPr="00630B4A" w:rsidRDefault="00E762A2" w:rsidP="00E762A2">
      <w:pPr>
        <w:pStyle w:val="CorpoAltF0"/>
      </w:pPr>
    </w:p>
    <w:p w14:paraId="0973AF76" w14:textId="77777777" w:rsidR="00E762A2" w:rsidRPr="00630B4A" w:rsidRDefault="00E762A2" w:rsidP="00E762A2">
      <w:pPr>
        <w:pStyle w:val="CorpoAltF0"/>
      </w:pPr>
    </w:p>
    <w:p w14:paraId="361EF0EC" w14:textId="77777777" w:rsidR="00E762A2" w:rsidRPr="00630B4A" w:rsidRDefault="00E762A2" w:rsidP="00E762A2">
      <w:pPr>
        <w:pStyle w:val="CorpoAltF0"/>
      </w:pPr>
    </w:p>
    <w:p w14:paraId="5C0D6A45" w14:textId="77777777" w:rsidR="00E762A2" w:rsidRPr="00630B4A" w:rsidRDefault="00E762A2" w:rsidP="00E762A2">
      <w:pPr>
        <w:pStyle w:val="CorpoAltF0"/>
      </w:pPr>
    </w:p>
    <w:p w14:paraId="09B2BF6C" w14:textId="77777777" w:rsidR="00E762A2" w:rsidRPr="00630B4A" w:rsidRDefault="00E762A2" w:rsidP="00E762A2">
      <w:pPr>
        <w:pStyle w:val="CorpoAltF0"/>
      </w:pPr>
    </w:p>
    <w:p w14:paraId="29664A5B" w14:textId="77777777" w:rsidR="00E762A2" w:rsidRPr="00630B4A" w:rsidRDefault="00E762A2" w:rsidP="00E762A2">
      <w:pPr>
        <w:pStyle w:val="CorpoAltF0"/>
      </w:pPr>
    </w:p>
    <w:p w14:paraId="543F60C5" w14:textId="77777777" w:rsidR="00E762A2" w:rsidRPr="00630B4A" w:rsidRDefault="00E762A2" w:rsidP="00E762A2">
      <w:pPr>
        <w:pStyle w:val="CorpoAltF0"/>
      </w:pPr>
    </w:p>
    <w:p w14:paraId="1E704BFF" w14:textId="77777777" w:rsidR="00E762A2" w:rsidRPr="00630B4A" w:rsidRDefault="00E762A2" w:rsidP="00E762A2">
      <w:pPr>
        <w:pStyle w:val="CorpoAltF0"/>
      </w:pPr>
    </w:p>
    <w:p w14:paraId="552034BA" w14:textId="77777777" w:rsidR="00E762A2" w:rsidRPr="00630B4A" w:rsidRDefault="00E762A2" w:rsidP="00E762A2">
      <w:pPr>
        <w:pStyle w:val="CorpoAltF0"/>
      </w:pPr>
    </w:p>
    <w:p w14:paraId="4F939B29" w14:textId="77777777" w:rsidR="00E762A2" w:rsidRPr="00630B4A" w:rsidRDefault="00E762A2" w:rsidP="00E762A2">
      <w:pPr>
        <w:pStyle w:val="CorpoAltF0"/>
      </w:pPr>
    </w:p>
    <w:p w14:paraId="6CB45AB2" w14:textId="77777777" w:rsidR="00E762A2" w:rsidRPr="00630B4A" w:rsidRDefault="00E762A2" w:rsidP="00E762A2">
      <w:pPr>
        <w:pStyle w:val="CorpoAltF0"/>
      </w:pPr>
    </w:p>
    <w:p w14:paraId="5E084098" w14:textId="77777777" w:rsidR="00E762A2" w:rsidRPr="00630B4A" w:rsidRDefault="00E762A2" w:rsidP="00E762A2">
      <w:pPr>
        <w:pStyle w:val="CorpoAltF0"/>
      </w:pPr>
    </w:p>
    <w:p w14:paraId="7DA2F0A4" w14:textId="77777777" w:rsidR="00E762A2" w:rsidRPr="00630B4A" w:rsidRDefault="00E762A2" w:rsidP="00E762A2">
      <w:pPr>
        <w:pStyle w:val="CorpoAltF0"/>
      </w:pPr>
    </w:p>
    <w:p w14:paraId="6EF6B338" w14:textId="77777777" w:rsidR="00E762A2" w:rsidRPr="00630B4A" w:rsidRDefault="00E762A2" w:rsidP="00E762A2">
      <w:pPr>
        <w:pStyle w:val="CorpoAltF0"/>
      </w:pPr>
    </w:p>
    <w:p w14:paraId="09465E10" w14:textId="77777777" w:rsidR="00E762A2" w:rsidRPr="00630B4A" w:rsidRDefault="00E762A2" w:rsidP="00E762A2">
      <w:pPr>
        <w:pStyle w:val="CorpoAltF0"/>
      </w:pPr>
    </w:p>
    <w:p w14:paraId="6B9342E2" w14:textId="77777777" w:rsidR="00E762A2" w:rsidRPr="00630B4A" w:rsidRDefault="00E762A2" w:rsidP="00E762A2">
      <w:pPr>
        <w:pStyle w:val="CorpoAltF0"/>
      </w:pPr>
    </w:p>
    <w:p w14:paraId="0B79C55A" w14:textId="77777777" w:rsidR="00E762A2" w:rsidRPr="00630B4A" w:rsidRDefault="00E762A2" w:rsidP="00E762A2">
      <w:pPr>
        <w:pStyle w:val="CorpoAltF0"/>
      </w:pPr>
    </w:p>
    <w:p w14:paraId="5994BAE0" w14:textId="77777777" w:rsidR="00E762A2" w:rsidRPr="00630B4A" w:rsidRDefault="00E762A2" w:rsidP="00E762A2">
      <w:pPr>
        <w:pStyle w:val="CorpoAltF0"/>
      </w:pPr>
    </w:p>
    <w:p w14:paraId="39D21185" w14:textId="77777777" w:rsidR="00E762A2" w:rsidRPr="00630B4A" w:rsidRDefault="00E762A2" w:rsidP="00E762A2">
      <w:pPr>
        <w:pStyle w:val="CorpoAltF0"/>
      </w:pPr>
    </w:p>
    <w:p w14:paraId="4AF6F59B" w14:textId="77777777" w:rsidR="00E762A2" w:rsidRPr="00630B4A" w:rsidRDefault="00E762A2" w:rsidP="00E762A2">
      <w:pPr>
        <w:pStyle w:val="CorpoAltF0"/>
      </w:pPr>
    </w:p>
    <w:p w14:paraId="7F39106C" w14:textId="77777777" w:rsidR="00E762A2" w:rsidRPr="00630B4A" w:rsidRDefault="00E762A2" w:rsidP="00E762A2">
      <w:pPr>
        <w:pStyle w:val="CorpoAltF0"/>
      </w:pPr>
    </w:p>
    <w:p w14:paraId="4B380CA0" w14:textId="77777777" w:rsidR="00E762A2" w:rsidRPr="00630B4A" w:rsidRDefault="00E762A2" w:rsidP="00E762A2">
      <w:pPr>
        <w:pStyle w:val="CorpoAltF0"/>
      </w:pPr>
    </w:p>
    <w:p w14:paraId="404926AC" w14:textId="77777777" w:rsidR="00E762A2" w:rsidRPr="00630B4A" w:rsidRDefault="00E762A2" w:rsidP="00E762A2">
      <w:pPr>
        <w:pStyle w:val="CorpoAltF0"/>
      </w:pPr>
    </w:p>
    <w:p w14:paraId="515D7870" w14:textId="77777777" w:rsidR="00E762A2" w:rsidRPr="00630B4A" w:rsidRDefault="00E762A2" w:rsidP="00E762A2">
      <w:pPr>
        <w:pStyle w:val="CorpoAltF0"/>
      </w:pPr>
    </w:p>
    <w:p w14:paraId="09E2465E" w14:textId="77777777" w:rsidR="00E762A2" w:rsidRPr="00630B4A" w:rsidRDefault="00E762A2" w:rsidP="00E762A2">
      <w:pPr>
        <w:pStyle w:val="CorpoAltF0"/>
      </w:pPr>
    </w:p>
    <w:p w14:paraId="48B24A48" w14:textId="77777777" w:rsidR="00E762A2" w:rsidRPr="00630B4A" w:rsidRDefault="00E762A2" w:rsidP="00E762A2">
      <w:pPr>
        <w:pStyle w:val="CorpoAltF0"/>
      </w:pPr>
    </w:p>
    <w:p w14:paraId="7AD88697" w14:textId="77777777" w:rsidR="00E762A2" w:rsidRPr="00630B4A" w:rsidRDefault="00E762A2" w:rsidP="00E762A2">
      <w:pPr>
        <w:pStyle w:val="CorpoAltF0"/>
      </w:pPr>
    </w:p>
    <w:p w14:paraId="5FB05846" w14:textId="77777777" w:rsidR="00E762A2" w:rsidRPr="00630B4A" w:rsidRDefault="00E762A2" w:rsidP="00E762A2">
      <w:pPr>
        <w:pStyle w:val="CorpoAltF0"/>
      </w:pPr>
    </w:p>
    <w:p w14:paraId="0B37545E" w14:textId="77777777" w:rsidR="00E762A2" w:rsidRPr="00630B4A" w:rsidRDefault="00E762A2" w:rsidP="00E762A2">
      <w:pPr>
        <w:pStyle w:val="CorpoAltF0"/>
      </w:pPr>
    </w:p>
    <w:p w14:paraId="64AC52F1" w14:textId="77777777" w:rsidR="00E762A2" w:rsidRPr="00630B4A" w:rsidRDefault="00E762A2" w:rsidP="00E762A2">
      <w:pPr>
        <w:pStyle w:val="CorpoAltF0"/>
      </w:pPr>
    </w:p>
    <w:p w14:paraId="41F6DB9D" w14:textId="77777777" w:rsidR="00E762A2" w:rsidRPr="00630B4A" w:rsidRDefault="00E762A2" w:rsidP="00E762A2">
      <w:pPr>
        <w:pStyle w:val="CorpoAltF0"/>
      </w:pPr>
    </w:p>
    <w:p w14:paraId="3653FDBD" w14:textId="77777777" w:rsidR="00E762A2" w:rsidRPr="00630B4A" w:rsidRDefault="00E762A2" w:rsidP="00E762A2">
      <w:pPr>
        <w:pStyle w:val="CorpoAltF0"/>
      </w:pPr>
    </w:p>
    <w:p w14:paraId="4F39FE1F" w14:textId="1CF9A989" w:rsidR="00E762A2" w:rsidRPr="00630B4A" w:rsidRDefault="00E762A2" w:rsidP="00E762A2">
      <w:pPr>
        <w:pStyle w:val="corpoAltF"/>
        <w:ind w:left="1134"/>
      </w:pPr>
      <w:proofErr w:type="gramStart"/>
      <w:r w:rsidRPr="00137CC7">
        <w:t>(</w:t>
      </w:r>
      <w:r w:rsidR="007F692C" w:rsidRPr="00137CC7">
        <w:t xml:space="preserve"> </w:t>
      </w:r>
      <w:r w:rsidRPr="00137CC7">
        <w:t>All</w:t>
      </w:r>
      <w:r w:rsidR="003227B8" w:rsidRPr="00137CC7">
        <w:t>ega</w:t>
      </w:r>
      <w:r w:rsidRPr="00137CC7">
        <w:t>to</w:t>
      </w:r>
      <w:proofErr w:type="gramEnd"/>
      <w:r w:rsidRPr="00137CC7">
        <w:t xml:space="preserve"> al rilascio PAGHE </w:t>
      </w:r>
      <w:r w:rsidRPr="00182639">
        <w:t xml:space="preserve">vers. </w:t>
      </w:r>
      <w:r w:rsidR="001E24FE" w:rsidRPr="003A098C">
        <w:t>20</w:t>
      </w:r>
      <w:r w:rsidR="00E47B89" w:rsidRPr="003A098C">
        <w:t>2</w:t>
      </w:r>
      <w:r w:rsidR="006B0446">
        <w:t>4</w:t>
      </w:r>
      <w:r w:rsidR="001E24FE" w:rsidRPr="003A098C">
        <w:t>.</w:t>
      </w:r>
      <w:r w:rsidR="00BD7401" w:rsidRPr="003A098C">
        <w:t>0</w:t>
      </w:r>
      <w:r w:rsidR="00E47B89" w:rsidRPr="003A098C">
        <w:t>3</w:t>
      </w:r>
      <w:r w:rsidR="001E24FE" w:rsidRPr="003A098C">
        <w:t>.</w:t>
      </w:r>
      <w:r w:rsidR="00BD7401" w:rsidRPr="003A098C">
        <w:t>0</w:t>
      </w:r>
      <w:r w:rsidR="006B0446">
        <w:t>1</w:t>
      </w:r>
      <w:r w:rsidR="001E24FE" w:rsidRPr="00182639">
        <w:t xml:space="preserve"> </w:t>
      </w:r>
      <w:r w:rsidRPr="00182639">
        <w:t>)</w:t>
      </w:r>
      <w:r w:rsidR="00B110E1">
        <w:t xml:space="preserve"> </w:t>
      </w:r>
    </w:p>
    <w:p w14:paraId="7ED6C985" w14:textId="77777777" w:rsidR="00E762A2" w:rsidRPr="00630B4A" w:rsidRDefault="00E762A2" w:rsidP="00E762A2">
      <w:pPr>
        <w:pStyle w:val="corpoAltF"/>
        <w:ind w:left="1134"/>
      </w:pPr>
    </w:p>
    <w:p w14:paraId="10FDE07D" w14:textId="77777777" w:rsidR="00E762A2" w:rsidRPr="00630B4A" w:rsidRDefault="00E762A2" w:rsidP="00E762A2">
      <w:pPr>
        <w:jc w:val="both"/>
        <w:rPr>
          <w:rFonts w:ascii="Arial" w:hAnsi="Arial" w:cs="Arial"/>
          <w:spacing w:val="20"/>
          <w:sz w:val="20"/>
          <w:szCs w:val="20"/>
        </w:rPr>
      </w:pPr>
    </w:p>
    <w:p w14:paraId="7699E7E9" w14:textId="77777777" w:rsidR="00E762A2" w:rsidRPr="00630B4A" w:rsidRDefault="00E762A2" w:rsidP="00E762A2">
      <w:pPr>
        <w:jc w:val="both"/>
        <w:rPr>
          <w:rFonts w:ascii="Arial" w:hAnsi="Arial" w:cs="Arial"/>
          <w:spacing w:val="20"/>
          <w:sz w:val="20"/>
          <w:szCs w:val="20"/>
        </w:rPr>
        <w:sectPr w:rsidR="00E762A2" w:rsidRPr="00630B4A">
          <w:pgSz w:w="11906" w:h="16838"/>
          <w:pgMar w:top="1417" w:right="1134" w:bottom="1134" w:left="1134" w:header="708" w:footer="708" w:gutter="0"/>
          <w:pgNumType w:fmt="upperRoman" w:start="1"/>
          <w:cols w:space="708"/>
          <w:docGrid w:linePitch="360"/>
        </w:sectPr>
      </w:pPr>
    </w:p>
    <w:p w14:paraId="0962C0F2" w14:textId="77777777" w:rsidR="00D24C06" w:rsidRDefault="00D24C06">
      <w:pPr>
        <w:pStyle w:val="Ignora"/>
      </w:pPr>
    </w:p>
    <w:p w14:paraId="2C90BB96" w14:textId="77777777" w:rsidR="00D24C06" w:rsidRDefault="00D24C06">
      <w:pPr>
        <w:pStyle w:val="WWNewPage"/>
      </w:pPr>
    </w:p>
    <w:p w14:paraId="477941C2" w14:textId="77777777" w:rsidR="00F76BEF" w:rsidRDefault="00F76BEF">
      <w:pPr>
        <w:pStyle w:val="Ignora"/>
      </w:pPr>
    </w:p>
    <w:p w14:paraId="11DC8845" w14:textId="77777777" w:rsidR="001E091F" w:rsidRDefault="001E091F">
      <w:pPr>
        <w:pStyle w:val="Ignora"/>
      </w:pPr>
    </w:p>
    <w:p w14:paraId="0C0FA89C" w14:textId="3AA368B9" w:rsidR="004971DF" w:rsidRDefault="00391F60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fldChar w:fldCharType="separate"/>
      </w:r>
      <w:hyperlink w:anchor="_Toc181095151" w:history="1">
        <w:r w:rsidR="004971DF" w:rsidRPr="00B75B8D">
          <w:rPr>
            <w:rStyle w:val="Collegamentoipertestuale"/>
          </w:rPr>
          <w:t>Implementazioni - Edilizia</w:t>
        </w:r>
        <w:r w:rsidR="004971DF">
          <w:rPr>
            <w:webHidden/>
          </w:rPr>
          <w:tab/>
        </w:r>
        <w:r w:rsidR="004971DF">
          <w:rPr>
            <w:webHidden/>
          </w:rPr>
          <w:fldChar w:fldCharType="begin"/>
        </w:r>
        <w:r w:rsidR="004971DF">
          <w:rPr>
            <w:webHidden/>
          </w:rPr>
          <w:instrText xml:space="preserve"> PAGEREF _Toc181095151 \h </w:instrText>
        </w:r>
        <w:r w:rsidR="004971DF">
          <w:rPr>
            <w:webHidden/>
          </w:rPr>
        </w:r>
        <w:r w:rsidR="004971DF">
          <w:rPr>
            <w:webHidden/>
          </w:rPr>
          <w:fldChar w:fldCharType="separate"/>
        </w:r>
        <w:r w:rsidR="00E94DDF">
          <w:rPr>
            <w:webHidden/>
          </w:rPr>
          <w:t>3</w:t>
        </w:r>
        <w:r w:rsidR="004971DF">
          <w:rPr>
            <w:webHidden/>
          </w:rPr>
          <w:fldChar w:fldCharType="end"/>
        </w:r>
      </w:hyperlink>
    </w:p>
    <w:p w14:paraId="4FC43267" w14:textId="28235680" w:rsidR="004971DF" w:rsidRDefault="00000000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81095152" w:history="1">
        <w:r w:rsidR="004971DF" w:rsidRPr="00B75B8D">
          <w:rPr>
            <w:rStyle w:val="Collegamentoipertestuale"/>
          </w:rPr>
          <w:t>TABE</w:t>
        </w:r>
        <w:r w:rsidR="004971DF">
          <w:rPr>
            <w:webHidden/>
          </w:rPr>
          <w:tab/>
        </w:r>
        <w:r w:rsidR="004971DF">
          <w:rPr>
            <w:webHidden/>
          </w:rPr>
          <w:fldChar w:fldCharType="begin"/>
        </w:r>
        <w:r w:rsidR="004971DF">
          <w:rPr>
            <w:webHidden/>
          </w:rPr>
          <w:instrText xml:space="preserve"> PAGEREF _Toc181095152 \h </w:instrText>
        </w:r>
        <w:r w:rsidR="004971DF">
          <w:rPr>
            <w:webHidden/>
          </w:rPr>
        </w:r>
        <w:r w:rsidR="004971DF">
          <w:rPr>
            <w:webHidden/>
          </w:rPr>
          <w:fldChar w:fldCharType="separate"/>
        </w:r>
        <w:r w:rsidR="00E94DDF">
          <w:rPr>
            <w:webHidden/>
          </w:rPr>
          <w:t>3</w:t>
        </w:r>
        <w:r w:rsidR="004971DF">
          <w:rPr>
            <w:webHidden/>
          </w:rPr>
          <w:fldChar w:fldCharType="end"/>
        </w:r>
      </w:hyperlink>
    </w:p>
    <w:p w14:paraId="34CE6911" w14:textId="75D3E6B4" w:rsidR="004971DF" w:rsidRDefault="00000000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81095153" w:history="1">
        <w:r w:rsidR="004971DF" w:rsidRPr="00B75B8D">
          <w:rPr>
            <w:rStyle w:val="Collegamentoipertestuale"/>
          </w:rPr>
          <w:t>TB0307 – Tabelle contributi cassa edile</w:t>
        </w:r>
        <w:r w:rsidR="004971DF">
          <w:rPr>
            <w:webHidden/>
          </w:rPr>
          <w:tab/>
        </w:r>
        <w:r w:rsidR="004971DF">
          <w:rPr>
            <w:webHidden/>
          </w:rPr>
          <w:fldChar w:fldCharType="begin"/>
        </w:r>
        <w:r w:rsidR="004971DF">
          <w:rPr>
            <w:webHidden/>
          </w:rPr>
          <w:instrText xml:space="preserve"> PAGEREF _Toc181095153 \h </w:instrText>
        </w:r>
        <w:r w:rsidR="004971DF">
          <w:rPr>
            <w:webHidden/>
          </w:rPr>
        </w:r>
        <w:r w:rsidR="004971DF">
          <w:rPr>
            <w:webHidden/>
          </w:rPr>
          <w:fldChar w:fldCharType="separate"/>
        </w:r>
        <w:r w:rsidR="00E94DDF">
          <w:rPr>
            <w:webHidden/>
          </w:rPr>
          <w:t>3</w:t>
        </w:r>
        <w:r w:rsidR="004971DF">
          <w:rPr>
            <w:webHidden/>
          </w:rPr>
          <w:fldChar w:fldCharType="end"/>
        </w:r>
      </w:hyperlink>
    </w:p>
    <w:p w14:paraId="6DA18E3C" w14:textId="75E3A2EE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54" w:history="1">
        <w:r w:rsidR="004971DF" w:rsidRPr="00B75B8D">
          <w:rPr>
            <w:rStyle w:val="Collegamentoipertestuale"/>
            <w:noProof/>
            <w:lang w:eastAsia="en-US"/>
          </w:rPr>
          <w:t>8201 Cassa Edile Benevento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_Toc181095154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3</w:t>
        </w:r>
        <w:r w:rsidR="004971DF">
          <w:rPr>
            <w:noProof/>
            <w:webHidden/>
          </w:rPr>
          <w:fldChar w:fldCharType="end"/>
        </w:r>
      </w:hyperlink>
    </w:p>
    <w:p w14:paraId="69DA8490" w14:textId="2D6D8D3C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55" w:history="1">
        <w:r w:rsidR="004971DF" w:rsidRPr="00B75B8D">
          <w:rPr>
            <w:rStyle w:val="Collegamentoipertestuale"/>
            <w:noProof/>
            <w:lang w:eastAsia="en-US"/>
          </w:rPr>
          <w:t>8250 CME Bologna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_Toc181095155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3</w:t>
        </w:r>
        <w:r w:rsidR="004971DF">
          <w:rPr>
            <w:noProof/>
            <w:webHidden/>
          </w:rPr>
          <w:fldChar w:fldCharType="end"/>
        </w:r>
      </w:hyperlink>
    </w:p>
    <w:p w14:paraId="7F1C7062" w14:textId="6AEADF1F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56" w:history="1">
        <w:r w:rsidR="004971DF" w:rsidRPr="00B75B8D">
          <w:rPr>
            <w:rStyle w:val="Collegamentoipertestuale"/>
            <w:noProof/>
            <w:lang w:eastAsia="en-US"/>
          </w:rPr>
          <w:t>8252 CALEC Bologna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_Toc181095156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3</w:t>
        </w:r>
        <w:r w:rsidR="004971DF">
          <w:rPr>
            <w:noProof/>
            <w:webHidden/>
          </w:rPr>
          <w:fldChar w:fldCharType="end"/>
        </w:r>
      </w:hyperlink>
    </w:p>
    <w:p w14:paraId="01106B46" w14:textId="49650B27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57" w:history="1">
        <w:r w:rsidR="004971DF" w:rsidRPr="00B75B8D">
          <w:rPr>
            <w:rStyle w:val="Collegamentoipertestuale"/>
            <w:noProof/>
            <w:lang w:eastAsia="en-US"/>
          </w:rPr>
          <w:t>8253 Cassa Edili Prov. Modena Ind.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_Toc181095157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3</w:t>
        </w:r>
        <w:r w:rsidR="004971DF">
          <w:rPr>
            <w:noProof/>
            <w:webHidden/>
          </w:rPr>
          <w:fldChar w:fldCharType="end"/>
        </w:r>
      </w:hyperlink>
    </w:p>
    <w:p w14:paraId="6DEFFFB8" w14:textId="24FD93CE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58" w:history="1">
        <w:r w:rsidR="004971DF" w:rsidRPr="00B75B8D">
          <w:rPr>
            <w:rStyle w:val="Collegamentoipertestuale"/>
            <w:noProof/>
            <w:lang w:eastAsia="en-US"/>
          </w:rPr>
          <w:t>8254 Cassa Edili Prov. Modena Coop.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_Toc181095158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3</w:t>
        </w:r>
        <w:r w:rsidR="004971DF">
          <w:rPr>
            <w:noProof/>
            <w:webHidden/>
          </w:rPr>
          <w:fldChar w:fldCharType="end"/>
        </w:r>
      </w:hyperlink>
    </w:p>
    <w:p w14:paraId="2B3224E4" w14:textId="64CCE375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59" w:history="1">
        <w:r w:rsidR="004971DF" w:rsidRPr="00B75B8D">
          <w:rPr>
            <w:rStyle w:val="Collegamentoipertestuale"/>
            <w:noProof/>
            <w:lang w:eastAsia="en-US"/>
          </w:rPr>
          <w:t>8255 Edile Reggio Emilia Cassa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_Toc181095159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3</w:t>
        </w:r>
        <w:r w:rsidR="004971DF">
          <w:rPr>
            <w:noProof/>
            <w:webHidden/>
          </w:rPr>
          <w:fldChar w:fldCharType="end"/>
        </w:r>
      </w:hyperlink>
    </w:p>
    <w:p w14:paraId="3DBE0530" w14:textId="40974EF0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60" w:history="1">
        <w:r w:rsidR="004971DF" w:rsidRPr="00B75B8D">
          <w:rPr>
            <w:rStyle w:val="Collegamentoipertestuale"/>
            <w:noProof/>
            <w:lang w:eastAsia="en-US"/>
          </w:rPr>
          <w:t>8256 Edile R. Emilia Cassa(Ex CEMA)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_Toc181095160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3</w:t>
        </w:r>
        <w:r w:rsidR="004971DF">
          <w:rPr>
            <w:noProof/>
            <w:webHidden/>
          </w:rPr>
          <w:fldChar w:fldCharType="end"/>
        </w:r>
      </w:hyperlink>
    </w:p>
    <w:p w14:paraId="3DD9CB6B" w14:textId="58406891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61" w:history="1">
        <w:r w:rsidR="004971DF" w:rsidRPr="00B75B8D">
          <w:rPr>
            <w:rStyle w:val="Collegamentoipertestuale"/>
            <w:noProof/>
            <w:lang w:eastAsia="en-US"/>
          </w:rPr>
          <w:t>8260 Cassa Edili Provincia Modena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_Toc181095161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3</w:t>
        </w:r>
        <w:r w:rsidR="004971DF">
          <w:rPr>
            <w:noProof/>
            <w:webHidden/>
          </w:rPr>
          <w:fldChar w:fldCharType="end"/>
        </w:r>
      </w:hyperlink>
    </w:p>
    <w:p w14:paraId="675D9E90" w14:textId="0A9A07C1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62" w:history="1">
        <w:r w:rsidR="004971DF" w:rsidRPr="00B75B8D">
          <w:rPr>
            <w:rStyle w:val="Collegamentoipertestuale"/>
            <w:noProof/>
            <w:lang w:eastAsia="en-US"/>
          </w:rPr>
          <w:t>8261 Cassa Edile Provincia di Ravenna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_Toc181095162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3</w:t>
        </w:r>
        <w:r w:rsidR="004971DF">
          <w:rPr>
            <w:noProof/>
            <w:webHidden/>
          </w:rPr>
          <w:fldChar w:fldCharType="end"/>
        </w:r>
      </w:hyperlink>
    </w:p>
    <w:p w14:paraId="0D98DA39" w14:textId="6AF68904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63" w:history="1">
        <w:r w:rsidR="004971DF" w:rsidRPr="00B75B8D">
          <w:rPr>
            <w:rStyle w:val="Collegamentoipertestuale"/>
            <w:noProof/>
            <w:lang w:eastAsia="en-US"/>
          </w:rPr>
          <w:t>8274 Edile Reggio Emilia fuori prov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_Toc181095163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3</w:t>
        </w:r>
        <w:r w:rsidR="004971DF">
          <w:rPr>
            <w:noProof/>
            <w:webHidden/>
          </w:rPr>
          <w:fldChar w:fldCharType="end"/>
        </w:r>
      </w:hyperlink>
    </w:p>
    <w:p w14:paraId="3BF8835D" w14:textId="2638EABF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64" w:history="1">
        <w:r w:rsidR="004971DF" w:rsidRPr="00B75B8D">
          <w:rPr>
            <w:rStyle w:val="Collegamentoipertestuale"/>
            <w:noProof/>
            <w:lang w:eastAsia="en-US"/>
          </w:rPr>
          <w:t>8351 Cassa Edile Frosinone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_Toc181095164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47D46BA3" w14:textId="3D8E5D41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65" w:history="1">
        <w:r w:rsidR="004971DF" w:rsidRPr="00B75B8D">
          <w:rPr>
            <w:rStyle w:val="Collegamentoipertestuale"/>
            <w:noProof/>
            <w:lang w:eastAsia="en-US"/>
          </w:rPr>
          <w:t>8401 Cassa Edile Imperia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_Toc181095165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3B3238C9" w14:textId="1C97F18F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66" w:history="1">
        <w:r w:rsidR="004971DF" w:rsidRPr="00B75B8D">
          <w:rPr>
            <w:rStyle w:val="Collegamentoipertestuale"/>
            <w:noProof/>
            <w:lang w:eastAsia="en-US"/>
          </w:rPr>
          <w:t>8452 Cassa Edile Como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_Toc181095166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10B9586E" w14:textId="7AA1AF3A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67" w:history="1">
        <w:r w:rsidR="004971DF" w:rsidRPr="00B75B8D">
          <w:rPr>
            <w:rStyle w:val="Collegamentoipertestuale"/>
            <w:noProof/>
            <w:lang w:eastAsia="en-US"/>
          </w:rPr>
          <w:t>8453 Cassa Edile Lecco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_Toc181095167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31822C88" w14:textId="60EE53FD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68" w:history="1">
        <w:r w:rsidR="004971DF" w:rsidRPr="00B75B8D">
          <w:rPr>
            <w:rStyle w:val="Collegamentoipertestuale"/>
            <w:noProof/>
            <w:lang w:eastAsia="en-US"/>
          </w:rPr>
          <w:t>8454 Cassa Edile Cremona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_Toc181095168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69F33C90" w14:textId="01B8F081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69" w:history="1">
        <w:r w:rsidR="004971DF" w:rsidRPr="00B75B8D">
          <w:rPr>
            <w:rStyle w:val="Collegamentoipertestuale"/>
            <w:noProof/>
            <w:lang w:eastAsia="en-US"/>
          </w:rPr>
          <w:t>8457 Cassa Edile Sondrio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_Toc181095169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33675461" w14:textId="27E16F58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70" w:history="1">
        <w:r w:rsidR="004971DF" w:rsidRPr="00B75B8D">
          <w:rPr>
            <w:rStyle w:val="Collegamentoipertestuale"/>
            <w:noProof/>
            <w:lang w:eastAsia="en-US"/>
          </w:rPr>
          <w:t>8458 Cassa Edile Varese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_Toc181095170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1E1CCE94" w14:textId="6054C998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71" w:history="1">
        <w:r w:rsidR="004971DF" w:rsidRPr="00B75B8D">
          <w:rPr>
            <w:rStyle w:val="Collegamentoipertestuale"/>
            <w:noProof/>
            <w:lang w:eastAsia="en-US"/>
          </w:rPr>
          <w:t>8459 Cassa Edile Milano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_Toc181095171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522DC63A" w14:textId="762A7919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72" w:history="1">
        <w:r w:rsidR="004971DF" w:rsidRPr="00B75B8D">
          <w:rPr>
            <w:rStyle w:val="Collegamentoipertestuale"/>
            <w:noProof/>
            <w:lang w:eastAsia="en-US"/>
          </w:rPr>
          <w:t>8503 Cassa Edile Pesaro Industria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_Toc181095172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411A7D55" w14:textId="52CB4D95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73" w:history="1">
        <w:r w:rsidR="004971DF" w:rsidRPr="00B75B8D">
          <w:rPr>
            <w:rStyle w:val="Collegamentoipertestuale"/>
            <w:noProof/>
            <w:lang w:eastAsia="en-US"/>
          </w:rPr>
          <w:t>8507 Cassa Edile Pesaro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_Toc181095173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3046ECB0" w14:textId="3B1FF547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74" w:history="1">
        <w:r w:rsidR="004971DF" w:rsidRPr="00B75B8D">
          <w:rPr>
            <w:rStyle w:val="Collegamentoipertestuale"/>
            <w:noProof/>
            <w:lang w:eastAsia="en-US"/>
          </w:rPr>
          <w:t>8600 CE Alessandria (azie sì mensa)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_Toc181095174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2BF2E85E" w14:textId="3B9BDC66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75" w:history="1">
        <w:r w:rsidR="004971DF" w:rsidRPr="00B75B8D">
          <w:rPr>
            <w:rStyle w:val="Collegamentoipertestuale"/>
            <w:noProof/>
            <w:lang w:eastAsia="en-US"/>
          </w:rPr>
          <w:t>8609 CE Alessandria (azie no mensa)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_Toc181095175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20C91C1E" w14:textId="231CE5ED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76" w:history="1">
        <w:r w:rsidR="004971DF" w:rsidRPr="00B75B8D">
          <w:rPr>
            <w:rStyle w:val="Collegamentoipertestuale"/>
            <w:noProof/>
            <w:lang w:eastAsia="en-US"/>
          </w:rPr>
          <w:t>8653 Cassa Edile Lecce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_Toc181095176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5E4866B1" w14:textId="6A62C997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77" w:history="1">
        <w:r w:rsidR="004971DF" w:rsidRPr="00B75B8D">
          <w:rPr>
            <w:rStyle w:val="Collegamentoipertestuale"/>
            <w:noProof/>
            <w:lang w:eastAsia="en-US"/>
          </w:rPr>
          <w:t>8757 Cassa Edile Ragusa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_Toc181095177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4</w:t>
        </w:r>
        <w:r w:rsidR="004971DF">
          <w:rPr>
            <w:noProof/>
            <w:webHidden/>
          </w:rPr>
          <w:fldChar w:fldCharType="end"/>
        </w:r>
      </w:hyperlink>
    </w:p>
    <w:p w14:paraId="1A986C32" w14:textId="2D4E8576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78" w:history="1">
        <w:r w:rsidR="004971DF" w:rsidRPr="00B75B8D">
          <w:rPr>
            <w:rStyle w:val="Collegamentoipertestuale"/>
            <w:noProof/>
            <w:lang w:eastAsia="en-US"/>
          </w:rPr>
          <w:t>8805 Cassa Edile Siena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_Toc181095178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5</w:t>
        </w:r>
        <w:r w:rsidR="004971DF">
          <w:rPr>
            <w:noProof/>
            <w:webHidden/>
          </w:rPr>
          <w:fldChar w:fldCharType="end"/>
        </w:r>
      </w:hyperlink>
    </w:p>
    <w:p w14:paraId="647B701C" w14:textId="3EFCB7D4" w:rsidR="004971DF" w:rsidRDefault="00000000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81095179" w:history="1">
        <w:r w:rsidR="004971DF" w:rsidRPr="00B75B8D">
          <w:rPr>
            <w:rStyle w:val="Collegamentoipertestuale"/>
            <w:noProof/>
            <w:lang w:eastAsia="en-US"/>
          </w:rPr>
          <w:t>9004 Cassa Edile Venezia</w:t>
        </w:r>
        <w:r w:rsidR="004971DF">
          <w:rPr>
            <w:noProof/>
            <w:webHidden/>
          </w:rPr>
          <w:tab/>
        </w:r>
        <w:r w:rsidR="004971DF">
          <w:rPr>
            <w:noProof/>
            <w:webHidden/>
          </w:rPr>
          <w:fldChar w:fldCharType="begin"/>
        </w:r>
        <w:r w:rsidR="004971DF">
          <w:rPr>
            <w:noProof/>
            <w:webHidden/>
          </w:rPr>
          <w:instrText xml:space="preserve"> PAGEREF _Toc181095179 \h </w:instrText>
        </w:r>
        <w:r w:rsidR="004971DF">
          <w:rPr>
            <w:noProof/>
            <w:webHidden/>
          </w:rPr>
        </w:r>
        <w:r w:rsidR="004971DF">
          <w:rPr>
            <w:noProof/>
            <w:webHidden/>
          </w:rPr>
          <w:fldChar w:fldCharType="separate"/>
        </w:r>
        <w:r w:rsidR="00E94DDF">
          <w:rPr>
            <w:noProof/>
            <w:webHidden/>
          </w:rPr>
          <w:t>5</w:t>
        </w:r>
        <w:r w:rsidR="004971DF">
          <w:rPr>
            <w:noProof/>
            <w:webHidden/>
          </w:rPr>
          <w:fldChar w:fldCharType="end"/>
        </w:r>
      </w:hyperlink>
    </w:p>
    <w:p w14:paraId="523344BB" w14:textId="6E88D9FB" w:rsidR="00D24C06" w:rsidRDefault="00391F60" w:rsidP="0020230E">
      <w:pPr>
        <w:pStyle w:val="corpoAltF"/>
        <w:rPr>
          <w:rStyle w:val="Collegamentoipertestuale"/>
          <w:color w:val="auto"/>
          <w:u w:val="none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14:paraId="13E08C35" w14:textId="77777777" w:rsidR="00D24C06" w:rsidRDefault="00D24C06">
      <w:pPr>
        <w:pStyle w:val="Ignora"/>
      </w:pPr>
    </w:p>
    <w:p w14:paraId="286F91AA" w14:textId="77777777" w:rsidR="00D24C06" w:rsidRDefault="00D24C06">
      <w:pPr>
        <w:pStyle w:val="Ignora"/>
        <w:sectPr w:rsidR="00D24C06" w:rsidSect="00D35C1F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  <w:docGrid w:linePitch="326"/>
        </w:sectPr>
      </w:pPr>
    </w:p>
    <w:bookmarkEnd w:id="1"/>
    <w:p w14:paraId="35FE4319" w14:textId="77777777" w:rsidR="000A5D97" w:rsidRDefault="000A5D97" w:rsidP="000A5D97">
      <w:pPr>
        <w:pStyle w:val="WWNewPage"/>
      </w:pPr>
    </w:p>
    <w:p w14:paraId="71F08EA4" w14:textId="77777777" w:rsidR="00A1481B" w:rsidRDefault="00A1481B" w:rsidP="00A1481B">
      <w:pPr>
        <w:pStyle w:val="WWNewPage"/>
      </w:pPr>
    </w:p>
    <w:p w14:paraId="018C99CA" w14:textId="77777777" w:rsidR="007F183D" w:rsidRPr="009769E6" w:rsidRDefault="007F183D" w:rsidP="000A5D97">
      <w:pPr>
        <w:pStyle w:val="CorpoAltF0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9"/>
        <w:gridCol w:w="2850"/>
      </w:tblGrid>
      <w:tr w:rsidR="007F183D" w14:paraId="2B7085DD" w14:textId="77777777" w:rsidTr="003D5E2E">
        <w:trPr>
          <w:trHeight w:val="558"/>
        </w:trPr>
        <w:tc>
          <w:tcPr>
            <w:tcW w:w="68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0D8BAAE" w14:textId="77777777" w:rsidR="007F183D" w:rsidRDefault="007F183D" w:rsidP="003D5E2E">
            <w:pPr>
              <w:pStyle w:val="TS-titolo-01"/>
              <w:outlineLvl w:val="0"/>
            </w:pPr>
            <w:bookmarkStart w:id="2" w:name="_Toc181095151"/>
            <w:r>
              <w:t>Implementazioni - Edilizia</w:t>
            </w:r>
            <w:bookmarkEnd w:id="2"/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157E5ADD" w14:textId="77777777" w:rsidR="007F183D" w:rsidRDefault="007F183D" w:rsidP="003D5E2E">
            <w:pPr>
              <w:pStyle w:val="TS-titolo-02"/>
              <w:outlineLvl w:val="0"/>
            </w:pPr>
          </w:p>
        </w:tc>
      </w:tr>
    </w:tbl>
    <w:p w14:paraId="16CC2965" w14:textId="77777777" w:rsidR="007F183D" w:rsidRDefault="007F183D" w:rsidP="007F183D">
      <w:pPr>
        <w:pStyle w:val="WWNewPage"/>
      </w:pPr>
    </w:p>
    <w:p w14:paraId="315CC911" w14:textId="77777777" w:rsidR="007F183D" w:rsidRPr="00A1481B" w:rsidRDefault="007F183D" w:rsidP="007F183D">
      <w:pPr>
        <w:pStyle w:val="CorpoAltF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2871"/>
      </w:tblGrid>
      <w:tr w:rsidR="007F183D" w14:paraId="2B739918" w14:textId="77777777" w:rsidTr="003D5E2E">
        <w:trPr>
          <w:trHeight w:val="545"/>
        </w:trPr>
        <w:tc>
          <w:tcPr>
            <w:tcW w:w="67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F9A6A4D" w14:textId="77777777" w:rsidR="007F183D" w:rsidRDefault="007F183D" w:rsidP="003D5E2E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1ECFB5A" w14:textId="77777777" w:rsidR="007F183D" w:rsidRDefault="007F183D" w:rsidP="003D5E2E">
            <w:pPr>
              <w:pStyle w:val="TS-titolo-Comando"/>
              <w:outlineLvl w:val="1"/>
            </w:pPr>
            <w:bookmarkStart w:id="3" w:name="_Toc181095152"/>
            <w:r>
              <w:t>TABE</w:t>
            </w:r>
            <w:bookmarkEnd w:id="3"/>
          </w:p>
        </w:tc>
      </w:tr>
    </w:tbl>
    <w:p w14:paraId="70029ADE" w14:textId="77777777" w:rsidR="007F183D" w:rsidRPr="00560398" w:rsidRDefault="007F183D" w:rsidP="007F183D">
      <w:pPr>
        <w:rPr>
          <w:rFonts w:ascii="Arial" w:hAnsi="Arial"/>
          <w:sz w:val="20"/>
          <w:szCs w:val="20"/>
        </w:rPr>
      </w:pPr>
    </w:p>
    <w:p w14:paraId="48BF1009" w14:textId="77777777" w:rsidR="003B0299" w:rsidRPr="00DD79F5" w:rsidRDefault="003B0299" w:rsidP="005E7BFD">
      <w:pPr>
        <w:pStyle w:val="TS-titolo-04"/>
      </w:pPr>
      <w:bookmarkStart w:id="4" w:name="_Toc504553261"/>
      <w:bookmarkStart w:id="5" w:name="_Toc354678"/>
      <w:bookmarkStart w:id="6" w:name="_Toc181095153"/>
      <w:r w:rsidRPr="00DD79F5">
        <w:t>TB0307 – Tabelle contributi cassa edile</w:t>
      </w:r>
      <w:bookmarkEnd w:id="4"/>
      <w:bookmarkEnd w:id="5"/>
      <w:bookmarkEnd w:id="6"/>
    </w:p>
    <w:p w14:paraId="423CE73C" w14:textId="77777777" w:rsidR="005101D2" w:rsidRDefault="005101D2" w:rsidP="005101D2">
      <w:pPr>
        <w:pStyle w:val="TS-titolo-05"/>
        <w:rPr>
          <w:lang w:eastAsia="en-US"/>
        </w:rPr>
      </w:pPr>
      <w:bookmarkStart w:id="7" w:name="_Toc181089082"/>
      <w:bookmarkStart w:id="8" w:name="_Toc181095154"/>
      <w:r w:rsidRPr="00206972">
        <w:rPr>
          <w:lang w:eastAsia="en-US"/>
        </w:rPr>
        <w:t>8201 Cassa Edile Benevento</w:t>
      </w:r>
      <w:bookmarkEnd w:id="7"/>
      <w:bookmarkEnd w:id="8"/>
    </w:p>
    <w:p w14:paraId="357FAF9B" w14:textId="77777777" w:rsidR="005101D2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206972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206972">
        <w:rPr>
          <w:rFonts w:ascii="Arial" w:hAnsi="Arial" w:cs="Arial"/>
          <w:sz w:val="20"/>
          <w:szCs w:val="20"/>
          <w:lang w:eastAsia="en-US"/>
        </w:rPr>
        <w:t>2^</w:t>
      </w:r>
      <w:proofErr w:type="gramEnd"/>
      <w:r w:rsidRPr="00206972">
        <w:rPr>
          <w:rFonts w:ascii="Arial" w:hAnsi="Arial" w:cs="Arial"/>
          <w:sz w:val="20"/>
          <w:szCs w:val="20"/>
          <w:lang w:eastAsia="en-US"/>
        </w:rPr>
        <w:t xml:space="preserve"> rigo) il campo "Min. APE" è stato compilato con valore 35,00.</w:t>
      </w:r>
    </w:p>
    <w:p w14:paraId="7E8099BB" w14:textId="77777777" w:rsidR="005101D2" w:rsidRDefault="005101D2" w:rsidP="005101D2">
      <w:pPr>
        <w:pStyle w:val="TS-titolo-05"/>
        <w:rPr>
          <w:lang w:eastAsia="en-US"/>
        </w:rPr>
      </w:pPr>
      <w:bookmarkStart w:id="9" w:name="_Toc181089083"/>
      <w:bookmarkStart w:id="10" w:name="_Toc181095155"/>
      <w:r w:rsidRPr="009B0F41">
        <w:rPr>
          <w:lang w:eastAsia="en-US"/>
        </w:rPr>
        <w:t>8250 CME Bologna</w:t>
      </w:r>
      <w:bookmarkEnd w:id="9"/>
      <w:bookmarkEnd w:id="10"/>
    </w:p>
    <w:p w14:paraId="2696A5A1" w14:textId="77777777" w:rsidR="005101D2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3^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46,00 a 49,00.</w:t>
      </w:r>
    </w:p>
    <w:p w14:paraId="7C5CCD5A" w14:textId="77777777" w:rsidR="005101D2" w:rsidRDefault="005101D2" w:rsidP="005101D2">
      <w:pPr>
        <w:pStyle w:val="TS-titolo-05"/>
        <w:rPr>
          <w:lang w:eastAsia="en-US"/>
        </w:rPr>
      </w:pPr>
      <w:bookmarkStart w:id="11" w:name="_Toc181089084"/>
      <w:bookmarkStart w:id="12" w:name="_Toc181095156"/>
      <w:r w:rsidRPr="004F64C9">
        <w:rPr>
          <w:lang w:eastAsia="en-US"/>
        </w:rPr>
        <w:t>8252 CALEC Bologna</w:t>
      </w:r>
      <w:bookmarkEnd w:id="11"/>
      <w:bookmarkEnd w:id="12"/>
    </w:p>
    <w:p w14:paraId="0F3EFAEC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F64C9">
        <w:rPr>
          <w:rFonts w:ascii="Arial" w:hAnsi="Arial" w:cs="Arial"/>
          <w:sz w:val="20"/>
          <w:szCs w:val="20"/>
          <w:lang w:eastAsia="en-US"/>
        </w:rPr>
        <w:t>Nella sezione "Contributi" il contributo "A.P.E." (</w:t>
      </w:r>
      <w:proofErr w:type="gramStart"/>
      <w:r w:rsidRPr="004F64C9">
        <w:rPr>
          <w:rFonts w:ascii="Arial" w:hAnsi="Arial" w:cs="Arial"/>
          <w:sz w:val="20"/>
          <w:szCs w:val="20"/>
          <w:lang w:eastAsia="en-US"/>
        </w:rPr>
        <w:t>2^</w:t>
      </w:r>
      <w:proofErr w:type="gramEnd"/>
      <w:r w:rsidRPr="004F64C9">
        <w:rPr>
          <w:rFonts w:ascii="Arial" w:hAnsi="Arial" w:cs="Arial"/>
          <w:sz w:val="20"/>
          <w:szCs w:val="20"/>
          <w:lang w:eastAsia="en-US"/>
        </w:rPr>
        <w:t xml:space="preserve"> rigo) passa da 3,43% a 3,09%; il campo "Min. APE" passa da 62,00 a 49,00.</w:t>
      </w:r>
    </w:p>
    <w:p w14:paraId="7E2CE1B5" w14:textId="77777777" w:rsidR="005101D2" w:rsidRDefault="005101D2" w:rsidP="005101D2">
      <w:pPr>
        <w:pStyle w:val="TS-titolo-05"/>
        <w:rPr>
          <w:lang w:eastAsia="en-US"/>
        </w:rPr>
      </w:pPr>
      <w:bookmarkStart w:id="13" w:name="_Toc181089085"/>
      <w:bookmarkStart w:id="14" w:name="_Toc181095157"/>
      <w:r w:rsidRPr="009B0F41">
        <w:rPr>
          <w:lang w:eastAsia="en-US"/>
        </w:rPr>
        <w:t xml:space="preserve">8253 Cassa Edili Prov. Modena </w:t>
      </w:r>
      <w:proofErr w:type="spellStart"/>
      <w:r w:rsidRPr="009B0F41">
        <w:rPr>
          <w:lang w:eastAsia="en-US"/>
        </w:rPr>
        <w:t>Ind</w:t>
      </w:r>
      <w:proofErr w:type="spellEnd"/>
      <w:r w:rsidRPr="009B0F41">
        <w:rPr>
          <w:lang w:eastAsia="en-US"/>
        </w:rPr>
        <w:t>.</w:t>
      </w:r>
      <w:bookmarkEnd w:id="13"/>
      <w:bookmarkEnd w:id="14"/>
    </w:p>
    <w:p w14:paraId="1ADBE2E1" w14:textId="512A6F1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48,00 a 49,00; introdotto "Contributo Straordinario" (11^ rigo) pari a 0,60%.</w:t>
      </w:r>
    </w:p>
    <w:p w14:paraId="009B8A9D" w14:textId="77777777" w:rsidR="005101D2" w:rsidRDefault="005101D2" w:rsidP="005101D2">
      <w:pPr>
        <w:pStyle w:val="TS-titolo-05"/>
        <w:rPr>
          <w:lang w:eastAsia="en-US"/>
        </w:rPr>
      </w:pPr>
      <w:bookmarkStart w:id="15" w:name="_Toc181089086"/>
      <w:bookmarkStart w:id="16" w:name="_Toc181095158"/>
      <w:r w:rsidRPr="009B0F41">
        <w:rPr>
          <w:lang w:eastAsia="en-US"/>
        </w:rPr>
        <w:t>8254 Cassa Edili Prov. Modena Coop.</w:t>
      </w:r>
      <w:bookmarkEnd w:id="15"/>
      <w:bookmarkEnd w:id="16"/>
    </w:p>
    <w:p w14:paraId="6A215757" w14:textId="63F4AF3A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48,00 a 49,00; introdotto "Contributo Straordinario" (11^ rigo) pari a 0,60%.</w:t>
      </w:r>
    </w:p>
    <w:p w14:paraId="1C208830" w14:textId="77777777" w:rsidR="005101D2" w:rsidRDefault="005101D2" w:rsidP="005101D2">
      <w:pPr>
        <w:pStyle w:val="TS-titolo-05"/>
        <w:rPr>
          <w:lang w:eastAsia="en-US"/>
        </w:rPr>
      </w:pPr>
      <w:bookmarkStart w:id="17" w:name="_Toc181089087"/>
      <w:bookmarkStart w:id="18" w:name="_Toc181095159"/>
      <w:r w:rsidRPr="009B0F41">
        <w:rPr>
          <w:lang w:eastAsia="en-US"/>
        </w:rPr>
        <w:t>8255 Edile Reggio Emilia Cassa</w:t>
      </w:r>
      <w:bookmarkEnd w:id="17"/>
      <w:bookmarkEnd w:id="18"/>
    </w:p>
    <w:p w14:paraId="271567BD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4^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passa da 3,09% a 2,89%; il campo "Min. APE" passa da 46,00 a 49,00.</w:t>
      </w:r>
    </w:p>
    <w:p w14:paraId="7B399061" w14:textId="3910DFF8" w:rsidR="005101D2" w:rsidRDefault="005101D2" w:rsidP="005101D2">
      <w:pPr>
        <w:pStyle w:val="TS-titolo-05"/>
        <w:rPr>
          <w:lang w:eastAsia="en-US"/>
        </w:rPr>
      </w:pPr>
      <w:bookmarkStart w:id="19" w:name="_Toc181089088"/>
      <w:bookmarkStart w:id="20" w:name="_Toc181095160"/>
      <w:r w:rsidRPr="009B0F41">
        <w:rPr>
          <w:lang w:eastAsia="en-US"/>
        </w:rPr>
        <w:t>8256 Edile R. Emilia Cassa</w:t>
      </w:r>
      <w:r w:rsidR="00A67729">
        <w:rPr>
          <w:lang w:eastAsia="en-US"/>
        </w:rPr>
        <w:t xml:space="preserve"> </w:t>
      </w:r>
      <w:r w:rsidRPr="009B0F41">
        <w:rPr>
          <w:lang w:eastAsia="en-US"/>
        </w:rPr>
        <w:t>(Ex CEMA)</w:t>
      </w:r>
      <w:bookmarkEnd w:id="19"/>
      <w:bookmarkEnd w:id="20"/>
    </w:p>
    <w:p w14:paraId="6A64C775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passa da 3,09% a 2,89%; il campo "Min. APE" passa da 46,00 a 49,00.</w:t>
      </w:r>
    </w:p>
    <w:p w14:paraId="3744B4D6" w14:textId="77777777" w:rsidR="005101D2" w:rsidRDefault="005101D2" w:rsidP="005101D2">
      <w:pPr>
        <w:pStyle w:val="TS-titolo-05"/>
        <w:rPr>
          <w:lang w:eastAsia="en-US"/>
        </w:rPr>
      </w:pPr>
      <w:bookmarkStart w:id="21" w:name="_Toc181089089"/>
      <w:bookmarkStart w:id="22" w:name="_Toc181095161"/>
      <w:r w:rsidRPr="009B0F41">
        <w:rPr>
          <w:lang w:eastAsia="en-US"/>
        </w:rPr>
        <w:t>8260 Cassa Edili Provincia Modena</w:t>
      </w:r>
      <w:bookmarkEnd w:id="21"/>
      <w:bookmarkEnd w:id="22"/>
    </w:p>
    <w:p w14:paraId="61DA4DB5" w14:textId="3CF33729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48,00 a 49,00; introdotto "Contributo Straordinario" (12^ rigo) pari a 0,60%.</w:t>
      </w:r>
    </w:p>
    <w:p w14:paraId="0EE3FC0A" w14:textId="77777777" w:rsidR="005101D2" w:rsidRDefault="005101D2" w:rsidP="005101D2">
      <w:pPr>
        <w:pStyle w:val="TS-titolo-05"/>
        <w:rPr>
          <w:lang w:eastAsia="en-US"/>
        </w:rPr>
      </w:pPr>
      <w:bookmarkStart w:id="23" w:name="_Toc181089090"/>
      <w:bookmarkStart w:id="24" w:name="_Toc181095162"/>
      <w:r w:rsidRPr="009B0F41">
        <w:rPr>
          <w:lang w:eastAsia="en-US"/>
        </w:rPr>
        <w:t>8261 Cassa Edile Provincia di Ravenna</w:t>
      </w:r>
      <w:bookmarkEnd w:id="23"/>
      <w:bookmarkEnd w:id="24"/>
      <w:r w:rsidRPr="009B0F41">
        <w:rPr>
          <w:lang w:eastAsia="en-US"/>
        </w:rPr>
        <w:tab/>
      </w:r>
    </w:p>
    <w:p w14:paraId="5B48B298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"F.N.A.P.E."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2^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inserito al campo "Indicatore di calcolo 1" il codice 15 "contributo A.P.E.", al campo "Min. APE" inserito il valore 49,00; "G.M.I. - CPT Assist. 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Mutual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>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3^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passa da 2,20% a 1,62%; "Quote Naz. 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Serv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 xml:space="preserve">. 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Art.Coop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>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4^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passa da 0,20% a 0,40% (% Totale) di cui 0,20% c/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dipe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>; "</w:t>
      </w:r>
      <w:r>
        <w:rPr>
          <w:rFonts w:ascii="Arial" w:hAnsi="Arial" w:cs="Arial"/>
          <w:sz w:val="20"/>
          <w:szCs w:val="20"/>
          <w:lang w:eastAsia="en-US"/>
        </w:rPr>
        <w:t>Q</w:t>
      </w:r>
      <w:r w:rsidRPr="009B0F41">
        <w:rPr>
          <w:rFonts w:ascii="Arial" w:hAnsi="Arial" w:cs="Arial"/>
          <w:sz w:val="20"/>
          <w:szCs w:val="20"/>
          <w:lang w:eastAsia="en-US"/>
        </w:rPr>
        <w:t xml:space="preserve">uote 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Terr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>. Servizio Art."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6^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passa da 0,30% a 0,80% (% Totale) di cui 0,50% c/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dipe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 xml:space="preserve">; "Quote 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Terr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 xml:space="preserve">. Servizio 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Ind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>." (7^ rigo) passa da 0,25% a 0,75% (% Totale) di cui 0,50% c/</w:t>
      </w:r>
      <w:proofErr w:type="spellStart"/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dipe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>;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introdotto "Quote 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Terr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>. Servizio Coop."</w:t>
      </w:r>
      <w:r>
        <w:rPr>
          <w:rFonts w:ascii="Arial" w:hAnsi="Arial" w:cs="Arial"/>
          <w:sz w:val="20"/>
          <w:szCs w:val="20"/>
          <w:lang w:eastAsia="en-US"/>
        </w:rPr>
        <w:t xml:space="preserve"> (8^ rigo)</w:t>
      </w:r>
      <w:r w:rsidRPr="009B0F41">
        <w:rPr>
          <w:rFonts w:ascii="Arial" w:hAnsi="Arial" w:cs="Arial"/>
          <w:sz w:val="20"/>
          <w:szCs w:val="20"/>
          <w:lang w:eastAsia="en-US"/>
        </w:rPr>
        <w:t xml:space="preserve"> pari a 0,50% di cui 0,50% "% 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dipe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>"; introdotto "Welfare settore edile" (22^ rigo) pari a 1,13%.</w:t>
      </w:r>
    </w:p>
    <w:p w14:paraId="0EF85C72" w14:textId="77777777" w:rsidR="005101D2" w:rsidRDefault="005101D2" w:rsidP="005101D2">
      <w:pPr>
        <w:pStyle w:val="TS-titolo-05"/>
        <w:rPr>
          <w:lang w:eastAsia="en-US"/>
        </w:rPr>
      </w:pPr>
      <w:bookmarkStart w:id="25" w:name="_Toc181089091"/>
      <w:bookmarkStart w:id="26" w:name="_Toc181095163"/>
      <w:r w:rsidRPr="009B0F41">
        <w:rPr>
          <w:lang w:eastAsia="en-US"/>
        </w:rPr>
        <w:t xml:space="preserve">8274 Edile Reggio Emilia fuori </w:t>
      </w:r>
      <w:proofErr w:type="spellStart"/>
      <w:r w:rsidRPr="009B0F41">
        <w:rPr>
          <w:lang w:eastAsia="en-US"/>
        </w:rPr>
        <w:t>prov</w:t>
      </w:r>
      <w:bookmarkEnd w:id="25"/>
      <w:bookmarkEnd w:id="26"/>
      <w:proofErr w:type="spellEnd"/>
    </w:p>
    <w:p w14:paraId="68FF321E" w14:textId="047CD0CE" w:rsidR="00EC5E8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4^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passa da 3,09% a 2,89%; il campo "Min. APE" passa da 46,00 a 49,00.</w:t>
      </w:r>
    </w:p>
    <w:p w14:paraId="43631C2B" w14:textId="77777777" w:rsidR="00EC5E81" w:rsidRDefault="00EC5E81">
      <w:pPr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br w:type="page"/>
      </w:r>
    </w:p>
    <w:p w14:paraId="15FC20A3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14:paraId="2132854A" w14:textId="77777777" w:rsidR="005101D2" w:rsidRDefault="005101D2" w:rsidP="005101D2">
      <w:pPr>
        <w:pStyle w:val="TS-titolo-05"/>
        <w:rPr>
          <w:lang w:eastAsia="en-US"/>
        </w:rPr>
      </w:pPr>
      <w:bookmarkStart w:id="27" w:name="_Toc181089092"/>
      <w:bookmarkStart w:id="28" w:name="_Toc181095164"/>
      <w:r w:rsidRPr="009B0F41">
        <w:rPr>
          <w:lang w:eastAsia="en-US"/>
        </w:rPr>
        <w:t>8351 Cassa Edile Frosinone</w:t>
      </w:r>
      <w:bookmarkEnd w:id="27"/>
      <w:bookmarkEnd w:id="28"/>
    </w:p>
    <w:p w14:paraId="2A3019F0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3^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43,00 a 46,00.</w:t>
      </w:r>
    </w:p>
    <w:p w14:paraId="125FCC8E" w14:textId="77777777" w:rsidR="005101D2" w:rsidRDefault="005101D2" w:rsidP="005101D2">
      <w:pPr>
        <w:pStyle w:val="TS-titolo-05"/>
        <w:rPr>
          <w:lang w:eastAsia="en-US"/>
        </w:rPr>
      </w:pPr>
      <w:bookmarkStart w:id="29" w:name="_Toc181089093"/>
      <w:bookmarkStart w:id="30" w:name="_Toc181095165"/>
      <w:r w:rsidRPr="009B0F41">
        <w:rPr>
          <w:lang w:eastAsia="en-US"/>
        </w:rPr>
        <w:t>8401 Cassa Edile Imperia</w:t>
      </w:r>
      <w:bookmarkEnd w:id="29"/>
      <w:bookmarkEnd w:id="30"/>
    </w:p>
    <w:p w14:paraId="00371831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"Importi-Coefficienti" in corrispondenza del rigo "Trasporto" il campo "Importi" passa da 0,19 a 0,23 (valore orario).</w:t>
      </w:r>
    </w:p>
    <w:p w14:paraId="5CA7B08B" w14:textId="77777777" w:rsidR="005101D2" w:rsidRDefault="005101D2" w:rsidP="005101D2">
      <w:pPr>
        <w:pStyle w:val="TS-titolo-05"/>
        <w:rPr>
          <w:lang w:eastAsia="en-US"/>
        </w:rPr>
      </w:pPr>
      <w:bookmarkStart w:id="31" w:name="_Toc181089094"/>
      <w:bookmarkStart w:id="32" w:name="_Toc181095166"/>
      <w:r w:rsidRPr="009B0F41">
        <w:rPr>
          <w:lang w:eastAsia="en-US"/>
        </w:rPr>
        <w:t>8452 Cassa Edile Como</w:t>
      </w:r>
      <w:bookmarkEnd w:id="31"/>
      <w:bookmarkEnd w:id="32"/>
    </w:p>
    <w:p w14:paraId="282CACCD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50,00 a 53,00.</w:t>
      </w:r>
    </w:p>
    <w:p w14:paraId="54EDF057" w14:textId="77777777" w:rsidR="005101D2" w:rsidRDefault="005101D2" w:rsidP="005101D2">
      <w:pPr>
        <w:pStyle w:val="TS-titolo-05"/>
        <w:rPr>
          <w:lang w:eastAsia="en-US"/>
        </w:rPr>
      </w:pPr>
      <w:bookmarkStart w:id="33" w:name="_Toc181089095"/>
      <w:bookmarkStart w:id="34" w:name="_Toc181095167"/>
      <w:r w:rsidRPr="009B0F41">
        <w:rPr>
          <w:lang w:eastAsia="en-US"/>
        </w:rPr>
        <w:t>8453 Cassa Edile Lecco</w:t>
      </w:r>
      <w:bookmarkEnd w:id="33"/>
      <w:bookmarkEnd w:id="34"/>
    </w:p>
    <w:p w14:paraId="472A1877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50,00 a 53,00.</w:t>
      </w:r>
    </w:p>
    <w:p w14:paraId="34F9656C" w14:textId="77777777" w:rsidR="005101D2" w:rsidRDefault="005101D2" w:rsidP="005101D2">
      <w:pPr>
        <w:pStyle w:val="TS-titolo-05"/>
        <w:rPr>
          <w:lang w:eastAsia="en-US"/>
        </w:rPr>
      </w:pPr>
      <w:bookmarkStart w:id="35" w:name="_Toc181089096"/>
      <w:bookmarkStart w:id="36" w:name="_Toc181095168"/>
      <w:r w:rsidRPr="009B0F41">
        <w:rPr>
          <w:lang w:eastAsia="en-US"/>
        </w:rPr>
        <w:t>8454 Cassa Edile Cremona</w:t>
      </w:r>
      <w:bookmarkEnd w:id="35"/>
      <w:bookmarkEnd w:id="36"/>
    </w:p>
    <w:p w14:paraId="5EB4B20E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"F.N.A.P.E."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12^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50,00 a 53,00.</w:t>
      </w:r>
    </w:p>
    <w:p w14:paraId="551FAA69" w14:textId="77777777" w:rsidR="005101D2" w:rsidRDefault="005101D2" w:rsidP="005101D2">
      <w:pPr>
        <w:pStyle w:val="TS-titolo-05"/>
        <w:rPr>
          <w:lang w:eastAsia="en-US"/>
        </w:rPr>
      </w:pPr>
      <w:bookmarkStart w:id="37" w:name="_Toc181089097"/>
      <w:bookmarkStart w:id="38" w:name="_Toc181095169"/>
      <w:r w:rsidRPr="009B0F41">
        <w:rPr>
          <w:lang w:eastAsia="en-US"/>
        </w:rPr>
        <w:t>8457 Cassa Edile Sondrio</w:t>
      </w:r>
      <w:bookmarkEnd w:id="37"/>
      <w:bookmarkEnd w:id="38"/>
    </w:p>
    <w:p w14:paraId="3AD96A7E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50,00 a 53,00.</w:t>
      </w:r>
    </w:p>
    <w:p w14:paraId="41D73047" w14:textId="77777777" w:rsidR="005101D2" w:rsidRDefault="005101D2" w:rsidP="005101D2">
      <w:pPr>
        <w:pStyle w:val="TS-titolo-05"/>
        <w:rPr>
          <w:lang w:eastAsia="en-US"/>
        </w:rPr>
      </w:pPr>
      <w:bookmarkStart w:id="39" w:name="_Toc181089098"/>
      <w:bookmarkStart w:id="40" w:name="_Toc181095170"/>
      <w:r w:rsidRPr="009B0F41">
        <w:rPr>
          <w:lang w:eastAsia="en-US"/>
        </w:rPr>
        <w:t>8458 Cassa Edile Varese</w:t>
      </w:r>
      <w:bookmarkEnd w:id="39"/>
      <w:bookmarkEnd w:id="40"/>
    </w:p>
    <w:p w14:paraId="7763D8B9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5^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50,00 a 53,00.</w:t>
      </w:r>
    </w:p>
    <w:p w14:paraId="4C7E359B" w14:textId="77777777" w:rsidR="005101D2" w:rsidRDefault="005101D2" w:rsidP="005101D2">
      <w:pPr>
        <w:pStyle w:val="TS-titolo-05"/>
        <w:rPr>
          <w:lang w:eastAsia="en-US"/>
        </w:rPr>
      </w:pPr>
      <w:bookmarkStart w:id="41" w:name="_Toc181089099"/>
      <w:bookmarkStart w:id="42" w:name="_Toc181095171"/>
      <w:r w:rsidRPr="009B0F41">
        <w:rPr>
          <w:lang w:eastAsia="en-US"/>
        </w:rPr>
        <w:t>8459 Cassa Edile Milano</w:t>
      </w:r>
      <w:bookmarkEnd w:id="41"/>
      <w:bookmarkEnd w:id="42"/>
    </w:p>
    <w:p w14:paraId="20DB53A7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50,00 a 53,00.</w:t>
      </w:r>
    </w:p>
    <w:p w14:paraId="1924E711" w14:textId="77777777" w:rsidR="005101D2" w:rsidRDefault="005101D2" w:rsidP="005101D2">
      <w:pPr>
        <w:pStyle w:val="TS-titolo-05"/>
        <w:rPr>
          <w:lang w:eastAsia="en-US"/>
        </w:rPr>
      </w:pPr>
      <w:bookmarkStart w:id="43" w:name="_Toc181089100"/>
      <w:bookmarkStart w:id="44" w:name="_Toc181095172"/>
      <w:r w:rsidRPr="009B0F41">
        <w:rPr>
          <w:lang w:eastAsia="en-US"/>
        </w:rPr>
        <w:t>8503 Cassa Edile Pesaro Industria</w:t>
      </w:r>
      <w:bookmarkEnd w:id="43"/>
      <w:bookmarkEnd w:id="44"/>
    </w:p>
    <w:p w14:paraId="37C12FE6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 xml:space="preserve">Nella sezione "Contributi" il contributo "Cassa Edile" % 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dipe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 xml:space="preserve"> passa da 0,375% a 0,333%.</w:t>
      </w:r>
    </w:p>
    <w:p w14:paraId="0957514A" w14:textId="77777777" w:rsidR="005101D2" w:rsidRDefault="005101D2" w:rsidP="005101D2">
      <w:pPr>
        <w:pStyle w:val="TS-titolo-05"/>
        <w:rPr>
          <w:lang w:eastAsia="en-US"/>
        </w:rPr>
      </w:pPr>
      <w:bookmarkStart w:id="45" w:name="_Toc181089101"/>
      <w:bookmarkStart w:id="46" w:name="_Toc181095173"/>
      <w:r w:rsidRPr="009B0F41">
        <w:rPr>
          <w:lang w:eastAsia="en-US"/>
        </w:rPr>
        <w:t>8507 Cassa Edile Pesaro</w:t>
      </w:r>
      <w:bookmarkEnd w:id="45"/>
      <w:bookmarkEnd w:id="46"/>
    </w:p>
    <w:p w14:paraId="75D64957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 xml:space="preserve">Nella sezione "Contributi" il contributo "Cassa Edile" % </w:t>
      </w:r>
      <w:proofErr w:type="spellStart"/>
      <w:r w:rsidRPr="009B0F41">
        <w:rPr>
          <w:rFonts w:ascii="Arial" w:hAnsi="Arial" w:cs="Arial"/>
          <w:sz w:val="20"/>
          <w:szCs w:val="20"/>
          <w:lang w:eastAsia="en-US"/>
        </w:rPr>
        <w:t>dipe</w:t>
      </w:r>
      <w:proofErr w:type="spellEnd"/>
      <w:r w:rsidRPr="009B0F41">
        <w:rPr>
          <w:rFonts w:ascii="Arial" w:hAnsi="Arial" w:cs="Arial"/>
          <w:sz w:val="20"/>
          <w:szCs w:val="20"/>
          <w:lang w:eastAsia="en-US"/>
        </w:rPr>
        <w:t xml:space="preserve"> passa da 0,375% a 0,333%.</w:t>
      </w:r>
    </w:p>
    <w:p w14:paraId="38C8770E" w14:textId="77777777" w:rsidR="005101D2" w:rsidRDefault="005101D2" w:rsidP="005101D2">
      <w:pPr>
        <w:pStyle w:val="TS-titolo-05"/>
        <w:rPr>
          <w:lang w:eastAsia="en-US"/>
        </w:rPr>
      </w:pPr>
      <w:bookmarkStart w:id="47" w:name="_Toc181089102"/>
      <w:bookmarkStart w:id="48" w:name="_Toc181095174"/>
      <w:r w:rsidRPr="009B0F41">
        <w:rPr>
          <w:lang w:eastAsia="en-US"/>
        </w:rPr>
        <w:t>8600 CE Alessandria (</w:t>
      </w:r>
      <w:proofErr w:type="spellStart"/>
      <w:r w:rsidRPr="009B0F41">
        <w:rPr>
          <w:lang w:eastAsia="en-US"/>
        </w:rPr>
        <w:t>azie</w:t>
      </w:r>
      <w:proofErr w:type="spellEnd"/>
      <w:r w:rsidRPr="009B0F41">
        <w:rPr>
          <w:lang w:eastAsia="en-US"/>
        </w:rPr>
        <w:t xml:space="preserve"> sì mensa)</w:t>
      </w:r>
      <w:bookmarkEnd w:id="47"/>
      <w:bookmarkEnd w:id="48"/>
    </w:p>
    <w:p w14:paraId="7D8C3604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49,00 a 53,00.</w:t>
      </w:r>
    </w:p>
    <w:p w14:paraId="070120CE" w14:textId="77777777" w:rsidR="005101D2" w:rsidRDefault="005101D2" w:rsidP="005101D2">
      <w:pPr>
        <w:pStyle w:val="TS-titolo-05"/>
        <w:rPr>
          <w:lang w:eastAsia="en-US"/>
        </w:rPr>
      </w:pPr>
      <w:bookmarkStart w:id="49" w:name="_Toc181089103"/>
      <w:bookmarkStart w:id="50" w:name="_Toc181095175"/>
      <w:r w:rsidRPr="009B0F41">
        <w:rPr>
          <w:lang w:eastAsia="en-US"/>
        </w:rPr>
        <w:t>8609 CE Alessandria (</w:t>
      </w:r>
      <w:proofErr w:type="spellStart"/>
      <w:r w:rsidRPr="009B0F41">
        <w:rPr>
          <w:lang w:eastAsia="en-US"/>
        </w:rPr>
        <w:t>azie</w:t>
      </w:r>
      <w:proofErr w:type="spellEnd"/>
      <w:r w:rsidRPr="009B0F41">
        <w:rPr>
          <w:lang w:eastAsia="en-US"/>
        </w:rPr>
        <w:t xml:space="preserve"> no mensa)</w:t>
      </w:r>
      <w:bookmarkEnd w:id="49"/>
      <w:bookmarkEnd w:id="50"/>
    </w:p>
    <w:p w14:paraId="5154414C" w14:textId="77777777" w:rsidR="005101D2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49,00 a 53,00.</w:t>
      </w:r>
    </w:p>
    <w:p w14:paraId="2859DEDF" w14:textId="77777777" w:rsidR="005101D2" w:rsidRDefault="005101D2" w:rsidP="005101D2">
      <w:pPr>
        <w:pStyle w:val="TS-titolo-05"/>
        <w:rPr>
          <w:lang w:eastAsia="en-US"/>
        </w:rPr>
      </w:pPr>
      <w:bookmarkStart w:id="51" w:name="_Toc181089104"/>
      <w:bookmarkStart w:id="52" w:name="_Toc181095176"/>
      <w:r w:rsidRPr="004F64C9">
        <w:rPr>
          <w:lang w:eastAsia="en-US"/>
        </w:rPr>
        <w:t>8653 Cassa Edile Lecce</w:t>
      </w:r>
      <w:bookmarkEnd w:id="51"/>
      <w:bookmarkEnd w:id="52"/>
    </w:p>
    <w:p w14:paraId="1AC7D7D2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F64C9">
        <w:rPr>
          <w:rFonts w:ascii="Arial" w:hAnsi="Arial" w:cs="Arial"/>
          <w:sz w:val="20"/>
          <w:szCs w:val="20"/>
          <w:lang w:eastAsia="en-US"/>
        </w:rPr>
        <w:t>Nella sezione "Contributi" in corrispondenza del contributo "FNAPE" (</w:t>
      </w:r>
      <w:proofErr w:type="gramStart"/>
      <w:r w:rsidRPr="004F64C9">
        <w:rPr>
          <w:rFonts w:ascii="Arial" w:hAnsi="Arial" w:cs="Arial"/>
          <w:sz w:val="20"/>
          <w:szCs w:val="20"/>
          <w:lang w:eastAsia="en-US"/>
        </w:rPr>
        <w:t>3^</w:t>
      </w:r>
      <w:proofErr w:type="gramEnd"/>
      <w:r w:rsidRPr="004F64C9">
        <w:rPr>
          <w:rFonts w:ascii="Arial" w:hAnsi="Arial" w:cs="Arial"/>
          <w:sz w:val="20"/>
          <w:szCs w:val="20"/>
          <w:lang w:eastAsia="en-US"/>
        </w:rPr>
        <w:t xml:space="preserve"> rigo) il campo "Min. APE" passa da 39,00 a 42,00.</w:t>
      </w:r>
    </w:p>
    <w:p w14:paraId="7FAF5FB6" w14:textId="77777777" w:rsidR="005101D2" w:rsidRDefault="005101D2" w:rsidP="005101D2">
      <w:pPr>
        <w:pStyle w:val="TS-titolo-05"/>
        <w:rPr>
          <w:lang w:eastAsia="en-US"/>
        </w:rPr>
      </w:pPr>
      <w:bookmarkStart w:id="53" w:name="_Toc181089105"/>
      <w:bookmarkStart w:id="54" w:name="_Toc181095177"/>
      <w:r w:rsidRPr="009B0F41">
        <w:rPr>
          <w:lang w:eastAsia="en-US"/>
        </w:rPr>
        <w:t>8757 Cassa Edile Ragusa</w:t>
      </w:r>
      <w:bookmarkEnd w:id="53"/>
      <w:bookmarkEnd w:id="54"/>
    </w:p>
    <w:p w14:paraId="598C85C0" w14:textId="0C7E853E" w:rsidR="00EC5E81" w:rsidRDefault="005101D2" w:rsidP="00EC5E81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"FNAPE"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1^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33,00 a 35,00.</w:t>
      </w:r>
      <w:r w:rsidR="00EC5E81">
        <w:rPr>
          <w:rFonts w:ascii="Arial" w:hAnsi="Arial" w:cs="Arial"/>
          <w:sz w:val="20"/>
          <w:szCs w:val="20"/>
          <w:lang w:eastAsia="en-US"/>
        </w:rPr>
        <w:br w:type="page"/>
      </w:r>
    </w:p>
    <w:p w14:paraId="4621A2A7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14:paraId="0F858E6F" w14:textId="77777777" w:rsidR="005101D2" w:rsidRDefault="005101D2" w:rsidP="005101D2">
      <w:pPr>
        <w:pStyle w:val="TS-titolo-05"/>
        <w:rPr>
          <w:lang w:eastAsia="en-US"/>
        </w:rPr>
      </w:pPr>
      <w:bookmarkStart w:id="55" w:name="_Toc181089106"/>
      <w:bookmarkStart w:id="56" w:name="_Toc181095178"/>
      <w:r w:rsidRPr="009B0F41">
        <w:rPr>
          <w:lang w:eastAsia="en-US"/>
        </w:rPr>
        <w:t>8805 Cassa Edile Siena</w:t>
      </w:r>
      <w:bookmarkEnd w:id="55"/>
      <w:bookmarkEnd w:id="56"/>
    </w:p>
    <w:p w14:paraId="11B5F0D3" w14:textId="77777777" w:rsidR="005101D2" w:rsidRPr="009B0F41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3^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49,00 a 52,00.</w:t>
      </w:r>
    </w:p>
    <w:p w14:paraId="0BE4807C" w14:textId="77777777" w:rsidR="005101D2" w:rsidRDefault="005101D2" w:rsidP="005101D2">
      <w:pPr>
        <w:pStyle w:val="TS-titolo-05"/>
        <w:rPr>
          <w:lang w:eastAsia="en-US"/>
        </w:rPr>
      </w:pPr>
      <w:bookmarkStart w:id="57" w:name="_Toc181089107"/>
      <w:bookmarkStart w:id="58" w:name="_Toc181095179"/>
      <w:r w:rsidRPr="009B0F41">
        <w:rPr>
          <w:lang w:eastAsia="en-US"/>
        </w:rPr>
        <w:t>9004 Cassa Edile Venezia</w:t>
      </w:r>
      <w:bookmarkEnd w:id="57"/>
      <w:bookmarkEnd w:id="58"/>
    </w:p>
    <w:p w14:paraId="5821C081" w14:textId="77777777" w:rsidR="005101D2" w:rsidRDefault="005101D2" w:rsidP="005101D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B0F41">
        <w:rPr>
          <w:rFonts w:ascii="Arial" w:hAnsi="Arial" w:cs="Arial"/>
          <w:sz w:val="20"/>
          <w:szCs w:val="20"/>
          <w:lang w:eastAsia="en-US"/>
        </w:rPr>
        <w:t>Nella sezione "Contributi" in corrispondenza del contributo "A.P.E." (</w:t>
      </w:r>
      <w:proofErr w:type="gramStart"/>
      <w:r w:rsidRPr="009B0F41">
        <w:rPr>
          <w:rFonts w:ascii="Arial" w:hAnsi="Arial" w:cs="Arial"/>
          <w:sz w:val="20"/>
          <w:szCs w:val="20"/>
          <w:lang w:eastAsia="en-US"/>
        </w:rPr>
        <w:t>5^</w:t>
      </w:r>
      <w:proofErr w:type="gramEnd"/>
      <w:r w:rsidRPr="009B0F41">
        <w:rPr>
          <w:rFonts w:ascii="Arial" w:hAnsi="Arial" w:cs="Arial"/>
          <w:sz w:val="20"/>
          <w:szCs w:val="20"/>
          <w:lang w:eastAsia="en-US"/>
        </w:rPr>
        <w:t xml:space="preserve"> rigo) il campo "Min. APE" passa da 54,00 a 57,00.</w:t>
      </w:r>
    </w:p>
    <w:sectPr w:rsidR="005101D2" w:rsidSect="00236D8D">
      <w:headerReference w:type="default" r:id="rId14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579D1" w14:textId="77777777" w:rsidR="00016540" w:rsidRDefault="00016540">
      <w:r>
        <w:separator/>
      </w:r>
    </w:p>
  </w:endnote>
  <w:endnote w:type="continuationSeparator" w:id="0">
    <w:p w14:paraId="62BBFB76" w14:textId="77777777" w:rsidR="00016540" w:rsidRDefault="00016540">
      <w:r>
        <w:continuationSeparator/>
      </w:r>
    </w:p>
  </w:endnote>
  <w:endnote w:type="continuationNotice" w:id="1">
    <w:p w14:paraId="13EB632C" w14:textId="77777777" w:rsidR="00016540" w:rsidRDefault="000165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00880" w14:textId="77777777" w:rsidR="003B0299" w:rsidRDefault="003B0299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33CA415" wp14:editId="386F756C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3B0299" w14:paraId="7443DC01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892E819" w14:textId="77777777" w:rsidR="003B0299" w:rsidRDefault="003B0299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0A866415" w14:textId="1FBAFF2F" w:rsidR="003B0299" w:rsidRPr="003F7A2E" w:rsidRDefault="003B0299" w:rsidP="00735631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 w:rsidRPr="001666D9">
            <w:rPr>
              <w:rFonts w:ascii="Arial" w:hAnsi="Arial" w:cs="Arial"/>
              <w:i/>
              <w:sz w:val="20"/>
              <w:szCs w:val="20"/>
            </w:rPr>
            <w:t>PAGHE 20</w:t>
          </w:r>
          <w:r w:rsidR="00E47B89" w:rsidRPr="001666D9">
            <w:rPr>
              <w:rFonts w:ascii="Arial" w:hAnsi="Arial" w:cs="Arial"/>
              <w:i/>
              <w:sz w:val="20"/>
              <w:szCs w:val="20"/>
            </w:rPr>
            <w:t>2</w:t>
          </w:r>
          <w:r w:rsidR="006B0446">
            <w:rPr>
              <w:rFonts w:ascii="Arial" w:hAnsi="Arial" w:cs="Arial"/>
              <w:i/>
              <w:sz w:val="20"/>
              <w:szCs w:val="20"/>
            </w:rPr>
            <w:t>4</w:t>
          </w:r>
          <w:r w:rsidRPr="001666D9">
            <w:rPr>
              <w:rFonts w:ascii="Arial" w:hAnsi="Arial" w:cs="Arial"/>
              <w:i/>
              <w:sz w:val="20"/>
              <w:szCs w:val="20"/>
            </w:rPr>
            <w:t>.</w:t>
          </w:r>
          <w:r w:rsidR="00E47B89" w:rsidRPr="001666D9">
            <w:rPr>
              <w:rFonts w:ascii="Arial" w:hAnsi="Arial" w:cs="Arial"/>
              <w:i/>
              <w:sz w:val="20"/>
              <w:szCs w:val="20"/>
            </w:rPr>
            <w:t>3</w:t>
          </w:r>
          <w:r w:rsidRPr="001666D9">
            <w:rPr>
              <w:rFonts w:ascii="Arial" w:hAnsi="Arial" w:cs="Arial"/>
              <w:i/>
              <w:sz w:val="20"/>
              <w:szCs w:val="20"/>
            </w:rPr>
            <w:t>.</w:t>
          </w:r>
          <w:r w:rsidR="006B0446">
            <w:rPr>
              <w:rFonts w:ascii="Arial" w:hAnsi="Arial" w:cs="Arial"/>
              <w:i/>
              <w:sz w:val="20"/>
              <w:szCs w:val="20"/>
            </w:rPr>
            <w:t>1</w:t>
          </w:r>
        </w:p>
        <w:p w14:paraId="5E4AFC35" w14:textId="6700B5B1" w:rsidR="003B0299" w:rsidRPr="003F7A2E" w:rsidRDefault="003B0299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 w:rsidRPr="003F7A2E">
            <w:rPr>
              <w:rFonts w:ascii="Arial" w:hAnsi="Arial" w:cs="Arial"/>
              <w:i/>
              <w:sz w:val="20"/>
              <w:szCs w:val="20"/>
            </w:rPr>
            <w:t xml:space="preserve">Modulo CONTRA – </w:t>
          </w:r>
          <w:r w:rsidR="00D52416">
            <w:rPr>
              <w:rFonts w:ascii="Arial" w:hAnsi="Arial" w:cs="Arial"/>
              <w:i/>
              <w:sz w:val="20"/>
              <w:szCs w:val="20"/>
            </w:rPr>
            <w:t>TB0307</w:t>
          </w:r>
        </w:p>
      </w:tc>
      <w:tc>
        <w:tcPr>
          <w:tcW w:w="1701" w:type="dxa"/>
        </w:tcPr>
        <w:p w14:paraId="7DBA6F11" w14:textId="77777777" w:rsidR="003B0299" w:rsidRDefault="003B0299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 w:rsidRPr="003F7A2E">
            <w:rPr>
              <w:rStyle w:val="Numeropagina"/>
              <w:rFonts w:ascii="Arial" w:hAnsi="Arial" w:cs="Arial"/>
              <w:sz w:val="20"/>
            </w:rPr>
            <w:fldChar w:fldCharType="begin"/>
          </w:r>
          <w:r w:rsidRPr="003F7A2E"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 w:rsidRPr="003F7A2E">
            <w:rPr>
              <w:rStyle w:val="Numeropagina"/>
              <w:rFonts w:ascii="Arial" w:hAnsi="Arial" w:cs="Arial"/>
              <w:sz w:val="20"/>
            </w:rPr>
            <w:fldChar w:fldCharType="separate"/>
          </w:r>
          <w:r w:rsidRPr="003F7A2E">
            <w:rPr>
              <w:rStyle w:val="Numeropagina"/>
              <w:rFonts w:ascii="Arial" w:hAnsi="Arial" w:cs="Arial"/>
              <w:noProof/>
              <w:sz w:val="20"/>
            </w:rPr>
            <w:t>1</w:t>
          </w:r>
          <w:r w:rsidRPr="003F7A2E"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6A5C03E1" w14:textId="77777777" w:rsidR="003B0299" w:rsidRDefault="003B0299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514E1" w14:textId="77777777" w:rsidR="00016540" w:rsidRDefault="00016540">
      <w:r>
        <w:separator/>
      </w:r>
    </w:p>
  </w:footnote>
  <w:footnote w:type="continuationSeparator" w:id="0">
    <w:p w14:paraId="6DF69E91" w14:textId="77777777" w:rsidR="00016540" w:rsidRDefault="00016540">
      <w:r>
        <w:continuationSeparator/>
      </w:r>
    </w:p>
  </w:footnote>
  <w:footnote w:type="continuationNotice" w:id="1">
    <w:p w14:paraId="69CA083E" w14:textId="77777777" w:rsidR="00016540" w:rsidRDefault="000165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left w:w="0" w:type="dxa"/>
        <w:bottom w:w="28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3B0299" w14:paraId="74B84039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442B044" w14:textId="77777777" w:rsidR="003B0299" w:rsidRDefault="003B0299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6FEB03BC" wp14:editId="25FB42C1">
                <wp:extent cx="1693545" cy="367030"/>
                <wp:effectExtent l="0" t="0" r="1905" b="0"/>
                <wp:docPr id="7" name="Immagine 7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D710208" w14:textId="77777777" w:rsidR="003B0299" w:rsidRDefault="003B0299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367EB3C" w14:textId="77777777" w:rsidR="003B0299" w:rsidRDefault="003B0299">
          <w:pPr>
            <w:pStyle w:val="Intestazione"/>
            <w:jc w:val="right"/>
            <w:rPr>
              <w:rFonts w:ascii="Arial" w:hAnsi="Arial" w:cs="Arial"/>
            </w:rPr>
          </w:pPr>
        </w:p>
      </w:tc>
    </w:tr>
  </w:tbl>
  <w:p w14:paraId="5B84CC68" w14:textId="77777777" w:rsidR="003B0299" w:rsidRDefault="003B0299">
    <w:pPr>
      <w:pStyle w:val="CorpoAltF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3B0299" w14:paraId="59D6E294" w14:textId="77777777">
      <w:trPr>
        <w:trHeight w:hRule="exact" w:val="567"/>
      </w:trPr>
      <w:tc>
        <w:tcPr>
          <w:tcW w:w="9639" w:type="dxa"/>
        </w:tcPr>
        <w:p w14:paraId="131CFB06" w14:textId="77777777" w:rsidR="003B0299" w:rsidRDefault="003B0299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>Modulo CONTRA – IMPLEMENTAZIONI</w:t>
          </w:r>
        </w:p>
      </w:tc>
    </w:tr>
  </w:tbl>
  <w:p w14:paraId="23BF39F5" w14:textId="77777777" w:rsidR="003B0299" w:rsidRDefault="003B0299">
    <w:pPr>
      <w:pStyle w:val="corpoAltF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02356"/>
    <w:multiLevelType w:val="hybridMultilevel"/>
    <w:tmpl w:val="B722251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14F28FE"/>
    <w:multiLevelType w:val="hybridMultilevel"/>
    <w:tmpl w:val="D4E4B31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3705A82"/>
    <w:multiLevelType w:val="hybridMultilevel"/>
    <w:tmpl w:val="3B50BB0E"/>
    <w:lvl w:ilvl="0" w:tplc="91FC16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761C2D"/>
    <w:multiLevelType w:val="hybridMultilevel"/>
    <w:tmpl w:val="72A21530"/>
    <w:lvl w:ilvl="0" w:tplc="780E40C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BD6D28"/>
    <w:multiLevelType w:val="hybridMultilevel"/>
    <w:tmpl w:val="A6BAC8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F30BC5"/>
    <w:multiLevelType w:val="hybridMultilevel"/>
    <w:tmpl w:val="8CD44D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503FB9"/>
    <w:multiLevelType w:val="hybridMultilevel"/>
    <w:tmpl w:val="C116FE3E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4000618"/>
    <w:multiLevelType w:val="hybridMultilevel"/>
    <w:tmpl w:val="C0F632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453128">
    <w:abstractNumId w:val="3"/>
  </w:num>
  <w:num w:numId="2" w16cid:durableId="521553940">
    <w:abstractNumId w:val="1"/>
  </w:num>
  <w:num w:numId="3" w16cid:durableId="763380726">
    <w:abstractNumId w:val="2"/>
  </w:num>
  <w:num w:numId="4" w16cid:durableId="1813448420">
    <w:abstractNumId w:val="4"/>
  </w:num>
  <w:num w:numId="5" w16cid:durableId="1015689811">
    <w:abstractNumId w:val="6"/>
  </w:num>
  <w:num w:numId="6" w16cid:durableId="803354321">
    <w:abstractNumId w:val="8"/>
  </w:num>
  <w:num w:numId="7" w16cid:durableId="1406876864">
    <w:abstractNumId w:val="7"/>
  </w:num>
  <w:num w:numId="8" w16cid:durableId="835920140">
    <w:abstractNumId w:val="5"/>
  </w:num>
  <w:num w:numId="9" w16cid:durableId="150277201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91F"/>
    <w:rsid w:val="000001DA"/>
    <w:rsid w:val="00001074"/>
    <w:rsid w:val="00001E2C"/>
    <w:rsid w:val="00002470"/>
    <w:rsid w:val="00002948"/>
    <w:rsid w:val="000047C4"/>
    <w:rsid w:val="00005817"/>
    <w:rsid w:val="00013EE6"/>
    <w:rsid w:val="0001431B"/>
    <w:rsid w:val="0001459A"/>
    <w:rsid w:val="0001469D"/>
    <w:rsid w:val="0001489F"/>
    <w:rsid w:val="00016540"/>
    <w:rsid w:val="000165F4"/>
    <w:rsid w:val="00025677"/>
    <w:rsid w:val="0002655E"/>
    <w:rsid w:val="00030EE1"/>
    <w:rsid w:val="00031970"/>
    <w:rsid w:val="00032A93"/>
    <w:rsid w:val="00032CAC"/>
    <w:rsid w:val="00035D3A"/>
    <w:rsid w:val="000365FB"/>
    <w:rsid w:val="00036FEC"/>
    <w:rsid w:val="000374DC"/>
    <w:rsid w:val="00043BC7"/>
    <w:rsid w:val="00044C58"/>
    <w:rsid w:val="00051E3F"/>
    <w:rsid w:val="00051EC0"/>
    <w:rsid w:val="000525AF"/>
    <w:rsid w:val="00052F96"/>
    <w:rsid w:val="00055901"/>
    <w:rsid w:val="00057783"/>
    <w:rsid w:val="0006012A"/>
    <w:rsid w:val="00063F0F"/>
    <w:rsid w:val="0006504B"/>
    <w:rsid w:val="00065DD4"/>
    <w:rsid w:val="00067049"/>
    <w:rsid w:val="00083074"/>
    <w:rsid w:val="000833B5"/>
    <w:rsid w:val="000A2555"/>
    <w:rsid w:val="000A2702"/>
    <w:rsid w:val="000A5D97"/>
    <w:rsid w:val="000A6021"/>
    <w:rsid w:val="000A6566"/>
    <w:rsid w:val="000B29B0"/>
    <w:rsid w:val="000B341A"/>
    <w:rsid w:val="000B4E2C"/>
    <w:rsid w:val="000B6E4A"/>
    <w:rsid w:val="000B70FA"/>
    <w:rsid w:val="000C1207"/>
    <w:rsid w:val="000C3793"/>
    <w:rsid w:val="000C3F26"/>
    <w:rsid w:val="000C4B70"/>
    <w:rsid w:val="000C4CCE"/>
    <w:rsid w:val="000C68D4"/>
    <w:rsid w:val="000C7A95"/>
    <w:rsid w:val="000D06DD"/>
    <w:rsid w:val="000D2F04"/>
    <w:rsid w:val="000D626F"/>
    <w:rsid w:val="000D6919"/>
    <w:rsid w:val="000E79F4"/>
    <w:rsid w:val="000F3B3D"/>
    <w:rsid w:val="000F52CC"/>
    <w:rsid w:val="000F6BBC"/>
    <w:rsid w:val="000F6D33"/>
    <w:rsid w:val="00102323"/>
    <w:rsid w:val="001027B4"/>
    <w:rsid w:val="001068B4"/>
    <w:rsid w:val="001132DC"/>
    <w:rsid w:val="001134A6"/>
    <w:rsid w:val="001179DB"/>
    <w:rsid w:val="00120327"/>
    <w:rsid w:val="00131D4B"/>
    <w:rsid w:val="0013289E"/>
    <w:rsid w:val="00133C20"/>
    <w:rsid w:val="0013614D"/>
    <w:rsid w:val="00137CC7"/>
    <w:rsid w:val="00144063"/>
    <w:rsid w:val="00144D2F"/>
    <w:rsid w:val="00147C39"/>
    <w:rsid w:val="00150A67"/>
    <w:rsid w:val="00150EE4"/>
    <w:rsid w:val="0015199B"/>
    <w:rsid w:val="001559EE"/>
    <w:rsid w:val="00156628"/>
    <w:rsid w:val="00164238"/>
    <w:rsid w:val="00165F4A"/>
    <w:rsid w:val="001666D9"/>
    <w:rsid w:val="00172175"/>
    <w:rsid w:val="00173091"/>
    <w:rsid w:val="0017650C"/>
    <w:rsid w:val="00176EDF"/>
    <w:rsid w:val="00182639"/>
    <w:rsid w:val="00183A04"/>
    <w:rsid w:val="001842E2"/>
    <w:rsid w:val="00185798"/>
    <w:rsid w:val="001975B0"/>
    <w:rsid w:val="001A18F8"/>
    <w:rsid w:val="001A44F0"/>
    <w:rsid w:val="001A4D82"/>
    <w:rsid w:val="001A57A9"/>
    <w:rsid w:val="001A6147"/>
    <w:rsid w:val="001A769F"/>
    <w:rsid w:val="001B0EB2"/>
    <w:rsid w:val="001B374E"/>
    <w:rsid w:val="001B65AE"/>
    <w:rsid w:val="001B7182"/>
    <w:rsid w:val="001B7814"/>
    <w:rsid w:val="001C7935"/>
    <w:rsid w:val="001D0A9F"/>
    <w:rsid w:val="001D2D7C"/>
    <w:rsid w:val="001D392A"/>
    <w:rsid w:val="001D6F72"/>
    <w:rsid w:val="001E091F"/>
    <w:rsid w:val="001E2258"/>
    <w:rsid w:val="001E24FE"/>
    <w:rsid w:val="001F6AAF"/>
    <w:rsid w:val="002012AB"/>
    <w:rsid w:val="00201932"/>
    <w:rsid w:val="00201C64"/>
    <w:rsid w:val="0020230E"/>
    <w:rsid w:val="00202E18"/>
    <w:rsid w:val="00205BB5"/>
    <w:rsid w:val="00214CA4"/>
    <w:rsid w:val="00217E04"/>
    <w:rsid w:val="00217F12"/>
    <w:rsid w:val="002233B1"/>
    <w:rsid w:val="00232BCC"/>
    <w:rsid w:val="00233916"/>
    <w:rsid w:val="00233E01"/>
    <w:rsid w:val="00236D8D"/>
    <w:rsid w:val="00237421"/>
    <w:rsid w:val="00241256"/>
    <w:rsid w:val="00246CA7"/>
    <w:rsid w:val="0024754C"/>
    <w:rsid w:val="00252692"/>
    <w:rsid w:val="002622AE"/>
    <w:rsid w:val="00264F43"/>
    <w:rsid w:val="00265A9A"/>
    <w:rsid w:val="00266EAF"/>
    <w:rsid w:val="002747AF"/>
    <w:rsid w:val="002755F3"/>
    <w:rsid w:val="00294331"/>
    <w:rsid w:val="002947D1"/>
    <w:rsid w:val="00295C28"/>
    <w:rsid w:val="00296C5C"/>
    <w:rsid w:val="002A1D99"/>
    <w:rsid w:val="002A741B"/>
    <w:rsid w:val="002C477E"/>
    <w:rsid w:val="002C5098"/>
    <w:rsid w:val="002C602B"/>
    <w:rsid w:val="002C646E"/>
    <w:rsid w:val="002D0EBC"/>
    <w:rsid w:val="002D1085"/>
    <w:rsid w:val="002D1F44"/>
    <w:rsid w:val="002D3CEB"/>
    <w:rsid w:val="002D4F94"/>
    <w:rsid w:val="002D63F3"/>
    <w:rsid w:val="002E16DF"/>
    <w:rsid w:val="002E23E5"/>
    <w:rsid w:val="002E6329"/>
    <w:rsid w:val="002F5545"/>
    <w:rsid w:val="00300B29"/>
    <w:rsid w:val="00302FF1"/>
    <w:rsid w:val="00315DD0"/>
    <w:rsid w:val="00315F02"/>
    <w:rsid w:val="003227B8"/>
    <w:rsid w:val="003239A4"/>
    <w:rsid w:val="003258B4"/>
    <w:rsid w:val="00330ACC"/>
    <w:rsid w:val="003350EE"/>
    <w:rsid w:val="00342AB0"/>
    <w:rsid w:val="00343C7F"/>
    <w:rsid w:val="00344CF7"/>
    <w:rsid w:val="00345EA5"/>
    <w:rsid w:val="00347BF1"/>
    <w:rsid w:val="0035148A"/>
    <w:rsid w:val="00353637"/>
    <w:rsid w:val="0035480B"/>
    <w:rsid w:val="00356576"/>
    <w:rsid w:val="00364439"/>
    <w:rsid w:val="00365456"/>
    <w:rsid w:val="00367D2E"/>
    <w:rsid w:val="00371509"/>
    <w:rsid w:val="00373390"/>
    <w:rsid w:val="003774D7"/>
    <w:rsid w:val="003814C7"/>
    <w:rsid w:val="0038171B"/>
    <w:rsid w:val="00391F60"/>
    <w:rsid w:val="00392598"/>
    <w:rsid w:val="003930D0"/>
    <w:rsid w:val="00394B2F"/>
    <w:rsid w:val="00397435"/>
    <w:rsid w:val="003A098C"/>
    <w:rsid w:val="003A0B65"/>
    <w:rsid w:val="003A1D1C"/>
    <w:rsid w:val="003B0299"/>
    <w:rsid w:val="003B1B5C"/>
    <w:rsid w:val="003B42EA"/>
    <w:rsid w:val="003B487D"/>
    <w:rsid w:val="003B52A9"/>
    <w:rsid w:val="003B5952"/>
    <w:rsid w:val="003B6AAE"/>
    <w:rsid w:val="003C1E37"/>
    <w:rsid w:val="003C28FC"/>
    <w:rsid w:val="003C44C9"/>
    <w:rsid w:val="003C45D5"/>
    <w:rsid w:val="003D45F1"/>
    <w:rsid w:val="003D478F"/>
    <w:rsid w:val="003D5E2E"/>
    <w:rsid w:val="003D66C3"/>
    <w:rsid w:val="003E2E5B"/>
    <w:rsid w:val="003E4E24"/>
    <w:rsid w:val="003F0559"/>
    <w:rsid w:val="003F22D8"/>
    <w:rsid w:val="003F51BB"/>
    <w:rsid w:val="003F5F07"/>
    <w:rsid w:val="003F6FA5"/>
    <w:rsid w:val="003F747B"/>
    <w:rsid w:val="003F7A2E"/>
    <w:rsid w:val="00400A92"/>
    <w:rsid w:val="004010BF"/>
    <w:rsid w:val="00402C2F"/>
    <w:rsid w:val="00407993"/>
    <w:rsid w:val="0041170E"/>
    <w:rsid w:val="004119EE"/>
    <w:rsid w:val="0041712D"/>
    <w:rsid w:val="00422050"/>
    <w:rsid w:val="00424C13"/>
    <w:rsid w:val="00426E33"/>
    <w:rsid w:val="00442222"/>
    <w:rsid w:val="00446161"/>
    <w:rsid w:val="004469AF"/>
    <w:rsid w:val="004512DF"/>
    <w:rsid w:val="00451E9F"/>
    <w:rsid w:val="0045206A"/>
    <w:rsid w:val="00452B18"/>
    <w:rsid w:val="00461194"/>
    <w:rsid w:val="004673FB"/>
    <w:rsid w:val="00467A77"/>
    <w:rsid w:val="00467A96"/>
    <w:rsid w:val="00474B1D"/>
    <w:rsid w:val="00480796"/>
    <w:rsid w:val="00480F92"/>
    <w:rsid w:val="004911E2"/>
    <w:rsid w:val="00493FED"/>
    <w:rsid w:val="004971DF"/>
    <w:rsid w:val="004979A5"/>
    <w:rsid w:val="004A3E4F"/>
    <w:rsid w:val="004A5C9C"/>
    <w:rsid w:val="004B4C6B"/>
    <w:rsid w:val="004C56E9"/>
    <w:rsid w:val="004C5B98"/>
    <w:rsid w:val="004D1E30"/>
    <w:rsid w:val="004D7248"/>
    <w:rsid w:val="004E012B"/>
    <w:rsid w:val="004E03AD"/>
    <w:rsid w:val="004F0503"/>
    <w:rsid w:val="004F06F3"/>
    <w:rsid w:val="004F3F84"/>
    <w:rsid w:val="004F4621"/>
    <w:rsid w:val="004F4BAB"/>
    <w:rsid w:val="004F67FB"/>
    <w:rsid w:val="005020DC"/>
    <w:rsid w:val="00506FD5"/>
    <w:rsid w:val="005101D2"/>
    <w:rsid w:val="00510666"/>
    <w:rsid w:val="00511F74"/>
    <w:rsid w:val="00512752"/>
    <w:rsid w:val="00513BB6"/>
    <w:rsid w:val="0052175E"/>
    <w:rsid w:val="00533BAD"/>
    <w:rsid w:val="00534764"/>
    <w:rsid w:val="00534E7D"/>
    <w:rsid w:val="005374D8"/>
    <w:rsid w:val="0054023B"/>
    <w:rsid w:val="005407C5"/>
    <w:rsid w:val="00544C87"/>
    <w:rsid w:val="00546EDF"/>
    <w:rsid w:val="00550E29"/>
    <w:rsid w:val="00555705"/>
    <w:rsid w:val="00560252"/>
    <w:rsid w:val="00560398"/>
    <w:rsid w:val="005607DC"/>
    <w:rsid w:val="00561E01"/>
    <w:rsid w:val="0056228D"/>
    <w:rsid w:val="00563A67"/>
    <w:rsid w:val="0056579D"/>
    <w:rsid w:val="005666A3"/>
    <w:rsid w:val="005666D2"/>
    <w:rsid w:val="0056679A"/>
    <w:rsid w:val="005676F9"/>
    <w:rsid w:val="00571354"/>
    <w:rsid w:val="005716D4"/>
    <w:rsid w:val="005728F6"/>
    <w:rsid w:val="00574858"/>
    <w:rsid w:val="0059334A"/>
    <w:rsid w:val="0059442B"/>
    <w:rsid w:val="00596B1E"/>
    <w:rsid w:val="00597059"/>
    <w:rsid w:val="005A1FB2"/>
    <w:rsid w:val="005A6114"/>
    <w:rsid w:val="005A650F"/>
    <w:rsid w:val="005A7243"/>
    <w:rsid w:val="005A7292"/>
    <w:rsid w:val="005B1189"/>
    <w:rsid w:val="005B335A"/>
    <w:rsid w:val="005B7648"/>
    <w:rsid w:val="005C4C43"/>
    <w:rsid w:val="005C7529"/>
    <w:rsid w:val="005D13A6"/>
    <w:rsid w:val="005D3C4B"/>
    <w:rsid w:val="005D4C0A"/>
    <w:rsid w:val="005D54CA"/>
    <w:rsid w:val="005D6E3A"/>
    <w:rsid w:val="005E527E"/>
    <w:rsid w:val="005E61D3"/>
    <w:rsid w:val="005E7BFD"/>
    <w:rsid w:val="005F1E98"/>
    <w:rsid w:val="005F38BE"/>
    <w:rsid w:val="005F54E9"/>
    <w:rsid w:val="005F5E15"/>
    <w:rsid w:val="005F6100"/>
    <w:rsid w:val="006067C7"/>
    <w:rsid w:val="00606B3A"/>
    <w:rsid w:val="00606BC8"/>
    <w:rsid w:val="00607860"/>
    <w:rsid w:val="00610799"/>
    <w:rsid w:val="00610DD6"/>
    <w:rsid w:val="00614020"/>
    <w:rsid w:val="00617D3F"/>
    <w:rsid w:val="00621223"/>
    <w:rsid w:val="00624ED3"/>
    <w:rsid w:val="00625211"/>
    <w:rsid w:val="00626076"/>
    <w:rsid w:val="00626205"/>
    <w:rsid w:val="00627B89"/>
    <w:rsid w:val="00631A5E"/>
    <w:rsid w:val="00636117"/>
    <w:rsid w:val="00642C57"/>
    <w:rsid w:val="00642EB3"/>
    <w:rsid w:val="006447DD"/>
    <w:rsid w:val="00647CD3"/>
    <w:rsid w:val="00647FAC"/>
    <w:rsid w:val="006508E8"/>
    <w:rsid w:val="0065187C"/>
    <w:rsid w:val="00653A13"/>
    <w:rsid w:val="006607ED"/>
    <w:rsid w:val="00661E85"/>
    <w:rsid w:val="00664D87"/>
    <w:rsid w:val="00666058"/>
    <w:rsid w:val="006667E7"/>
    <w:rsid w:val="006711F3"/>
    <w:rsid w:val="00681CEE"/>
    <w:rsid w:val="00683CC0"/>
    <w:rsid w:val="0069048A"/>
    <w:rsid w:val="00694659"/>
    <w:rsid w:val="006970CC"/>
    <w:rsid w:val="006A6295"/>
    <w:rsid w:val="006A7906"/>
    <w:rsid w:val="006B0446"/>
    <w:rsid w:val="006B1EA1"/>
    <w:rsid w:val="006B5B90"/>
    <w:rsid w:val="006B727C"/>
    <w:rsid w:val="006C2085"/>
    <w:rsid w:val="006C5ECE"/>
    <w:rsid w:val="006C7244"/>
    <w:rsid w:val="006D1159"/>
    <w:rsid w:val="006D3C6E"/>
    <w:rsid w:val="006D3FA5"/>
    <w:rsid w:val="006E0F12"/>
    <w:rsid w:val="006E2886"/>
    <w:rsid w:val="006E45EC"/>
    <w:rsid w:val="006E50F4"/>
    <w:rsid w:val="006E69E7"/>
    <w:rsid w:val="006E718C"/>
    <w:rsid w:val="006F5469"/>
    <w:rsid w:val="00701A93"/>
    <w:rsid w:val="00704FAA"/>
    <w:rsid w:val="007060EC"/>
    <w:rsid w:val="00707B98"/>
    <w:rsid w:val="007100DC"/>
    <w:rsid w:val="007130A7"/>
    <w:rsid w:val="0071554A"/>
    <w:rsid w:val="007163C4"/>
    <w:rsid w:val="0071679E"/>
    <w:rsid w:val="00716CBE"/>
    <w:rsid w:val="00716FED"/>
    <w:rsid w:val="007171F4"/>
    <w:rsid w:val="00721373"/>
    <w:rsid w:val="007217BC"/>
    <w:rsid w:val="00721DF7"/>
    <w:rsid w:val="007238CC"/>
    <w:rsid w:val="007251C5"/>
    <w:rsid w:val="00730524"/>
    <w:rsid w:val="00730A8B"/>
    <w:rsid w:val="00735631"/>
    <w:rsid w:val="0073659C"/>
    <w:rsid w:val="00737E1C"/>
    <w:rsid w:val="00740C73"/>
    <w:rsid w:val="0074160E"/>
    <w:rsid w:val="007510C6"/>
    <w:rsid w:val="00754D80"/>
    <w:rsid w:val="0075515D"/>
    <w:rsid w:val="007573CF"/>
    <w:rsid w:val="007605D2"/>
    <w:rsid w:val="00760D08"/>
    <w:rsid w:val="00764DE6"/>
    <w:rsid w:val="0076559C"/>
    <w:rsid w:val="007656E0"/>
    <w:rsid w:val="00770446"/>
    <w:rsid w:val="007726E0"/>
    <w:rsid w:val="0078335A"/>
    <w:rsid w:val="00783BA8"/>
    <w:rsid w:val="007870DD"/>
    <w:rsid w:val="00787EA7"/>
    <w:rsid w:val="00787F11"/>
    <w:rsid w:val="007904E7"/>
    <w:rsid w:val="00790CAA"/>
    <w:rsid w:val="00790E86"/>
    <w:rsid w:val="0079300A"/>
    <w:rsid w:val="00793AE1"/>
    <w:rsid w:val="00794438"/>
    <w:rsid w:val="00795AA5"/>
    <w:rsid w:val="00796D4D"/>
    <w:rsid w:val="007A220D"/>
    <w:rsid w:val="007A374E"/>
    <w:rsid w:val="007A47E7"/>
    <w:rsid w:val="007B4A8E"/>
    <w:rsid w:val="007B5E5A"/>
    <w:rsid w:val="007B5F37"/>
    <w:rsid w:val="007C1397"/>
    <w:rsid w:val="007C1C48"/>
    <w:rsid w:val="007C5F12"/>
    <w:rsid w:val="007C683E"/>
    <w:rsid w:val="007C747B"/>
    <w:rsid w:val="007C7EA8"/>
    <w:rsid w:val="007E3266"/>
    <w:rsid w:val="007E5021"/>
    <w:rsid w:val="007E60D4"/>
    <w:rsid w:val="007E7122"/>
    <w:rsid w:val="007F183D"/>
    <w:rsid w:val="007F2826"/>
    <w:rsid w:val="007F692C"/>
    <w:rsid w:val="0080412A"/>
    <w:rsid w:val="00804C6E"/>
    <w:rsid w:val="00807580"/>
    <w:rsid w:val="00807907"/>
    <w:rsid w:val="00813319"/>
    <w:rsid w:val="0081404E"/>
    <w:rsid w:val="00814E27"/>
    <w:rsid w:val="00815AF7"/>
    <w:rsid w:val="0081718A"/>
    <w:rsid w:val="00821B48"/>
    <w:rsid w:val="008223C4"/>
    <w:rsid w:val="008255CB"/>
    <w:rsid w:val="00827D42"/>
    <w:rsid w:val="008346AB"/>
    <w:rsid w:val="008354BA"/>
    <w:rsid w:val="0084285B"/>
    <w:rsid w:val="00845CC4"/>
    <w:rsid w:val="00854B77"/>
    <w:rsid w:val="00856036"/>
    <w:rsid w:val="00856462"/>
    <w:rsid w:val="0085779A"/>
    <w:rsid w:val="008579F0"/>
    <w:rsid w:val="00860BB3"/>
    <w:rsid w:val="00860E56"/>
    <w:rsid w:val="0086234D"/>
    <w:rsid w:val="0086294D"/>
    <w:rsid w:val="00862E38"/>
    <w:rsid w:val="00865EE9"/>
    <w:rsid w:val="00866155"/>
    <w:rsid w:val="008728FF"/>
    <w:rsid w:val="0087554F"/>
    <w:rsid w:val="008815FB"/>
    <w:rsid w:val="008826C4"/>
    <w:rsid w:val="00882E25"/>
    <w:rsid w:val="0088467D"/>
    <w:rsid w:val="0088488C"/>
    <w:rsid w:val="00892BA8"/>
    <w:rsid w:val="00892FF3"/>
    <w:rsid w:val="0089476A"/>
    <w:rsid w:val="00895DE0"/>
    <w:rsid w:val="0089718E"/>
    <w:rsid w:val="008A2321"/>
    <w:rsid w:val="008A2613"/>
    <w:rsid w:val="008A7CE7"/>
    <w:rsid w:val="008B19E3"/>
    <w:rsid w:val="008C0F7B"/>
    <w:rsid w:val="008D087E"/>
    <w:rsid w:val="008D0D0F"/>
    <w:rsid w:val="008D2354"/>
    <w:rsid w:val="008D347F"/>
    <w:rsid w:val="008D3EBB"/>
    <w:rsid w:val="008D4228"/>
    <w:rsid w:val="008D4BDF"/>
    <w:rsid w:val="008E040F"/>
    <w:rsid w:val="008E141C"/>
    <w:rsid w:val="008E2226"/>
    <w:rsid w:val="008E3768"/>
    <w:rsid w:val="008E4D6C"/>
    <w:rsid w:val="008E55C2"/>
    <w:rsid w:val="008E74E0"/>
    <w:rsid w:val="008E7ED1"/>
    <w:rsid w:val="008F447C"/>
    <w:rsid w:val="008F5FE2"/>
    <w:rsid w:val="00904D94"/>
    <w:rsid w:val="009100EB"/>
    <w:rsid w:val="00912092"/>
    <w:rsid w:val="009144AA"/>
    <w:rsid w:val="00916E28"/>
    <w:rsid w:val="00920D4C"/>
    <w:rsid w:val="00924B75"/>
    <w:rsid w:val="00925597"/>
    <w:rsid w:val="009262E9"/>
    <w:rsid w:val="009265C1"/>
    <w:rsid w:val="00927149"/>
    <w:rsid w:val="009372A8"/>
    <w:rsid w:val="00945E92"/>
    <w:rsid w:val="00946084"/>
    <w:rsid w:val="009469B6"/>
    <w:rsid w:val="0095407A"/>
    <w:rsid w:val="00954495"/>
    <w:rsid w:val="0096130F"/>
    <w:rsid w:val="00967827"/>
    <w:rsid w:val="0097050B"/>
    <w:rsid w:val="00974CCC"/>
    <w:rsid w:val="00976828"/>
    <w:rsid w:val="00976915"/>
    <w:rsid w:val="009769E6"/>
    <w:rsid w:val="009779F9"/>
    <w:rsid w:val="00980630"/>
    <w:rsid w:val="00983919"/>
    <w:rsid w:val="00984156"/>
    <w:rsid w:val="0099241D"/>
    <w:rsid w:val="00995751"/>
    <w:rsid w:val="009A5012"/>
    <w:rsid w:val="009A57AC"/>
    <w:rsid w:val="009A656D"/>
    <w:rsid w:val="009B5AFB"/>
    <w:rsid w:val="009B7168"/>
    <w:rsid w:val="009B7FF9"/>
    <w:rsid w:val="009C1691"/>
    <w:rsid w:val="009C5445"/>
    <w:rsid w:val="009C7379"/>
    <w:rsid w:val="009E1333"/>
    <w:rsid w:val="009E757B"/>
    <w:rsid w:val="009F2318"/>
    <w:rsid w:val="00A01CF2"/>
    <w:rsid w:val="00A117C2"/>
    <w:rsid w:val="00A1481B"/>
    <w:rsid w:val="00A17A6F"/>
    <w:rsid w:val="00A2197A"/>
    <w:rsid w:val="00A221FE"/>
    <w:rsid w:val="00A222CB"/>
    <w:rsid w:val="00A249A3"/>
    <w:rsid w:val="00A256A3"/>
    <w:rsid w:val="00A256F0"/>
    <w:rsid w:val="00A26091"/>
    <w:rsid w:val="00A26142"/>
    <w:rsid w:val="00A26BBB"/>
    <w:rsid w:val="00A31209"/>
    <w:rsid w:val="00A32CA0"/>
    <w:rsid w:val="00A334B7"/>
    <w:rsid w:val="00A33D74"/>
    <w:rsid w:val="00A36692"/>
    <w:rsid w:val="00A42FB2"/>
    <w:rsid w:val="00A44EF0"/>
    <w:rsid w:val="00A4622F"/>
    <w:rsid w:val="00A51214"/>
    <w:rsid w:val="00A552AA"/>
    <w:rsid w:val="00A55942"/>
    <w:rsid w:val="00A6483A"/>
    <w:rsid w:val="00A6509F"/>
    <w:rsid w:val="00A66AC8"/>
    <w:rsid w:val="00A67729"/>
    <w:rsid w:val="00A7246C"/>
    <w:rsid w:val="00A74AFE"/>
    <w:rsid w:val="00A75C6C"/>
    <w:rsid w:val="00A81F01"/>
    <w:rsid w:val="00A83553"/>
    <w:rsid w:val="00A83E94"/>
    <w:rsid w:val="00A87507"/>
    <w:rsid w:val="00A87FA1"/>
    <w:rsid w:val="00A90474"/>
    <w:rsid w:val="00A974A3"/>
    <w:rsid w:val="00AA5785"/>
    <w:rsid w:val="00AA755B"/>
    <w:rsid w:val="00AB3FB8"/>
    <w:rsid w:val="00AB6733"/>
    <w:rsid w:val="00AB7FEF"/>
    <w:rsid w:val="00AC4231"/>
    <w:rsid w:val="00AC5D95"/>
    <w:rsid w:val="00AD124C"/>
    <w:rsid w:val="00AD1E6C"/>
    <w:rsid w:val="00AD23D9"/>
    <w:rsid w:val="00AD30CD"/>
    <w:rsid w:val="00AD7C87"/>
    <w:rsid w:val="00AE3919"/>
    <w:rsid w:val="00AE4964"/>
    <w:rsid w:val="00AE4C13"/>
    <w:rsid w:val="00AE670D"/>
    <w:rsid w:val="00AF2520"/>
    <w:rsid w:val="00AF2663"/>
    <w:rsid w:val="00AF3E1E"/>
    <w:rsid w:val="00B0226D"/>
    <w:rsid w:val="00B03465"/>
    <w:rsid w:val="00B0351C"/>
    <w:rsid w:val="00B04778"/>
    <w:rsid w:val="00B066DC"/>
    <w:rsid w:val="00B06C51"/>
    <w:rsid w:val="00B11094"/>
    <w:rsid w:val="00B110E1"/>
    <w:rsid w:val="00B20000"/>
    <w:rsid w:val="00B210C1"/>
    <w:rsid w:val="00B21949"/>
    <w:rsid w:val="00B22593"/>
    <w:rsid w:val="00B24C02"/>
    <w:rsid w:val="00B25315"/>
    <w:rsid w:val="00B25EE2"/>
    <w:rsid w:val="00B2750E"/>
    <w:rsid w:val="00B27FD3"/>
    <w:rsid w:val="00B309C8"/>
    <w:rsid w:val="00B359E1"/>
    <w:rsid w:val="00B36D08"/>
    <w:rsid w:val="00B40CF6"/>
    <w:rsid w:val="00B44810"/>
    <w:rsid w:val="00B50671"/>
    <w:rsid w:val="00B5299B"/>
    <w:rsid w:val="00B544D2"/>
    <w:rsid w:val="00B61602"/>
    <w:rsid w:val="00B6567A"/>
    <w:rsid w:val="00B6753E"/>
    <w:rsid w:val="00B74BD7"/>
    <w:rsid w:val="00B750FF"/>
    <w:rsid w:val="00B7716B"/>
    <w:rsid w:val="00B83A0B"/>
    <w:rsid w:val="00B85E91"/>
    <w:rsid w:val="00B86845"/>
    <w:rsid w:val="00B90446"/>
    <w:rsid w:val="00B94E56"/>
    <w:rsid w:val="00B96D6A"/>
    <w:rsid w:val="00BA4F17"/>
    <w:rsid w:val="00BA5C67"/>
    <w:rsid w:val="00BB0C46"/>
    <w:rsid w:val="00BB313A"/>
    <w:rsid w:val="00BC1AB5"/>
    <w:rsid w:val="00BC484F"/>
    <w:rsid w:val="00BC6D89"/>
    <w:rsid w:val="00BD1432"/>
    <w:rsid w:val="00BD4072"/>
    <w:rsid w:val="00BD4E73"/>
    <w:rsid w:val="00BD7401"/>
    <w:rsid w:val="00BE17EC"/>
    <w:rsid w:val="00BE39DA"/>
    <w:rsid w:val="00BE643B"/>
    <w:rsid w:val="00BF1487"/>
    <w:rsid w:val="00BF2929"/>
    <w:rsid w:val="00BF71BE"/>
    <w:rsid w:val="00C100E5"/>
    <w:rsid w:val="00C120D9"/>
    <w:rsid w:val="00C13DD5"/>
    <w:rsid w:val="00C14B8F"/>
    <w:rsid w:val="00C177FC"/>
    <w:rsid w:val="00C22926"/>
    <w:rsid w:val="00C22CA0"/>
    <w:rsid w:val="00C24715"/>
    <w:rsid w:val="00C26C80"/>
    <w:rsid w:val="00C27711"/>
    <w:rsid w:val="00C3082C"/>
    <w:rsid w:val="00C45054"/>
    <w:rsid w:val="00C45418"/>
    <w:rsid w:val="00C45CF7"/>
    <w:rsid w:val="00C6193C"/>
    <w:rsid w:val="00C631E1"/>
    <w:rsid w:val="00C70032"/>
    <w:rsid w:val="00C707A1"/>
    <w:rsid w:val="00C8042E"/>
    <w:rsid w:val="00C806E5"/>
    <w:rsid w:val="00C80A90"/>
    <w:rsid w:val="00C84552"/>
    <w:rsid w:val="00C84E2C"/>
    <w:rsid w:val="00C85029"/>
    <w:rsid w:val="00C93A2F"/>
    <w:rsid w:val="00CA3A8B"/>
    <w:rsid w:val="00CA6647"/>
    <w:rsid w:val="00CB60BF"/>
    <w:rsid w:val="00CB6B93"/>
    <w:rsid w:val="00CB7A95"/>
    <w:rsid w:val="00CC3393"/>
    <w:rsid w:val="00CC34C2"/>
    <w:rsid w:val="00CD06BF"/>
    <w:rsid w:val="00CD2057"/>
    <w:rsid w:val="00CD2C90"/>
    <w:rsid w:val="00CD774C"/>
    <w:rsid w:val="00CE284A"/>
    <w:rsid w:val="00CE5CAF"/>
    <w:rsid w:val="00CE729F"/>
    <w:rsid w:val="00CE75AF"/>
    <w:rsid w:val="00CF0FE1"/>
    <w:rsid w:val="00CF26E1"/>
    <w:rsid w:val="00CF628D"/>
    <w:rsid w:val="00D02795"/>
    <w:rsid w:val="00D045EA"/>
    <w:rsid w:val="00D06F03"/>
    <w:rsid w:val="00D119E0"/>
    <w:rsid w:val="00D11FBC"/>
    <w:rsid w:val="00D12E64"/>
    <w:rsid w:val="00D14293"/>
    <w:rsid w:val="00D14558"/>
    <w:rsid w:val="00D16E12"/>
    <w:rsid w:val="00D20021"/>
    <w:rsid w:val="00D20FB0"/>
    <w:rsid w:val="00D22F83"/>
    <w:rsid w:val="00D23A11"/>
    <w:rsid w:val="00D24C06"/>
    <w:rsid w:val="00D3062A"/>
    <w:rsid w:val="00D311E2"/>
    <w:rsid w:val="00D32143"/>
    <w:rsid w:val="00D32CF9"/>
    <w:rsid w:val="00D331A5"/>
    <w:rsid w:val="00D3469E"/>
    <w:rsid w:val="00D35C1F"/>
    <w:rsid w:val="00D41FE3"/>
    <w:rsid w:val="00D47728"/>
    <w:rsid w:val="00D47858"/>
    <w:rsid w:val="00D5086E"/>
    <w:rsid w:val="00D509AF"/>
    <w:rsid w:val="00D52416"/>
    <w:rsid w:val="00D54979"/>
    <w:rsid w:val="00D5665F"/>
    <w:rsid w:val="00D57AA6"/>
    <w:rsid w:val="00D60844"/>
    <w:rsid w:val="00D66B02"/>
    <w:rsid w:val="00D740D2"/>
    <w:rsid w:val="00D8397B"/>
    <w:rsid w:val="00D85851"/>
    <w:rsid w:val="00D879F1"/>
    <w:rsid w:val="00D9104C"/>
    <w:rsid w:val="00DA0084"/>
    <w:rsid w:val="00DA34F5"/>
    <w:rsid w:val="00DB1DA9"/>
    <w:rsid w:val="00DB309C"/>
    <w:rsid w:val="00DC0E2D"/>
    <w:rsid w:val="00DC1712"/>
    <w:rsid w:val="00DC3EBF"/>
    <w:rsid w:val="00DC40E9"/>
    <w:rsid w:val="00DC7F1F"/>
    <w:rsid w:val="00DD287F"/>
    <w:rsid w:val="00DD5DC0"/>
    <w:rsid w:val="00DD6108"/>
    <w:rsid w:val="00DD6844"/>
    <w:rsid w:val="00DD7936"/>
    <w:rsid w:val="00DD79F5"/>
    <w:rsid w:val="00DE0B94"/>
    <w:rsid w:val="00DF1195"/>
    <w:rsid w:val="00DF1C35"/>
    <w:rsid w:val="00DF21A6"/>
    <w:rsid w:val="00DF612C"/>
    <w:rsid w:val="00DF7ED7"/>
    <w:rsid w:val="00E047FA"/>
    <w:rsid w:val="00E05313"/>
    <w:rsid w:val="00E1263B"/>
    <w:rsid w:val="00E2111D"/>
    <w:rsid w:val="00E21170"/>
    <w:rsid w:val="00E21C98"/>
    <w:rsid w:val="00E23BBD"/>
    <w:rsid w:val="00E244F5"/>
    <w:rsid w:val="00E27121"/>
    <w:rsid w:val="00E30369"/>
    <w:rsid w:val="00E34593"/>
    <w:rsid w:val="00E34E3D"/>
    <w:rsid w:val="00E35169"/>
    <w:rsid w:val="00E3578B"/>
    <w:rsid w:val="00E3687B"/>
    <w:rsid w:val="00E37AC3"/>
    <w:rsid w:val="00E404D3"/>
    <w:rsid w:val="00E44277"/>
    <w:rsid w:val="00E4459E"/>
    <w:rsid w:val="00E44958"/>
    <w:rsid w:val="00E44A1F"/>
    <w:rsid w:val="00E462AC"/>
    <w:rsid w:val="00E47B89"/>
    <w:rsid w:val="00E537C7"/>
    <w:rsid w:val="00E537EF"/>
    <w:rsid w:val="00E552DB"/>
    <w:rsid w:val="00E55F33"/>
    <w:rsid w:val="00E56AEA"/>
    <w:rsid w:val="00E57339"/>
    <w:rsid w:val="00E62B58"/>
    <w:rsid w:val="00E6599C"/>
    <w:rsid w:val="00E71790"/>
    <w:rsid w:val="00E725A9"/>
    <w:rsid w:val="00E74BE8"/>
    <w:rsid w:val="00E75024"/>
    <w:rsid w:val="00E762A2"/>
    <w:rsid w:val="00E76899"/>
    <w:rsid w:val="00E779D7"/>
    <w:rsid w:val="00E8505A"/>
    <w:rsid w:val="00E92801"/>
    <w:rsid w:val="00E94DDF"/>
    <w:rsid w:val="00EA0CC9"/>
    <w:rsid w:val="00EA26AE"/>
    <w:rsid w:val="00EA4DEC"/>
    <w:rsid w:val="00EA571A"/>
    <w:rsid w:val="00EB49CE"/>
    <w:rsid w:val="00EB596D"/>
    <w:rsid w:val="00EB5E6C"/>
    <w:rsid w:val="00EB7012"/>
    <w:rsid w:val="00EC33AB"/>
    <w:rsid w:val="00EC5E81"/>
    <w:rsid w:val="00EC78C4"/>
    <w:rsid w:val="00ED360D"/>
    <w:rsid w:val="00ED632E"/>
    <w:rsid w:val="00ED765F"/>
    <w:rsid w:val="00EE015A"/>
    <w:rsid w:val="00EE168A"/>
    <w:rsid w:val="00EE24D0"/>
    <w:rsid w:val="00EE5939"/>
    <w:rsid w:val="00EF1AD2"/>
    <w:rsid w:val="00EF5206"/>
    <w:rsid w:val="00EF6D09"/>
    <w:rsid w:val="00F03E59"/>
    <w:rsid w:val="00F0759F"/>
    <w:rsid w:val="00F15419"/>
    <w:rsid w:val="00F1594B"/>
    <w:rsid w:val="00F16CB0"/>
    <w:rsid w:val="00F2144F"/>
    <w:rsid w:val="00F23AA6"/>
    <w:rsid w:val="00F24A6D"/>
    <w:rsid w:val="00F25441"/>
    <w:rsid w:val="00F30455"/>
    <w:rsid w:val="00F32858"/>
    <w:rsid w:val="00F328F2"/>
    <w:rsid w:val="00F406A7"/>
    <w:rsid w:val="00F45BAA"/>
    <w:rsid w:val="00F47FC9"/>
    <w:rsid w:val="00F50C79"/>
    <w:rsid w:val="00F51D65"/>
    <w:rsid w:val="00F5798D"/>
    <w:rsid w:val="00F62511"/>
    <w:rsid w:val="00F633EA"/>
    <w:rsid w:val="00F64200"/>
    <w:rsid w:val="00F64CC9"/>
    <w:rsid w:val="00F6543F"/>
    <w:rsid w:val="00F7121C"/>
    <w:rsid w:val="00F7282D"/>
    <w:rsid w:val="00F7327C"/>
    <w:rsid w:val="00F74A7C"/>
    <w:rsid w:val="00F76BEF"/>
    <w:rsid w:val="00F81171"/>
    <w:rsid w:val="00F82F69"/>
    <w:rsid w:val="00F8413B"/>
    <w:rsid w:val="00F8498B"/>
    <w:rsid w:val="00F85980"/>
    <w:rsid w:val="00F87FDF"/>
    <w:rsid w:val="00F90C74"/>
    <w:rsid w:val="00F91122"/>
    <w:rsid w:val="00F92317"/>
    <w:rsid w:val="00F97780"/>
    <w:rsid w:val="00FA21ED"/>
    <w:rsid w:val="00FA28EC"/>
    <w:rsid w:val="00FA65FB"/>
    <w:rsid w:val="00FB3106"/>
    <w:rsid w:val="00FB5294"/>
    <w:rsid w:val="00FC1DDC"/>
    <w:rsid w:val="00FC1FC0"/>
    <w:rsid w:val="00FC660E"/>
    <w:rsid w:val="00FC7F5D"/>
    <w:rsid w:val="00FD23A3"/>
    <w:rsid w:val="00FD509F"/>
    <w:rsid w:val="00FD7120"/>
    <w:rsid w:val="00FE2AB0"/>
    <w:rsid w:val="00FE390B"/>
    <w:rsid w:val="00FE6E1C"/>
    <w:rsid w:val="00FF09CA"/>
    <w:rsid w:val="00FF2F01"/>
    <w:rsid w:val="00FF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79054BA0"/>
  <w15:docId w15:val="{FC96ADEA-EA03-420E-821C-B8EF75F4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sid w:val="007F183D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qFormat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rsid w:val="00DF1C35"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</w:style>
  <w:style w:type="paragraph" w:styleId="Sommario7">
    <w:name w:val="toc 7"/>
    <w:basedOn w:val="Normale"/>
    <w:next w:val="Normale"/>
    <w:autoRedefine/>
    <w:uiPriority w:val="39"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sid w:val="00DF1C35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ind w:left="176"/>
      <w:jc w:val="left"/>
    </w:pPr>
    <w:rPr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pPr>
      <w:ind w:left="142"/>
    </w:pPr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Ignora">
    <w:name w:val="Ignora"/>
    <w:basedOn w:val="CorpoAltF0"/>
    <w:qFormat/>
  </w:style>
  <w:style w:type="character" w:customStyle="1" w:styleId="TS-titolo-01Carattere">
    <w:name w:val="TS-titolo-01 Carattere"/>
    <w:link w:val="TS-titolo-01"/>
    <w:rsid w:val="00CE284A"/>
    <w:rPr>
      <w:rFonts w:ascii="Arial" w:hAnsi="Arial" w:cs="Arial"/>
      <w:b/>
      <w:i/>
      <w:sz w:val="28"/>
    </w:rPr>
  </w:style>
  <w:style w:type="paragraph" w:customStyle="1" w:styleId="TableText">
    <w:name w:val="Table Text"/>
    <w:aliases w:val="tt"/>
    <w:basedOn w:val="Normale"/>
    <w:rsid w:val="00236D8D"/>
    <w:pPr>
      <w:keepNext/>
      <w:suppressLineNumbers/>
      <w:suppressAutoHyphens/>
      <w:spacing w:after="80" w:line="240" w:lineRule="atLeast"/>
    </w:pPr>
    <w:rPr>
      <w:rFonts w:ascii="Arial" w:hAnsi="Arial"/>
      <w:kern w:val="20"/>
      <w:sz w:val="18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8354BA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7F18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9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1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9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9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pegoli\Desktop\CONTRA_NEW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8C857D3A7AAA429A55940A78F0317B" ma:contentTypeVersion="4" ma:contentTypeDescription="Creare un nuovo documento." ma:contentTypeScope="" ma:versionID="bd2e084caf8c85ba9382a2aac69c996f">
  <xsd:schema xmlns:xsd="http://www.w3.org/2001/XMLSchema" xmlns:xs="http://www.w3.org/2001/XMLSchema" xmlns:p="http://schemas.microsoft.com/office/2006/metadata/properties" xmlns:ns2="66569c3a-ec3a-4ed7-94b4-a20686147aaf" targetNamespace="http://schemas.microsoft.com/office/2006/metadata/properties" ma:root="true" ma:fieldsID="b8b0a9d9d377f8d20e7f5d4eec4c3e65" ns2:_="">
    <xsd:import namespace="66569c3a-ec3a-4ed7-94b4-a20686147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9c3a-ec3a-4ed7-94b4-a20686147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B8F37-BEDD-48EB-BA69-3779E9C12EDC}"/>
</file>

<file path=customXml/itemProps2.xml><?xml version="1.0" encoding="utf-8"?>
<ds:datastoreItem xmlns:ds="http://schemas.openxmlformats.org/officeDocument/2006/customXml" ds:itemID="{1B51E412-3322-4161-AD18-B7FFEB0A8759}">
  <ds:schemaRefs>
    <ds:schemaRef ds:uri="http://schemas.microsoft.com/office/2006/metadata/properties"/>
    <ds:schemaRef ds:uri="http://schemas.microsoft.com/office/infopath/2007/PartnerControls"/>
    <ds:schemaRef ds:uri="7967ca4a-a64a-4c64-adac-6d61742fe8a3"/>
    <ds:schemaRef ds:uri="fc350d74-7388-42fc-9158-18e8d5429dfc"/>
  </ds:schemaRefs>
</ds:datastoreItem>
</file>

<file path=customXml/itemProps3.xml><?xml version="1.0" encoding="utf-8"?>
<ds:datastoreItem xmlns:ds="http://schemas.openxmlformats.org/officeDocument/2006/customXml" ds:itemID="{ECC3A81E-DA77-4231-B1B3-41AF000E4C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47FF6A-1471-4F1B-8129-8FF772760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CONTRA_NEW</Template>
  <TotalTime>6746</TotalTime>
  <Pages>5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7623</CharactersWithSpaces>
  <SharedDoc>false</SharedDoc>
  <HLinks>
    <vt:vector size="84" baseType="variant"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_Toc425959737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_Toc425959736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_Toc425959735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_Toc425959734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_Toc425959733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_Toc425959732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_Toc425959731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_Toc425959730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_Toc425959729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_Toc425959728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_Toc425959727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_Toc425959726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_Toc425959725</vt:lpwstr>
      </vt:variant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INDICE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Claudia Pegoli</dc:creator>
  <cp:lastModifiedBy>Alessio Romagnoli</cp:lastModifiedBy>
  <cp:revision>428</cp:revision>
  <cp:lastPrinted>2024-10-29T12:41:00Z</cp:lastPrinted>
  <dcterms:created xsi:type="dcterms:W3CDTF">2018-03-21T07:31:00Z</dcterms:created>
  <dcterms:modified xsi:type="dcterms:W3CDTF">2024-10-29T12:41:00Z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0x0101001D8C857D3A7AAA429A55940A78F0317B</vt:lpwstr>
  </property>
  <property fmtid="{D5CDD505-2E9C-101B-9397-08002B2CF9AE}" pid="3" name="MediaServiceImageTags">
    <vt:lpwstr/>
  </property>
</Properties>
</file>